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664" w:rsidRPr="00D42664" w:rsidRDefault="00D42664" w:rsidP="00D42664">
      <w:pPr>
        <w:pStyle w:val="Heading1"/>
      </w:pPr>
      <w:r w:rsidRPr="00D42664">
        <w:t>Starters for 10: Sgiliau pontio</w:t>
      </w:r>
    </w:p>
    <w:p w:rsidR="00D42664" w:rsidRPr="008B3961" w:rsidRDefault="00D42664" w:rsidP="00D42664">
      <w:pPr>
        <w:pStyle w:val="Heading2"/>
      </w:pPr>
      <w:r>
        <w:t>Cynnwys</w:t>
      </w:r>
    </w:p>
    <w:p w:rsidR="00D42664" w:rsidRPr="00D42664" w:rsidRDefault="00D42664" w:rsidP="00D42664">
      <w:pPr>
        <w:pStyle w:val="Heading3"/>
        <w:numPr>
          <w:ilvl w:val="1"/>
          <w:numId w:val="19"/>
        </w:numPr>
      </w:pPr>
      <w:r w:rsidRPr="00D42664">
        <w:t>Cymwyseddau mathemateg sylfaenol</w:t>
      </w:r>
    </w:p>
    <w:p w:rsidR="00D42664" w:rsidRDefault="00D42664" w:rsidP="00D42664">
      <w:pPr>
        <w:pStyle w:val="Numberedlist"/>
        <w:numPr>
          <w:ilvl w:val="1"/>
          <w:numId w:val="20"/>
        </w:numPr>
      </w:pPr>
      <w:r w:rsidRPr="00A12051">
        <w:t>Aildrefnu hafaliadau</w:t>
      </w:r>
    </w:p>
    <w:p w:rsidR="00D42664" w:rsidRDefault="00D42664" w:rsidP="00D42664">
      <w:pPr>
        <w:pStyle w:val="Numberedlist"/>
        <w:numPr>
          <w:ilvl w:val="1"/>
          <w:numId w:val="20"/>
        </w:numPr>
      </w:pPr>
      <w:r w:rsidRPr="00A12051">
        <w:t>BODMAS (trefn gweithrediadau)</w:t>
      </w:r>
    </w:p>
    <w:p w:rsidR="00D42664" w:rsidRDefault="00D42664" w:rsidP="00BB07EC">
      <w:pPr>
        <w:pStyle w:val="Numberedlist"/>
        <w:numPr>
          <w:ilvl w:val="1"/>
          <w:numId w:val="20"/>
        </w:numPr>
      </w:pPr>
      <w:r w:rsidRPr="00A12051">
        <w:t>Cyfrifo symiau (pennu unedau)</w:t>
      </w:r>
    </w:p>
    <w:p w:rsidR="00D42664" w:rsidRDefault="00D42664" w:rsidP="00AB7987">
      <w:pPr>
        <w:pStyle w:val="Numberedlist"/>
        <w:numPr>
          <w:ilvl w:val="1"/>
          <w:numId w:val="20"/>
        </w:numPr>
      </w:pPr>
      <w:r w:rsidRPr="00A12051">
        <w:t>Mynegi rhifau mawr a bach</w:t>
      </w:r>
    </w:p>
    <w:p w:rsidR="00D42664" w:rsidRDefault="00D42664" w:rsidP="000F6E0E">
      <w:pPr>
        <w:pStyle w:val="Numberedlist"/>
        <w:numPr>
          <w:ilvl w:val="1"/>
          <w:numId w:val="20"/>
        </w:numPr>
      </w:pPr>
      <w:r w:rsidRPr="00A12051">
        <w:t>Ffigurau ystyrlon, lleoedd degol a thalgrynnu</w:t>
      </w:r>
    </w:p>
    <w:p w:rsidR="00D42664" w:rsidRDefault="00D42664" w:rsidP="00D571EB">
      <w:pPr>
        <w:pStyle w:val="Numberedlist"/>
        <w:numPr>
          <w:ilvl w:val="1"/>
          <w:numId w:val="20"/>
        </w:numPr>
      </w:pPr>
      <w:r w:rsidRPr="00A12051">
        <w:t>Trosi unedau 1 – Hyd, màs ac amser</w:t>
      </w:r>
    </w:p>
    <w:p w:rsidR="00D42664" w:rsidRDefault="00D42664" w:rsidP="00E366B8">
      <w:pPr>
        <w:pStyle w:val="Numberedlist"/>
        <w:numPr>
          <w:ilvl w:val="1"/>
          <w:numId w:val="20"/>
        </w:numPr>
      </w:pPr>
      <w:r w:rsidRPr="00A12051">
        <w:t>Trosi unedau 2 – Cyfaint</w:t>
      </w:r>
    </w:p>
    <w:p w:rsidR="00D42664" w:rsidRDefault="00D42664" w:rsidP="009F3366">
      <w:pPr>
        <w:pStyle w:val="Numberedlist"/>
        <w:numPr>
          <w:ilvl w:val="1"/>
          <w:numId w:val="20"/>
        </w:numPr>
      </w:pPr>
      <w:r w:rsidRPr="00A12051">
        <w:t>Molau a màs</w:t>
      </w:r>
    </w:p>
    <w:p w:rsidR="00D42664" w:rsidRDefault="00D42664" w:rsidP="009F3366">
      <w:pPr>
        <w:pStyle w:val="Numberedlist"/>
        <w:numPr>
          <w:ilvl w:val="1"/>
          <w:numId w:val="20"/>
        </w:numPr>
      </w:pPr>
      <w:r w:rsidRPr="00A12051">
        <w:t>Molau a chrynodiad</w:t>
      </w:r>
    </w:p>
    <w:p w:rsidR="00D42664" w:rsidRDefault="00D426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D42664">
      <w:pPr>
        <w:pStyle w:val="Numberedlist"/>
        <w:numPr>
          <w:ilvl w:val="0"/>
          <w:numId w:val="0"/>
        </w:numPr>
        <w:ind w:left="340" w:hanging="340"/>
      </w:pPr>
    </w:p>
    <w:p w:rsidR="00CB1B64" w:rsidRDefault="00CB1B64" w:rsidP="00CB1B64">
      <w:pPr>
        <w:pStyle w:val="Footer"/>
        <w:rPr>
          <w:sz w:val="22"/>
          <w:szCs w:val="22"/>
        </w:rPr>
      </w:pPr>
      <w:r>
        <w:rPr>
          <w:sz w:val="22"/>
          <w:szCs w:val="22"/>
        </w:rPr>
        <w:t>Mae’r adnodd hwn “</w:t>
      </w:r>
      <w:r>
        <w:rPr>
          <w:i/>
          <w:sz w:val="22"/>
          <w:szCs w:val="22"/>
        </w:rPr>
        <w:t>new name</w:t>
      </w:r>
      <w:r>
        <w:rPr>
          <w:sz w:val="22"/>
          <w:szCs w:val="22"/>
        </w:rPr>
        <w:t>” yn deillio o “</w:t>
      </w:r>
      <w:r w:rsidRPr="00C47E9C">
        <w:rPr>
          <w:i/>
          <w:iCs/>
          <w:sz w:val="22"/>
          <w:szCs w:val="22"/>
        </w:rPr>
        <w:t>Starters for ten</w:t>
      </w:r>
      <w:r>
        <w:rPr>
          <w:sz w:val="22"/>
          <w:szCs w:val="22"/>
        </w:rPr>
        <w:t xml:space="preserve"> – Sgiliau pontio 0.1” gan y Gymdeithas Gemeg Frenhinol a ddefnyddiwyd o dan CC-BY-NC-SA 4.0. Trwyddedir “</w:t>
      </w:r>
      <w:r>
        <w:rPr>
          <w:i/>
          <w:sz w:val="22"/>
          <w:szCs w:val="22"/>
        </w:rPr>
        <w:t>new name</w:t>
      </w:r>
      <w:r>
        <w:rPr>
          <w:sz w:val="22"/>
          <w:szCs w:val="22"/>
        </w:rPr>
        <w:t>” o dan CC-BY-NC-SA 4.0 gan “</w:t>
      </w:r>
      <w:r>
        <w:rPr>
          <w:i/>
          <w:sz w:val="22"/>
          <w:szCs w:val="22"/>
        </w:rPr>
        <w:t>name of user</w:t>
      </w:r>
      <w:r>
        <w:rPr>
          <w:sz w:val="22"/>
          <w:szCs w:val="22"/>
        </w:rPr>
        <w:t>”.</w:t>
      </w:r>
    </w:p>
    <w:p w:rsidR="00CB1B64" w:rsidRPr="00225D9F" w:rsidRDefault="00CB1B64" w:rsidP="00CB1B64">
      <w:pPr>
        <w:pStyle w:val="Footer"/>
        <w:rPr>
          <w:sz w:val="22"/>
          <w:szCs w:val="22"/>
        </w:rPr>
      </w:pPr>
      <w:r>
        <w:rPr>
          <w:sz w:val="22"/>
          <w:szCs w:val="22"/>
        </w:rPr>
        <w:t>Lluniau © Shutterstock.</w:t>
      </w:r>
    </w:p>
    <w:p w:rsidR="00D42664" w:rsidRDefault="00D42664">
      <w:pPr>
        <w:keepLines w:val="0"/>
        <w:spacing w:before="200" w:after="0"/>
      </w:pPr>
      <w:r>
        <w:br w:type="page"/>
      </w:r>
    </w:p>
    <w:p w:rsidR="00D42664" w:rsidRPr="00137224" w:rsidRDefault="00D42664" w:rsidP="00D42664">
      <w:pPr>
        <w:pStyle w:val="Heading1"/>
      </w:pPr>
      <w:r w:rsidRPr="00137224">
        <w:rPr>
          <w:iCs/>
        </w:rPr>
        <w:lastRenderedPageBreak/>
        <w:t>Starters for 10</w:t>
      </w:r>
      <w:r>
        <w:t>:</w:t>
      </w:r>
      <w:r w:rsidRPr="00137224">
        <w:t xml:space="preserve"> Sgiliau pontio</w:t>
      </w:r>
    </w:p>
    <w:p w:rsidR="00D42664" w:rsidRDefault="00D42664" w:rsidP="00D42664">
      <w:pPr>
        <w:pStyle w:val="Heading2"/>
        <w:numPr>
          <w:ilvl w:val="2"/>
          <w:numId w:val="3"/>
        </w:numPr>
      </w:pPr>
      <w:r>
        <w:t>Aildrefnu hafaliadau</w:t>
      </w:r>
    </w:p>
    <w:p w:rsidR="00D42664" w:rsidRDefault="00D42664" w:rsidP="00D42664">
      <w:pPr>
        <w:pStyle w:val="Introtext"/>
        <w:tabs>
          <w:tab w:val="left" w:pos="426"/>
          <w:tab w:val="left" w:pos="3544"/>
          <w:tab w:val="left" w:pos="8505"/>
        </w:tabs>
        <w:spacing w:after="60"/>
        <w:ind w:left="357" w:right="-1" w:hanging="357"/>
        <w:rPr>
          <w:b/>
          <w:sz w:val="22"/>
          <w:szCs w:val="22"/>
        </w:rPr>
      </w:pPr>
    </w:p>
    <w:p w:rsidR="00D42664" w:rsidRDefault="00D42664" w:rsidP="00D42664">
      <w:pPr>
        <w:pStyle w:val="Numberedlist"/>
        <w:numPr>
          <w:ilvl w:val="0"/>
          <w:numId w:val="5"/>
        </w:numPr>
        <w:ind w:left="426" w:hanging="426"/>
      </w:pPr>
      <w:r>
        <w:t>Mae modd cyfrifo faint o sylwedd sydd mewn hydoddiant mewn molau (n) pan mae'r crynodiad mewn mol/dm</w:t>
      </w:r>
      <w:r w:rsidRPr="00137224">
        <w:rPr>
          <w:vertAlign w:val="superscript"/>
        </w:rPr>
        <w:t>3</w:t>
      </w:r>
      <w:r>
        <w:t xml:space="preserve"> (c) a’r cyfaint (v) mewn cm</w:t>
      </w:r>
      <w:r w:rsidRPr="00137224">
        <w:rPr>
          <w:vertAlign w:val="superscript"/>
        </w:rPr>
        <w:t>3</w:t>
      </w:r>
      <w:r>
        <w:t xml:space="preserve"> yn hysbys, drwy ddefnyddio’r hafaliad:   </w:t>
      </w:r>
    </w:p>
    <w:p w:rsidR="00D42664" w:rsidRDefault="00D42664" w:rsidP="00D42664">
      <w:pPr>
        <w:pStyle w:val="Introtext"/>
        <w:tabs>
          <w:tab w:val="left" w:pos="426"/>
          <w:tab w:val="left" w:pos="3544"/>
          <w:tab w:val="left" w:pos="8505"/>
        </w:tabs>
        <w:spacing w:after="60" w:line="240" w:lineRule="auto"/>
        <w:rPr>
          <w:sz w:val="22"/>
          <w:szCs w:val="22"/>
        </w:rPr>
      </w:pPr>
      <m:oMathPara>
        <m:oMath>
          <m:r>
            <m:rPr>
              <m:nor/>
            </m:rPr>
            <w:rPr>
              <w:rFonts w:ascii="Cambria Math" w:hAnsi="Cambria Math"/>
              <w:sz w:val="22"/>
              <w:szCs w:val="22"/>
            </w:rPr>
            <m:t xml:space="preserve">n = </m:t>
          </m:r>
          <m:f>
            <m:fPr>
              <m:ctrlPr>
                <w:rPr>
                  <w:rFonts w:ascii="Cambria Math" w:hAnsi="Cambria Math"/>
                  <w:i/>
                  <w:sz w:val="22"/>
                  <w:szCs w:val="22"/>
                </w:rPr>
              </m:ctrlPr>
            </m:fPr>
            <m:num>
              <m:r>
                <m:rPr>
                  <m:nor/>
                </m:rPr>
                <w:rPr>
                  <w:rFonts w:ascii="Cambria Math" w:hAnsi="Cambria Math"/>
                  <w:sz w:val="22"/>
                  <w:szCs w:val="22"/>
                </w:rPr>
                <m:t>cv</m:t>
              </m:r>
            </m:num>
            <m:den>
              <m:r>
                <m:rPr>
                  <m:nor/>
                </m:rPr>
                <w:rPr>
                  <w:rFonts w:ascii="Cambria Math" w:hAnsi="Cambria Math"/>
                  <w:sz w:val="22"/>
                  <w:szCs w:val="22"/>
                </w:rPr>
                <m:t>1000</m:t>
              </m:r>
            </m:den>
          </m:f>
        </m:oMath>
      </m:oMathPara>
    </w:p>
    <w:p w:rsidR="00D42664" w:rsidRPr="007678CD" w:rsidRDefault="00D42664" w:rsidP="00D42664">
      <w:pPr>
        <w:pStyle w:val="Numberedlist"/>
        <w:numPr>
          <w:ilvl w:val="0"/>
          <w:numId w:val="4"/>
        </w:numPr>
        <w:ind w:firstLine="66"/>
        <w:rPr>
          <w:b/>
        </w:rPr>
      </w:pPr>
      <w:r>
        <w:t>Aildrefnwch yr hafaliad hwn er mwyn gwneud c yn destun yr hafaliad.</w:t>
      </w:r>
      <w:r>
        <w:tab/>
      </w:r>
      <w:r>
        <w:tab/>
        <w:t xml:space="preserve">                 (1 marc)</w:t>
      </w:r>
    </w:p>
    <w:p w:rsidR="00D42664" w:rsidRPr="007678CD" w:rsidRDefault="00D42664" w:rsidP="00D42664">
      <w:pPr>
        <w:pStyle w:val="Numberedlist"/>
        <w:numPr>
          <w:ilvl w:val="0"/>
          <w:numId w:val="4"/>
        </w:numPr>
        <w:ind w:firstLine="66"/>
        <w:rPr>
          <w:b/>
        </w:rPr>
      </w:pPr>
      <w:r>
        <w:t xml:space="preserve">Aildrefnwch yr hafaliad hwn er mwyn gwneud v yn destun yr hafaliad. </w:t>
      </w:r>
      <w:r>
        <w:tab/>
      </w:r>
      <w:r>
        <w:tab/>
        <w:t xml:space="preserve">                 (1 marc)</w:t>
      </w:r>
    </w:p>
    <w:p w:rsidR="00D42664" w:rsidRDefault="00D42664" w:rsidP="00D42664">
      <w:pPr>
        <w:pStyle w:val="Introtext"/>
        <w:tabs>
          <w:tab w:val="left" w:pos="426"/>
          <w:tab w:val="left" w:pos="3544"/>
          <w:tab w:val="left" w:pos="8505"/>
        </w:tabs>
        <w:spacing w:after="60"/>
        <w:ind w:right="-1"/>
        <w:rPr>
          <w:sz w:val="22"/>
          <w:szCs w:val="22"/>
        </w:rPr>
      </w:pPr>
    </w:p>
    <w:p w:rsidR="00D42664" w:rsidRDefault="00D42664" w:rsidP="00D42664">
      <w:pPr>
        <w:pStyle w:val="Numberedlist"/>
        <w:numPr>
          <w:ilvl w:val="0"/>
          <w:numId w:val="5"/>
        </w:numPr>
        <w:ind w:left="426" w:hanging="426"/>
      </w:pPr>
      <w:r>
        <w:t>Mae modd cyfrifo dwysedd sylwedd gan ddefnyddio ei fàs (m) a’i gyfaint (v) yn yr hafaliad:</w:t>
      </w:r>
    </w:p>
    <w:p w:rsidR="00D42664" w:rsidRDefault="00D42664" w:rsidP="00D42664">
      <w:pPr>
        <w:pStyle w:val="Introtext"/>
        <w:tabs>
          <w:tab w:val="left" w:pos="426"/>
          <w:tab w:val="left" w:pos="3544"/>
          <w:tab w:val="left" w:pos="8505"/>
        </w:tabs>
        <w:spacing w:after="60" w:line="240" w:lineRule="auto"/>
        <w:rPr>
          <w:sz w:val="22"/>
          <w:szCs w:val="22"/>
        </w:rPr>
      </w:pPr>
      <m:oMathPara>
        <m:oMath>
          <m:r>
            <m:rPr>
              <m:nor/>
            </m:rPr>
            <w:rPr>
              <w:rFonts w:ascii="Cambria Math" w:hAnsi="Cambria Math"/>
              <w:sz w:val="22"/>
              <w:szCs w:val="22"/>
            </w:rPr>
            <m:t xml:space="preserve">d = </m:t>
          </m:r>
          <m:f>
            <m:fPr>
              <m:ctrlPr>
                <w:rPr>
                  <w:rFonts w:ascii="Cambria Math" w:hAnsi="Cambria Math"/>
                  <w:i/>
                  <w:sz w:val="22"/>
                  <w:szCs w:val="22"/>
                </w:rPr>
              </m:ctrlPr>
            </m:fPr>
            <m:num>
              <m:r>
                <m:rPr>
                  <m:nor/>
                </m:rPr>
                <w:rPr>
                  <w:rFonts w:ascii="Cambria Math" w:hAnsi="Cambria Math"/>
                  <w:sz w:val="22"/>
                  <w:szCs w:val="22"/>
                </w:rPr>
                <m:t>m</m:t>
              </m:r>
            </m:num>
            <m:den>
              <m:r>
                <m:rPr>
                  <m:nor/>
                </m:rPr>
                <w:rPr>
                  <w:rFonts w:ascii="Cambria Math" w:hAnsi="Cambria Math"/>
                  <w:sz w:val="22"/>
                  <w:szCs w:val="22"/>
                </w:rPr>
                <m:t>v</m:t>
              </m:r>
            </m:den>
          </m:f>
        </m:oMath>
      </m:oMathPara>
    </w:p>
    <w:p w:rsidR="00D42664" w:rsidRDefault="00D42664" w:rsidP="00D42664">
      <w:pPr>
        <w:pStyle w:val="Numberedlist"/>
        <w:numPr>
          <w:ilvl w:val="0"/>
          <w:numId w:val="6"/>
        </w:numPr>
      </w:pPr>
      <w:r>
        <w:t>Aildrefnwch yr hafaliad hwn er mwyn gallu cyfrifo màs sylwedd gan ddefnyddio ei ddwysedd a’i gyfaint.</w:t>
      </w:r>
      <w:r>
        <w:tab/>
      </w:r>
      <w:r>
        <w:tab/>
      </w:r>
      <w:r>
        <w:tab/>
      </w:r>
      <w:r>
        <w:tab/>
      </w:r>
      <w:r>
        <w:tab/>
      </w:r>
      <w:r>
        <w:tab/>
      </w:r>
      <w:r>
        <w:tab/>
      </w:r>
      <w:r>
        <w:tab/>
      </w:r>
      <w:r>
        <w:tab/>
        <w:t xml:space="preserve">                              (1 marc)</w:t>
      </w:r>
    </w:p>
    <w:p w:rsidR="00D42664" w:rsidRDefault="00D42664" w:rsidP="00D42664">
      <w:pPr>
        <w:pStyle w:val="Numberedlist"/>
        <w:numPr>
          <w:ilvl w:val="0"/>
          <w:numId w:val="0"/>
        </w:numPr>
        <w:ind w:left="720"/>
      </w:pPr>
    </w:p>
    <w:p w:rsidR="00D42664" w:rsidRDefault="00D42664" w:rsidP="00D42664">
      <w:r>
        <w:t>Mae cemegwyr yn gweithio gyda màs sydd wedi'i fynegi mewn gramau (g) a chyfeintiau (cm</w:t>
      </w:r>
      <w:r>
        <w:rPr>
          <w:vertAlign w:val="superscript"/>
        </w:rPr>
        <w:t>3</w:t>
      </w:r>
      <w:r>
        <w:t>) yn bennaf.  Fodd bynnag, yr uned SI ar gyfer dwysedd yw kg/m</w:t>
      </w:r>
      <w:r>
        <w:rPr>
          <w:vertAlign w:val="superscript"/>
        </w:rPr>
        <w:t>3</w:t>
      </w:r>
      <w:r>
        <w:t>.</w:t>
      </w:r>
    </w:p>
    <w:p w:rsidR="00D42664" w:rsidRDefault="00D42664" w:rsidP="00D42664">
      <w:pPr>
        <w:pStyle w:val="Numberedlist"/>
        <w:numPr>
          <w:ilvl w:val="0"/>
          <w:numId w:val="0"/>
        </w:numPr>
        <w:ind w:left="426"/>
      </w:pPr>
    </w:p>
    <w:p w:rsidR="00D42664" w:rsidRDefault="00D42664" w:rsidP="00D42664">
      <w:pPr>
        <w:pStyle w:val="Numberedlist"/>
        <w:numPr>
          <w:ilvl w:val="0"/>
          <w:numId w:val="6"/>
        </w:numPr>
      </w:pPr>
      <w:r>
        <w:t>Mynegwch sut byddech chi’n cyfrifo dwysedd gan ddefnyddio’r uned SI kg/m</w:t>
      </w:r>
      <w:r>
        <w:rPr>
          <w:vertAlign w:val="superscript"/>
        </w:rPr>
        <w:t>3</w:t>
      </w:r>
      <w:r>
        <w:t xml:space="preserve"> lle </w:t>
      </w:r>
      <w:proofErr w:type="gramStart"/>
      <w:r>
        <w:t>bo</w:t>
      </w:r>
      <w:proofErr w:type="gramEnd"/>
      <w:r>
        <w:t xml:space="preserve"> màs (m) y sylwedd yn cael ei nodi mewn g a chyfaint (v) y sylwedd mewn cm</w:t>
      </w:r>
      <w:r>
        <w:rPr>
          <w:vertAlign w:val="superscript"/>
        </w:rPr>
        <w:t>3</w:t>
      </w:r>
      <w:r>
        <w:t xml:space="preserve">. </w:t>
      </w:r>
      <w:r>
        <w:tab/>
      </w:r>
      <w:r>
        <w:tab/>
        <w:t xml:space="preserve">                 (2 farc)</w:t>
      </w:r>
    </w:p>
    <w:p w:rsidR="00D42664" w:rsidRDefault="00D42664" w:rsidP="00D42664">
      <w:pPr>
        <w:pStyle w:val="Introtext"/>
        <w:tabs>
          <w:tab w:val="left" w:pos="426"/>
          <w:tab w:val="left" w:pos="3544"/>
          <w:tab w:val="left" w:pos="8505"/>
        </w:tabs>
        <w:spacing w:after="60"/>
        <w:ind w:right="-1"/>
        <w:rPr>
          <w:b/>
          <w:sz w:val="22"/>
          <w:szCs w:val="22"/>
        </w:rPr>
      </w:pPr>
    </w:p>
    <w:p w:rsidR="00D42664" w:rsidRDefault="00D42664" w:rsidP="00D42664">
      <w:pPr>
        <w:pStyle w:val="Numberedlist"/>
        <w:numPr>
          <w:ilvl w:val="0"/>
          <w:numId w:val="5"/>
        </w:numPr>
        <w:ind w:left="426" w:hanging="426"/>
      </w:pPr>
      <w:r w:rsidRPr="00F74EFE">
        <w:t>Mae</w:t>
      </w:r>
      <w:r>
        <w:t xml:space="preserve"> perthynas de Broglie yn ymwneud â thonfedd gronyn sy’n symud (</w:t>
      </w:r>
      <w:r>
        <w:rPr>
          <w:rFonts w:ascii="Calibri" w:hAnsi="Calibri"/>
        </w:rPr>
        <w:t>λ</w:t>
      </w:r>
      <w:r>
        <w:t>) â’i fomentwm (p) drwy gysonyn Planck (h):</w:t>
      </w:r>
    </w:p>
    <w:p w:rsidR="00D42664" w:rsidRDefault="00D42664" w:rsidP="00D42664">
      <w:pPr>
        <w:pStyle w:val="Introtext"/>
        <w:tabs>
          <w:tab w:val="left" w:pos="426"/>
          <w:tab w:val="left" w:pos="3544"/>
          <w:tab w:val="left" w:pos="8505"/>
        </w:tabs>
        <w:spacing w:after="60" w:line="240" w:lineRule="auto"/>
        <w:rPr>
          <w:sz w:val="22"/>
          <w:szCs w:val="22"/>
        </w:rPr>
      </w:pPr>
      <m:oMathPara>
        <m:oMath>
          <m:r>
            <m:rPr>
              <m:nor/>
            </m:rPr>
            <w:rPr>
              <w:rFonts w:ascii="Cambria Math" w:hAnsi="Cambria Math"/>
              <w:sz w:val="22"/>
              <w:szCs w:val="22"/>
            </w:rPr>
            <m:t xml:space="preserve"> λ</m:t>
          </m:r>
          <m:r>
            <m:rPr>
              <m:nor/>
            </m:rPr>
            <w:rPr>
              <w:rFonts w:ascii="Cambria Math" w:hAnsi="Cambria Math"/>
              <w:i/>
              <w:sz w:val="22"/>
              <w:szCs w:val="22"/>
            </w:rPr>
            <m:t xml:space="preserve"> </m:t>
          </m:r>
          <m:r>
            <m:rPr>
              <m:nor/>
            </m:rPr>
            <w:rPr>
              <w:rFonts w:ascii="Cambria Math" w:hAnsi="Cambria Math"/>
              <w:sz w:val="22"/>
              <w:szCs w:val="22"/>
            </w:rPr>
            <m:t xml:space="preserve">= </m:t>
          </m:r>
          <m:f>
            <m:fPr>
              <m:ctrlPr>
                <w:rPr>
                  <w:rFonts w:ascii="Cambria Math" w:hAnsi="Cambria Math"/>
                  <w:i/>
                  <w:sz w:val="22"/>
                  <w:szCs w:val="22"/>
                </w:rPr>
              </m:ctrlPr>
            </m:fPr>
            <m:num>
              <m:r>
                <m:rPr>
                  <m:nor/>
                </m:rPr>
                <w:rPr>
                  <w:rFonts w:ascii="Cambria Math" w:hAnsi="Cambria Math"/>
                  <w:sz w:val="22"/>
                  <w:szCs w:val="22"/>
                </w:rPr>
                <m:t xml:space="preserve"> h</m:t>
              </m:r>
            </m:num>
            <m:den>
              <m:r>
                <m:rPr>
                  <m:nor/>
                </m:rPr>
                <w:rPr>
                  <w:rFonts w:ascii="Cambria Math" w:hAnsi="Cambria Math"/>
                  <w:sz w:val="22"/>
                  <w:szCs w:val="22"/>
                </w:rPr>
                <m:t>p</m:t>
              </m:r>
            </m:den>
          </m:f>
        </m:oMath>
      </m:oMathPara>
    </w:p>
    <w:p w:rsidR="00D42664" w:rsidRDefault="00D42664" w:rsidP="00D42664">
      <w:pPr>
        <w:pStyle w:val="Numberedlist"/>
        <w:numPr>
          <w:ilvl w:val="0"/>
          <w:numId w:val="7"/>
        </w:numPr>
      </w:pPr>
      <w:r>
        <w:t xml:space="preserve">Aildrefnwch yr hafaliad hwn er mwyn gwneud momentwm (p) yn destun yr hafaliad. </w:t>
      </w:r>
      <w:r>
        <w:tab/>
        <w:t xml:space="preserve">    (1 marc)</w:t>
      </w:r>
    </w:p>
    <w:p w:rsidR="00D42664" w:rsidRDefault="00D42664" w:rsidP="00D42664">
      <w:r>
        <w:t xml:space="preserve">Mae modd cyfrifo momentwm ar sail màs a buanedd gan ddefnyddio'r hafaliad canlynol. </w:t>
      </w:r>
    </w:p>
    <w:p w:rsidR="00D42664" w:rsidRPr="007678CD" w:rsidRDefault="00D42664" w:rsidP="00D42664">
      <w:pPr>
        <w:pStyle w:val="Introtext"/>
        <w:spacing w:after="60"/>
        <w:ind w:left="720"/>
        <w:rPr>
          <w:sz w:val="22"/>
          <w:szCs w:val="22"/>
          <w:oMath/>
        </w:rPr>
      </w:pPr>
      <m:oMathPara>
        <m:oMath>
          <m:r>
            <m:rPr>
              <m:nor/>
            </m:rPr>
            <w:rPr>
              <w:rFonts w:ascii="Cambria Math" w:hAnsi="Cambria Math"/>
              <w:sz w:val="22"/>
              <w:szCs w:val="22"/>
            </w:rPr>
            <m:t>p =mv</m:t>
          </m:r>
        </m:oMath>
      </m:oMathPara>
    </w:p>
    <w:p w:rsidR="00D42664" w:rsidRDefault="00D42664" w:rsidP="00D42664">
      <w:pPr>
        <w:pStyle w:val="Numberedlist"/>
        <w:numPr>
          <w:ilvl w:val="0"/>
          <w:numId w:val="0"/>
        </w:numPr>
        <w:ind w:left="340"/>
      </w:pPr>
    </w:p>
    <w:p w:rsidR="00D42664" w:rsidRPr="00F74EFE" w:rsidRDefault="00D42664" w:rsidP="00D42664">
      <w:pPr>
        <w:pStyle w:val="Numberedlist"/>
        <w:numPr>
          <w:ilvl w:val="0"/>
          <w:numId w:val="7"/>
        </w:numPr>
      </w:pPr>
      <w:r w:rsidRPr="00F74EFE">
        <w:t xml:space="preserve">Gan ddefnyddio'r hafaliad a pherthynas de Broglie, nodwch yr hafaliad ar gyfer buanedd y gronyn. </w:t>
      </w:r>
      <w:r w:rsidRPr="00F74EFE">
        <w:tab/>
      </w:r>
      <w:r w:rsidRPr="00F74EFE">
        <w:tab/>
      </w:r>
      <w:r w:rsidRPr="00F74EFE">
        <w:tab/>
      </w:r>
      <w:r w:rsidRPr="00F74EFE">
        <w:tab/>
      </w:r>
      <w:r w:rsidRPr="00F74EFE">
        <w:tab/>
      </w:r>
      <w:r w:rsidRPr="00F74EFE">
        <w:tab/>
      </w:r>
      <w:r w:rsidRPr="00F74EFE">
        <w:tab/>
      </w:r>
      <w:r w:rsidRPr="00F74EFE">
        <w:tab/>
      </w:r>
      <w:r w:rsidRPr="00F74EFE">
        <w:tab/>
      </w:r>
      <w:r>
        <w:t xml:space="preserve">                              </w:t>
      </w:r>
      <w:r w:rsidRPr="00F74EFE">
        <w:t xml:space="preserve">(2 farc) </w:t>
      </w:r>
    </w:p>
    <w:p w:rsidR="00D42664" w:rsidRDefault="00D42664" w:rsidP="00D42664">
      <w:pPr>
        <w:pStyle w:val="Numberedlist"/>
        <w:numPr>
          <w:ilvl w:val="0"/>
          <w:numId w:val="0"/>
        </w:numPr>
        <w:ind w:left="720"/>
      </w:pPr>
    </w:p>
    <w:p w:rsidR="00D42664" w:rsidRDefault="00D42664" w:rsidP="00D42664">
      <w:pPr>
        <w:pStyle w:val="Numberedlist"/>
        <w:numPr>
          <w:ilvl w:val="0"/>
          <w:numId w:val="5"/>
        </w:numPr>
        <w:ind w:left="426" w:hanging="426"/>
      </w:pPr>
      <w:r>
        <w:t>Gellir cyfrifo egni cinetig (KE) gronyn mewn spectrometr màs sy’n mesur amser hedfan gan ddefnyddio'r hafaliad canlynol.</w:t>
      </w:r>
    </w:p>
    <w:p w:rsidR="00D42664" w:rsidRDefault="00D42664" w:rsidP="00D42664">
      <w:pPr>
        <w:pStyle w:val="Introtext"/>
        <w:tabs>
          <w:tab w:val="left" w:pos="851"/>
          <w:tab w:val="right" w:leader="dot" w:pos="4111"/>
          <w:tab w:val="left" w:pos="8647"/>
        </w:tabs>
        <w:spacing w:before="240" w:after="0" w:line="240" w:lineRule="auto"/>
        <w:ind w:left="431" w:hanging="431"/>
        <w:rPr>
          <w:sz w:val="22"/>
          <w:szCs w:val="22"/>
        </w:rPr>
      </w:pPr>
      <m:oMathPara>
        <m:oMath>
          <m:r>
            <m:rPr>
              <m:nor/>
            </m:rPr>
            <w:rPr>
              <w:rFonts w:ascii="Cambria Math" w:hAnsi="Cambria Math"/>
              <w:sz w:val="22"/>
              <w:szCs w:val="22"/>
            </w:rPr>
            <m:t>KE =</m:t>
          </m:r>
          <m:f>
            <m:fPr>
              <m:ctrlPr>
                <w:rPr>
                  <w:rFonts w:ascii="Cambria Math" w:hAnsi="Cambria Math"/>
                  <w:i/>
                  <w:sz w:val="22"/>
                  <w:szCs w:val="22"/>
                </w:rPr>
              </m:ctrlPr>
            </m:fPr>
            <m:num>
              <m:r>
                <m:rPr>
                  <m:nor/>
                </m:rPr>
                <w:rPr>
                  <w:rFonts w:ascii="Cambria Math" w:hAnsi="Cambria Math"/>
                  <w:sz w:val="22"/>
                  <w:szCs w:val="22"/>
                </w:rPr>
                <m:t>1</m:t>
              </m:r>
            </m:num>
            <m:den>
              <m:r>
                <m:rPr>
                  <m:nor/>
                </m:rPr>
                <w:rPr>
                  <w:rFonts w:ascii="Cambria Math" w:hAnsi="Cambria Math"/>
                  <w:sz w:val="22"/>
                  <w:szCs w:val="22"/>
                </w:rPr>
                <m:t>2</m:t>
              </m:r>
            </m:den>
          </m:f>
          <m:r>
            <m:rPr>
              <m:nor/>
            </m:rPr>
            <w:rPr>
              <w:rFonts w:ascii="Cambria Math" w:hAnsi="Cambria Math"/>
              <w:sz w:val="22"/>
              <w:szCs w:val="22"/>
            </w:rPr>
            <m:t>m</m:t>
          </m:r>
          <m:sSup>
            <m:sSupPr>
              <m:ctrlPr>
                <w:rPr>
                  <w:rFonts w:ascii="Cambria Math" w:hAnsi="Cambria Math"/>
                  <w:i/>
                  <w:sz w:val="22"/>
                  <w:szCs w:val="22"/>
                </w:rPr>
              </m:ctrlPr>
            </m:sSupPr>
            <m:e>
              <m:r>
                <m:rPr>
                  <m:nor/>
                </m:rPr>
                <w:rPr>
                  <w:rFonts w:ascii="Cambria Math" w:hAnsi="Cambria Math"/>
                  <w:sz w:val="22"/>
                  <w:szCs w:val="22"/>
                </w:rPr>
                <m:t>v</m:t>
              </m:r>
            </m:e>
            <m:sup>
              <m:r>
                <m:rPr>
                  <m:nor/>
                </m:rPr>
                <w:rPr>
                  <w:rFonts w:ascii="Cambria Math" w:hAnsi="Cambria Math"/>
                  <w:sz w:val="22"/>
                  <w:szCs w:val="22"/>
                </w:rPr>
                <m:t>2</m:t>
              </m:r>
            </m:sup>
          </m:sSup>
        </m:oMath>
      </m:oMathPara>
    </w:p>
    <w:p w:rsidR="00D42664" w:rsidRDefault="00D42664" w:rsidP="00D42664"/>
    <w:p w:rsidR="00D42664" w:rsidRDefault="00D42664" w:rsidP="00D42664">
      <w:r>
        <w:t>Aildrefnwch yr hafaliad hwn er mwyn gwneud v yn destun yr hafaliad.</w:t>
      </w:r>
      <w:r>
        <w:tab/>
      </w:r>
      <w:r>
        <w:tab/>
      </w:r>
      <w:r>
        <w:tab/>
        <w:t xml:space="preserve">                  (2 farc)</w:t>
      </w:r>
      <w:r>
        <w:br w:type="page"/>
      </w:r>
    </w:p>
    <w:p w:rsidR="00D42664" w:rsidRPr="004857B4" w:rsidRDefault="00D42664" w:rsidP="00D42664">
      <w:pPr>
        <w:pStyle w:val="Heading1"/>
      </w:pPr>
      <w:r w:rsidRPr="004857B4">
        <w:rPr>
          <w:iCs/>
        </w:rPr>
        <w:lastRenderedPageBreak/>
        <w:t>Starters for 10</w:t>
      </w:r>
      <w:r>
        <w:t xml:space="preserve">: </w:t>
      </w:r>
      <w:r w:rsidRPr="004857B4">
        <w:t>Sgiliau pontio</w:t>
      </w:r>
    </w:p>
    <w:p w:rsidR="00D42664" w:rsidRPr="004857B4" w:rsidRDefault="00D42664" w:rsidP="00D42664">
      <w:pPr>
        <w:pStyle w:val="Heading2"/>
      </w:pPr>
      <w:r w:rsidRPr="004857B4">
        <w:t>0.2.2 BODMAS (trefn gweithrediadau)</w:t>
      </w:r>
    </w:p>
    <w:p w:rsidR="00D42664" w:rsidRPr="004857B4" w:rsidRDefault="00D42664" w:rsidP="00D42664">
      <w:pPr>
        <w:pStyle w:val="ListParagraph"/>
        <w:ind w:left="0"/>
      </w:pPr>
    </w:p>
    <w:p w:rsidR="00D42664" w:rsidRDefault="00D42664" w:rsidP="00D42664">
      <w:r>
        <w:t>Mae trefn y gweithrediadau’n bwysig iawn mewn cyfrifiadau. Os caiff gweithrediadau eu gwneud yn y drefn anghywir, gallai hyn arwain at ateb anghywir. Bydd y rhan fwyaf o gyfrifianellau modern yn rhagweld problemau cysylltiedig â BODMAS pan fydd gweithrediadau’n cael eu mewnbynnu, ond gall pobl anwybyddu greddf y gyfrifiannell.</w:t>
      </w:r>
    </w:p>
    <w:p w:rsidR="00D42664" w:rsidRPr="004857B4" w:rsidRDefault="00D42664" w:rsidP="00D42664">
      <w:pPr>
        <w:pStyle w:val="Numberedlist"/>
        <w:numPr>
          <w:ilvl w:val="0"/>
          <w:numId w:val="23"/>
        </w:numPr>
        <w:ind w:left="426" w:hanging="426"/>
        <w:rPr>
          <w:sz w:val="22"/>
          <w:szCs w:val="22"/>
        </w:rPr>
      </w:pPr>
      <w:r w:rsidRPr="004857B4">
        <w:rPr>
          <w:rStyle w:val="NumberedlistChar"/>
        </w:rPr>
        <w:t>Gwnewch y cyfrifiadau canlynol yn eich pen.</w:t>
      </w:r>
    </w:p>
    <w:p w:rsidR="00D42664" w:rsidRDefault="00D42664" w:rsidP="00D42664">
      <w:pPr>
        <w:tabs>
          <w:tab w:val="left" w:pos="426"/>
          <w:tab w:val="right" w:leader="dot" w:pos="5670"/>
          <w:tab w:val="left" w:pos="8647"/>
        </w:tabs>
        <w:spacing w:before="240"/>
        <w:ind w:left="426" w:hanging="426"/>
        <w:rPr>
          <w:sz w:val="22"/>
          <w:szCs w:val="22"/>
        </w:rPr>
        <w:sectPr w:rsidR="00D42664" w:rsidSect="004857B4">
          <w:headerReference w:type="default" r:id="rId10"/>
          <w:footerReference w:type="default" r:id="rId11"/>
          <w:footerReference w:type="first" r:id="rId12"/>
          <w:type w:val="continuous"/>
          <w:pgSz w:w="11906" w:h="16838" w:code="9"/>
          <w:pgMar w:top="1134" w:right="1134" w:bottom="1684" w:left="1134" w:header="737" w:footer="720" w:gutter="0"/>
          <w:cols w:space="720"/>
          <w:docGrid w:linePitch="299"/>
        </w:sectPr>
      </w:pPr>
    </w:p>
    <w:p w:rsidR="00D42664" w:rsidRDefault="00D42664" w:rsidP="00D42664">
      <w:pPr>
        <w:tabs>
          <w:tab w:val="left" w:pos="426"/>
          <w:tab w:val="right" w:leader="dot" w:pos="5670"/>
          <w:tab w:val="left" w:pos="8647"/>
        </w:tabs>
        <w:spacing w:before="240"/>
        <w:ind w:left="426"/>
        <w:rPr>
          <w:sz w:val="22"/>
          <w:szCs w:val="22"/>
        </w:rPr>
      </w:pPr>
      <w:proofErr w:type="gramStart"/>
      <w:r>
        <w:rPr>
          <w:sz w:val="22"/>
          <w:szCs w:val="22"/>
        </w:rPr>
        <w:t>a</w:t>
      </w:r>
      <w:proofErr w:type="gramEnd"/>
      <w:r>
        <w:rPr>
          <w:sz w:val="22"/>
          <w:szCs w:val="22"/>
        </w:rPr>
        <w:t xml:space="preserve">.   3 + 5 × 5 = </w:t>
      </w:r>
    </w:p>
    <w:p w:rsidR="00D42664" w:rsidRDefault="00D42664" w:rsidP="00D42664">
      <w:pPr>
        <w:tabs>
          <w:tab w:val="left" w:pos="426"/>
          <w:tab w:val="right" w:leader="dot" w:pos="5670"/>
          <w:tab w:val="left" w:pos="8647"/>
        </w:tabs>
        <w:spacing w:before="240"/>
        <w:ind w:left="426" w:hanging="426"/>
        <w:rPr>
          <w:sz w:val="22"/>
          <w:szCs w:val="22"/>
        </w:rPr>
      </w:pPr>
      <w:r>
        <w:rPr>
          <w:sz w:val="22"/>
          <w:szCs w:val="22"/>
        </w:rPr>
        <w:tab/>
      </w:r>
      <w:proofErr w:type="gramStart"/>
      <w:r>
        <w:rPr>
          <w:sz w:val="22"/>
          <w:szCs w:val="22"/>
        </w:rPr>
        <w:t>b</w:t>
      </w:r>
      <w:proofErr w:type="gramEnd"/>
      <w:r>
        <w:rPr>
          <w:sz w:val="22"/>
          <w:szCs w:val="22"/>
        </w:rPr>
        <w:t>.   6 × 6 + 4 =</w:t>
      </w:r>
    </w:p>
    <w:p w:rsidR="00D42664" w:rsidRDefault="00D42664" w:rsidP="00D42664">
      <w:pPr>
        <w:tabs>
          <w:tab w:val="left" w:pos="426"/>
          <w:tab w:val="right" w:leader="dot" w:pos="5670"/>
          <w:tab w:val="left" w:pos="8647"/>
        </w:tabs>
        <w:spacing w:before="240"/>
        <w:ind w:left="426" w:hanging="426"/>
        <w:rPr>
          <w:sz w:val="22"/>
          <w:szCs w:val="22"/>
        </w:rPr>
      </w:pPr>
      <w:r>
        <w:rPr>
          <w:sz w:val="22"/>
          <w:szCs w:val="22"/>
        </w:rPr>
        <w:tab/>
        <w:t>c.   20 – 6 × 2 =</w:t>
      </w:r>
    </w:p>
    <w:p w:rsidR="00D42664" w:rsidRDefault="00D42664" w:rsidP="00D42664">
      <w:pPr>
        <w:tabs>
          <w:tab w:val="left" w:pos="426"/>
          <w:tab w:val="right" w:leader="dot" w:pos="5670"/>
          <w:tab w:val="left" w:pos="8647"/>
        </w:tabs>
        <w:spacing w:before="240"/>
        <w:ind w:left="426" w:hanging="426"/>
        <w:rPr>
          <w:sz w:val="22"/>
          <w:szCs w:val="22"/>
        </w:rPr>
      </w:pPr>
      <w:r>
        <w:rPr>
          <w:sz w:val="22"/>
          <w:szCs w:val="22"/>
        </w:rPr>
        <w:t>d.</w:t>
      </w:r>
      <w:r>
        <w:rPr>
          <w:sz w:val="22"/>
          <w:szCs w:val="22"/>
        </w:rPr>
        <w:tab/>
        <w:t>48 – 12 ÷ 4 =</w:t>
      </w:r>
    </w:p>
    <w:p w:rsidR="00D42664" w:rsidRDefault="00D42664" w:rsidP="00D42664">
      <w:pPr>
        <w:tabs>
          <w:tab w:val="left" w:pos="426"/>
          <w:tab w:val="right" w:leader="dot" w:pos="5670"/>
          <w:tab w:val="left" w:pos="8647"/>
        </w:tabs>
        <w:spacing w:before="240"/>
        <w:ind w:left="426" w:hanging="426"/>
        <w:rPr>
          <w:rFonts w:ascii="Gulim" w:eastAsia="Gulim" w:hAnsi="Gulim" w:cs="Gulim"/>
          <w:sz w:val="22"/>
          <w:szCs w:val="22"/>
        </w:rPr>
      </w:pPr>
      <w:r>
        <w:rPr>
          <w:sz w:val="22"/>
          <w:szCs w:val="22"/>
        </w:rPr>
        <w:t>e.</w:t>
      </w:r>
      <w:r>
        <w:rPr>
          <w:sz w:val="22"/>
          <w:szCs w:val="22"/>
        </w:rPr>
        <w:tab/>
        <w:t>4 + 4 ÷ 2 =</w:t>
      </w:r>
    </w:p>
    <w:p w:rsidR="00D42664" w:rsidRDefault="00D42664" w:rsidP="00D42664">
      <w:pPr>
        <w:tabs>
          <w:tab w:val="left" w:pos="426"/>
          <w:tab w:val="right" w:leader="dot" w:pos="5670"/>
          <w:tab w:val="left" w:pos="8647"/>
        </w:tabs>
        <w:spacing w:before="240"/>
        <w:ind w:left="426" w:hanging="426"/>
        <w:rPr>
          <w:sz w:val="22"/>
          <w:szCs w:val="22"/>
        </w:rPr>
      </w:pPr>
      <w:r>
        <w:rPr>
          <w:sz w:val="22"/>
          <w:szCs w:val="22"/>
        </w:rPr>
        <w:t>f.</w:t>
      </w:r>
      <w:r>
        <w:rPr>
          <w:sz w:val="22"/>
          <w:szCs w:val="22"/>
        </w:rPr>
        <w:tab/>
        <w:t>100 – (20 × 3) =</w:t>
      </w:r>
    </w:p>
    <w:p w:rsidR="00D42664" w:rsidRDefault="00D42664" w:rsidP="00D42664">
      <w:pPr>
        <w:tabs>
          <w:tab w:val="left" w:pos="426"/>
          <w:tab w:val="right" w:leader="dot" w:pos="5670"/>
          <w:tab w:val="left" w:pos="8647"/>
        </w:tabs>
        <w:spacing w:before="240"/>
        <w:ind w:left="426" w:hanging="426"/>
        <w:jc w:val="right"/>
        <w:rPr>
          <w:sz w:val="22"/>
          <w:szCs w:val="22"/>
        </w:rPr>
        <w:sectPr w:rsidR="00D42664" w:rsidSect="00A14B1E">
          <w:type w:val="continuous"/>
          <w:pgSz w:w="11906" w:h="16838" w:code="9"/>
          <w:pgMar w:top="1134" w:right="1134" w:bottom="1684" w:left="1134" w:header="737" w:footer="720" w:gutter="0"/>
          <w:cols w:num="2" w:space="720"/>
          <w:titlePg/>
          <w:docGrid w:linePitch="299"/>
        </w:sectPr>
      </w:pPr>
    </w:p>
    <w:p w:rsidR="00D42664" w:rsidRDefault="00D42664" w:rsidP="00D42664">
      <w:pPr>
        <w:jc w:val="right"/>
        <w:rPr>
          <w:rFonts w:eastAsia="Gulim"/>
        </w:rPr>
      </w:pPr>
      <w:r>
        <w:t>(6 marc)</w:t>
      </w:r>
    </w:p>
    <w:p w:rsidR="00D42664" w:rsidRPr="004857B4" w:rsidRDefault="00D42664" w:rsidP="00D42664">
      <w:pPr>
        <w:pStyle w:val="Numberedlist"/>
        <w:rPr>
          <w:rStyle w:val="NumberedlistChar"/>
          <w:rFonts w:eastAsia="Gulim"/>
          <w:sz w:val="22"/>
          <w:szCs w:val="22"/>
        </w:rPr>
      </w:pPr>
      <w:r w:rsidRPr="004857B4">
        <w:rPr>
          <w:rStyle w:val="NumberedlistChar"/>
        </w:rPr>
        <w:t>Fformiwla foleciwlaidd glwcos yw C6H12O6. Fe wnaeth tri myfyriwr roi’r canlynol yn eu cyfrifianellau er mwyn cyfrifo màs fformiwla cymharol glwcos. Ewch ati i ailadrodd eu cyfrifiadau fel maen nhw’n ymddangos.</w:t>
      </w:r>
    </w:p>
    <w:p w:rsidR="00D42664" w:rsidRDefault="00D42664" w:rsidP="00D42664">
      <w:pPr>
        <w:pStyle w:val="Numberedlist"/>
        <w:numPr>
          <w:ilvl w:val="0"/>
          <w:numId w:val="0"/>
        </w:numPr>
      </w:pPr>
    </w:p>
    <w:p w:rsidR="00D42664" w:rsidRDefault="00D42664" w:rsidP="00D42664">
      <w:pPr>
        <w:pStyle w:val="Numberedlist"/>
        <w:numPr>
          <w:ilvl w:val="0"/>
          <w:numId w:val="0"/>
        </w:numPr>
      </w:pPr>
      <w:r>
        <w:rPr>
          <w:noProof/>
          <w:lang w:eastAsia="en-GB"/>
        </w:rPr>
        <mc:AlternateContent>
          <mc:Choice Requires="wps">
            <w:drawing>
              <wp:anchor distT="0" distB="0" distL="114300" distR="114300" simplePos="0" relativeHeight="251659264" behindDoc="0" locked="0" layoutInCell="1" allowOverlap="1" wp14:anchorId="354C2663" wp14:editId="4569653A">
                <wp:simplePos x="0" y="0"/>
                <wp:positionH relativeFrom="column">
                  <wp:posOffset>314960</wp:posOffset>
                </wp:positionH>
                <wp:positionV relativeFrom="paragraph">
                  <wp:posOffset>136525</wp:posOffset>
                </wp:positionV>
                <wp:extent cx="396240" cy="327660"/>
                <wp:effectExtent l="0" t="0" r="22860" b="15240"/>
                <wp:wrapNone/>
                <wp:docPr id="474" name="Rounded Rectangle 474"/>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4C2663" id="Rounded Rectangle 474" o:spid="_x0000_s1026" style="position:absolute;margin-left:24.8pt;margin-top:10.75pt;width:31.2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KWntAIAAOsFAAAOAAAAZHJzL2Uyb0RvYy54bWysVN9PGzEMfp+0/yHK+7hrKQUqrqgCMU1i&#10;AwETz2ku6Z2UxFmS9q776+fkflAY2qRpL7k4tj/b39m+uGy1IjvhfA2moJOjnBJhOJS12RT0+9PN&#10;pzNKfGCmZAqMKOheeHq5/PjhorELMYUKVCkcQRDjF40taBWCXWSZ55XQzB+BFQaVEpxmAUW3yUrH&#10;GkTXKpvm+TxrwJXWARfe4+t1p6TLhC+l4OFOSi8CUQXF3EI6XTrX8cyWF2yxccxWNe/TYP+QhWa1&#10;waAj1DULjGxd/RuUrrkDDzIccdAZSFlzkWrAaib5m2oeK2ZFqgXJ8Xakyf8/WP5td+9IXRZ0djqj&#10;xDCNP+kBtqYUJXlA+pjZKEGiEqlqrF+gx6O9d73k8RrrbqXT8YsVkTbRux/pFW0gHB+Pz+fTGf4E&#10;jqrj6el8nujPXpyt8+GzAE3ipaAuphFzSMyy3a0PGBXtB7sY0IOqy5taqSTEthFXypEdwx++3kyS&#10;q9rqr1B2b2cneT7ETV0WzRPqKyRl/gYe2kmkBNM5cEQpemaRqI6adAt7JSKeMg9CIttIxjRlNmbQ&#10;Jcc4FyZ0SfuKlaJ7jim/n3MCjMgSGRixe4DXZAzYXc69fXQVaUxG5/xPiXXOo0eKDCaMzro24N4D&#10;UFhVH7mzH0jqqIkshXbdokm8rqHcY1s66ObVW35TY0vcMh/umcMBxS7CpRPu8JAKmoJCf6OkAvfz&#10;vfdoj3ODWkoaHPiC+h9b5gQl6ovBiTqfzGJzhiTMTk6nKLhDzfpQY7b6CrDFJrjeLE/XaB/UcJUO&#10;9DPuplWMiipmOMYuKA9uEK5Ct4hwu3GxWiUz3AqWhVvzaHkEjwTHbn9qn5mz/VwEHKhvMCwHtngz&#10;GZ1t9DSw2gaQdRqbF1576nGjpPbtt19cWYdysnrZ0ctfAAAA//8DAFBLAwQUAAYACAAAACEAJfK+&#10;Ud8AAAAIAQAADwAAAGRycy9kb3ducmV2LnhtbEyPwU7DMBBE70j8g7VI3KiTAIWGbCpA5FIJUEOF&#10;xM2NlzgiXkex26Z/j3uC42hGM2+K5WR7safRd44R0lkCgrhxuuMWYfNRXd2D8EGxVr1jQjiSh2V5&#10;flaoXLsDr2lfh1bEEva5QjAhDLmUvjFklZ+5gTh63260KkQ5tlKP6hDLbS+zJJlLqzqOC0YN9Gyo&#10;+al3FuF9VX29vG2O2bpLqtfVkwndZ71AvLyYHh9ABJrCXxhO+BEdysi0dTvWXvQIN4t5TCJk6S2I&#10;k59m8dsW4e46BVkW8v+B8hcAAP//AwBQSwECLQAUAAYACAAAACEAtoM4kv4AAADhAQAAEwAAAAAA&#10;AAAAAAAAAAAAAAAAW0NvbnRlbnRfVHlwZXNdLnhtbFBLAQItABQABgAIAAAAIQA4/SH/1gAAAJQB&#10;AAALAAAAAAAAAAAAAAAAAC8BAABfcmVscy8ucmVsc1BLAQItABQABgAIAAAAIQC1pKWntAIAAOsF&#10;AAAOAAAAAAAAAAAAAAAAAC4CAABkcnMvZTJvRG9jLnhtbFBLAQItABQABgAIAAAAIQAl8r5R3wAA&#10;AAgBAAAPAAAAAAAAAAAAAAAAAA4FAABkcnMvZG93bnJldi54bWxQSwUGAAAAAAQABADzAAAAGgYA&#10;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Pr>
          <w:noProof/>
          <w:lang w:eastAsia="en-GB"/>
        </w:rPr>
        <mc:AlternateContent>
          <mc:Choice Requires="wps">
            <w:drawing>
              <wp:anchor distT="0" distB="0" distL="114300" distR="114300" simplePos="0" relativeHeight="251660288" behindDoc="0" locked="0" layoutInCell="1" allowOverlap="1" wp14:anchorId="775D43EC" wp14:editId="5003BD7A">
                <wp:simplePos x="0" y="0"/>
                <wp:positionH relativeFrom="column">
                  <wp:posOffset>761365</wp:posOffset>
                </wp:positionH>
                <wp:positionV relativeFrom="paragraph">
                  <wp:posOffset>133350</wp:posOffset>
                </wp:positionV>
                <wp:extent cx="396240" cy="327660"/>
                <wp:effectExtent l="0" t="0" r="22860" b="15240"/>
                <wp:wrapNone/>
                <wp:docPr id="475" name="Rounded Rectangle 475"/>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5D43EC" id="Rounded Rectangle 475" o:spid="_x0000_s1027" style="position:absolute;margin-left:59.95pt;margin-top:10.5pt;width:31.2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QVQtwIAAPIFAAAOAAAAZHJzL2Uyb0RvYy54bWysVN9PGzEMfp+0/yHK+7hrKQUqrqgCMU1i&#10;AwETz2ku6Z2UxFmS9q776+fkflAY2qRpL7k4tj/b39m+uGy1IjvhfA2moJOjnBJhOJS12RT0+9PN&#10;pzNKfGCmZAqMKOheeHq5/PjhorELMYUKVCkcQRDjF40taBWCXWSZ55XQzB+BFQaVEpxmAUW3yUrH&#10;GkTXKpvm+TxrwJXWARfe4+t1p6TLhC+l4OFOSi8CUQXF3EI6XTrX8cyWF2yxccxWNe/TYP+QhWa1&#10;waAj1DULjGxd/RuUrrkDDzIccdAZSFlzkWrAaib5m2oeK2ZFqgXJ8Xakyf8/WP5td+9IXRZ0dnpC&#10;iWEaf9IDbE0pSvKA9DGzUYJEJVLVWL9Aj0d773rJ4zXW3Uqn4xcrIm2idz/SK9pAOD4en8+nM/wJ&#10;HFXH09P5PNGfvThb58NnAZrES0FdTCPmkJhlu1sfMCraD3YxoAdVlze1UkmIbSOulCM7hj98vZkk&#10;V7XVX6Hs3s5O8nyIm7osmifUV0jK/A08tJNICaZz4IhS9MwiUR016Rb2SkQ8ZR6ERLaRjGnKbMyg&#10;S45xLkzokvYVK0X3HFN+P+cEGJElMjBi9wCvyRiwu5x7++gq0piMzvmfEuucR48UGUwYnXVtwL0H&#10;oLCqPnJnP5DUURNZCu26TZ2YLOPLGso9dqeDbmy95Tc1dsYt8+GeOZxTbCbcPeEOD6mgKSj0N0oq&#10;cD/fe4/2OD6opaTBuS+o/7FlTlCivhgcrPPJLPZoSMLs5HSKgjvUrA81ZquvADttglvO8nSN9kEN&#10;V+lAP+OKWsWoqGKGY+yC8uAG4Sp0+wiXHBerVTLD5WBZuDWPlkfwyHNs+qf2mTnbj0fAufoGw45g&#10;izcD0tlGTwOrbQBZp+l54bX/A7hYUhf3SzBurkM5Wb2s6uUvAAAA//8DAFBLAwQUAAYACAAAACEA&#10;yuTYnOAAAAAJAQAADwAAAGRycy9kb3ducmV2LnhtbEyPUUvDMBSF3wX/Q7iCby5thLl2TYeKfRno&#10;WB2Cb1lz1wabm9JkW/fvzZ708XA/zv1OsZpsz044euNIQjpLgCE1ThtqJew+q4cFMB8UadU7QgkX&#10;9LAqb28KlWt3pi2e6tCyWEI+VxK6EIacc990aJWfuQEp3g5utCrEOLZcj+ocy23PRZLMuVWG4odO&#10;DfjaYfNTH62Ezbr6fvvYXcTWJNX7+qUL5qvOpLy/m56XwAJO4Q+Gq35UhzI67d2RtGd9zGmWRVSC&#10;SOOmK7AQj8D2Ep7EHHhZ8P8Lyl8AAAD//wMAUEsBAi0AFAAGAAgAAAAhALaDOJL+AAAA4QEAABMA&#10;AAAAAAAAAAAAAAAAAAAAAFtDb250ZW50X1R5cGVzXS54bWxQSwECLQAUAAYACAAAACEAOP0h/9YA&#10;AACUAQAACwAAAAAAAAAAAAAAAAAvAQAAX3JlbHMvLnJlbHNQSwECLQAUAAYACAAAACEAdK0FULcC&#10;AADyBQAADgAAAAAAAAAAAAAAAAAuAgAAZHJzL2Uyb0RvYy54bWxQSwECLQAUAAYACAAAACEAyuTY&#10;nO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62336" behindDoc="0" locked="0" layoutInCell="1" allowOverlap="1" wp14:anchorId="3A88DE31" wp14:editId="2FC0D4B8">
                <wp:simplePos x="0" y="0"/>
                <wp:positionH relativeFrom="column">
                  <wp:posOffset>1659890</wp:posOffset>
                </wp:positionH>
                <wp:positionV relativeFrom="paragraph">
                  <wp:posOffset>137160</wp:posOffset>
                </wp:positionV>
                <wp:extent cx="396240" cy="327660"/>
                <wp:effectExtent l="0" t="0" r="22860" b="15240"/>
                <wp:wrapNone/>
                <wp:docPr id="476" name="Rounded Rectangle 476"/>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88DE31" id="Rounded Rectangle 476" o:spid="_x0000_s1028" style="position:absolute;margin-left:130.7pt;margin-top:10.8pt;width:31.2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uzcuAIAAPIFAAAOAAAAZHJzL2Uyb0RvYy54bWysVFFP2zAQfp+0/2D5fSQNpUBFiioQ0yQ2&#10;EDDx7Dp2G8nxebbbpPv1O9tJKAxt0rQXx+e7++7uy91dXHaNIjthXQ26pJOjnBKhOVS1Xpf0+9PN&#10;pzNKnGe6Ygq0KOleOHq5+PjhojVzUcAGVCUsQRDt5q0p6cZ7M88yxzeiYe4IjNColGAb5lG066yy&#10;rEX0RmVFns+yFmxlLHDhHL5eJyVdRHwpBfd3UjrhiSop5ubjaeO5Cme2uGDztWVmU/M+DfYPWTSs&#10;1hh0hLpmnpGtrX+DampuwYH0RxyaDKSsuYg1YDWT/E01jxtmRKwFyXFmpMn9P1j+bXdvSV2VdHo6&#10;o0SzBn/SA2x1JSrygPQxvVaCBCVS1Ro3R49Hc297yeE11N1J24QvVkS6SO9+pFd0nnB8PD6fFVP8&#10;CRxVx8XpbBbpz16cjXX+s4CGhEtJbUgj5BCZZbtb5zEq2g92IaADVVc3tVJRCG0jrpQlO4Y/fLWe&#10;RFe1bb5Cld7OTvJ8iBu7LJhH1FdISv8N3HeTQAmmc+CIUvDMAlGJmnjzeyUCntIPQiLbSEYRMxsz&#10;SMkxzoX2KWm3YZVIzyHl93OOgAFZIgMjdg/wmowBO+Xc2wdXEcdkdM7/lFhyHj1iZNB+dG5qDfY9&#10;AIVV9ZGT/UBSoiaw5LtVFzuxGFptBdUeu9NCGltn+E2NnXHLnL9nFucUmwl3j7/DQypoSwr9jZIN&#10;2J/vvQd7HB/UUtLi3JfU/dgyKyhRXzQO1vlkGnrUR2F6clqgYA81q0ON3jZXgJ02wS1neLwGe6+G&#10;q7TQPOOKWoaoqGKaY+yScm8H4cqnfYRLjovlMprhcjDM3+pHwwN44Dk0/VP3zKzpx8PjXH2DYUew&#10;+ZsBSbbBU8Ny60HWcXoC04nX/g/gYold3C/BsLkO5Wj1sqoXvwAAAP//AwBQSwMEFAAGAAgAAAAh&#10;ADcGfrLhAAAACQEAAA8AAABkcnMvZG93bnJldi54bWxMj8FOwzAMhu9IvENkJG4sbYoKlKYTIHqZ&#10;BGhlmrRb1pg2okmqJtu6t8ec4GbLn35/f7mc7cCOOAXjnYR0kQBD13ptXCdh81nf3AMLUTmtBu9Q&#10;whkDLKvLi1IV2p/cGo9N7BiFuFAoCX2MY8F5aHu0Kiz8iI5uX36yKtI6dVxP6kThduAiSXJulXH0&#10;oVcjvvTYfjcHK+FjVe9e3zdnsTZJ/bZ67qPZNg9SXl/NT4/AIs7xD4ZffVKHipz2/uB0YIMEkae3&#10;hNKQ5sAIyERGXfYS7jIBvCr5/wbVDwAAAP//AwBQSwECLQAUAAYACAAAACEAtoM4kv4AAADhAQAA&#10;EwAAAAAAAAAAAAAAAAAAAAAAW0NvbnRlbnRfVHlwZXNdLnhtbFBLAQItABQABgAIAAAAIQA4/SH/&#10;1gAAAJQBAAALAAAAAAAAAAAAAAAAAC8BAABfcmVscy8ucmVsc1BLAQItABQABgAIAAAAIQD8auzc&#10;uAIAAPIFAAAOAAAAAAAAAAAAAAAAAC4CAABkcnMvZTJvRG9jLnhtbFBLAQItABQABgAIAAAAIQA3&#10;Bn6y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61312" behindDoc="0" locked="0" layoutInCell="1" allowOverlap="1" wp14:anchorId="13AD654C" wp14:editId="7E13CEE6">
                <wp:simplePos x="0" y="0"/>
                <wp:positionH relativeFrom="column">
                  <wp:posOffset>1214755</wp:posOffset>
                </wp:positionH>
                <wp:positionV relativeFrom="paragraph">
                  <wp:posOffset>137160</wp:posOffset>
                </wp:positionV>
                <wp:extent cx="396240" cy="327660"/>
                <wp:effectExtent l="0" t="0" r="22860" b="15240"/>
                <wp:wrapNone/>
                <wp:docPr id="477" name="Rounded Rectangle 477"/>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D654C" id="Rounded Rectangle 477" o:spid="_x0000_s1029" style="position:absolute;margin-left:95.65pt;margin-top:10.8pt;width:31.2pt;height:2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ZsRuAIAAPIFAAAOAAAAZHJzL2Uyb0RvYy54bWysVNtu2zAMfR+wfxD0vtpJ06QN6hRBiw4D&#10;urZoO/RZkaXEgCRqkhI7+/pR8qXpBRsw7EUWRfKQPCZ5ftFoRXbC+QpMQUdHOSXCcCgrsy7oj6fr&#10;L6eU+MBMyRQYUdC98PRi8fnTeW3nYgwbUKVwBEGMn9e2oJsQ7DzLPN8IzfwRWGFQKcFpFlB066x0&#10;rEZ0rbJxnk+zGlxpHXDhPb5etUq6SPhSCh7upPQiEFVQzC2k06VzFc9scc7ma8fspuJdGuwfstCs&#10;Mhh0gLpigZGtq95B6Yo78CDDEQedgZQVF6kGrGaUv6nmccOsSLUgOd4ONPn/B8tvd/eOVGVBJ7MZ&#10;JYZp/EkPsDWlKMkD0sfMWgkSlUhVbf0cPR7tveskj9dYdyOdjl+siDSJ3v1Ar2gC4fh4fDYdT/An&#10;cFQdj2fTaaI/e3G2zoevAjSJl4K6mEbMITHLdjc+YFS07+1iQA+qKq8rpZIQ20ZcKkd2DH/4aj1K&#10;rmqrv0PZvp2e5HkfN3VZNE+or5CU+Rt4aEaREkznwBGl6JlFolpq0i3slYh4yjwIiWwjGeOU2ZBB&#10;mxzjXJjQJu03rBTtc0z545wTYESWyMCA3QG8JqPHbnPu7KOrSGMyOOd/Sqx1HjxSZDBhcNaVAfcR&#10;gMKqusitfU9SS01kKTSrJnXicd9qKyj32J0O2rH1ll9X2Bk3zId75nBOsZlw94Q7PKSCuqDQ3SjZ&#10;gPv10Xu0x/FBLSU1zn1B/c8tc4IS9c3gYJ2NJrFHQxImJ7MxCu5QszrUmK2+BOy0EW45y9M12gfV&#10;X6UD/YwrahmjoooZjrELyoPrhcvQ7iNcclwsl8kMl4Nl4cY8Wh7BI8+x6Z+aZ+ZsNx4B5+oW+h3B&#10;5m8GpLWNngaW2wCyStMTmW557f4ALpbUxd0SjJvrUE5WL6t68RsAAP//AwBQSwMEFAAGAAgAAAAh&#10;AK3c3+3hAAAACQEAAA8AAABkcnMvZG93bnJldi54bWxMj8FOwzAQRO9I/IO1SNyoE0e0NMSpAJFL&#10;pYIaKiRubmwSi3gdxW6b/j3LqRxH+zTztlhNrmdHMwbrUUI6S4AZbLy22ErYfVR3D8BCVKhV79FI&#10;OJsAq/L6qlC59ifcmmMdW0YlGHIloYtxyDkPTWecCjM/GKTbtx+dihTHlutRnajc9VwkyZw7ZZEW&#10;OjWYl840P/XBSXhfV1+vb7uz2Nqk2qyfu2g/66WUtzfT0yOwaKZ4geFPn9ShJKe9P6AOrKe8TDNC&#10;JYh0DowAcZ8tgO0lLDIBvCz4/w/KXwAAAP//AwBQSwECLQAUAAYACAAAACEAtoM4kv4AAADhAQAA&#10;EwAAAAAAAAAAAAAAAAAAAAAAW0NvbnRlbnRfVHlwZXNdLnhtbFBLAQItABQABgAIAAAAIQA4/SH/&#10;1gAAAJQBAAALAAAAAAAAAAAAAAAAAC8BAABfcmVscy8ucmVsc1BLAQItABQABgAIAAAAIQC71ZsR&#10;uAIAAPIFAAAOAAAAAAAAAAAAAAAAAC4CAABkcnMvZTJvRG9jLnhtbFBLAQItABQABgAIAAAAIQCt&#10;3N/t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sidRPr="006F3445">
        <w:rPr>
          <w:noProof/>
          <w:lang w:eastAsia="en-GB"/>
        </w:rPr>
        <mc:AlternateContent>
          <mc:Choice Requires="wps">
            <w:drawing>
              <wp:anchor distT="0" distB="0" distL="114300" distR="114300" simplePos="0" relativeHeight="251670528" behindDoc="0" locked="0" layoutInCell="1" allowOverlap="1" wp14:anchorId="58F559E5" wp14:editId="57868845">
                <wp:simplePos x="0" y="0"/>
                <wp:positionH relativeFrom="column">
                  <wp:posOffset>2111375</wp:posOffset>
                </wp:positionH>
                <wp:positionV relativeFrom="paragraph">
                  <wp:posOffset>139065</wp:posOffset>
                </wp:positionV>
                <wp:extent cx="396240" cy="327660"/>
                <wp:effectExtent l="0" t="0" r="22860" b="15240"/>
                <wp:wrapNone/>
                <wp:docPr id="478" name="Rounded Rectangle 47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559E5" id="Rounded Rectangle 478" o:spid="_x0000_s1030" style="position:absolute;margin-left:166.25pt;margin-top:10.95pt;width:31.2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SN2twIAAPIFAAAOAAAAZHJzL2Uyb0RvYy54bWysVFFP2zAQfp+0/2D5fSQtpUBFiioQ0yQ2&#10;EDDx7Dp2E8nxebbbpPv1O9tJKAxt0rSXxOe7++7u891dXHaNIjthXQ26oJOjnBKhOZS13hT0+9PN&#10;pzNKnGe6ZAq0KOheOHq5/PjhojULMYUKVCksQRDtFq0paOW9WWSZ45VomDsCIzQqJdiGeRTtJist&#10;axG9Udk0z+dZC7Y0FrhwDm+vk5IuI76Ugvs7KZ3wRBUUc/Pxa+N3Hb7Z8oItNpaZquZ9GuwfsmhY&#10;rTHoCHXNPCNbW/8G1dTcggPpjzg0GUhZcxFrwGom+ZtqHitmRKwFyXFmpMn9P1j+bXdvSV0WdHaK&#10;T6VZg4/0AFtdipI8IH1Mb5QgQYlUtcYt0OPR3NtecngMdXfSNuGPFZEu0rsf6RWdJxwvj8/n0xk+&#10;AkfV8fR0Po/0Zy/Oxjr/WUBDwqGgNqQRcojMst2t8xgV7Qe7ENCBqsubWqkohLYRV8qSHcMHX28m&#10;0VVtm69Qpruzkzwf4sYuC+YR9RWS0n8D990kUILpHDiiFDyzQFSiJp78XomAp/SDkMg2kjGNmY0Z&#10;pOQY50L7lLSrWCnSdUj5/ZwjYECWyMCI3QO8JmPATjn39sFVxDEZnfM/JZacR48YGbQfnZtag30P&#10;QGFVfeRkP5CUqAks+W7dpU4cWm0N5R6700IaW2f4TY2dccucv2cW5xSbCXePv8OPVNAWFPoTJRXY&#10;n+/dB3scH9RS0uLcF9T92DIrKFFfNA7W+WQWetRHYXZyOkXBHmrWhxq9ba4AO22CW87weAz2Xg1H&#10;aaF5xhW1ClFRxTTH2AXl3g7ClU/7CJccF6tVNMPlYJi/1Y+GB/DAc2j6p+6ZWdOPh8e5+gbDjmCL&#10;NwOSbIOnhtXWg6zj9ASmE6/9C+BiiV3cL8GwuQ7laPWyqpe/AAAA//8DAFBLAwQUAAYACAAAACEA&#10;6+cFkuEAAAAJAQAADwAAAGRycy9kb3ducmV2LnhtbEyPwU7DMAyG70i8Q2Qkbixdy2AtTSdA9DIJ&#10;0LoJiVvWhCaicaom27q3x5zgZsuffn9/uZpcz456DNajgPksAaax9cpiJ2C3rW+WwEKUqGTvUQs4&#10;6wCr6vKilIXyJ9zoYxM7RiEYCinAxDgUnIfWaCfDzA8a6fblRycjrWPH1ShPFO56nibJHXfSIn0w&#10;ctDPRrffzcEJeF/Xny9vu3O6sUn9un4y0X40uRDXV9PjA7Cop/gHw68+qUNFTnt/QBVYLyDL0gWh&#10;AtJ5DoyALL+lYS/gPlsAr0r+v0H1AwAA//8DAFBLAQItABQABgAIAAAAIQC2gziS/gAAAOEBAAAT&#10;AAAAAAAAAAAAAAAAAAAAAABbQ29udGVudF9UeXBlc10ueG1sUEsBAi0AFAAGAAgAAAAhADj9If/W&#10;AAAAlAEAAAsAAAAAAAAAAAAAAAAALwEAAF9yZWxzLy5yZWxzUEsBAi0AFAAGAAgAAAAhAOYFI3a3&#10;AgAA8gUAAA4AAAAAAAAAAAAAAAAALgIAAGRycy9lMm9Eb2MueG1sUEsBAi0AFAAGAAgAAAAhAOvn&#10;BZL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v:textbox>
              </v:roundrect>
            </w:pict>
          </mc:Fallback>
        </mc:AlternateContent>
      </w:r>
      <w:r w:rsidRPr="006F3445">
        <w:rPr>
          <w:noProof/>
          <w:lang w:eastAsia="en-GB"/>
        </w:rPr>
        <mc:AlternateContent>
          <mc:Choice Requires="wps">
            <w:drawing>
              <wp:anchor distT="0" distB="0" distL="114300" distR="114300" simplePos="0" relativeHeight="251663360" behindDoc="0" locked="0" layoutInCell="1" allowOverlap="1" wp14:anchorId="5F26B65A" wp14:editId="6B2E7B20">
                <wp:simplePos x="0" y="0"/>
                <wp:positionH relativeFrom="column">
                  <wp:posOffset>2560320</wp:posOffset>
                </wp:positionH>
                <wp:positionV relativeFrom="paragraph">
                  <wp:posOffset>140335</wp:posOffset>
                </wp:positionV>
                <wp:extent cx="396240" cy="327660"/>
                <wp:effectExtent l="0" t="0" r="22860" b="15240"/>
                <wp:wrapNone/>
                <wp:docPr id="479" name="Rounded Rectangle 479"/>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26B65A" id="Rounded Rectangle 479" o:spid="_x0000_s1031" style="position:absolute;margin-left:201.6pt;margin-top:11.05pt;width:31.2pt;height:2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lS7uAIAAPIFAAAOAAAAZHJzL2Uyb0RvYy54bWysVFFP2zAQfp+0/2D5fSQtpUBFiioQ0yQ2&#10;EDDx7Dp2E8nxebbbpPv1O9tJKAxt0rQXx+e7++7uy91dXHaNIjthXQ26oJOjnBKhOZS13hT0+9PN&#10;pzNKnGe6ZAq0KOheOHq5/PjhojULMYUKVCksQRDtFq0paOW9WWSZ45VomDsCIzQqJdiGeRTtJist&#10;axG9Udk0z+dZC7Y0FrhwDl+vk5IuI76Ugvs7KZ3wRBUUc/PxtPFchzNbXrDFxjJT1bxPg/1DFg2r&#10;NQYdoa6ZZ2Rr69+gmppbcCD9EYcmAylrLmINWM0kf1PNY8WMiLUgOc6MNLn/B8u/7e4tqcuCzk7P&#10;KdGswZ/0AFtdipI8IH1Mb5QgQYlUtcYt0OPR3NtecngNdXfSNuGLFZEu0rsf6RWdJxwfj8/n0xn+&#10;BI6q4+npfB7pz16cjXX+s4CGhEtBbUgj5BCZZbtb5zEq2g92IaADVZc3tVJRCG0jrpQlO4Y/fL2Z&#10;RFe1bb5Cmd7OTvJ8iBu7LJhH1FdISv8N3HeTQAmmc+CIUvDMAlGJmnjzeyUCntIPQiLbSMY0ZjZm&#10;kJJjnAvtU9KuYqVIzyHl93OOgAFZIgMjdg/wmowBO+Xc2wdXEcdkdM7/lFhyHj1iZNB+dG5qDfY9&#10;AIVV9ZGT/UBSoiaw5Lt1FzvxZGi1NZR77E4LaWyd4Tc1dsYtc/6eWZxTbCbcPf4OD6mgLSj0N0oq&#10;sD/few/2OD6opaTFuS+o+7FlVlCivmgcrPPJLPSoj8Ls5HSKgj3UrA81ettcAXbaBLec4fEa7L0a&#10;rtJC84wrahWiooppjrELyr0dhCuf9hEuOS5Wq2iGy8Ewf6sfDQ/ggefQ9E/dM7OmHw+Pc/UNhh3B&#10;Fm8GJNkGTw2rrQdZx+kJTCde+z+AiyV2cb8Ew+Y6lKPVy6pe/gIAAP//AwBQSwMEFAAGAAgAAAAh&#10;AM98AATiAAAACQEAAA8AAABkcnMvZG93bnJldi54bWxMj8FOwzAQRO9I/IO1SNyoXbekJcSpAJFL&#10;pYKaVkjc3HiJLWI7it02/XvMCY6reZp5W6xG25ETDsF4J2A6YUDQNV4Z1wrY76q7JZAQpVOy8w4F&#10;XDDAqry+KmSu/Nlt8VTHlqQSF3IpQMfY55SGRqOVYeJ7dCn78oOVMZ1DS9Ugz6ncdpQzllErjUsL&#10;Wvb4orH5ro9WwPu6+nx921/41rBqs37W0XzUD0Lc3oxPj0AijvEPhl/9pA5lcjr4o1OBdALmbMYT&#10;KoDzKZAEzLP7DMhBwGK2AFoW9P8H5Q8AAAD//wMAUEsBAi0AFAAGAAgAAAAhALaDOJL+AAAA4QEA&#10;ABMAAAAAAAAAAAAAAAAAAAAAAFtDb250ZW50X1R5cGVzXS54bWxQSwECLQAUAAYACAAAACEAOP0h&#10;/9YAAACUAQAACwAAAAAAAAAAAAAAAAAvAQAAX3JlbHMvLnJlbHNQSwECLQAUAAYACAAAACEAobpU&#10;u7gCAADyBQAADgAAAAAAAAAAAAAAAAAuAgAAZHJzL2Uyb0RvYy54bWxQSwECLQAUAAYACAAAACEA&#10;z3wABOIAAAAJAQAADwAAAAAAAAAAAAAAAAAS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64384" behindDoc="0" locked="0" layoutInCell="1" allowOverlap="1" wp14:anchorId="7136720F" wp14:editId="50C297F8">
                <wp:simplePos x="0" y="0"/>
                <wp:positionH relativeFrom="column">
                  <wp:posOffset>3008630</wp:posOffset>
                </wp:positionH>
                <wp:positionV relativeFrom="paragraph">
                  <wp:posOffset>137160</wp:posOffset>
                </wp:positionV>
                <wp:extent cx="396240" cy="327660"/>
                <wp:effectExtent l="0" t="0" r="22860" b="15240"/>
                <wp:wrapNone/>
                <wp:docPr id="32" name="Rounded Rectangle 32"/>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36720F" id="Rounded Rectangle 32" o:spid="_x0000_s1032" style="position:absolute;margin-left:236.9pt;margin-top:10.8pt;width:31.2pt;height:2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7TUtwIAAPAFAAAOAAAAZHJzL2Uyb0RvYy54bWysVN9P2zAQfp+0/8Hy+0gaoEBFiioQ0yQG&#10;CJh4dh2njWT7PNtt0v31O9tJKD+0SdNeHJ/v7ru7L3d3ftEpSbbCugZ0SScHOSVCc6gavSrpj6fr&#10;L6eUOM90xSRoUdKdcPRi/vnTeWtmooA1yEpYgiDazVpT0rX3ZpZljq+FYu4AjNCorMEq5lG0q6yy&#10;rEV0JbMiz6dZC7YyFrhwDl+vkpLOI35dC+7v6toJT2RJMTcfTxvPZTiz+TmbrSwz64b3abB/yEKx&#10;RmPQEeqKeUY2tnkHpRpuwUHtDzioDOq64SLWgNVM8jfVPK6ZEbEWJMeZkSb3/2D57fbekqYq6WFB&#10;iWYK/9EDbHQlKvKA7DG9koKgDolqjZuh/aO5t73k8Bqq7mqrwhfrIV0kdzeSKzpPOD4enk2LI/wF&#10;HFWHxcl0GsnPXpyNdf6rAEXCpaQ2ZBFSiLyy7Y3zGBXtB7sQ0IFsqutGyiiEphGX0pItw9+9XE2i&#10;q9yo71Clt9PjPB/ixh4L5hH1FZLUfwP33SRQgunsOaIUPLNAVKIm3vxOioAn9YOokWsko4iZjRmk&#10;5BjnQvuUtFuzSqTnkPLHOUfAgFwjAyN2D/CajAE75dzbB1cRh2R0zv+UWHIePWJk0H50Vo0G+xGA&#10;xKr6yMl+IClRE1jy3bKLfTgdWm0J1Q5700IaWmf4dYOdccOcv2cWpxSbCTePv8OjltCWFPobJWuw&#10;vz56D/Y4PKilpMWpL6n7uWFWUCK/aRyrs8lR6FEfhaPjkwIFu69Z7mv0Rl0CdtoEd5zh8RrsvRyu&#10;tQX1jAtqEaKiimmOsUvKvR2ES5+2Ea44LhaLaIarwTB/ox8ND+CB59D0T90zs6YfD49zdQvDhmCz&#10;NwOSbIOnhsXGQ93E6QlMJ177P4BrJXZxvwLD3tqXo9XLop7/BgAA//8DAFBLAwQUAAYACAAAACEA&#10;zqigLeEAAAAJAQAADwAAAGRycy9kb3ducmV2LnhtbEyPwU7DMBBE70j8g7VI3KhTB9ISsqkAkUsl&#10;QA1VJW5ubOKIeB3Fbpv+PeYEx9GMZt4Uq8n27KhH3zlCmM8SYJoapzpqEbYf1c0SmA+SlOwdaYSz&#10;9rAqLy8KmSt3oo0+1qFlsYR8LhFMCEPOuW+MttLP3KApel9utDJEObZcjfIUy23PRZJk3MqO4oKR&#10;g342uvmuDxbhfV19vrxtz2LTJdXr+smEblffI15fTY8PwIKewl8YfvEjOpSRae8OpDzrEW4XaUQP&#10;CGKeAYuBuzQTwPYIi1QALwv+/0H5AwAA//8DAFBLAQItABQABgAIAAAAIQC2gziS/gAAAOEBAAAT&#10;AAAAAAAAAAAAAAAAAAAAAABbQ29udGVudF9UeXBlc10ueG1sUEsBAi0AFAAGAAgAAAAhADj9If/W&#10;AAAAlAEAAAsAAAAAAAAAAAAAAAAALwEAAF9yZWxzLy5yZWxzUEsBAi0AFAAGAAgAAAAhAPxntNS3&#10;AgAA8AUAAA4AAAAAAAAAAAAAAAAALgIAAGRycy9lMm9Eb2MueG1sUEsBAi0AFAAGAAgAAAAhAM6o&#10;oC3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sidRPr="006F3445">
        <w:rPr>
          <w:noProof/>
          <w:lang w:eastAsia="en-GB"/>
        </w:rPr>
        <mc:AlternateContent>
          <mc:Choice Requires="wps">
            <w:drawing>
              <wp:anchor distT="0" distB="0" distL="114300" distR="114300" simplePos="0" relativeHeight="251665408" behindDoc="0" locked="0" layoutInCell="1" allowOverlap="1" wp14:anchorId="544CDBEF" wp14:editId="239E4DAC">
                <wp:simplePos x="0" y="0"/>
                <wp:positionH relativeFrom="column">
                  <wp:posOffset>3456305</wp:posOffset>
                </wp:positionH>
                <wp:positionV relativeFrom="paragraph">
                  <wp:posOffset>140970</wp:posOffset>
                </wp:positionV>
                <wp:extent cx="396240" cy="327660"/>
                <wp:effectExtent l="0" t="0" r="22860" b="15240"/>
                <wp:wrapNone/>
                <wp:docPr id="33" name="Rounded Rectangle 33"/>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CDBEF" id="Rounded Rectangle 33" o:spid="_x0000_s1033" style="position:absolute;margin-left:272.15pt;margin-top:11.1pt;width:31.2pt;height:2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ZJQtwIAAPAFAAAOAAAAZHJzL2Uyb0RvYy54bWysVFFP2zAQfp+0/2D5fSRtoUBFiioQ0yQ2&#10;EDDx7DpOE8n2ebbbpPv1O9tJKAxt0rQXx+e7++7uy91dXHZKkp2wrgFd0MlRTonQHMpGbwr6/enm&#10;0xklzjNdMglaFHQvHL1cfvxw0ZqFmEINshSWIIh2i9YUtPbeLLLM8Voo5o7ACI3KCqxiHkW7yUrL&#10;WkRXMpvm+TxrwZbGAhfO4et1UtJlxK8qwf1dVTnhiSwo5ubjaeO5Dme2vGCLjWWmbnifBvuHLBRr&#10;NAYdoa6ZZ2Rrm9+gVMMtOKj8EQeVQVU1XMQasJpJ/qaax5oZEWtBcpwZaXL/D5Z/291b0pQFnc0o&#10;0UzhP3qArS5FSR6QPaY3UhDUIVGtcQu0fzT3tpccXkPVXWVV+GI9pIvk7kdyRecJx8fZ+Xx6jL+A&#10;o2o2PZ3PI/nZi7Oxzn8WoEi4FNSGLEIKkVe2u3Ueo6L9YBcCOpBNedNIGYXQNOJKWrJj+LvXm0l0&#10;lVv1Fcr0dnaS50Pc2GPBPKK+QpL6b+C+mwRKMJ0DR5SCZxaIStTEm99LEfCkfhAVco1kTGNmYwYp&#10;Oca50D4l7WpWivQcUn4/5wgYkCtkYMTuAV6TMWCnnHv74CrikIzO+Z8SS86jR4wM2o/OqtFg3wOQ&#10;WFUfOdkPJCVqAku+W3exD0+HVltDucfetJCG1hl+02Bn3DLn75nFKcVmws3j7/CoJLQFhf5GSQ32&#10;53vvwR6HB7WUtDj1BXU/tswKSuQXjWN1PjkOPeqjcHxyOkXBHmrWhxq9VVeAnTbBHWd4vAZ7L4dr&#10;ZUE944JahaioYppj7IJybwfhyqdthCuOi9UqmuFqMMzf6kfDA3jgOTT9U/fMrOnHw+NcfYNhQ7DF&#10;mwFJtsFTw2rroWri9ASmE6/9H8C1Eru4X4Fhbx3K0eplUS9/AQAA//8DAFBLAwQUAAYACAAAACEA&#10;fBWLHeIAAAAJAQAADwAAAGRycy9kb3ducmV2LnhtbEyPwU7DMBBE70j8g7VI3KiNW9IS4lSAyKVS&#10;QU2rStzceIktYjuK3Tb9e8wJjqt5mnlbLEfbkRMOwXgn4H7CgKBrvDKuFbDbVncLICFKp2TnHQq4&#10;YIBleX1VyFz5s9vgqY4tSSUu5FKAjrHPKQ2NRivDxPfoUvblBytjOoeWqkGeU7ntKGcso1Yalxa0&#10;7PFVY/NdH62Aj1X1+fa+u/CNYdV69aKj2dePQtzejM9PQCKO8Q+GX/2kDmVyOvijU4F0Ah5ms2lC&#10;BXDOgSQgY9kcyEHAfLoAWhb0/wflDwAAAP//AwBQSwECLQAUAAYACAAAACEAtoM4kv4AAADhAQAA&#10;EwAAAAAAAAAAAAAAAAAAAAAAW0NvbnRlbnRfVHlwZXNdLnhtbFBLAQItABQABgAIAAAAIQA4/SH/&#10;1gAAAJQBAAALAAAAAAAAAAAAAAAAAC8BAABfcmVscy8ucmVsc1BLAQItABQABgAIAAAAIQCYaZJQ&#10;twIAAPAFAAAOAAAAAAAAAAAAAAAAAC4CAABkcnMvZTJvRG9jLnhtbFBLAQItABQABgAIAAAAIQB8&#10;FYsd4gAAAAkBAAAPAAAAAAAAAAAAAAAAABE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66432" behindDoc="0" locked="0" layoutInCell="1" allowOverlap="1" wp14:anchorId="0B167DE7" wp14:editId="78E8C628">
                <wp:simplePos x="0" y="0"/>
                <wp:positionH relativeFrom="column">
                  <wp:posOffset>3901440</wp:posOffset>
                </wp:positionH>
                <wp:positionV relativeFrom="paragraph">
                  <wp:posOffset>133350</wp:posOffset>
                </wp:positionV>
                <wp:extent cx="396240" cy="327660"/>
                <wp:effectExtent l="0" t="0" r="22860" b="15240"/>
                <wp:wrapNone/>
                <wp:docPr id="38" name="Rounded Rectangle 3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167DE7" id="Rounded Rectangle 38" o:spid="_x0000_s1034" style="position:absolute;margin-left:307.2pt;margin-top:10.5pt;width:31.2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2ntgIAAPAFAAAOAAAAZHJzL2Uyb0RvYy54bWysVN9P2zAQfp+0/8Hy+0haoEBFiioQ0yQG&#10;CJh4dh27ieT4PNtt0v31O9tJKD+0SdNeEp/v7ru7z3d3ftE1imyFdTXogk4OckqE5lDWel3QH0/X&#10;X04pcZ7pkinQoqA74ejF4vOn89bMxRQqUKWwBEG0m7emoJX3Zp5ljleiYe4AjNColGAb5lG066y0&#10;rEX0RmXTPJ9lLdjSWODCOby9Skq6iPhSCu7vpHTCE1VQzM3Hr43fVfhmi3M2X1tmqpr3abB/yKJh&#10;tcagI9QV84xsbP0Oqqm5BQfSH3BoMpCy5iLWgNVM8jfVPFbMiFgLkuPMSJP7f7D8dntvSV0W9BBf&#10;SrMG3+gBNroUJXlA9pheK0FQh0S1xs3R/tHc215yeAxVd9I24Y/1kC6SuxvJFZ0nHC8Pz2bTI3wC&#10;jqrD6clsFsnPXpyNdf6rgIaEQ0FtyCKkEHll2xvnMSraD3YhoANVl9e1UlEITSMulSVbhs+9Wk+i&#10;q9o036FMd6fHeT7EjT0WzCPqKySl/wbuu0mgBNPZc0QpeGaBqERNPPmdEgFP6QchkWskYxozGzNI&#10;yTHOhfYpaVexUqTrkPLHOUfAgCyRgRG7B3hNxoCdcu7tg6uIQzI6539KLDmPHjEyaD86N7UG+xGA&#10;wqr6yMl+IClRE1jy3aqLfTi22grKHfamhTS0zvDrGjvjhjl/zyxOKTYTbh5/hx+poC0o9CdKKrC/&#10;ProP9jg8qKWkxakvqPu5YVZQor5pHKuzyVHoUR+Fo+OTKQp2X7Pa1+hNcwnYaRPccYbHY7D3ajhK&#10;C80zLqhliIoqpjnGLij3dhAufdpGuOK4WC6jGa4Gw/yNfjQ8gAeeQ9M/dc/Mmn48PM7VLQwbgs3f&#10;DEiyDZ4alhsPso7TE5hOvPYvgGsldnG/AsPe2pej1cuiXvwGAAD//wMAUEsDBBQABgAIAAAAIQAJ&#10;dpyT4AAAAAkBAAAPAAAAZHJzL2Rvd25yZXYueG1sTI9RS8MwFIXfBf9DuIJvLm0ZmdamQ8W+DFRW&#10;h+Bb1sQm2NyUJtu6f+/1SR8v93DO91Xr2Q/saKboAkrIFxkwg13QDnsJu/fm5hZYTAq1GgIaCWcT&#10;YV1fXlSq1OGEW3NsU8+oBGOpJNiUxpLz2FnjVVyE0SD9vsLkVaJz6rme1InK/cCLLBPcK4e0YNVo&#10;nqzpvtuDl/C2aT6fX3fnYuuy5mXzaJP7aO+kvL6aH+6BJTOnvzD84hM61MS0DwfUkQ0SRL5cUlRC&#10;kZMTBcRKkMtewqoQwOuK/zeofwAAAP//AwBQSwECLQAUAAYACAAAACEAtoM4kv4AAADhAQAAEwAA&#10;AAAAAAAAAAAAAAAAAAAAW0NvbnRlbnRfVHlwZXNdLnhtbFBLAQItABQABgAIAAAAIQA4/SH/1gAA&#10;AJQBAAALAAAAAAAAAAAAAAAAAC8BAABfcmVscy8ucmVsc1BLAQItABQABgAIAAAAIQBImi2ntgIA&#10;APAFAAAOAAAAAAAAAAAAAAAAAC4CAABkcnMvZTJvRG9jLnhtbFBLAQItABQABgAIAAAAIQAJdpyT&#10;4AAAAAkBAAAPAAAAAAAAAAAAAAAAABAFAABkcnMvZG93bnJldi54bWxQSwUGAAAAAAQABADzAAAA&#10;HQ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v:textbox>
              </v:roundrect>
            </w:pict>
          </mc:Fallback>
        </mc:AlternateContent>
      </w:r>
      <w:r w:rsidRPr="006F3445">
        <w:rPr>
          <w:noProof/>
          <w:lang w:eastAsia="en-GB"/>
        </w:rPr>
        <mc:AlternateContent>
          <mc:Choice Requires="wps">
            <w:drawing>
              <wp:anchor distT="0" distB="0" distL="114300" distR="114300" simplePos="0" relativeHeight="251667456" behindDoc="0" locked="0" layoutInCell="1" allowOverlap="1" wp14:anchorId="1506D210" wp14:editId="41B56815">
                <wp:simplePos x="0" y="0"/>
                <wp:positionH relativeFrom="column">
                  <wp:posOffset>4348480</wp:posOffset>
                </wp:positionH>
                <wp:positionV relativeFrom="paragraph">
                  <wp:posOffset>137160</wp:posOffset>
                </wp:positionV>
                <wp:extent cx="396240" cy="327660"/>
                <wp:effectExtent l="0" t="0" r="22860" b="15240"/>
                <wp:wrapNone/>
                <wp:docPr id="47" name="Rounded Rectangle 47"/>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06D210" id="Rounded Rectangle 47" o:spid="_x0000_s1035" style="position:absolute;margin-left:342.4pt;margin-top:10.8pt;width:31.2pt;height:2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C+itwIAAPAFAAAOAAAAZHJzL2Uyb0RvYy54bWysVFFP2zAQfp+0/2D5fSQtpUBFiioQ0yQ2&#10;EDDx7DpOE8n2ebbbpPv1O9tJKAxt0rQXx+e7++7uy91dXHZKkp2wrgFd0MlRTonQHMpGbwr6/enm&#10;0xklzjNdMglaFHQvHL1cfvxw0ZqFmEINshSWIIh2i9YUtPbeLLLM8Voo5o7ACI3KCqxiHkW7yUrL&#10;WkRXMpvm+TxrwZbGAhfO4et1UtJlxK8qwf1dVTnhiSwo5ubjaeO5Dme2vGCLjWWmbnifBvuHLBRr&#10;NAYdoa6ZZ2Rrm9+gVMMtOKj8EQeVQVU1XMQasJpJ/qaax5oZEWtBcpwZaXL/D5Z/291b0pQFnZ1S&#10;opnCf/QAW12Kkjwge0xvpCCoQ6Ja4xZo/2jubS85vIaqu8qq8MV6SBfJ3Y/kis4Tjo/H5/PpDH8B&#10;R9Xx9HQ+j+RnL87GOv9ZgCLhUlAbsggpRF7Z7tZ5jIr2g10I6EA25U0jZRRC04gracmO4e9ebybR&#10;VW7VVyjT29lJng9xY48F84j6Cknqv4H7bhIowXQOHFEKnlkgKlETb34vRcCT+kFUyDWSMY2ZjRmk&#10;5BjnQvuUtKtZKdJzSPn9nCNgQK6QgRG7B3hNxoCdcu7tg6uIQzI6539KLDmPHjEyaD86q0aDfQ9A&#10;YlV95GQ/kJSoCSz5bt3FPjwfWm0N5R5700IaWmf4TYOdccucv2cWpxSbCTePv8OjktAWFPobJTXY&#10;n++9B3scHtRS0uLUF9T92DIrKJFfNI7V+WQWetRHYXZyOkXBHmrWhxq9VVeAnTbBHWd4vAZ7L4dr&#10;ZUE944JahaioYppj7IJybwfhyqdthCuOi9UqmuFqMMzf6kfDA3jgOTT9U/fMrOnHw+NcfYNhQ7DF&#10;mwFJtsFTw2rroWri9ASmE6/9H8C1Eru4X4Fhbx3K0eplUS9/AQAA//8DAFBLAwQUAAYACAAAACEA&#10;cE3jROEAAAAJAQAADwAAAGRycy9kb3ducmV2LnhtbEyPwU7DMBBE70j8g7VI3KhTU6UlxKkAkUsl&#10;QA0VEjc3NrFFvI5it03/nuUEtx3taOZNuZ58z45mjC6ghPksA2awDdphJ2H3Xt+sgMWkUKs+oJFw&#10;NhHW1eVFqQodTrg1xyZ1jEIwFkqCTWkoOI+tNV7FWRgM0u8rjF4lkmPH9ahOFO57LrIs5145pAar&#10;BvNkTfvdHLyEt039+fy6O4uty+qXzaNN7qO5k/L6anq4B5bMlP7M8ItP6FAR0z4cUEfWS8hXC0JP&#10;EsQ8B0aG5WIpgO3puBXAq5L/X1D9AAAA//8DAFBLAQItABQABgAIAAAAIQC2gziS/gAAAOEBAAAT&#10;AAAAAAAAAAAAAAAAAAAAAABbQ29udGVudF9UeXBlc10ueG1sUEsBAi0AFAAGAAgAAAAhADj9If/W&#10;AAAAlAEAAAsAAAAAAAAAAAAAAAAALwEAAF9yZWxzLy5yZWxzUEsBAi0AFAAGAAgAAAAhAHQsL6K3&#10;AgAA8AUAAA4AAAAAAAAAAAAAAAAALgIAAGRycy9lMm9Eb2MueG1sUEsBAi0AFAAGAAgAAAAhAHBN&#10;40T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68480" behindDoc="0" locked="0" layoutInCell="1" allowOverlap="1" wp14:anchorId="6766D747" wp14:editId="6F5D9CFA">
                <wp:simplePos x="0" y="0"/>
                <wp:positionH relativeFrom="column">
                  <wp:posOffset>4810760</wp:posOffset>
                </wp:positionH>
                <wp:positionV relativeFrom="paragraph">
                  <wp:posOffset>140970</wp:posOffset>
                </wp:positionV>
                <wp:extent cx="396240" cy="327660"/>
                <wp:effectExtent l="0" t="0" r="22860" b="15240"/>
                <wp:wrapNone/>
                <wp:docPr id="48" name="Rounded Rectangle 4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6D747" id="Rounded Rectangle 48" o:spid="_x0000_s1036" style="position:absolute;margin-left:378.8pt;margin-top:11.1pt;width:31.2pt;height:2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eEtgIAAPEFAAAOAAAAZHJzL2Uyb0RvYy54bWysVN9PGzEMfp+0/yHK+7hrKQUqrqgCMU1i&#10;AwETz2ku6Z2UxFmS9q776+fkflAY2qRpL3dxbH+2v9i+uGy1IjvhfA2moJOjnBJhOJS12RT0+9PN&#10;pzNKfGCmZAqMKOheeHq5/PjhorELMYUKVCkcQRDjF40taBWCXWSZ55XQzB+BFQaVEpxmAUW3yUrH&#10;GkTXKpvm+TxrwJXWARfe4+11p6TLhC+l4OFOSi8CUQXF3EL6uvRdx2+2vGCLjWO2qnmfBvuHLDSr&#10;DQYdoa5ZYGTr6t+gdM0deJDhiIPOQMqai1QDVjPJ31TzWDErUi1IjrcjTf7/wfJvu3tH6rKgM3wp&#10;wzS+0QNsTSlK8oDsMbNRgqAOiWqsX6D9o713veTxGKtupdPxj/WQNpG7H8kVbSAcL4/P59MZPgFH&#10;1fH0dD5P5Gcvztb58FmAJvFQUBeziCkkXtnu1geMivaDXQzoQdXlTa1UEmLTiCvlyI7hc683k+Sq&#10;tvorlN3d2UmeD3FTj0XzhPoKSZm/gYd2EinBdA4cUYqeWSSqoyadwl6JiKfMg5DINZIxTZmNGXTJ&#10;Mc6FCV3SvmKl6K5jyu/nnAAjskQGRuwe4DUZA3aXc28fXUUaktE5/1NinfPokSKDCaOzrg249wAU&#10;VtVH7uwHkjpqIkuhXbepDyep1ni1hnKPzemgm1pv+U2NrXHLfLhnDscUuwlXT7jDj1TQFBT6EyUV&#10;uJ/v3Ud7nB7UUtLg2BfU/9gyJyhRXwzO1flkFps0JGF2cjpFwR1q1ocas9VXgK02wSVneTpG+6CG&#10;o3Sgn3FDrWJUVDHDMXZBeXCDcBW6dYQ7jovVKpnhbrAs3JpHyyN4JDp2/VP7zJzt5yPgYH2DYUWw&#10;xZsJ6Wyjp4HVNoCs0/i88No/Ae6V1Mb9DoyL61BOVi+bevkLAAD//wMAUEsDBBQABgAIAAAAIQDr&#10;kaGt3wAAAAkBAAAPAAAAZHJzL2Rvd25yZXYueG1sTI/BTsMwEETvSPyDtUjcqIMRbQhxKkDkUglQ&#10;Q1WpNzdeYovYjmK3Tf+e5QTH1TzNvC2Xk+vZEcdog5dwO8uAoW+Dtr6TsPmsb3JgMSmvVR88Sjhj&#10;hGV1eVGqQoeTX+OxSR2jEh8LJcGkNBScx9agU3EWBvSUfYXRqUTn2HE9qhOVu56LLJtzp6ynBaMG&#10;fDHYfjcHJ+FjVe9e3zdnsbZZ/bZ6Nslumwcpr6+mp0dgCaf0B8OvPqlDRU77cPA6sl7C4n4xJ1SC&#10;EAIYATntAdtTcpcDr0r+/4PqBwAA//8DAFBLAQItABQABgAIAAAAIQC2gziS/gAAAOEBAAATAAAA&#10;AAAAAAAAAAAAAAAAAABbQ29udGVudF9UeXBlc10ueG1sUEsBAi0AFAAGAAgAAAAhADj9If/WAAAA&#10;lAEAAAsAAAAAAAAAAAAAAAAALwEAAF9yZWxzLy5yZWxzUEsBAi0AFAAGAAgAAAAhABbCx4S2AgAA&#10;8QUAAA4AAAAAAAAAAAAAAAAALgIAAGRycy9lMm9Eb2MueG1sUEsBAi0AFAAGAAgAAAAhAOuRoa3f&#10;AAAACQEAAA8AAAAAAAAAAAAAAAAAEAUAAGRycy9kb3ducmV2LnhtbFBLBQYAAAAABAAEAPMAAAAc&#10;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sidRPr="006F3445">
        <w:rPr>
          <w:noProof/>
          <w:lang w:eastAsia="en-GB"/>
        </w:rPr>
        <mc:AlternateContent>
          <mc:Choice Requires="wps">
            <w:drawing>
              <wp:anchor distT="0" distB="0" distL="114300" distR="114300" simplePos="0" relativeHeight="251669504" behindDoc="0" locked="0" layoutInCell="1" allowOverlap="1" wp14:anchorId="755C0905" wp14:editId="66D2FBBA">
                <wp:simplePos x="0" y="0"/>
                <wp:positionH relativeFrom="column">
                  <wp:posOffset>5252085</wp:posOffset>
                </wp:positionH>
                <wp:positionV relativeFrom="paragraph">
                  <wp:posOffset>141234</wp:posOffset>
                </wp:positionV>
                <wp:extent cx="396240" cy="327660"/>
                <wp:effectExtent l="0" t="0" r="22860" b="15240"/>
                <wp:wrapNone/>
                <wp:docPr id="49" name="Rounded Rectangle 49"/>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C0905" id="Rounded Rectangle 49" o:spid="_x0000_s1037" style="position:absolute;margin-left:413.55pt;margin-top:11.1pt;width:31.2pt;height:2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kstgIAAPEFAAAOAAAAZHJzL2Uyb0RvYy54bWysVN9PGzEMfp+0/yHK+7hrKQUqrqgCMU1i&#10;AwETz2ku6Z2UxFmS9q776+fkflAY2qRpL7k4tj/b39m+uGy1IjvhfA2moJOjnBJhOJS12RT0+9PN&#10;pzNKfGCmZAqMKOheeHq5/PjhorELMYUKVCkcQRDjF40taBWCXWSZ55XQzB+BFQaVEpxmAUW3yUrH&#10;GkTXKpvm+TxrwJXWARfe4+t1p6TLhC+l4OFOSi8CUQXF3EI6XTrX8cyWF2yxccxWNe/TYP+QhWa1&#10;waAj1DULjGxd/RuUrrkDDzIccdAZSFlzkWrAaib5m2oeK2ZFqgXJ8Xakyf8/WP5td+9IXRZ0dk6J&#10;YRr/0QNsTSlK8oDsMbNRgqAOiWqsX6D9o713veTxGqtupdPxi/WQNpG7H8kVbSAcH4/P59MZ/gKO&#10;quPp6XyeyM9enK3z4bMATeKloC5mEVNIvLLdrQ8YFe0HuxjQg6rLm1qpJMSmEVfKkR3D373eTJKr&#10;2uqvUHZvZyd5PsRNPRbNE+orJGX+Bh7aSaQE0zlwRCl6ZpGojpp0C3slIp4yD0Ii10jGNGU2ZtAl&#10;xzgXJnRJ+4qVonuOKb+fcwKMyBIZGLF7gNdkDNhdzr19dBVpSEbn/E+Jdc6jR4oMJozOujbg3gNQ&#10;WFUfubMfSOqoiSyFdt2mPpwk0/i0hnKPzemgm1pv+U2NrXHLfLhnDscUuwlXT7jDQypoCgr9jZIK&#10;3M/33qM9Tg9qKWlw7Avqf2yZE5SoLwbn6nwyi00akjA7OZ2i4A4160ON2eorwFab4JKzPF2jfVDD&#10;VTrQz7ihVjEqqpjhGLugPLhBuArdOsIdx8VqlcxwN1gWbs2j5RE8Eh27/ql9Zs728xFwsL7BsCLY&#10;4s2EdLbR08BqG0DWaXxeeO1/Ae6V1Mb9DoyL61BOVi+bevkLAAD//wMAUEsDBBQABgAIAAAAIQC2&#10;j0SM4QAAAAkBAAAPAAAAZHJzL2Rvd25yZXYueG1sTI/BTsMwEETvSPyDtUjcqFMjqBuyqQCRSyWK&#10;Giokbm68xBGxHcVum/495gTH1TzNvC1Wk+3ZkcbQeYcwn2XAyDVed65F2L1XNxJYiMpp1XtHCGcK&#10;sCovLwqVa39yWzrWsWWpxIVcIZgYh5zz0BiyKsz8QC5lX360KqZzbLke1SmV256LLLvnVnUuLRg1&#10;0LOh5rs+WIS3dfX5stmdxbbLqtf1k4ndR71EvL6aHh+ARZriHwy/+kkdyuS09wenA+sRpFjME4og&#10;hACWACmXd8D2CItbCbws+P8Pyh8AAAD//wMAUEsBAi0AFAAGAAgAAAAhALaDOJL+AAAA4QEAABMA&#10;AAAAAAAAAAAAAAAAAAAAAFtDb250ZW50X1R5cGVzXS54bWxQSwECLQAUAAYACAAAACEAOP0h/9YA&#10;AACUAQAACwAAAAAAAAAAAAAAAAAvAQAAX3JlbHMvLnJlbHNQSwECLQAUAAYACAAAACEADJxpLLYC&#10;AADxBQAADgAAAAAAAAAAAAAAAAAuAgAAZHJzL2Uyb0RvYy54bWxQSwECLQAUAAYACAAAACEAto9E&#10;jOEAAAAJAQAADwAAAAAAAAAAAAAAAAAQ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proofErr w:type="gramStart"/>
      <w:r>
        <w:t>a</w:t>
      </w:r>
      <w:proofErr w:type="gramEnd"/>
      <w:r>
        <w:t>.</w:t>
      </w:r>
    </w:p>
    <w:p w:rsidR="00D42664" w:rsidRDefault="00D42664" w:rsidP="00D42664">
      <w:pPr>
        <w:tabs>
          <w:tab w:val="left" w:pos="2552"/>
          <w:tab w:val="left" w:pos="5103"/>
          <w:tab w:val="left" w:pos="7230"/>
        </w:tabs>
        <w:ind w:left="426" w:hanging="426"/>
        <w:rPr>
          <w:sz w:val="22"/>
          <w:szCs w:val="22"/>
        </w:rPr>
      </w:pPr>
      <w:r>
        <w:rPr>
          <w:sz w:val="22"/>
          <w:szCs w:val="22"/>
        </w:rPr>
        <w:tab/>
      </w:r>
      <w:r>
        <w:rPr>
          <w:sz w:val="22"/>
          <w:szCs w:val="22"/>
        </w:rPr>
        <w:tab/>
      </w:r>
    </w:p>
    <w:p w:rsidR="00D42664" w:rsidRDefault="00D42664" w:rsidP="00D42664">
      <w:pPr>
        <w:tabs>
          <w:tab w:val="right" w:leader="dot" w:pos="9356"/>
        </w:tabs>
        <w:spacing w:before="360"/>
        <w:ind w:left="5386" w:hanging="2693"/>
        <w:rPr>
          <w:sz w:val="22"/>
          <w:szCs w:val="22"/>
        </w:rPr>
        <w:sectPr w:rsidR="00D42664" w:rsidSect="00A14B1E">
          <w:type w:val="continuous"/>
          <w:pgSz w:w="11906" w:h="16838" w:code="9"/>
          <w:pgMar w:top="1134" w:right="1134" w:bottom="1684" w:left="1134" w:header="737" w:footer="720" w:gutter="0"/>
          <w:cols w:space="720"/>
          <w:titlePg/>
          <w:docGrid w:linePitch="299"/>
        </w:sectPr>
      </w:pPr>
    </w:p>
    <w:p w:rsidR="00D42664" w:rsidRDefault="00D42664" w:rsidP="00D42664">
      <w:pPr>
        <w:pStyle w:val="Numberedlist"/>
        <w:numPr>
          <w:ilvl w:val="0"/>
          <w:numId w:val="0"/>
        </w:numPr>
        <w:ind w:left="340" w:hanging="340"/>
      </w:pPr>
      <w:r>
        <w:rPr>
          <w:noProof/>
          <w:lang w:eastAsia="en-GB"/>
        </w:rPr>
        <mc:AlternateContent>
          <mc:Choice Requires="wps">
            <w:drawing>
              <wp:anchor distT="0" distB="0" distL="114300" distR="114300" simplePos="0" relativeHeight="251695104" behindDoc="0" locked="0" layoutInCell="1" allowOverlap="1" wp14:anchorId="470FF299" wp14:editId="49DAC43A">
                <wp:simplePos x="0" y="0"/>
                <wp:positionH relativeFrom="column">
                  <wp:posOffset>314960</wp:posOffset>
                </wp:positionH>
                <wp:positionV relativeFrom="paragraph">
                  <wp:posOffset>543560</wp:posOffset>
                </wp:positionV>
                <wp:extent cx="396240" cy="327660"/>
                <wp:effectExtent l="0" t="0" r="22860" b="15240"/>
                <wp:wrapNone/>
                <wp:docPr id="368" name="Rounded Rectangle 36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0FF299" id="Rounded Rectangle 368" o:spid="_x0000_s1038" style="position:absolute;left:0;text-align:left;margin-left:24.8pt;margin-top:42.8pt;width:31.2pt;height:25.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CNLuQIAAPMFAAAOAAAAZHJzL2Uyb0RvYy54bWysVNtOHDEMfa/Uf4jyXuYCLLBiFq1AVJUo&#10;IKDiOZtJdkbKxGmS3Znt19fJXFguaqWqLzNxbB/bJ7bPL7pGka2wrgZd0OwgpURoDmWt1wX98XT9&#10;5ZQS55kumQItCroTjl4sPn86b81c5FCBKoUlCKLdvDUFrbw38yRxvBINcwdghEalBNswj6JdJ6Vl&#10;LaI3KsnTdJa0YEtjgQvn8PaqV9JFxJdScH8npROeqIJibj5+bfyuwjdZnLP52jJT1XxIg/1DFg2r&#10;NQadoK6YZ2Rj63dQTc0tOJD+gEOTgJQ1F7EGrCZL31TzWDEjYi1IjjMTTe7/wfLb7b0ldVnQwxk+&#10;lWYNPtIDbHQpSvKA9DG9VoIEJVLVGjdHj0dzbwfJ4THU3UnbhD9WRLpI726iV3SecLw8PJvlR/gI&#10;HFWH+clsFulPXpyNdf6rgIaEQ0FtSCPkEJll2xvnMSraj3YhoANVl9e1UlEIbSMulSVbhg++WmfR&#10;VW2a71D2d6fHaTrGjV0WzCPqKySl/wbuuyxQgunsOaIUPJNAVE9NPPmdEgFP6QchkW0kI4+ZTRn0&#10;yTHOhfZ90q5ipeivQ8of5xwBA7JEBibsAeA1GSN2n/NgH1xFHJPJOf1TYr3z5BEjg/aTc1NrsB8B&#10;KKxqiNzbjyT11ASWfLfqYidm+dhrKyh32J4W+rl1hl/X2Bo3zPl7ZnFQsZtw+fg7/EgFbUFhOFFS&#10;gf310X2wx/lBLSUtDn5B3c8Ns4IS9U3jZJ1lR6FJfRSOjk9yFOy+ZrWv0ZvmErDVMlxzhsdjsPdq&#10;PEoLzTPuqGWIiiqmOcYuKPd2FC59v5Bwy3GxXEYz3A6G+Rv9aHgAD0SHrn/qnpk1w3x4HKxbGJcE&#10;m7+ZkN42eGpYbjzIOo5PoLrndXgC3CyxjYctGFbXvhytXnb14jcAAAD//wMAUEsDBBQABgAIAAAA&#10;IQBh23RU4AAAAAkBAAAPAAAAZHJzL2Rvd25yZXYueG1sTI9BT8MwDIXvSPyHyEjcWLoCYytNJ0D0&#10;MmmglQmJW9aYNqJxqibbun+Pd4KTbb2n5+/ly9F14oBDsJ4UTCcJCKTaG0uNgu1HeTMHEaImoztP&#10;qOCEAZbF5UWuM+OPtMFDFRvBIRQyraCNsc+kDHWLToeJ75FY+/aD05HPoZFm0EcOd51Mk2QmnbbE&#10;H1rd40uL9U+1dwreV+XX69v2lG5sUq5Xz220n9VCqeur8ekRRMQx/pnhjM/oUDDTzu/JBNEpuFvM&#10;2Klgfs/zrE9T7rbj5fYhBVnk8n+D4hcAAP//AwBQSwECLQAUAAYACAAAACEAtoM4kv4AAADhAQAA&#10;EwAAAAAAAAAAAAAAAAAAAAAAW0NvbnRlbnRfVHlwZXNdLnhtbFBLAQItABQABgAIAAAAIQA4/SH/&#10;1gAAAJQBAAALAAAAAAAAAAAAAAAAAC8BAABfcmVscy8ucmVsc1BLAQItABQABgAIAAAAIQDcECNL&#10;uQIAAPMFAAAOAAAAAAAAAAAAAAAAAC4CAABkcnMvZTJvRG9jLnhtbFBLAQItABQABgAIAAAAIQBh&#10;23RU4AAAAAkBAAAPAAAAAAAAAAAAAAAAABM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96128" behindDoc="0" locked="0" layoutInCell="1" allowOverlap="1" wp14:anchorId="68A6CD71" wp14:editId="6224693A">
                <wp:simplePos x="0" y="0"/>
                <wp:positionH relativeFrom="column">
                  <wp:posOffset>761365</wp:posOffset>
                </wp:positionH>
                <wp:positionV relativeFrom="paragraph">
                  <wp:posOffset>544830</wp:posOffset>
                </wp:positionV>
                <wp:extent cx="396240" cy="327660"/>
                <wp:effectExtent l="0" t="0" r="22860" b="15240"/>
                <wp:wrapNone/>
                <wp:docPr id="367" name="Rounded Rectangle 367"/>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A6CD71" id="Rounded Rectangle 367" o:spid="_x0000_s1039" style="position:absolute;left:0;text-align:left;margin-left:59.95pt;margin-top:42.9pt;width:31.2pt;height:25.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5cFuQIAAPMFAAAOAAAAZHJzL2Uyb0RvYy54bWysVFFP2zAQfp+0/2D5fSRtoUBFiioQ0yQ2&#10;EDDx7DpOE8n2ebbbpPv1O9tJKAxt0rQXx+e7++7uy91dXHZKkp2wrgFd0MlRTonQHMpGbwr6/enm&#10;0xklzjNdMglaFHQvHL1cfvxw0ZqFmEINshSWIIh2i9YUtPbeLLLM8Voo5o7ACI3KCqxiHkW7yUrL&#10;WkRXMpvm+TxrwZbGAhfO4et1UtJlxK8qwf1dVTnhiSwo5ubjaeO5Dme2vGCLjWWmbnifBvuHLBRr&#10;NAYdoa6ZZ2Rrm9+gVMMtOKj8EQeVQVU1XMQasJpJ/qaax5oZEWtBcpwZaXL/D5Z/291b0pQFnc1P&#10;KdFM4U96gK0uRUkekD6mN1KQoESqWuMW6PFo7m0vObyGurvKqvDFikgX6d2P9IrOE46Ps/P59Bh/&#10;AkfVbHo6n0f6sxdnY53/LECRcCmoDWmEHCKzbHfrPEZF+8EuBHQgm/KmkTIKoW3ElbRkx/CHrzeT&#10;6Cq36iuU6e3sJM+HuLHLgnlEfYUk9d/AfTcJlGA6B44oBc8sEJWoiTe/lyLgSf0gKmQbyZjGzMYM&#10;UnKMc6F9StrVrBTpOaT8fs4RMCBXyMCI3QO8JmPATjn39sFVxDEZnfM/JZacR48YGbQfnVWjwb4H&#10;ILGqPnKyH0hK1ASWfLfuYidOZkOvraHcY3taSHPrDL9psDVumfP3zOKgYjfh8vF3eFQS2oJCf6Ok&#10;Bvvzvfdgj/ODWkpaHPyCuh9bZgUl8ovGyTqfHIcm9VE4PjmdomAPNetDjd6qK8BWm+CaMzxeg72X&#10;w7WyoJ5xR61CVFQxzTF2Qbm3g3Dl00LCLcfFahXNcDsY5m/1o+EBPBAduv6pe2bW9PPhcbC+wbAk&#10;2OLNhCTb4KlhtfVQNXF8AtWJ1/4X4GaJbdxvwbC6DuVo9bKrl78AAAD//wMAUEsDBBQABgAIAAAA&#10;IQCe/okB4QAAAAoBAAAPAAAAZHJzL2Rvd25yZXYueG1sTI/LTsMwEEX3SPyDNUjsqNOURxLiVIDI&#10;plJBDRUSOzc2sUU8jmK3Tf+e6Qp2czVH91EuJ9ezgx6D9ShgPkuAaWy9stgJ2H7UNxmwECUq2XvU&#10;Ak46wLK6vChlofwRN/rQxI6RCYZCCjAxDgXnoTXayTDzg0b6ffvRyUhy7Lga5ZHMXc/TJLnnTlqk&#10;BCMH/WJ0+9PsnYD3Vf31+rY9pRub1OvVs4n2s8mFuL6anh6BRT3FPxjO9ak6VNRp5/eoAutJz/Oc&#10;UAHZHU04A1m6ALajY/FwC7wq+f8J1S8AAAD//wMAUEsBAi0AFAAGAAgAAAAhALaDOJL+AAAA4QEA&#10;ABMAAAAAAAAAAAAAAAAAAAAAAFtDb250ZW50X1R5cGVzXS54bWxQSwECLQAUAAYACAAAACEAOP0h&#10;/9YAAACUAQAACwAAAAAAAAAAAAAAAAAvAQAAX3JlbHMvLnJlbHNQSwECLQAUAAYACAAAACEAW9+X&#10;BbkCAADzBQAADgAAAAAAAAAAAAAAAAAuAgAAZHJzL2Uyb0RvYy54bWxQSwECLQAUAAYACAAAACEA&#10;nv6JAeEAAAAKAQAADwAAAAAAAAAAAAAAAAAT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97152" behindDoc="0" locked="0" layoutInCell="1" allowOverlap="1" wp14:anchorId="29E5B59B" wp14:editId="6C74C57C">
                <wp:simplePos x="0" y="0"/>
                <wp:positionH relativeFrom="column">
                  <wp:posOffset>1216025</wp:posOffset>
                </wp:positionH>
                <wp:positionV relativeFrom="paragraph">
                  <wp:posOffset>548640</wp:posOffset>
                </wp:positionV>
                <wp:extent cx="396240" cy="327660"/>
                <wp:effectExtent l="0" t="0" r="22860" b="15240"/>
                <wp:wrapNone/>
                <wp:docPr id="365" name="Rounded Rectangle 365"/>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E5B59B" id="Rounded Rectangle 365" o:spid="_x0000_s1040" style="position:absolute;left:0;text-align:left;margin-left:95.75pt;margin-top:43.2pt;width:31.2pt;height:25.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3HuQIAAPMFAAAOAAAAZHJzL2Uyb0RvYy54bWysVN9PGzEMfp+0/yHK+7hrKQUqrqgCMU1i&#10;AwETz2ku6Z2UxFmS9q776+fkflAY2qRpL7k4tj/b39m+uGy1IjvhfA2moJOjnBJhOJS12RT0+9PN&#10;pzNKfGCmZAqMKOheeHq5/PjhorELMYUKVCkcQRDjF40taBWCXWSZ55XQzB+BFQaVEpxmAUW3yUrH&#10;GkTXKpvm+TxrwJXWARfe4+t1p6TLhC+l4OFOSi8CUQXF3EI6XTrX8cyWF2yxccxWNe/TYP+QhWa1&#10;waAj1DULjGxd/RuUrrkDDzIccdAZSFlzkWrAaib5m2oeK2ZFqgXJ8Xakyf8/WP5td+9IXRb0eH5C&#10;iWEaf9IDbE0pSvKA9DGzUYJEJVLVWL9Aj0d773rJ4zXW3Uqn4xcrIm2idz/SK9pAOD4en8+nM/wJ&#10;HFXH09P5PNGfvThb58NnAZrES0FdTCPmkJhlu1sfMCraD3YxoAdVlze1UkmIbSOulCM7hj98vZkk&#10;V7XVX6Hs3s5O8nyIm7osmifUV0jK/A08tJNICaZz4IhS9MwiUR016Rb2SkQ8ZR6ERLaRjGnKbMyg&#10;S45xLkzokvYVK0X3HFN+P+cEGJElMjBi9wCvyRiwu5x7++gq0piMzvmfEuucR48UGUwYnXVtwL0H&#10;oLCqPnJnP5DUURNZCu26TZ04mQ29toZyj+3poJtbb/lNja1xy3y4Zw4HFbsJl0+4w0MqaAoK/Y2S&#10;CtzP996jPc4PailpcPAL6n9smROUqC8GJ+t8MotNGpIwOzmdouAONetDjdnqK8BWm+Caszxdo31Q&#10;w1U60M+4o1YxKqqY4Ri7oDy4QbgK3ULCLcfFapXMcDtYFm7No+URPBIdu/6pfWbO9vMRcLC+wbAk&#10;2OLNhHS20dPAahtA1ml8ItUdr/0vwM2S2rjfgnF1HcrJ6mVXL38BAAD//wMAUEsDBBQABgAIAAAA&#10;IQCzhrSq4QAAAAoBAAAPAAAAZHJzL2Rvd25yZXYueG1sTI/BTsMwEETvSPyDtUjcqN2UVkmIUwEi&#10;l0oUNVRI3NzExBbxOordNv17lhMcR/M0+7ZYT65nJz0G61HCfCaAaWx8a7GTsH+v7lJgISpsVe9R&#10;S7joAOvy+qpQeevPuNOnOnaMRjDkSoKJccg5D43RToWZHzRS9+VHpyLFsePtqM407nqeCLHiTlmk&#10;C0YN+tno5rs+Oglvm+rzZbu/JDsrqtfNk4n2o86kvL2ZHh+ART3FPxh+9UkdSnI6+CO2gfWUs/mS&#10;UAnp6h4YAclykQE7ULNIBfCy4P9fKH8AAAD//wMAUEsBAi0AFAAGAAgAAAAhALaDOJL+AAAA4QEA&#10;ABMAAAAAAAAAAAAAAAAAAAAAAFtDb250ZW50X1R5cGVzXS54bWxQSwECLQAUAAYACAAAACEAOP0h&#10;/9YAAACUAQAACwAAAAAAAAAAAAAAAAAvAQAAX3JlbHMvLnJlbHNQSwECLQAUAAYACAAAACEApMHt&#10;x7kCAADzBQAADgAAAAAAAAAAAAAAAAAuAgAAZHJzL2Uyb0RvYy54bWxQSwECLQAUAAYACAAAACEA&#10;s4a0quEAAAAKAQAADwAAAAAAAAAAAAAAAAAT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Pr>
          <w:noProof/>
          <w:lang w:eastAsia="en-GB"/>
        </w:rPr>
        <mc:AlternateContent>
          <mc:Choice Requires="wps">
            <w:drawing>
              <wp:anchor distT="0" distB="0" distL="114300" distR="114300" simplePos="0" relativeHeight="251682816" behindDoc="0" locked="0" layoutInCell="1" allowOverlap="1" wp14:anchorId="56C91F81" wp14:editId="7CCA82A2">
                <wp:simplePos x="0" y="0"/>
                <wp:positionH relativeFrom="column">
                  <wp:posOffset>314960</wp:posOffset>
                </wp:positionH>
                <wp:positionV relativeFrom="paragraph">
                  <wp:posOffset>128270</wp:posOffset>
                </wp:positionV>
                <wp:extent cx="396240" cy="327660"/>
                <wp:effectExtent l="0" t="0" r="22860" b="15240"/>
                <wp:wrapNone/>
                <wp:docPr id="353" name="Rounded Rectangle 353"/>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C91F81" id="Rounded Rectangle 353" o:spid="_x0000_s1041" style="position:absolute;left:0;text-align:left;margin-left:24.8pt;margin-top:10.1pt;width:31.2pt;height:25.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6EuQIAAPMFAAAOAAAAZHJzL2Uyb0RvYy54bWysVNtu2zAMfR+wfxD0vtpOmrQN6hRBiw4D&#10;urZoO/RZkaXYgCxqkhI7+/pR8qXpBRsw7EUWRfKQPCZ5ftHWiuyEdRXonGZHKSVCcygqvcnpj6fr&#10;L6eUOM90wRRokdO9cPRi+fnTeWMWYgIlqEJYgiDaLRqT09J7s0gSx0tRM3cERmhUSrA18yjaTVJY&#10;1iB6rZJJms6TBmxhLHDhHL5edUq6jPhSCu7vpHTCE5VTzM3H08ZzHc5kec4WG8tMWfE+DfYPWdSs&#10;0hh0hLpinpGtrd5B1RW34ED6Iw51AlJWXMQasJosfVPNY8mMiLUgOc6MNLn/B8tvd/eWVEVOp7Mp&#10;JZrV+JMeYKsLUZAHpI/pjRIkKJGqxrgFejyae9tLDq+h7lbaOnyxItJGevcjvaL1hOPj9Gw+Ocaf&#10;wFE1nZzM55H+5MXZWOe/CqhJuOTUhjRCDpFZtrtxHqOi/WAXAjpQVXFdKRWF0DbiUlmyY/jD15ss&#10;uqpt/R2K7u10lqZD3NhlwTyivkJS+m/gvs0CJZjOgSNKwTMJRHXUxJvfKxHwlH4QEtlGMiYxszGD&#10;LjnGudC+S9qVrBDdc0j545wjYECWyMCI3QO8JmPA7nLu7YOriGMyOqd/SqxzHj1iZNB+dK4rDfYj&#10;AIVV9ZE7+4GkjprAkm/XbezEbDb02hqKPbanhW5uneHXFbbGDXP+nlkcVOwmXD7+Dg+poMkp9DdK&#10;SrC/PnoP9jg/qKWkwcHPqfu5ZVZQor5pnKyz7Dg0qY/C8exkgoI91KwPNXpbXwK2WoZrzvB4DfZe&#10;DVdpoX7GHbUKUVHFNMfYOeXeDsKl7xYSbjkuVqtohtvBMH+jHw0P4IHo0PVP7TOzpp8Pj4N1C8OS&#10;YIs3E9LZBk8Nq60HWcXxCVR3vPa/ADdLbON+C4bVdShHq5ddvfwNAAD//wMAUEsDBBQABgAIAAAA&#10;IQACLXOZ3wAAAAgBAAAPAAAAZHJzL2Rvd25yZXYueG1sTI9RS8MwFIXfBf9DuIJvLmmQudWmQ8W+&#10;DHSsDsG3rLm2weamNNnW/XuzJ308nMM53ylWk+vZEcdgPSnIZgIYUuONpVbB7qO6WwALUZPRvSdU&#10;cMYAq/L6qtC58Sfa4rGOLUslFHKtoItxyDkPTYdOh5kfkJL37UenY5Jjy82oT6nc9VwKMedOW0oL&#10;nR7wpcPmpz44BZt19fX6vjvLrRXV2/q5i/azXip1ezM9PQKLOMW/MFzwEzqUiWnvD2QC6xXcL+cp&#10;qUAKCeziZzJ92yt4yBbAy4L/P1D+AgAA//8DAFBLAQItABQABgAIAAAAIQC2gziS/gAAAOEBAAAT&#10;AAAAAAAAAAAAAAAAAAAAAABbQ29udGVudF9UeXBlc10ueG1sUEsBAi0AFAAGAAgAAAAhADj9If/W&#10;AAAAlAEAAAsAAAAAAAAAAAAAAAAALwEAAF9yZWxzLy5yZWxzUEsBAi0AFAAGAAgAAAAhAAQfToS5&#10;AgAA8wUAAA4AAAAAAAAAAAAAAAAALgIAAGRycy9lMm9Eb2MueG1sUEsBAi0AFAAGAAgAAAAhAAIt&#10;c5nfAAAACAEAAA8AAAAAAAAAAAAAAAAAEw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Pr>
          <w:noProof/>
          <w:lang w:eastAsia="en-GB"/>
        </w:rPr>
        <mc:AlternateContent>
          <mc:Choice Requires="wps">
            <w:drawing>
              <wp:anchor distT="0" distB="0" distL="114300" distR="114300" simplePos="0" relativeHeight="251683840" behindDoc="0" locked="0" layoutInCell="1" allowOverlap="1" wp14:anchorId="00027AD7" wp14:editId="7A2F327D">
                <wp:simplePos x="0" y="0"/>
                <wp:positionH relativeFrom="column">
                  <wp:posOffset>761365</wp:posOffset>
                </wp:positionH>
                <wp:positionV relativeFrom="paragraph">
                  <wp:posOffset>125095</wp:posOffset>
                </wp:positionV>
                <wp:extent cx="396240" cy="327660"/>
                <wp:effectExtent l="0" t="0" r="22860" b="15240"/>
                <wp:wrapNone/>
                <wp:docPr id="352" name="Rounded Rectangle 352"/>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027AD7" id="Rounded Rectangle 352" o:spid="_x0000_s1042" style="position:absolute;left:0;text-align:left;margin-left:59.95pt;margin-top:9.85pt;width:31.2pt;height:25.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i9OuQIAAPMFAAAOAAAAZHJzL2Uyb0RvYy54bWysVNtOHDEMfa/Uf4jyXuYCLLBiFq1AVJUo&#10;IKDiOZvJ7IyUxGmS3Znt19fJXFguaqWqL5k4to/tM7bPLzolyVZY14AuaHaQUiI0h7LR64L+eLr+&#10;ckqJ80yXTIIWBd0JRy8Wnz+dt2YucqhBlsISBNFu3pqC1t6beZI4XgvF3AEYoVFZgVXMo2jXSWlZ&#10;i+hKJnmazpIWbGkscOEcvl71SrqI+FUluL+rKic8kQXF3Hw8bTxX4UwW52y+tszUDR/SYP+QhWKN&#10;xqAT1BXzjGxs8w5KNdyCg8ofcFAJVFXDRawBq8nSN9U81syIWAuS48xEk/t/sPx2e29JUxb08Din&#10;RDOFP+kBNroUJXlA+pheS0GCEqlqjZujx6O5t4Pk8Brq7iqrwhcrIl2kdzfRKzpPOD4ens3yI/wJ&#10;HFWH+clsFulPXpyNdf6rAEXCpaA2pBFyiMyy7Y3zGBXtR7sQ0IFsyutGyiiEthGX0pItwx++WmfR&#10;VW7Udyj7t9PjNB3jxi4L5hH1FZLUfwP3XRYowXT2HFEKnkkgqqcm3vxOioAn9YOokG0kI4+ZTRn0&#10;yTHOhfZ90q5mpeifQ8of5xwBA3KFDEzYA8BrMkbsPufBPriKOCaTc/qnxHrnySNGBu0nZ9VosB8B&#10;SKxqiNzbjyT11ASWfLfqYidms7HXVlDusD0t9HPrDL9usDVumPP3zOKgYjfh8vF3eFQS2oLCcKOk&#10;Bvvro/dgj/ODWkpaHPyCup8bZgUl8pvGyTrLjkKT+igcHZ/kKNh9zWpfozfqErDVMlxzhsdrsPdy&#10;vFYW1DPuqGWIiiqmOcYuKPd2FC59v5Bwy3GxXEYz3A6G+Rv9aHgAD0SHrn/qnpk1w3x4HKxbGJcE&#10;m7+ZkN42eGpYbjxUTRyfQHXP6/ALcLPENh62YFhd+3K0etnVi98AAAD//wMAUEsDBBQABgAIAAAA&#10;IQDKqgXA4AAAAAkBAAAPAAAAZHJzL2Rvd25yZXYueG1sTI/BTsMwDIbvSLxDZCRuLG0nsbVrOgGi&#10;l0mAViak3bLGNBGNUzXZ1r092Qlu/uVPvz+X68n27ISjN44EpLMEGFLrlKFOwO6zflgC80GSkr0j&#10;FHBBD+vq9qaUhXJn2uKpCR2LJeQLKUCHMBSc+1ajlX7mBqS4+3ajlSHGseNqlOdYbnueJckjt9JQ&#10;vKDlgC8a25/maAV8bOr96/vukm1NUr9tnnUwX00uxP3d9LQCFnAKfzBc9aM6VNHp4I6kPOtjTvM8&#10;onHIF8CuwDKbAzsIWKRz4FXJ/39Q/QIAAP//AwBQSwECLQAUAAYACAAAACEAtoM4kv4AAADhAQAA&#10;EwAAAAAAAAAAAAAAAAAAAAAAW0NvbnRlbnRfVHlwZXNdLnhtbFBLAQItABQABgAIAAAAIQA4/SH/&#10;1gAAAJQBAAALAAAAAAAAAAAAAAAAAC8BAABfcmVscy8ucmVsc1BLAQItABQABgAIAAAAIQAwoi9O&#10;uQIAAPMFAAAOAAAAAAAAAAAAAAAAAC4CAABkcnMvZTJvRG9jLnhtbFBLAQItABQABgAIAAAAIQDK&#10;qgXA4AAAAAkBAAAPAAAAAAAAAAAAAAAAABM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85888" behindDoc="0" locked="0" layoutInCell="1" allowOverlap="1" wp14:anchorId="7FB0E1F0" wp14:editId="3FD8BDFB">
                <wp:simplePos x="0" y="0"/>
                <wp:positionH relativeFrom="column">
                  <wp:posOffset>1659890</wp:posOffset>
                </wp:positionH>
                <wp:positionV relativeFrom="paragraph">
                  <wp:posOffset>128905</wp:posOffset>
                </wp:positionV>
                <wp:extent cx="396240" cy="327660"/>
                <wp:effectExtent l="0" t="0" r="22860" b="15240"/>
                <wp:wrapNone/>
                <wp:docPr id="63" name="Rounded Rectangle 63"/>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B0E1F0" id="Rounded Rectangle 63" o:spid="_x0000_s1043" style="position:absolute;left:0;text-align:left;margin-left:130.7pt;margin-top:10.15pt;width:31.2pt;height:25.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jyuAIAAPEFAAAOAAAAZHJzL2Uyb0RvYy54bWysVN9P2zAQfp+0/8Hy+0haoEBFiioQ0yQG&#10;CJh4dh27ieT4PNtt0v31O9tJKD+0SdNeHJ/v7ru7L3d3ftE1imyFdTXogk4OckqE5lDWel3QH0/X&#10;X04pcZ7pkinQoqA74ejF4vOn89bMxRQqUKWwBEG0m7emoJX3Zp5ljleiYe4AjNColGAb5lG066y0&#10;rEX0RmXTPJ9lLdjSWODCOXy9Skq6iPhSCu7vpHTCE1VQzM3H08ZzFc5scc7ma8tMVfM+DfYPWTSs&#10;1hh0hLpinpGNrd9BNTW34ED6Aw5NBlLWXMQasJpJ/qaax4oZEWtBcpwZaXL/D5bfbu8tqcuCzg4p&#10;0azBf/QAG12Kkjwge0yvlSCoQ6Ja4+Zo/2jubS85vIaqO2mb8MV6SBfJ3Y3kis4Tjo+HZ7PpEf4C&#10;jqrD6clsFsnPXpyNdf6rgIaES0FtyCKkEHll2xvnMSraD3YhoANVl9e1UlEITSMulSVbhr97tZ5E&#10;V7VpvkOZ3k6P83yIG3ssmEfUV0hK/w3cd5NACaaz54hS8MwCUYmaePM7JQKe0g9CItdIxjRmNmaQ&#10;kmOcC+1T0q5ipUjPIeWPc46AAVkiAyN2D/CajAE75dzbB1cRh2R0zv+UWHIePWJk0H50bmoN9iMA&#10;hVX1kZP9QFKiJrDku1UX+3ByMvTaCsodNqeFNLXO8OsaW+OGOX/PLI4pdhOuHn+Hh1TQFhT6GyUV&#10;2F8fvQd7nB7UUtLi2BfU/dwwKyhR3zTO1dnkKDSpj8LR8ckUBbuvWe1r9Ka5BGy1CS45w+M12Hs1&#10;XKWF5hk31DJERRXTHGMXlHs7CJc+rSPccVwsl9EMd4Nh/kY/Gh7AA9Gh65+6Z2ZNPx8eB+sWhhXB&#10;5m8mJNkGTw3LjQdZx/EJVCde+1+AeyW2cb8Dw+Lal6PVy6Ze/AYAAP//AwBQSwMEFAAGAAgAAAAh&#10;AIpwl//hAAAACQEAAA8AAABkcnMvZG93bnJldi54bWxMj8FOwzAMhu9IvENkJG4saYsGK00nQPQy&#10;iaGVadJuWWPaiCapmmzr3h5zgpstf/r9/cVysj074RiMdxKSmQCGrvHauFbC9rO6ewQWonJa9d6h&#10;hAsGWJbXV4XKtT+7DZ7q2DIKcSFXEroYh5zz0HRoVZj5AR3dvvxoVaR1bLke1ZnCbc9TIebcKuPo&#10;Q6cGfO2w+a6PVsLHqtq/rbeXdGNE9b566aLZ1Qspb2+m5ydgEaf4B8OvPqlDSU4Hf3Q6sF5COk/u&#10;CaVBZMAIyNKMuhwkPCQL4GXB/zcofwAAAP//AwBQSwECLQAUAAYACAAAACEAtoM4kv4AAADhAQAA&#10;EwAAAAAAAAAAAAAAAAAAAAAAW0NvbnRlbnRfVHlwZXNdLnhtbFBLAQItABQABgAIAAAAIQA4/SH/&#10;1gAAAJQBAAALAAAAAAAAAAAAAAAAAC8BAABfcmVscy8ucmVsc1BLAQItABQABgAIAAAAIQDMkCjy&#10;uAIAAPEFAAAOAAAAAAAAAAAAAAAAAC4CAABkcnMvZTJvRG9jLnhtbFBLAQItABQABgAIAAAAIQCK&#10;cJf/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84864" behindDoc="0" locked="0" layoutInCell="1" allowOverlap="1" wp14:anchorId="78FD2185" wp14:editId="21FBD544">
                <wp:simplePos x="0" y="0"/>
                <wp:positionH relativeFrom="column">
                  <wp:posOffset>1214755</wp:posOffset>
                </wp:positionH>
                <wp:positionV relativeFrom="paragraph">
                  <wp:posOffset>128905</wp:posOffset>
                </wp:positionV>
                <wp:extent cx="396240" cy="327660"/>
                <wp:effectExtent l="0" t="0" r="22860" b="15240"/>
                <wp:wrapNone/>
                <wp:docPr id="62" name="Rounded Rectangle 62"/>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D2185" id="Rounded Rectangle 62" o:spid="_x0000_s1044" style="position:absolute;left:0;text-align:left;margin-left:95.65pt;margin-top:10.15pt;width:31.2pt;height:2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7B1uAIAAPEFAAAOAAAAZHJzL2Uyb0RvYy54bWysVG1P3DAM/j5p/yHK99EX4IATPXQCMU1i&#10;gICJz7k0vVZK4yzJXXv79XOSthwv2qRpX9I4th/bT22fX/StJFthbAOqoNlBSolQHMpGrQv64+n6&#10;yykl1jFVMglKFHQnLL1YfP503um5yKEGWQpDEETZeacLWjun50lieS1aZg9AC4XKCkzLHIpmnZSG&#10;dYjeyiRP01nSgSm1AS6sxderqKSLgF9Vgru7qrLCEVlQzM2F04Rz5c9kcc7ma8N03fAhDfYPWbSs&#10;URh0grpijpGNad5BtQ03YKFyBxzaBKqq4SLUgNVk6ZtqHmumRagFybF6osn+P1h+u703pCkLOssp&#10;UazFf/QAG1WKkjwge0ytpSCoQ6I6bedo/6jvzSBZvPqq+8q0/ov1kD6Qu5vIFb0jHB8Pz2b5Ef4C&#10;jqrD/GQ2C+QnL87aWPdVQEv8paDGZ+FTCLyy7Y11GBXtRzsf0IJsyutGyiD4phGX0pAtw9+9WmfB&#10;VW7a71DGt9PjNB3jhh7z5gH1FZJUfwN3feYpwXT2HFHynoknKlITbm4nhceT6kFUyDWSkYfMpgxi&#10;coxzoVxM2tasFPHZp/xxzgHQI1fIwIQ9ALwmY8SOOQ/23lWEIZmc0z8lFp0njxAZlJuc20aB+QhA&#10;YlVD5Gg/khSp8Sy5ftWHPsxOx15bQbnD5jQQp9Zqft1ga9ww6+6ZwTHFbsLV4+7wqCR0BYXhRkkN&#10;5tdH794epwe1lHQ49gW1PzfMCErkN4VzdZYd+SZ1QTg6PslRMPua1b5GbdpLwFbLcMlpHq7e3snx&#10;Whlon3FDLX1UVDHFMXZBuTOjcOniOsIdx8VyGcxwN2jmbtSj5h7cE+27/ql/ZkYP8+FwsG5hXBFs&#10;/mZCoq33VLDcOKiaMD6e6sjr8Atwr4Q2HnagX1z7crB62dSL3wAAAP//AwBQSwMEFAAGAAgAAAAh&#10;ABCqNqDhAAAACQEAAA8AAABkcnMvZG93bnJldi54bWxMj8FOwzAMhu9IvENkJG4saScYLU0nQPQy&#10;iaGVadJuWRuaiMapmmzr3h5zgpP1y59+fy6Wk+vZSY/BepSQzAQwjY1vLXYStp/V3SOwEBW2qveo&#10;JVx0gGV5fVWovPVn3OhTHTtGJRhyJcHEOOSch8Zop8LMDxpp9+VHpyLFsePtqM5U7nqeCvHAnbJI&#10;F4wa9KvRzXd9dBI+VtX+bb29pBsrqvfVi4l2V2dS3t5Mz0/Aop7iHwy/+qQOJTkd/BHbwHrKWTIn&#10;VEIqaBKQ3s8XwA4SFkkGvCz4/w/KHwAAAP//AwBQSwECLQAUAAYACAAAACEAtoM4kv4AAADhAQAA&#10;EwAAAAAAAAAAAAAAAAAAAAAAW0NvbnRlbnRfVHlwZXNdLnhtbFBLAQItABQABgAIAAAAIQA4/SH/&#10;1gAAAJQBAAALAAAAAAAAAAAAAAAAAC8BAABfcmVscy8ucmVsc1BLAQItABQABgAIAAAAIQCWj7B1&#10;uAIAAPEFAAAOAAAAAAAAAAAAAAAAAC4CAABkcnMvZTJvRG9jLnhtbFBLAQItABQABgAIAAAAIQAQ&#10;qjag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sidRPr="006F3445">
        <w:rPr>
          <w:noProof/>
          <w:lang w:eastAsia="en-GB"/>
        </w:rPr>
        <mc:AlternateContent>
          <mc:Choice Requires="wps">
            <w:drawing>
              <wp:anchor distT="0" distB="0" distL="114300" distR="114300" simplePos="0" relativeHeight="251694080" behindDoc="0" locked="0" layoutInCell="1" allowOverlap="1" wp14:anchorId="5531658C" wp14:editId="63118F83">
                <wp:simplePos x="0" y="0"/>
                <wp:positionH relativeFrom="column">
                  <wp:posOffset>2111375</wp:posOffset>
                </wp:positionH>
                <wp:positionV relativeFrom="paragraph">
                  <wp:posOffset>130810</wp:posOffset>
                </wp:positionV>
                <wp:extent cx="396240" cy="327660"/>
                <wp:effectExtent l="0" t="0" r="22860" b="15240"/>
                <wp:wrapNone/>
                <wp:docPr id="61" name="Rounded Rectangle 61"/>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31658C" id="Rounded Rectangle 61" o:spid="_x0000_s1045" style="position:absolute;left:0;text-align:left;margin-left:166.25pt;margin-top:10.3pt;width:31.2pt;height:25.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KXtwIAAPEFAAAOAAAAZHJzL2Uyb0RvYy54bWysVG1PGzEM/j5p/yHK93HXAgUqrqgCMU1i&#10;gICJz2ku6Z2UxFmS9q779XNyL5QXbdK0L7k4th/bz9k+v2i1IlvhfA2moJODnBJhOJS1WRf0x9P1&#10;l1NKfGCmZAqMKOhOeHqx+PzpvLFzMYUKVCkcQRDj540taBWCnWeZ55XQzB+AFQaVEpxmAUW3zkrH&#10;GkTXKpvm+SxrwJXWARfe4+tVp6SLhC+l4OFOSi8CUQXF3EI6XTpX8cwW52y+dsxWNe/TYP+QhWa1&#10;waAj1BULjGxc/Q5K19yBBxkOOOgMpKy5SDVgNZP8TTWPFbMi1YLkeDvS5P8fLL/d3jtSlwWdTSgx&#10;TOM/eoCNKUVJHpA9ZtZKENQhUY31c7R/tPeulzxeY9WtdDp+sR7SJnJ3I7miDYTj4+HZbHqEv4Cj&#10;6nB6Mpsl8rMXZ+t8+CpAk3gpqItZxBQSr2x74wNGRfvBLgb0oOryulYqCbFpxKVyZMvwd6/Wk+Sq&#10;Nvo7lN3b6XGeD3FTj0XzhPoKSZm/gYc2UYLp7DmiFD2zSFRHTbqFnRIRT5kHIZFrJGOaMhsz6JJj&#10;nAsTuqR9xUrRPceUP845AUZkiQyM2D3AazIG7I7C3j66ijQko3P+p8Q659EjRQYTRmddG3AfASis&#10;qo/c2Q8kddRElkK7alMfTs6GXltBucPmdNBNrbf8usbWuGE+3DOHY4rdhKsn3OEhFTQFhf5GSQXu&#10;10fv0R6nB7WUNDj2BfU/N8wJStQ3g3N1NjmKTRqScHR8MkXB7WtW+xqz0ZeArYajg9mla7QParhK&#10;B/oZN9QyRkUVMxxjF5QHNwiXoVtHuOO4WC6TGe4Gy8KNebQ8gkeiY9c/tc/M2X4+Ag7WLQwrgs3f&#10;TEhnGz0NLDcBZJ3GJ1Ld8dr/Atwrqf/7HRgX176crF429eI3AAAA//8DAFBLAwQUAAYACAAAACEA&#10;vtK8EeEAAAAJAQAADwAAAGRycy9kb3ducmV2LnhtbEyPwU7DMBBE70j8g7VI3KiNAy0JcSpA5FKp&#10;oKYVEjc3XmKL2I5it03/HnOC42qeZt6Wy8n25IhjMN4JuJ0xIOhar4zrBOy29c0DkBClU7L3DgWc&#10;McCyurwoZaH8yW3w2MSOpBIXCilAxzgUlIZWo5Vh5gd0Kfvyo5UxnWNH1ShPqdz2lDM2p1Yalxa0&#10;HPBFY/vdHKyA91X9+fq2O/ONYfV69ayj+WhyIa6vpqdHIBGn+AfDr35Shyo57f3BqUB6AVnG7xMq&#10;gLM5kARk+V0OZC9gwTnQqqT/P6h+AAAA//8DAFBLAQItABQABgAIAAAAIQC2gziS/gAAAOEBAAAT&#10;AAAAAAAAAAAAAAAAAAAAAABbQ29udGVudF9UeXBlc10ueG1sUEsBAi0AFAAGAAgAAAAhADj9If/W&#10;AAAAlAEAAAsAAAAAAAAAAAAAAAAALwEAAF9yZWxzLy5yZWxzUEsBAi0AFAAGAAgAAAAhABSo0pe3&#10;AgAA8QUAAA4AAAAAAAAAAAAAAAAALgIAAGRycy9lMm9Eb2MueG1sUEsBAi0AFAAGAAgAAAAhAL7S&#10;vBH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86912" behindDoc="0" locked="0" layoutInCell="1" allowOverlap="1" wp14:anchorId="33BB84C2" wp14:editId="3BE0DD18">
                <wp:simplePos x="0" y="0"/>
                <wp:positionH relativeFrom="column">
                  <wp:posOffset>2560320</wp:posOffset>
                </wp:positionH>
                <wp:positionV relativeFrom="paragraph">
                  <wp:posOffset>132080</wp:posOffset>
                </wp:positionV>
                <wp:extent cx="396240" cy="327660"/>
                <wp:effectExtent l="0" t="0" r="22860" b="15240"/>
                <wp:wrapNone/>
                <wp:docPr id="60" name="Rounded Rectangle 60"/>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BB84C2" id="Rounded Rectangle 60" o:spid="_x0000_s1046" style="position:absolute;left:0;text-align:left;margin-left:201.6pt;margin-top:10.4pt;width:31.2pt;height:25.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87twIAAPEFAAAOAAAAZHJzL2Uyb0RvYy54bWysVE1v2zAMvQ/YfxB0X+2kbdoGdYqgRYcB&#10;3Vq0HXpWZCk2IImapMTOfv0oyXE/VmzAsIssiuQj+Uzy/KLXimyF8y2Yik4OSkqE4VC3Zl3R74/X&#10;n04p8YGZmikwoqI74enF4uOH887OxRQaULVwBEGMn3e2ok0Idl4UnjdCM38AVhhUSnCaBRTduqgd&#10;6xBdq2JalrOiA1dbB1x4j69XWUkXCV9KwcOtlF4EoiqKuYV0unSu4lksztl87ZhtWj6kwf4hC81a&#10;g0FHqCsWGNm49jco3XIHHmQ44KALkLLlItWA1UzKN9U8NMyKVAuS4+1Ik/9/sPzb9s6Rtq7oDOkx&#10;TOM/uoeNqUVN7pE9ZtZKENQhUZ31c7R/sHdukDxeY9W9dDp+sR7SJ3J3I7miD4Tj4+HZbHqEMTiq&#10;Dqcns4xZPDtb58NnAZrES0VdzCKmkHhl2xsfMCra7+1iQA+qra9bpZIQm0ZcKke2DH/3aj1Jrmqj&#10;v0Kd306PyzLVgjipx6J5Qn2FpMzfwEM/iZREmOcUUIqeRSQqU5NuYadExFPmXkjkGsmYpszGDHJy&#10;jHNhQk7aN6wW+Tmm/H7OCTAiS2RgxB4AXpOxx845D/bRVaQhGZ3LPyWWnUePFBlMGJ11a8C9B6Cw&#10;qiFytt+TlKmJLIV+1ac+nI69toJ6h83pIE+tt/y6xda4YT7cMYdjit2Eqyfc4iEVdBWF4UZJA+7n&#10;e+/RHqcHtZR0OPYV9T82zAlK1BeDc3U2OYpNGpJwdHyC2RD3UrN6qTEbfQnYahNccpana7QPan+V&#10;DvQTbqhljIoqZjjGrigPbi9chryOcMdxsVwmM9wNloUb82B5BI9Ex65/7J+Ys8N8BBysb7BfEWz+&#10;ZkKybfQ0sNwEkG0an0h15nX4BbhXUhsPOzAurpdysnre1ItfAAAA//8DAFBLAwQUAAYACAAAACEA&#10;5Ixw/eAAAAAJAQAADwAAAGRycy9kb3ducmV2LnhtbEyPwU7DMBBE70j8g7VI3KiNCQFCNhUgcqkE&#10;qKFC4ubGSxwR21HstunfY05wXO3TzJtyOduB7WkKvXcIlwsBjFzrde86hM17fXELLETltBq8I4Qj&#10;BVhWpyelKrQ/uDXtm9ixFOJCoRBMjGPBeWgNWRUWfiSXfl9+siqmc+q4ntQhhduBSyFyblXvUoNR&#10;Iz0Zar+bnUV4W9Wfz6+bo1z3on5ZPZrYfzR3iOdn88M9sEhz/IPhVz+pQ5Wctn7ndGADQiauZEIR&#10;pEgTEpDl1zmwLcKNzIBXJf+/oPoBAAD//wMAUEsBAi0AFAAGAAgAAAAhALaDOJL+AAAA4QEAABMA&#10;AAAAAAAAAAAAAAAAAAAAAFtDb250ZW50X1R5cGVzXS54bWxQSwECLQAUAAYACAAAACEAOP0h/9YA&#10;AACUAQAACwAAAAAAAAAAAAAAAAAvAQAAX3JlbHMvLnJlbHNQSwECLQAUAAYACAAAACEAvTVfO7cC&#10;AADxBQAADgAAAAAAAAAAAAAAAAAuAgAAZHJzL2Uyb0RvYy54bWxQSwECLQAUAAYACAAAACEA5Ixw&#10;/e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v:textbox>
              </v:roundrect>
            </w:pict>
          </mc:Fallback>
        </mc:AlternateContent>
      </w:r>
      <w:r w:rsidRPr="006F3445">
        <w:rPr>
          <w:noProof/>
          <w:lang w:eastAsia="en-GB"/>
        </w:rPr>
        <mc:AlternateContent>
          <mc:Choice Requires="wps">
            <w:drawing>
              <wp:anchor distT="0" distB="0" distL="114300" distR="114300" simplePos="0" relativeHeight="251687936" behindDoc="0" locked="0" layoutInCell="1" allowOverlap="1" wp14:anchorId="3C8EBAA9" wp14:editId="4A9BB02C">
                <wp:simplePos x="0" y="0"/>
                <wp:positionH relativeFrom="column">
                  <wp:posOffset>3008630</wp:posOffset>
                </wp:positionH>
                <wp:positionV relativeFrom="paragraph">
                  <wp:posOffset>128905</wp:posOffset>
                </wp:positionV>
                <wp:extent cx="396240" cy="327660"/>
                <wp:effectExtent l="0" t="0" r="22860" b="15240"/>
                <wp:wrapNone/>
                <wp:docPr id="59" name="Rounded Rectangle 59"/>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8EBAA9" id="Rounded Rectangle 59" o:spid="_x0000_s1047" style="position:absolute;left:0;text-align:left;margin-left:236.9pt;margin-top:10.15pt;width:31.2pt;height:25.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gPtwIAAPEFAAAOAAAAZHJzL2Uyb0RvYy54bWysVG1PGzEM/j5p/yHK93HXAwpUXFEFYprE&#10;AAETn9Nc0p6UxFmS9q779XNyL5QXbdK0L7k4th/bz9k+v2i1IlvhfA2mpJODnBJhOFS1WZX0x9P1&#10;l1NKfGCmYgqMKOlOeHox//zpvLEzUcAaVCUcQRDjZ40t6ToEO8syz9dCM38AVhhUSnCaBRTdKqsc&#10;axBdq6zI82nWgKusAy68x9erTknnCV9KwcOdlF4EokqKuYV0unQu45nNz9ls5Zhd17xPg/1DFprV&#10;BoOOUFcsMLJx9TsoXXMHHmQ44KAzkLLmItWA1UzyN9U8rpkVqRYkx9uRJv//YPnt9t6Ruirp8Rkl&#10;hmn8Rw+wMZWoyAOyx8xKCYI6JKqxfob2j/be9ZLHa6y6lU7HL9ZD2kTubiRXtIFwfDw8mxZH+As4&#10;qg6Lk+k0kZ+9OFvnw1cBmsRLSV3MIqaQeGXbGx8wKtoPdjGgB1VX17VSSYhNIy6VI1uGv3u5miRX&#10;tdHfoereTo/zfIibeiyaJ9RXSMr8DTy0k0gJprPniFL0zCJRHTXpFnZKRDxlHoRErpGMImU2ZtAl&#10;xzgXJnRJ+zWrRPccU/445wQYkSUyMGL3AK/JGLC7nHv76CrSkIzO+Z8S65xHjxQZTBiddW3AfQSg&#10;sKo+cmc/kNRRE1kK7bJNfVgk0/i0hGqHzemgm1pv+XWNrXHDfLhnDscUuwlXT7jDQypoSgr9jZI1&#10;uF8fvUd7nB7UUtLg2JfU/9wwJyhR3wzO1dnkKDZpSMLR8UmBgtvXLPc1ZqMvAVttgkvO8nSN9kEN&#10;V+lAP+OGWsSoqGKGY+yS8uAG4TJ06wh3HBeLRTLD3WBZuDGPlkfwSHTs+qf2mTnbz0fAwbqFYUWw&#10;2ZsJ6Wyjp4HFJoCs0/i88Nr/AtwrqY37HRgX176crF429fw3AAAA//8DAFBLAwQUAAYACAAAACEA&#10;c95JYOIAAAAJAQAADwAAAGRycy9kb3ducmV2LnhtbEyPzU7DMBCE70i8g7VI3KjdBPoTsqkAkUul&#10;gppWSNzc2MQR8TqK3TZ9e8wJjqMZzXyTr0bbsZMefOsIYToRwDTVTrXUIOx35d0CmA+SlOwcaYSL&#10;9rAqrq9ymSl3pq0+VaFhsYR8JhFMCH3Gua+NttJPXK8pel9usDJEOTRcDfIcy23HEyFm3MqW4oKR&#10;vX4xuv6ujhbhfV1+vr7tL8m2FeVm/WxC+1EtEW9vxqdHYEGP4S8Mv/gRHYrIdHBHUp51CPfzNKIH&#10;hESkwGLgIZ0lwA4I8+kSeJHz/w+KHwAAAP//AwBQSwECLQAUAAYACAAAACEAtoM4kv4AAADhAQAA&#10;EwAAAAAAAAAAAAAAAAAAAAAAW0NvbnRlbnRfVHlwZXNdLnhtbFBLAQItABQABgAIAAAAIQA4/SH/&#10;1gAAAJQBAAALAAAAAAAAAAAAAAAAAC8BAABfcmVscy8ucmVsc1BLAQItABQABgAIAAAAIQAutNgP&#10;twIAAPEFAAAOAAAAAAAAAAAAAAAAAC4CAABkcnMvZTJvRG9jLnhtbFBLAQItABQABgAIAAAAIQBz&#10;3klg4gAAAAkBAAAPAAAAAAAAAAAAAAAAABE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88960" behindDoc="0" locked="0" layoutInCell="1" allowOverlap="1" wp14:anchorId="51C26C76" wp14:editId="2AC7DAF6">
                <wp:simplePos x="0" y="0"/>
                <wp:positionH relativeFrom="column">
                  <wp:posOffset>3456305</wp:posOffset>
                </wp:positionH>
                <wp:positionV relativeFrom="paragraph">
                  <wp:posOffset>132715</wp:posOffset>
                </wp:positionV>
                <wp:extent cx="396240" cy="327660"/>
                <wp:effectExtent l="0" t="0" r="22860" b="15240"/>
                <wp:wrapNone/>
                <wp:docPr id="58" name="Rounded Rectangle 5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C26C76" id="Rounded Rectangle 58" o:spid="_x0000_s1048" style="position:absolute;left:0;text-align:left;margin-left:272.15pt;margin-top:10.45pt;width:31.2pt;height:25.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ZdnuAIAAPEFAAAOAAAAZHJzL2Uyb0RvYy54bWysVG1PGzEM/j5p/yHK93HXAwpUXFEFYprE&#10;AAETn9Nc0p6UxFmS9q779XNyL5QXbdK0L3dxbD+2n9g+v2i1IlvhfA2mpJODnBJhOFS1WZX0x9P1&#10;l1NKfGCmYgqMKOlOeHox//zpvLEzUcAaVCUcQRDjZ40t6ToEO8syz9dCM38AVhhUSnCaBRTdKqsc&#10;axBdq6zI82nWgKusAy68x9urTknnCV9KwcOdlF4EokqKuYX0dem7jN9sfs5mK8fsuuZ9GuwfstCs&#10;Nhh0hLpigZGNq99B6Zo78CDDAQedgZQ1F6kGrGaSv6nmcc2sSLUgOd6ONPn/B8tvt/eO1FVJj/Gl&#10;DNP4Rg+wMZWoyAOyx8xKCYI6JKqxfob2j/be9ZLHY6y6lU7HP9ZD2kTubiRXtIFwvDw8mxZH+AQc&#10;VYfFyXSayM9enK3z4asATeKhpC5mEVNIvLLtjQ8YFe0HuxjQg6qr61qpJMSmEZfKkS3D516uJslV&#10;bfR3qLq70+M8H+KmHovmCfUVkjJ/Aw/tJFKC6ew5ohQ9s0hUR006hZ0SEU+ZByGRaySjSJmNGXTJ&#10;Mc6FCV3Sfs0q0V3HlD/OOQFGZIkMjNg9wGsyBuwu594+uoo0JKNz/qfEOufRI0UGE0ZnXRtwHwEo&#10;rKqP3NkPJHXURJZCu2xTHxbF0GtLqHbYnA66qfWWX9fYGjfMh3vmcEyxm3D1hDv8SAVNSaE/UbIG&#10;9+uj+2iP04NaShoc+5L6nxvmBCXqm8G5OpscxSYNSTg6PilQcPua5b7GbPQlYKtNcMlZno7RPqjh&#10;KB3oZ9xQixgVVcxwjF1SHtwgXIZuHeGO42KxSGa4GywLN+bR8ggeiY5d/9Q+M2f7+Qg4WLcwrAg2&#10;ezMhnW30NLDYBJB1Gp9Idcdr/wS4V1Ib9zswLq59OVm9bOr5bwAAAP//AwBQSwMEFAAGAAgAAAAh&#10;AKpcFoHiAAAACQEAAA8AAABkcnMvZG93bnJldi54bWxMj8FOwzAQRO9I/IO1SNyoTWjTNmRTASKX&#10;SgU1rZC4ubGJI+J1FLtt+veYExxX8zTzNl+NtmMnPfjWEcL9RADTVDvVUoOw35V3C2A+SFKyc6QR&#10;LtrDqri+ymWm3Jm2+lSFhsUS8plEMCH0Gee+NtpKP3G9pph9ucHKEM+h4WqQ51huO54IkXIrW4oL&#10;Rvb6xej6uzpahPd1+fn6tr8k21aUm/WzCe1HtUS8vRmfHoEFPYY/GH71ozoU0engjqQ86xBm0+lD&#10;RBESsQQWgVSkc2AHhHkyA17k/P8HxQ8AAAD//wMAUEsBAi0AFAAGAAgAAAAhALaDOJL+AAAA4QEA&#10;ABMAAAAAAAAAAAAAAAAAAAAAAFtDb250ZW50X1R5cGVzXS54bWxQSwECLQAUAAYACAAAACEAOP0h&#10;/9YAAACUAQAACwAAAAAAAAAAAAAAAAAvAQAAX3JlbHMvLnJlbHNQSwECLQAUAAYACAAAACEA2SmX&#10;Z7gCAADxBQAADgAAAAAAAAAAAAAAAAAuAgAAZHJzL2Uyb0RvYy54bWxQSwECLQAUAAYACAAAACEA&#10;qlwWgeIAAAAJAQAADwAAAAAAAAAAAAAAAAAS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89984" behindDoc="0" locked="0" layoutInCell="1" allowOverlap="1" wp14:anchorId="5027DF04" wp14:editId="24A37984">
                <wp:simplePos x="0" y="0"/>
                <wp:positionH relativeFrom="column">
                  <wp:posOffset>3901440</wp:posOffset>
                </wp:positionH>
                <wp:positionV relativeFrom="paragraph">
                  <wp:posOffset>125095</wp:posOffset>
                </wp:positionV>
                <wp:extent cx="396240" cy="327660"/>
                <wp:effectExtent l="0" t="0" r="22860" b="15240"/>
                <wp:wrapNone/>
                <wp:docPr id="57" name="Rounded Rectangle 57"/>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27DF04" id="Rounded Rectangle 57" o:spid="_x0000_s1049" style="position:absolute;left:0;text-align:left;margin-left:307.2pt;margin-top:9.85pt;width:31.2pt;height:25.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3guAIAAPEFAAAOAAAAZHJzL2Uyb0RvYy54bWysVN9P2zAQfp+0/8Hy+0gaoEBFiioQ0yQG&#10;CJh4dh27jeT4PNtt0v31O9tJKD+0SdNeHJ/v7ru7L3d3ftE1imyFdTXokk4OckqE5lDVelXSH0/X&#10;X04pcZ7piinQoqQ74ejF/POn89bMRAFrUJWwBEG0m7WmpGvvzSzLHF+LhrkDMEKjUoJtmEfRrrLK&#10;shbRG5UVeT7NWrCVscCFc/h6lZR0HvGlFNzfSemEJ6qkmJuPp43nMpzZ/JzNVpaZdc37NNg/ZNGw&#10;WmPQEeqKeUY2tn4H1dTcggPpDzg0GUhZcxFrwGom+ZtqHtfMiFgLkuPMSJP7f7D8dntvSV2V9PiE&#10;Es0a/EcPsNGVqMgDssf0SgmCOiSqNW6G9o/m3vaSw2uoupO2CV+sh3SR3N1Irug84fh4eDYtjvAX&#10;cFQdFifTaSQ/e3E21vmvAhoSLiW1IYuQQuSVbW+cx6hoP9iFgA5UXV3XSkUhNI24VJZsGf7u5WoS&#10;XdWm+Q5Vejs9zvMhbuyxYB5RXyEp/Tdw300CJZjOniNKwTMLRCVq4s3vlAh4Sj8IiVwjGUXMbMwg&#10;Jcc4F9qnpN2aVSI9h5Q/zjkCBmSJDIzYPcBrMgbslHNvH1xFHJLROf9TYsl59IiRQfvRuak12I8A&#10;FFbVR072A0mJmsCS75Zd7MPicOi1JVQ7bE4LaWqd4dc1tsYNc/6eWRxT7CZcPf4OD6mgLSn0N0rW&#10;YH999B7scXpQS0mLY19S93PDrKBEfdM4V2eTo9CkPgpHxycFCnZfs9zX6E1zCdhqE1xyhsdrsPdq&#10;uEoLzTNuqEWIiiqmOcYuKfd2EC59Wke447hYLKIZ7gbD/I1+NDyAB6JD1z91z8yafj48DtYtDCuC&#10;zd5MSLINnhoWGw+yjuMTqE689r8A90ps434HhsW1L0erl009/w0AAP//AwBQSwMEFAAGAAgAAAAh&#10;AAk4Qc/hAAAACQEAAA8AAABkcnMvZG93bnJldi54bWxMj8FOwzAQRO+V+Adrkbi1TkqV0BCnAkQu&#10;lQA1VEjc3NjEFvE6it02/XuWExxX8zT7ptxMrmcnPQbrUUC6SIBpbL2y2AnYv9fzO2AhSlSy96gF&#10;XHSATXU1K2Wh/Bl3+tTEjlEJhkIKMDEOBeehNdrJsPCDRsq+/OhkpHPsuBrlmcpdz5dJknEnLdIH&#10;Iwf9ZHT73RydgLdt/fn8ur8sdzapX7aPJtqPZi3EzfX0cA8s6in+wfCrT+pQkdPBH1EF1gvI0tWK&#10;UArWOTACsjyjLQcBeXoLvCr5/wXVDwAAAP//AwBQSwECLQAUAAYACAAAACEAtoM4kv4AAADhAQAA&#10;EwAAAAAAAAAAAAAAAAAAAAAAW0NvbnRlbnRfVHlwZXNdLnhtbFBLAQItABQABgAIAAAAIQA4/SH/&#10;1gAAAJQBAAALAAAAAAAAAAAAAAAAAC8BAABfcmVscy8ucmVsc1BLAQItABQABgAIAAAAIQBKHS3g&#10;uAIAAPEFAAAOAAAAAAAAAAAAAAAAAC4CAABkcnMvZTJvRG9jLnhtbFBLAQItABQABgAIAAAAIQAJ&#10;OEHP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sidRPr="006F3445">
        <w:rPr>
          <w:noProof/>
          <w:lang w:eastAsia="en-GB"/>
        </w:rPr>
        <mc:AlternateContent>
          <mc:Choice Requires="wps">
            <w:drawing>
              <wp:anchor distT="0" distB="0" distL="114300" distR="114300" simplePos="0" relativeHeight="251691008" behindDoc="0" locked="0" layoutInCell="1" allowOverlap="1" wp14:anchorId="2E79875C" wp14:editId="074A9610">
                <wp:simplePos x="0" y="0"/>
                <wp:positionH relativeFrom="column">
                  <wp:posOffset>4348480</wp:posOffset>
                </wp:positionH>
                <wp:positionV relativeFrom="paragraph">
                  <wp:posOffset>128905</wp:posOffset>
                </wp:positionV>
                <wp:extent cx="396240" cy="327660"/>
                <wp:effectExtent l="0" t="0" r="22860" b="15240"/>
                <wp:wrapNone/>
                <wp:docPr id="56" name="Rounded Rectangle 56"/>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79875C" id="Rounded Rectangle 56" o:spid="_x0000_s1050" style="position:absolute;left:0;text-align:left;margin-left:342.4pt;margin-top:10.15pt;width:31.2pt;height:25.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DSuAIAAPEFAAAOAAAAZHJzL2Uyb0RvYy54bWysVFFP2zAQfp+0/2D5fSQNpUBFiioQ0yQ2&#10;EDDx7Dp2G8nxebbbpPv1O9tJKAxt0rQXx+e7++7uy91dXHaNIjthXQ26pJOjnBKhOVS1Xpf0+9PN&#10;pzNKnGe6Ygq0KOleOHq5+PjhojVzUcAGVCUsQRDt5q0p6cZ7M88yxzeiYe4IjNColGAb5lG066yy&#10;rEX0RmVFns+yFmxlLHDhHL5eJyVdRHwpBfd3UjrhiSop5ubjaeO5Cme2uGDztWVmU/M+DfYPWTSs&#10;1hh0hLpmnpGtrX+DampuwYH0RxyaDKSsuYg1YDWT/E01jxtmRKwFyXFmpMn9P1j+bXdvSV2V9GRG&#10;iWYN/qMH2OpKVOQB2WN6rQRBHRLVGjdH+0dzb3vJ4TVU3UnbhC/WQ7pI7n4kV3SecHw8Pp8VU/wF&#10;HFXHxelsFsnPXpyNdf6zgIaES0ltyCKkEHllu1vnMSraD3YhoANVVze1UlEITSOulCU7hr97tZ5E&#10;V7VtvkKV3s5O8nyIG3ssmEfUV0hK/w3cd5NACaZz4IhS8MwCUYmaePN7JQKe0g9CItdIRhEzGzNI&#10;yTHOhfYpabdhlUjPIeX3c46AAVkiAyN2D/CajAE75dzbB1cRh2R0zv+UWHIePWJk0H50bmoN9j0A&#10;hVX1kZP9QFKiJrDku1UX+7CYDr22gmqPzWkhTa0z/KbG1rhlzt8zi2OK3YSrx9/hIRW0JYX+RskG&#10;7M/33oM9Tg9qKWlx7EvqfmyZFZSoLxrn6nwyDU3qozA9OS1QsIea1aFGb5srwFab4JIzPF6DvVfD&#10;VVponnFDLUNUVDHNMXZJubeDcOXTOsIdx8VyGc1wNxjmb/Wj4QE8EB26/ql7Ztb08+FxsL7BsCLY&#10;/M2EJNvgqWG59SDrOD6B6sRr/wtwr8Q27ndgWFyHcrR62dSLXwAAAP//AwBQSwMEFAAGAAgAAAAh&#10;AM07CgnhAAAACQEAAA8AAABkcnMvZG93bnJldi54bWxMj81OwzAQhO9IvIO1SNyo3VD1J8SpAJFL&#10;JYoaKiRubrzEFrEdxW6bvj3LCW472tHMN8V6dB074RBt8BKmEwEMfRO09a2E/Xt1twQWk/JadcGj&#10;hAtGWJfXV4XKdTj7HZ7q1DIK8TFXEkxKfc55bAw6FSehR0+/rzA4lUgOLdeDOlO463gmxJw7ZT01&#10;GNXjs8Hmuz46CW+b6vNlu79kOyuq182TSfajXkl5ezM+PgBLOKY/M/ziEzqUxHQIR68j6yTMlzNC&#10;TxIycQ+MDIvZIgN2oGO6Al4W/P+C8gcAAP//AwBQSwECLQAUAAYACAAAACEAtoM4kv4AAADhAQAA&#10;EwAAAAAAAAAAAAAAAAAAAAAAW0NvbnRlbnRfVHlwZXNdLnhtbFBLAQItABQABgAIAAAAIQA4/SH/&#10;1gAAAJQBAAALAAAAAAAAAAAAAAAAAC8BAABfcmVscy8ucmVsc1BLAQItABQABgAIAAAAIQAmAdDS&#10;uAIAAPEFAAAOAAAAAAAAAAAAAAAAAC4CAABkcnMvZTJvRG9jLnhtbFBLAQItABQABgAIAAAAIQDN&#10;OwoJ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92032" behindDoc="0" locked="0" layoutInCell="1" allowOverlap="1" wp14:anchorId="536B9BC8" wp14:editId="62443BCB">
                <wp:simplePos x="0" y="0"/>
                <wp:positionH relativeFrom="column">
                  <wp:posOffset>4810760</wp:posOffset>
                </wp:positionH>
                <wp:positionV relativeFrom="paragraph">
                  <wp:posOffset>132715</wp:posOffset>
                </wp:positionV>
                <wp:extent cx="396240" cy="327660"/>
                <wp:effectExtent l="0" t="0" r="22860" b="15240"/>
                <wp:wrapNone/>
                <wp:docPr id="55" name="Rounded Rectangle 55"/>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6B9BC8" id="Rounded Rectangle 55" o:spid="_x0000_s1051" style="position:absolute;left:0;text-align:left;margin-left:378.8pt;margin-top:10.45pt;width:31.2pt;height:25.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IwtwIAAPEFAAAOAAAAZHJzL2Uyb0RvYy54bWysVFFP2zAQfp+0/2D5fSQNtEBFiioQ0yQ2&#10;EDDx7Dp2G8nxebbbpPv1O9tJKAxt0rQXx+e7++7uy91dXHaNIjthXQ26pJOjnBKhOVS1Xpf0+9PN&#10;pzNKnGe6Ygq0KOleOHq5+PjhojVzUcAGVCUsQRDt5q0p6cZ7M88yxzeiYe4IjNColGAb5lG066yy&#10;rEX0RmVFns+yFmxlLHDhHL5eJyVdRHwpBfd3UjrhiSop5ubjaeO5Cme2uGDztWVmU/M+DfYPWTSs&#10;1hh0hLpmnpGtrX+DampuwYH0RxyaDKSsuYg1YDWT/E01jxtmRKwFyXFmpMn9P1j+bXdvSV2VdDql&#10;RLMG/9EDbHUlKvKA7DG9VoKgDolqjZuj/aO5t73k8Bqq7qRtwhfrIV0kdz+SKzpPOD4en8+KE/wF&#10;HFXHxelsFsnPXpyNdf6zgIaES0ltyCKkEHllu1vnMSraD3YhoANVVze1UlEITSOulCU7hr97tZ5E&#10;V7VtvkKV3s6meT7EjT0WzCPqKySl/wbuu0mgBNM5cEQpeGaBqERNvPm9EgFP6QchkWsko4iZjRmk&#10;5BjnQvuUtNuwSqTnkPL7OUfAgCyRgRG7B3hNxoCdcu7tg6uIQzI6539KLDmPHjEyaD86N7UG+x6A&#10;wqr6yMl+IClRE1jy3aqLfViMvbaCao/NaSFNrTP8psbWuGXO3zOLY4rdhKvH3+EhFbQlhf5GyQbs&#10;z/fegz1OD2opaXHsS+p+bJkVlKgvGufqfHISmtRH4WR6WqBgDzWrQ43eNleArTbBJWd4vAZ7r4ar&#10;tNA844ZahqioYppj7JJybwfhyqd1hDuOi+UymuFuMMzf6kfDA3ggOnT9U/fMrOnnw+NgfYNhRbD5&#10;mwlJtsFTw3LrQdZxfALVidf+F+BeiW3c78CwuA7laPWyqRe/AAAA//8DAFBLAwQUAAYACAAAACEA&#10;Pdg8MeAAAAAJAQAADwAAAGRycy9kb3ducmV2LnhtbEyPy07DMBBF90j8gzVI7KhNpL7SOBUgsqkE&#10;VUOFxM6Np7FFbEex26Z/z7CC5ege3XumWI+uY2ccog1ewuNEAEPfBG19K2H/UT0sgMWkvFZd8Cjh&#10;ihHW5e1NoXIdLn6H5zq1jEp8zJUEk1Kfcx4bg07FSejRU3YMg1OJzqHlelAXKncdz4SYcaespwWj&#10;enwx2HzXJydhu6m+Xt/312xnRfW2eTbJftZLKe/vxqcVsIRj+oPhV5/UoSSnQzh5HVknYT6dzwiV&#10;kIklMAIWtAfsQEk2BV4W/P8H5Q8AAAD//wMAUEsBAi0AFAAGAAgAAAAhALaDOJL+AAAA4QEAABMA&#10;AAAAAAAAAAAAAAAAAAAAAFtDb250ZW50X1R5cGVzXS54bWxQSwECLQAUAAYACAAAACEAOP0h/9YA&#10;AACUAQAACwAAAAAAAAAAAAAAAAAvAQAAX3JlbHMvLnJlbHNQSwECLQAUAAYACAAAACEApCayMLcC&#10;AADxBQAADgAAAAAAAAAAAAAAAAAuAgAAZHJzL2Uyb0RvYy54bWxQSwECLQAUAAYACAAAACEAPdg8&#10;Me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93056" behindDoc="0" locked="0" layoutInCell="1" allowOverlap="1" wp14:anchorId="6EB6C96A" wp14:editId="7559CC35">
                <wp:simplePos x="0" y="0"/>
                <wp:positionH relativeFrom="column">
                  <wp:posOffset>5252085</wp:posOffset>
                </wp:positionH>
                <wp:positionV relativeFrom="paragraph">
                  <wp:posOffset>132715</wp:posOffset>
                </wp:positionV>
                <wp:extent cx="396240" cy="327660"/>
                <wp:effectExtent l="0" t="0" r="22860" b="15240"/>
                <wp:wrapNone/>
                <wp:docPr id="54" name="Rounded Rectangle 54"/>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B6C96A" id="Rounded Rectangle 54" o:spid="_x0000_s1052" style="position:absolute;left:0;text-align:left;margin-left:413.55pt;margin-top:10.45pt;width:31.2pt;height:25.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1YuAIAAPEFAAAOAAAAZHJzL2Uyb0RvYy54bWysVFFP2zAQfp+0/2D5fSQNpUBFiioQ0yQ2&#10;EDDx7Dp2G8nxebbbpPv1O9tJKAxt0rQXx+e7++7uy91dXHaNIjthXQ26pJOjnBKhOVS1Xpf0+9PN&#10;pzNKnGe6Ygq0KOleOHq5+PjhojVzUcAGVCUsQRDt5q0p6cZ7M88yxzeiYe4IjNColGAb5lG066yy&#10;rEX0RmVFns+yFmxlLHDhHL5eJyVdRHwpBfd3UjrhiSop5ubjaeO5Cme2uGDztWVmU/M+DfYPWTSs&#10;1hh0hLpmnpGtrX+DampuwYH0RxyaDKSsuYg1YDWT/E01jxtmRKwFyXFmpMn9P1j+bXdvSV2V9GRK&#10;iWYN/qMH2OpKVOQB2WN6rQRBHRLVGjdH+0dzb3vJ4TVU3UnbhC/WQ7pI7n4kV3SecHw8Pp8VU/wF&#10;HFXHxelsFsnPXpyNdf6zgIaES0ltyCKkEHllu1vnMSraD3YhoANVVze1UlEITSOulCU7hr97tZ5E&#10;V7VtvkKV3s5O8nyIG3ssmEfUV0hK/w3cd5NACaZz4IhS8MwCUYmaePN7JQKe0g9CItdIRhEzGzNI&#10;yTHOhfYpabdhlUjPIeX3c46AAVkiAyN2D/CajAE75dzbB1cRh2R0zv+UWHIePWJk0H50bmoN9j0A&#10;hVX1kZP9QFKiJrDku1UX+7CYDb22gmqPzWkhTa0z/KbG1rhlzt8zi2OK3YSrx9/hIRW0JYX+RskG&#10;7M/33oM9Tg9qKWlx7EvqfmyZFZSoLxrn6nwyDU3qozA9OS1QsIea1aFGb5srwFab4JIzPF6DvVfD&#10;VVponnFDLUNUVDHNMXZJubeDcOXTOsIdx8VyGc1wNxjmb/Wj4QE8EB26/ql7Ztb08+FxsL7BsCLY&#10;/M2EJNvgqWG59SDrOD6B6sRr/wtwr8Q27ndgWFyHcrR62dSLXwAAAP//AwBQSwMEFAAGAAgAAAAh&#10;AGDG2RDhAAAACQEAAA8AAABkcnMvZG93bnJldi54bWxMj1FLwzAUhd8F/0O4gm8uWWCu7Xo7VOzL&#10;QMfqEHzLmqwJNklpsq3798Ynfbycj3O+W64n25OzGoPxDmE+Y0CUa700rkPYf9QPGZAQhZOi904h&#10;XFWAdXV7U4pC+ovbqXMTO5JKXCgEgo5xKCgNrVZWhJkflEvZ0Y9WxHSOHZWjuKRy21PO2CO1wri0&#10;oMWgXrRqv5uTRdhu6q/X9/2V7wyr3zbPOprPJke8v5ueVkCimuIfDL/6SR2q5HTwJycD6REyvpwn&#10;FIGzHEgCsixfADkgLPkCaFXS/x9UPwAAAP//AwBQSwECLQAUAAYACAAAACEAtoM4kv4AAADhAQAA&#10;EwAAAAAAAAAAAAAAAAAAAAAAW0NvbnRlbnRfVHlwZXNdLnhtbFBLAQItABQABgAIAAAAIQA4/SH/&#10;1gAAAJQBAAALAAAAAAAAAAAAAAAAAC8BAABfcmVscy8ucmVsc1BLAQItABQABgAIAAAAIQBTu/1Y&#10;uAIAAPEFAAAOAAAAAAAAAAAAAAAAAC4CAABkcnMvZTJvRG9jLnhtbFBLAQItABQABgAIAAAAIQBg&#10;xtkQ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v:textbox>
              </v:roundrect>
            </w:pict>
          </mc:Fallback>
        </mc:AlternateContent>
      </w:r>
      <w:r>
        <w:rPr>
          <w:noProof/>
          <w:lang w:eastAsia="en-GB"/>
        </w:rPr>
        <mc:AlternateContent>
          <mc:Choice Requires="wps">
            <w:drawing>
              <wp:anchor distT="0" distB="0" distL="114300" distR="114300" simplePos="0" relativeHeight="251698176" behindDoc="0" locked="0" layoutInCell="1" allowOverlap="1" wp14:anchorId="10FC1241" wp14:editId="31550AFA">
                <wp:simplePos x="0" y="0"/>
                <wp:positionH relativeFrom="column">
                  <wp:posOffset>1659890</wp:posOffset>
                </wp:positionH>
                <wp:positionV relativeFrom="paragraph">
                  <wp:posOffset>548640</wp:posOffset>
                </wp:positionV>
                <wp:extent cx="396240" cy="327660"/>
                <wp:effectExtent l="0" t="0" r="22860" b="15240"/>
                <wp:wrapNone/>
                <wp:docPr id="366" name="Rounded Rectangle 366"/>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FC1241" id="Rounded Rectangle 366" o:spid="_x0000_s1053" style="position:absolute;left:0;text-align:left;margin-left:130.7pt;margin-top:43.2pt;width:31.2pt;height:25.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itpuQIAAPMFAAAOAAAAZHJzL2Uyb0RvYy54bWysVN9P2zAQfp+0/8Hy+0gaoEBFiioQ0yQG&#10;CJh4dh27jeT4PNtt0v31O9tJKD+0SdNeHJ/v7ru7L3d3ftE1imyFdTXokk4OckqE5lDVelXSH0/X&#10;X04pcZ7piinQoqQ74ejF/POn89bMRAFrUJWwBEG0m7WmpGvvzSzLHF+LhrkDMEKjUoJtmEfRrrLK&#10;shbRG5UVeT7NWrCVscCFc/h6lZR0HvGlFNzfSemEJ6qkmJuPp43nMpzZ/JzNVpaZdc37NNg/ZNGw&#10;WmPQEeqKeUY2tn4H1dTcggPpDzg0GUhZcxFrwGom+ZtqHtfMiFgLkuPMSJP7f7D8dntvSV2V9HA6&#10;pUSzBn/SA2x0JSrygPQxvVKCBCVS1Ro3Q49Hc297yeE11N1J24QvVkS6SO9upFd0nnB8PDybFkf4&#10;EziqDouT6TTSn704G+v8VwENCZeS2pBGyCEyy7Y3zmNUtB/sQkAHqq6ua6WiENpGXCpLtgx/+HI1&#10;ia5q03yHKr2dHuf5EDd2WTCPqK+QlP4buO8mgRJMZ88RpeCZBaISNfHmd0oEPKUfhES2kYwiZjZm&#10;kJJjnAvtU9JuzSqRnkPKH+ccAQOyRAZG7B7gNRkDdsq5tw+uIo7J6Jz/KbHkPHrEyKD96NzUGuxH&#10;AAqr6iMn+4GkRE1gyXfLLnZicTL02hKqHbanhTS3zvDrGlvjhjl/zywOKnYTLh9/h4dU0JYU+hsl&#10;a7C/PnoP9jg/qKWkxcEvqfu5YVZQor5pnKyzyVFoUh+Fo+OTAgW7r1nua/SmuQRstQmuOcPjNdh7&#10;NVylheYZd9QiREUV0xxjl5R7OwiXPi0k3HJcLBbRDLeDYf5GPxoewAPRoeufumdmTT8fHgfrFoYl&#10;wWZvJiTZBk8Ni40HWcfxCVQnXvtfgJsltnG/BcPq2pej1cuunv8GAAD//wMAUEsDBBQABgAIAAAA&#10;IQC/RrTN4QAAAAoBAAAPAAAAZHJzL2Rvd25yZXYueG1sTI/BSsNAEIbvgu+wjODN7jaREGM2RcVc&#10;CiqNpdDbNrtmg9nZkN226ds7nvQ0DPPxz/eXq9kN7GSm0HuUsFwIYAZbr3vsJGw/67scWIgKtRo8&#10;GgkXE2BVXV+VqtD+jBtzamLHKARDoSTYGMeC89Ba41RY+NEg3b785FSkdeq4ntSZwt3AEyEy7lSP&#10;9MGq0bxY0343RyfhY13vX9+3l2TTi/pt/Wxjv2sepLy9mZ8egUUzxz8YfvVJHSpyOvgj6sAGCUm2&#10;vCdUQp7RJCBNUupyIDLNBfCq5P8rVD8AAAD//wMAUEsBAi0AFAAGAAgAAAAhALaDOJL+AAAA4QEA&#10;ABMAAAAAAAAAAAAAAAAAAAAAAFtDb250ZW50X1R5cGVzXS54bWxQSwECLQAUAAYACAAAACEAOP0h&#10;/9YAAACUAQAACwAAAAAAAAAAAAAAAAAvAQAAX3JlbHMvLnJlbHNQSwECLQAUAAYACAAAACEASoIr&#10;abkCAADzBQAADgAAAAAAAAAAAAAAAAAuAgAAZHJzL2Uyb0RvYy54bWxQSwECLQAUAAYACAAAACEA&#10;v0a0zeEAAAAKAQAADwAAAAAAAAAAAAAAAAAT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proofErr w:type="gramStart"/>
      <w:r>
        <w:t>b</w:t>
      </w:r>
      <w:proofErr w:type="gramEnd"/>
      <w:r>
        <w:t>.</w:t>
      </w:r>
      <w:r>
        <w:tab/>
      </w:r>
      <w:r>
        <w:tab/>
      </w:r>
    </w:p>
    <w:p w:rsidR="00D42664" w:rsidRDefault="00D42664" w:rsidP="00D42664">
      <w:pPr>
        <w:tabs>
          <w:tab w:val="right" w:leader="dot" w:pos="9356"/>
        </w:tabs>
        <w:spacing w:before="360"/>
        <w:ind w:left="5386" w:hanging="2693"/>
        <w:rPr>
          <w:sz w:val="22"/>
          <w:szCs w:val="22"/>
        </w:rPr>
        <w:sectPr w:rsidR="00D42664" w:rsidSect="00A14B1E">
          <w:headerReference w:type="first" r:id="rId13"/>
          <w:footerReference w:type="first" r:id="rId14"/>
          <w:type w:val="continuous"/>
          <w:pgSz w:w="11906" w:h="16838" w:code="9"/>
          <w:pgMar w:top="1134" w:right="1134" w:bottom="1684" w:left="1134" w:header="737" w:footer="720" w:gutter="0"/>
          <w:cols w:space="720"/>
          <w:titlePg/>
          <w:docGrid w:linePitch="299"/>
        </w:sectPr>
      </w:pPr>
    </w:p>
    <w:p w:rsidR="00D42664" w:rsidRDefault="00D42664" w:rsidP="00D42664">
      <w:pPr>
        <w:tabs>
          <w:tab w:val="left" w:pos="426"/>
          <w:tab w:val="right" w:leader="dot" w:pos="5670"/>
          <w:tab w:val="left" w:pos="8647"/>
        </w:tabs>
        <w:spacing w:before="240"/>
        <w:ind w:left="426" w:hanging="426"/>
        <w:rPr>
          <w:sz w:val="22"/>
          <w:szCs w:val="22"/>
        </w:rPr>
      </w:pPr>
    </w:p>
    <w:p w:rsidR="00D42664" w:rsidRDefault="00D42664" w:rsidP="00D42664">
      <w:pPr>
        <w:tabs>
          <w:tab w:val="left" w:pos="2552"/>
          <w:tab w:val="left" w:pos="5103"/>
          <w:tab w:val="left" w:pos="7230"/>
        </w:tabs>
        <w:ind w:left="426" w:hanging="426"/>
        <w:rPr>
          <w:sz w:val="22"/>
          <w:szCs w:val="22"/>
        </w:rPr>
      </w:pPr>
    </w:p>
    <w:p w:rsidR="00D42664" w:rsidRDefault="00D42664" w:rsidP="00D42664">
      <w:pPr>
        <w:pStyle w:val="Numberedlist"/>
        <w:numPr>
          <w:ilvl w:val="0"/>
          <w:numId w:val="0"/>
        </w:numPr>
        <w:ind w:left="340" w:hanging="340"/>
      </w:pPr>
      <w:proofErr w:type="gramStart"/>
      <w:r>
        <w:t>c</w:t>
      </w:r>
      <w:proofErr w:type="gramEnd"/>
      <w:r>
        <w:t>.</w:t>
      </w:r>
      <w:r w:rsidRPr="006F3445">
        <w:rPr>
          <w:noProof/>
          <w:lang w:eastAsia="en-GB"/>
        </w:rPr>
        <mc:AlternateContent>
          <mc:Choice Requires="wps">
            <w:drawing>
              <wp:anchor distT="0" distB="0" distL="114300" distR="114300" simplePos="0" relativeHeight="251680768" behindDoc="0" locked="0" layoutInCell="1" allowOverlap="1" wp14:anchorId="2692D79D" wp14:editId="6A665DC0">
                <wp:simplePos x="0" y="0"/>
                <wp:positionH relativeFrom="column">
                  <wp:posOffset>5239385</wp:posOffset>
                </wp:positionH>
                <wp:positionV relativeFrom="paragraph">
                  <wp:posOffset>88265</wp:posOffset>
                </wp:positionV>
                <wp:extent cx="396240" cy="327660"/>
                <wp:effectExtent l="0" t="0" r="22860" b="15240"/>
                <wp:wrapNone/>
                <wp:docPr id="50" name="Rounded Rectangle 50"/>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2D79D" id="Rounded Rectangle 50" o:spid="_x0000_s1054" style="position:absolute;left:0;text-align:left;margin-left:412.55pt;margin-top:6.95pt;width:31.2pt;height:25.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PitwIAAPEFAAAOAAAAZHJzL2Uyb0RvYy54bWysVN9P2zAQfp+0/8Hy+0gaoEBFiioQ0yQG&#10;CJh4dh2njWT7PNtt0v31O9tJKD+0SdNeHJ/v7ru7L3d3ftEpSbbCugZ0SScHOSVCc6gavSrpj6fr&#10;L6eUOM90xSRoUdKdcPRi/vnTeWtmooA1yEpYgiDazVpT0rX3ZpZljq+FYu4AjNCorMEq5lG0q6yy&#10;rEV0JbMiz6dZC7YyFrhwDl+vkpLOI35dC+7v6toJT2RJMTcfTxvPZTiz+TmbrSwz64b3abB/yEKx&#10;RmPQEeqKeUY2tnkHpRpuwUHtDzioDOq64SLWgNVM8jfVPK6ZEbEWJMeZkSb3/2D57fbekqYq6THS&#10;o5nCf/QAG12Jijwge0yvpCCoQ6Ja42Zo/2jubS85vIaqu9qq8MV6SBfJ3Y3kis4Tjo+HZ9PiCGNw&#10;VB0WJ9NpxMxenI11/qsARcKlpDZkEVKIvLLtjfMYFe0HuxDQgWyq60bKKISmEZfSki3D371cTaKr&#10;3KjvUKW30+M8H+LGHgvmEfUVktR/A/fdJFCC6ew5ohQ8s0BUoibe/E6KgCf1g6iRaySjiJmNGaTk&#10;GOdC+5S0W7NKpOeQ8sc5R8CAXCMDI3YP8JqMATvl3NsHVxGHZHTO/5RYch49YmTQfnRWjQb7EYDE&#10;qvrIyX4gKVETWPLdsot9WJwOvbaEaofNaSFNrTP8usHWuGHO3zOLY4rdhKvH3+FRS2hLCv2NkjXY&#10;Xx+9B3ucHtRS0uLYl9T93DArKJHfNM7V2eQoNKmPwtHxSYGC3dcs9zV6oy4BW22CS87weA32Xg7X&#10;2oJ6xg21CFFRxTTH2CXl3g7CpU/rCHccF4tFNMPdYJi/0Y+GB/BAdOj6p+6ZWdPPh8fBuoVhRbDZ&#10;mwlJtsFTw2LjoW7i+ASqE6/9L8C9Etu434Fhce3L0eplU89/AwAA//8DAFBLAwQUAAYACAAAACEA&#10;FWyA7eEAAAAJAQAADwAAAGRycy9kb3ducmV2LnhtbEyPwU7DMBBE75X4B2uRuLVOg1LSEKcCRC6V&#10;ADVUSNzc2MQW8TqK3Tb9e5YTHFfzNPO23EyuZyc9ButRwHKRANPYemWxE7B/r+c5sBAlKtl71AIu&#10;OsCmupqVslD+jDt9amLHqARDIQWYGIeC89Aa7WRY+EEjZV9+dDLSOXZcjfJM5a7naZKsuJMWacHI&#10;QT8Z3X43RyfgbVt/Pr/uL+nOJvXL9tFE+9Gshbi5nh7ugUU9xT8YfvVJHSpyOvgjqsB6AXmaLQml&#10;4HYNjIA8v8uAHQSssgx4VfL/H1Q/AAAA//8DAFBLAQItABQABgAIAAAAIQC2gziS/gAAAOEBAAAT&#10;AAAAAAAAAAAAAAAAAAAAAABbQ29udGVudF9UeXBlc10ueG1sUEsBAi0AFAAGAAgAAAAhADj9If/W&#10;AAAAlAEAAAsAAAAAAAAAAAAAAAAALwEAAF9yZWxzLy5yZWxzUEsBAi0AFAAGAAgAAAAhACMJU+K3&#10;AgAA8QUAAA4AAAAAAAAAAAAAAAAALgIAAGRycy9lMm9Eb2MueG1sUEsBAi0AFAAGAAgAAAAhABVs&#10;gO3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79744" behindDoc="0" locked="0" layoutInCell="1" allowOverlap="1" wp14:anchorId="74278608" wp14:editId="2B4DE7B4">
                <wp:simplePos x="0" y="0"/>
                <wp:positionH relativeFrom="column">
                  <wp:posOffset>4796155</wp:posOffset>
                </wp:positionH>
                <wp:positionV relativeFrom="paragraph">
                  <wp:posOffset>84455</wp:posOffset>
                </wp:positionV>
                <wp:extent cx="396240" cy="327660"/>
                <wp:effectExtent l="0" t="0" r="22860" b="15240"/>
                <wp:wrapNone/>
                <wp:docPr id="53" name="Rounded Rectangle 53"/>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278608" id="Rounded Rectangle 53" o:spid="_x0000_s1055" style="position:absolute;left:0;text-align:left;margin-left:377.65pt;margin-top:6.65pt;width:31.2pt;height:25.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jEAuAIAAPEFAAAOAAAAZHJzL2Uyb0RvYy54bWysVG1PGzEM/j5p/yHK93HXAwpUXFEFYprE&#10;AAETn9Nc0p6UxFmS9q779XNyL5QXbdK0L7k4th/bz9k+v2i1IlvhfA2mpJODnBJhOFS1WZX0x9P1&#10;l1NKfGCmYgqMKOlOeHox//zpvLEzUcAaVCUcQRDjZ40t6ToEO8syz9dCM38AVhhUSnCaBRTdKqsc&#10;axBdq6zI82nWgKusAy68x9erTknnCV9KwcOdlF4EokqKuYV0unQu45nNz9ls5Zhd17xPg/1DFprV&#10;BoOOUFcsMLJx9TsoXXMHHmQ44KAzkLLmItWA1UzyN9U8rpkVqRYkx9uRJv//YPnt9t6Ruirp8SEl&#10;hmn8Rw+wMZWoyAOyx8xKCYI6JKqxfob2j/be9ZLHa6y6lU7HL9ZD2kTubiRXtIFwfDw8mxZH+As4&#10;qg6Lk+k0kZ+9OFvnw1cBmsRLSV3MIqaQeGXbGx8wKtoPdjGgB1VX17VSSYhNIy6VI1uGv3u5miRX&#10;tdHfoereTo/zfIibeiyaJ9RXSMr8DTy0k0gJprPniFL0zCJRHTXpFnZKRDxlHoRErpGMImU2ZtAl&#10;xzgXJnRJ+zWrRPccU/445wQYkSUyMGL3AK/JGLC7nHv76CrSkIzO+Z8S65xHjxQZTBiddW3AfQSg&#10;sKo+cmc/kNRRE1kK7bJNfVicDb22hGqHzemgm1pv+XWNrXHDfLhnDscUuwlXT7jDQypoSgr9jZI1&#10;uF8fvUd7nB7UUtLg2JfU/9wwJyhR3wzO1dnkKDZpSMLR8UmBgtvXLPc1ZqMvAVttgkvO8nSN9kEN&#10;V+lAP+OGWsSoqGKGY+yS8uAG4TJ06wh3HBeLRTLD3WBZuDGPlkfwSHTs+qf2mTnbz0fAwbqFYUWw&#10;2ZsJ6Wyjp4HFJoCs0/hEqjte+1+AeyW1cb8D4+Lal5PVy6ae/wYAAP//AwBQSwMEFAAGAAgAAAAh&#10;ANmmtDHiAAAACQEAAA8AAABkcnMvZG93bnJldi54bWxMj8FOwkAQhu8mvsNmTLzJFhAKtVuixl5I&#10;0FAIibelO3Y3dneb7gLl7R1PeppM/i//fJOvBtuyM/bBeCdgPEqAoau9Mq4RsN+VDwtgIUqnZOsd&#10;CrhigFVxe5PLTPmL2+K5ig2jEhcyKUDH2GWch1qjlWHkO3SUffneykhr33DVywuV25ZPkmTOrTSO&#10;LmjZ4avG+rs6WQEf6/Lz7X1/nWxNUm7WLzqaQ7UU4v5ueH4CFnGIfzD86pM6FOR09CenAmsFpLPZ&#10;lFAKpjQJWIzTFNhRwPxxCbzI+f8Pih8AAAD//wMAUEsBAi0AFAAGAAgAAAAhALaDOJL+AAAA4QEA&#10;ABMAAAAAAAAAAAAAAAAAAAAAAFtDb250ZW50X1R5cGVzXS54bWxQSwECLQAUAAYACAAAACEAOP0h&#10;/9YAAACUAQAACwAAAAAAAAAAAAAAAAAvAQAAX3JlbHMvLnJlbHNQSwECLQAUAAYACAAAACEAoS4x&#10;ALgCAADxBQAADgAAAAAAAAAAAAAAAAAuAgAAZHJzL2Uyb0RvYy54bWxQSwECLQAUAAYACAAAACEA&#10;2aa0MeIAAAAJAQAADwAAAAAAAAAAAAAAAAAS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78720" behindDoc="0" locked="0" layoutInCell="1" allowOverlap="1" wp14:anchorId="66BEB589" wp14:editId="3D473E1C">
                <wp:simplePos x="0" y="0"/>
                <wp:positionH relativeFrom="column">
                  <wp:posOffset>4349115</wp:posOffset>
                </wp:positionH>
                <wp:positionV relativeFrom="paragraph">
                  <wp:posOffset>90170</wp:posOffset>
                </wp:positionV>
                <wp:extent cx="396240" cy="327660"/>
                <wp:effectExtent l="0" t="0" r="22860" b="15240"/>
                <wp:wrapNone/>
                <wp:docPr id="354" name="Rounded Rectangle 354"/>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BEB589" id="Rounded Rectangle 354" o:spid="_x0000_s1056" style="position:absolute;left:0;text-align:left;margin-left:342.45pt;margin-top:7.1pt;width:31.2pt;height:25.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1WvtwIAAPMFAAAOAAAAZHJzL2Uyb0RvYy54bWysVFFP2zAQfp+0/2D5fSQtpUBFiioQ0yQ2&#10;EDDx7Dp2E8nxebbbpPv1O9tJKAxt0rQXx+e7++7uy91dXHaNIjthXQ26oJOjnBKhOZS13hT0+9PN&#10;pzNKnGe6ZAq0KOheOHq5/PjhojULMYUKVCksQRDtFq0paOW9WWSZ45VomDsCIzQqJdiGeRTtJist&#10;axG9Udk0z+dZC7Y0FrhwDl+vk5IuI76Ugvs7KZ3wRBUUc/PxtPFchzNbXrDFxjJT1bxPg/1DFg2r&#10;NQYdoa6ZZ2Rr69+gmppbcCD9EYcmAylrLmINWM0kf1PNY8WMiLUgOc6MNLn/B8u/7e4tqcuCHp/M&#10;KNGswZ/0AFtdipI8IH1Mb5QgQYlUtcYt0OPR3NtecngNdXfSNuGLFZEu0rsf6RWdJxwfj8/n0xn+&#10;BI6q4+npfB7pz16cjXX+s4CGhEtBbUgj5BCZZbtb5zEq2g92IaADVZc3tVJRCG0jrpQlO4Y/fL2Z&#10;RFe1bb5Cmd7OTvJ8iBu7LJhH1FdISv8N3HeTQAmmc+CIUvDMAlGJmnjzeyUCntIPQiLbSMY0ZjZm&#10;kJJjnAvtU9KuYqVIzyHl93OOgAFZIgMjdg/wmowBO+Xc2wdXEcdkdM7/lFhyHj1iZNB+dG5qDfY9&#10;AIVV9ZGT/UBSoiaw5Lt1lzox1hqe1lDusT0tpLl1ht/U2Bq3zPl7ZnFQsZtw+fg7PKSCtqDQ3yip&#10;wP587z3Y4/yglpIWB7+g7seWWUGJ+qJxss4ns9CkPgqzk9MpCvZQsz7U6G1zBdhqE1xzhsdrsPdq&#10;uEoLzTPuqFWIiiqmOcYuKPd2EK58Wki45bhYraIZbgfD/K1+NDyAB6JD1z91z8yafj48DtY3GJYE&#10;W7yZkGQbPDWsth5kHcfnhdf+F+BmiW3cb8Gwug7laPWyq5e/AAAA//8DAFBLAwQUAAYACAAAACEA&#10;PHKw/eAAAAAJAQAADwAAAGRycy9kb3ducmV2LnhtbEyPwU7DMBBE70j8g7VI3KhDCG0a4lSAyKVS&#10;QQ0VEjc3XmKL2I5it03/nuUEx9UbzbwtV5Pt2RHHYLwTcDtLgKFrvTKuE7B7r29yYCFKp2TvHQo4&#10;Y4BVdXlRykL5k9visYkdoxIXCilAxzgUnIdWo5Vh5gd0xL78aGWkc+y4GuWJym3P0ySZcyuNowUt&#10;B3zW2H43ByvgbV1/vrzuzunWJPVm/aSj+WiWQlxfTY8PwCJO8S8Mv/qkDhU57f3BqcB6AfM8W1KU&#10;QJYCo8AiW9wB2xO5z4FXJf//QfUDAAD//wMAUEsBAi0AFAAGAAgAAAAhALaDOJL+AAAA4QEAABMA&#10;AAAAAAAAAAAAAAAAAAAAAFtDb250ZW50X1R5cGVzXS54bWxQSwECLQAUAAYACAAAACEAOP0h/9YA&#10;AACUAQAACwAAAAAAAAAAAAAAAAAvAQAAX3JlbHMvLnJlbHNQSwECLQAUAAYACAAAACEA4NtVr7cC&#10;AADzBQAADgAAAAAAAAAAAAAAAAAuAgAAZHJzL2Uyb0RvYy54bWxQSwECLQAUAAYACAAAACEAPHKw&#10;/e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w:t>
                      </w:r>
                    </w:p>
                  </w:txbxContent>
                </v:textbox>
              </v:roundrect>
            </w:pict>
          </mc:Fallback>
        </mc:AlternateContent>
      </w:r>
      <w:r w:rsidRPr="006F3445">
        <w:rPr>
          <w:noProof/>
          <w:lang w:eastAsia="en-GB"/>
        </w:rPr>
        <mc:AlternateContent>
          <mc:Choice Requires="wps">
            <w:drawing>
              <wp:anchor distT="0" distB="0" distL="114300" distR="114300" simplePos="0" relativeHeight="251677696" behindDoc="0" locked="0" layoutInCell="1" allowOverlap="1" wp14:anchorId="71267CE1" wp14:editId="6C91B33B">
                <wp:simplePos x="0" y="0"/>
                <wp:positionH relativeFrom="column">
                  <wp:posOffset>3903980</wp:posOffset>
                </wp:positionH>
                <wp:positionV relativeFrom="paragraph">
                  <wp:posOffset>88265</wp:posOffset>
                </wp:positionV>
                <wp:extent cx="396240" cy="327660"/>
                <wp:effectExtent l="0" t="0" r="22860" b="15240"/>
                <wp:wrapNone/>
                <wp:docPr id="356" name="Rounded Rectangle 356"/>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267CE1" id="Rounded Rectangle 356" o:spid="_x0000_s1057" style="position:absolute;left:0;text-align:left;margin-left:307.4pt;margin-top:6.95pt;width:31.2pt;height:2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3z3twIAAPMFAAAOAAAAZHJzL2Uyb0RvYy54bWysVG1PGzEM/j5p/yHK93HXAgUqrqgCMU1i&#10;gICJz2ku6Z2UxFmS9q779XNyL5QXbdK0L7k4th/bz9k+v2i1IlvhfA2moJODnBJhOJS1WRf0x9P1&#10;l1NKfGCmZAqMKOhOeHqx+PzpvLFzMYUKVCkcQRDj540taBWCnWeZ55XQzB+AFQaVEpxmAUW3zkrH&#10;GkTXKpvm+SxrwJXWARfe4+tVp6SLhC+l4OFOSi8CUQXF3EI6XTpX8cwW52y+dsxWNe/TYP+QhWa1&#10;waAj1BULjGxc/Q5K19yBBxkOOOgMpKy5SDVgNZP8TTWPFbMi1YLkeDvS5P8fLL/d3jtSlwU9PJ5R&#10;YpjGn/QAG1OKkjwgfcyslSBRiVQ11s/R49Heu17yeI11t9Lp+MWKSJvo3Y30ijYQjo+HZ7PpEf4E&#10;jqrD6clslujPXpyt8+GrAE3ipaAuphFzSMyy7Y0PGBXtB7sY0IOqy+taqSTEthGXypEtwx++Wk+S&#10;q9ro71B2b6fHeT7ETV0WzRPqKyRl/gYe2kmkBNPZc0QpemaRqI6adAs7JSKeMg9CIttIxjRlNmbQ&#10;Jcc4FyZ0SfuKlaJ7jil/nHMCjMgSGRixe4DXZAzYXc69fXQVaUxG5/xPiXXOo0eKDCaMzro24D4C&#10;UFhVH7mzH0jqqIkshXbVdp2YTOPTCsodtqeDbm695dc1tsYN8+GeORxU7CZcPuEOD6mgKSj0N0oq&#10;cL8+eo/2OD+opaTBwS+o/7lhTlCivhmcrLPJUWzSkISj45MpCm5fs9rXmI2+BGy1Ca45y9M12gc1&#10;XKUD/Yw7ahmjoooZjrELyoMbhMvQLSTcclwsl8kMt4Nl4cY8Wh7BI9Gx65/aZ+ZsPx8BB+sWhiXB&#10;5m8mpLONngaWmwCyTuPzwmv/C3CzpDbut2BcXftysnrZ1YvfAAAA//8DAFBLAwQUAAYACAAAACEA&#10;wqFCAOEAAAAJAQAADwAAAGRycy9kb3ducmV2LnhtbEyPwU7DMBBE70j8g7VI3KjTQNM2xKkAkUul&#10;gppWSNzc2MQW8TqK3Tb9e5YT3GY1o5m3xWp0HTvpIViPAqaTBJjGxiuLrYD9rrpbAAtRopKdRy3g&#10;ogOsyuurQubKn3GrT3VsGZVgyKUAE2Ofcx4ao50ME99rJO/LD05GOoeWq0Geqdx1PE2SjDtpkRaM&#10;7PWL0c13fXQC3tfV5+vb/pJubVJt1s8m2o96KcTtzfj0CCzqMf6F4Ref0KEkpoM/ogqsE5BNHwg9&#10;knG/BEaBbD5PgR1IzGbAy4L//6D8AQAA//8DAFBLAQItABQABgAIAAAAIQC2gziS/gAAAOEBAAAT&#10;AAAAAAAAAAAAAAAAAAAAAABbQ29udGVudF9UeXBlc10ueG1sUEsBAi0AFAAGAAgAAAAhADj9If/W&#10;AAAAlAEAAAsAAAAAAAAAAAAAAAAALwEAAF9yZWxzLy5yZWxzUEsBAi0AFAAGAAgAAAAhAGmHfPe3&#10;AgAA8wUAAA4AAAAAAAAAAAAAAAAALgIAAGRycy9lMm9Eb2MueG1sUEsBAi0AFAAGAAgAAAAhAMKh&#10;QgDhAAAACQEAAA8AAAAAAAAAAAAAAAAAEQ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704320" behindDoc="0" locked="0" layoutInCell="1" allowOverlap="1" wp14:anchorId="2C95C310" wp14:editId="0869148F">
                <wp:simplePos x="0" y="0"/>
                <wp:positionH relativeFrom="column">
                  <wp:posOffset>3006725</wp:posOffset>
                </wp:positionH>
                <wp:positionV relativeFrom="paragraph">
                  <wp:posOffset>93345</wp:posOffset>
                </wp:positionV>
                <wp:extent cx="396240" cy="327660"/>
                <wp:effectExtent l="0" t="0" r="22860" b="15240"/>
                <wp:wrapNone/>
                <wp:docPr id="494" name="Rounded Rectangle 494"/>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95C310" id="Rounded Rectangle 494" o:spid="_x0000_s1058" style="position:absolute;left:0;text-align:left;margin-left:236.75pt;margin-top:7.35pt;width:31.2pt;height:25.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1UuQIAAPMFAAAOAAAAZHJzL2Uyb0RvYy54bWysVN9PGzEMfp+0/yHK+7jrUQpUXFEFYprE&#10;BgImntNc0p6UxFmS9q776+fkflAY2qRpL7k4tj/b39m+uGy1IjvhfA2mpJOjnBJhOFS1WZf0+9PN&#10;pzNKfGCmYgqMKOleeHq5+PjhorFzUcAGVCUcQRDj540t6SYEO88yzzdCM38EVhhUSnCaBRTdOqsc&#10;axBdq6zI81nWgKusAy68x9frTkkXCV9KwcOdlF4EokqKuYV0unSu4pktLth87Zjd1LxPg/1DFprV&#10;BoOOUNcsMLJ19W9QuuYOPMhwxEFnIGXNRaoBq5nkb6p53DArUi1IjrcjTf7/wfJvu3tH6qqk0/Mp&#10;JYZp/EkPsDWVqMgD0sfMWgkSlUhVY/0cPR7tveslj9dYdyudjl+siLSJ3v1Ir2gD4fh4fD4rpvgT&#10;OKqOi9PZLNGfvThb58NnAZrES0ldTCPmkJhlu1sfMCraD3YxoAdVVze1UkmIbSOulCM7hj98tZ4k&#10;V7XVX6Hq3s5O8nyIm7osmifUV0jK/A08tJNICaZz4IhS9MwiUR016Rb2SkQ8ZR6ERLaRjCJlNmbQ&#10;Jcc4FyZ0SfsNq0T3HFN+P+cEGJElMjBi9wCvyRiwu5x7++gq0piMzvmfEuucR48UGUwYnXVtwL0H&#10;oLCqPnJnP5DUURNZCu2qTZ14XAy9toJqj+3poJtbb/lNja1xy3y4Zw4HFbsJl0+4w0MqaEoK/Y2S&#10;Dbif771He5wf1FLS4OCX1P/YMicoUV8MTtb5ZBqbNCRhenJaoOAONatDjdnqK8BWm+Caszxdo31Q&#10;w1U60M+4o5YxKqqY4Ri7pDy4QbgK3ULCLcfFcpnMcDtYFm7No+URPBIdu/6pfWbO9vMRcLC+wbAk&#10;2PzNhHS20dPAchtA1ml8ItUdr/0vwM2S2rjfgnF1HcrJ6mVXL34BAAD//wMAUEsDBBQABgAIAAAA&#10;IQCQDlkD4QAAAAkBAAAPAAAAZHJzL2Rvd25yZXYueG1sTI/BTsMwEETvSPyDtUjcqEPTpDTEqQCR&#10;SyVADRUSNzdeYot4HcVum/495gTH1TzNvC3Xk+3ZEUdvHAm4nSXAkFqnDHUCdu/1zR0wHyQp2TtC&#10;AWf0sK4uL0pZKHeiLR6b0LFYQr6QAnQIQ8G5bzVa6WduQIrZlxutDPEcO65GeYrltufzJMm5lYbi&#10;gpYDPmlsv5uDFfC2qT+fX3fn+dYk9cvmUQfz0ayEuL6aHu6BBZzCHwy/+lEdqui0dwdSnvUCFss0&#10;i2gMFktgEcjSbAVsLyDPU+BVyf9/UP0AAAD//wMAUEsBAi0AFAAGAAgAAAAhALaDOJL+AAAA4QEA&#10;ABMAAAAAAAAAAAAAAAAAAAAAAFtDb250ZW50X1R5cGVzXS54bWxQSwECLQAUAAYACAAAACEAOP0h&#10;/9YAAACUAQAACwAAAAAAAAAAAAAAAAAvAQAAX3JlbHMvLnJlbHNQSwECLQAUAAYACAAAACEA7qYN&#10;VLkCAADzBQAADgAAAAAAAAAAAAAAAAAuAgAAZHJzL2Uyb0RvYy54bWxQSwECLQAUAAYACAAAACEA&#10;kA5ZA+EAAAAJAQAADwAAAAAAAAAAAAAAAAATBQAAZHJzL2Rvd25yZXYueG1sUEsFBgAAAAAEAAQA&#10;8wAAACE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76672" behindDoc="0" locked="0" layoutInCell="1" allowOverlap="1" wp14:anchorId="424659F6" wp14:editId="1FF60C0F">
                <wp:simplePos x="0" y="0"/>
                <wp:positionH relativeFrom="column">
                  <wp:posOffset>3451860</wp:posOffset>
                </wp:positionH>
                <wp:positionV relativeFrom="paragraph">
                  <wp:posOffset>87630</wp:posOffset>
                </wp:positionV>
                <wp:extent cx="396240" cy="327660"/>
                <wp:effectExtent l="0" t="0" r="22860" b="15240"/>
                <wp:wrapNone/>
                <wp:docPr id="357" name="Rounded Rectangle 357"/>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4659F6" id="Rounded Rectangle 357" o:spid="_x0000_s1059" style="position:absolute;left:0;text-align:left;margin-left:271.8pt;margin-top:6.9pt;width:31.2pt;height:25.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WwuAIAAPMFAAAOAAAAZHJzL2Uyb0RvYy54bWysVFFP2zAQfp+0/2D5fSRtoUBFiioQ0yQ2&#10;EDDx7DpOE8n2ebbbpPv1O9tJKAxt0rQXx+e7++7uy91dXHZKkp2wrgFd0MlRTonQHMpGbwr6/enm&#10;0xklzjNdMglaFHQvHL1cfvxw0ZqFmEINshSWIIh2i9YUtPbeLLLM8Voo5o7ACI3KCqxiHkW7yUrL&#10;WkRXMpvm+TxrwZbGAhfO4et1UtJlxK8qwf1dVTnhiSwo5ubjaeO5Dme2vGCLjWWmbnifBvuHLBRr&#10;NAYdoa6ZZ2Rrm9+gVMMtOKj8EQeVQVU1XMQasJpJ/qaax5oZEWtBcpwZaXL/D5Z/291b0pQFnZ2c&#10;UqKZwp/0AFtdipI8IH1Mb6QgQYlUtcYt0OPR3NtecngNdXeVVeGLFZEu0rsf6RWdJxwfZ+fz6TH+&#10;BI6q2fR0Po/0Zy/Oxjr/WYAi4VJQG9IIOURm2e7WeYyK9oNdCOhANuVNI2UUQtuIK2nJjuEPX28m&#10;0VVu1Vco09vZSZ4PcWOXBfOI+gpJ6r+B+24SKMF0DhxRCp5ZICpRE29+L0XAk/pBVMg2kjGNmY0Z&#10;pOQY50L7lLSrWSnSc0j5/ZwjYECukIERuwd4TcaAnXLu7YOriGMyOud/Siw5jx4xMmg/OqtGg30P&#10;QGJVfeRkP5CUqAks+W7dpU6cDb22hnKP7Wkhza0z/KbB1rhlzt8zi4OK3YTLx9/hUUloCwr9jZIa&#10;7M/33oM9zg9qKWlx8AvqfmyZFZTILxon63xyHJrUR+H45HSKgj3UrA81equuAFttgmvO8HgN9l4O&#10;18qCesYdtQpRUcU0x9gF5d4OwpVPCwm3HBerVTTD7WCYv9WPhgfwQHTo+qfumVnTz4fHwfoGw5Jg&#10;izcTkmyDp4bV1kPVxPEJVCde+1+AmyW2cb8Fw+o6lKPVy65e/gIAAP//AwBQSwMEFAAGAAgAAAAh&#10;AGdYzibgAAAACQEAAA8AAABkcnMvZG93bnJldi54bWxMj81OwzAQhO9IvIO1SNyoTX8iGuJUgMil&#10;EkUNVSVubmxii3gdxW6bvj3LCW47mk+zM8Vq9B07mSG6gBLuJwKYwSZoh62E3Ud19wAsJoVadQGN&#10;hIuJsCqvrwqV63DGrTnVqWUUgjFXEmxKfc55bKzxKk5Cb5C8rzB4lUgOLdeDOlO47/hUiIx75ZA+&#10;WNWbF2ua7/roJbyvq8/Xze4y3TpRva2fbXL7einl7c349AgsmTH9wfBbn6pDSZ0O4Yg6sk7CYj7L&#10;CCVjRhMIyERG4w50LObAy4L/X1D+AAAA//8DAFBLAQItABQABgAIAAAAIQC2gziS/gAAAOEBAAAT&#10;AAAAAAAAAAAAAAAAAAAAAABbQ29udGVudF9UeXBlc10ueG1sUEsBAi0AFAAGAAgAAAAhADj9If/W&#10;AAAAlAEAAAsAAAAAAAAAAAAAAAAALwEAAF9yZWxzLy5yZWxzUEsBAi0AFAAGAAgAAAAhAItY1bC4&#10;AgAA8wUAAA4AAAAAAAAAAAAAAAAALgIAAGRycy9lMm9Eb2MueG1sUEsBAi0AFAAGAAgAAAAhAGdY&#10;zibgAAAACQEAAA8AAAAAAAAAAAAAAAAAEg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Pr>
          <w:noProof/>
          <w:lang w:eastAsia="en-GB"/>
        </w:rPr>
        <mc:AlternateContent>
          <mc:Choice Requires="wps">
            <w:drawing>
              <wp:anchor distT="0" distB="0" distL="114300" distR="114300" simplePos="0" relativeHeight="251671552" behindDoc="0" locked="0" layoutInCell="1" allowOverlap="1" wp14:anchorId="3D395F2F" wp14:editId="5D056FB4">
                <wp:simplePos x="0" y="0"/>
                <wp:positionH relativeFrom="column">
                  <wp:posOffset>314960</wp:posOffset>
                </wp:positionH>
                <wp:positionV relativeFrom="paragraph">
                  <wp:posOffset>93345</wp:posOffset>
                </wp:positionV>
                <wp:extent cx="396240" cy="327660"/>
                <wp:effectExtent l="0" t="0" r="22860" b="15240"/>
                <wp:wrapNone/>
                <wp:docPr id="358" name="Rounded Rectangle 35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395F2F" id="Rounded Rectangle 358" o:spid="_x0000_s1060" style="position:absolute;left:0;text-align:left;margin-left:24.8pt;margin-top:7.35pt;width:31.2pt;height:25.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TJkuAIAAPMFAAAOAAAAZHJzL2Uyb0RvYy54bWysVFFP2zAQfp+0/2D5fSQtpUBFiioQ0yQ2&#10;EDDx7DpOE8n2ebbbpPv1O9tJKAxt0rSXxOe7++7u891dXHZKkp2wrgFd0MlRTonQHMpGbwr6/enm&#10;0xklzjNdMglaFHQvHL1cfvxw0ZqFmEINshSWIIh2i9YUtPbeLLLM8Voo5o7ACI3KCqxiHkW7yUrL&#10;WkRXMpvm+TxrwZbGAhfO4e11UtJlxK8qwf1dVTnhiSwo5ubj18bvOnyz5QVbbCwzdcP7NNg/ZKFY&#10;ozHoCHXNPCNb2/wGpRpuwUHljzioDKqq4SLWgNVM8jfVPNbMiFgLkuPMSJP7f7D82+7ekqYs6PEJ&#10;PpVmCh/pAba6FCV5QPqY3khBghKpao1boMejube95PAY6u4qq8IfKyJdpHc/0is6TzheHp/PpzN8&#10;BI6q4+npfB7pz16cjXX+swBFwqGgNqQRcojMst2t8xgV7Qe7ENCBbMqbRsoohLYRV9KSHcMHX28m&#10;0VVu1Vco093ZSZ4PcWOXBfOI+gpJ6r+B+24SKMF0DhxRCp5ZICpRE09+L0XAk/pBVMg2kjGNmY0Z&#10;pOQY50L7lLSrWSnSdUj5/ZwjYECukIERuwd4TcaAnXLu7YOriGMyOud/Siw5jx4xMmg/OqtGg30P&#10;QGJVfeRkP5CUqAks+W7dpU6cDb22hnKP7Wkhza0z/KbB1rhlzt8zi4OK3YTLx9/hp5LQFhT6EyU1&#10;2J/v3Qd7nB/UUtLi4BfU/dgyKyiRXzRO1vlkFprUR2F2cjpFwR5q1ocavVVXgK02wTVneDwGey+H&#10;Y2VBPeOOWoWoqGKaY+yCcm8H4cqnhYRbjovVKprhdjDM3+pHwwN4IDp0/VP3zKzp58PjYH2DYUmw&#10;xZsJSbbBU8Nq66Fq4vgEqhOv/RPgZolt3G/BsLoO5Wj1squXvwAAAP//AwBQSwMEFAAGAAgAAAAh&#10;APlJgcPfAAAACAEAAA8AAABkcnMvZG93bnJldi54bWxMj8FOwzAQRO9I/IO1SNyo01AFGuJUgMil&#10;EqCGCombGy9xRLyOYrdN/57tCY47M5p9U6wm14sDjqHzpGA+S0AgNd501CrYflQ39yBC1GR07wkV&#10;nDDAqry8KHRu/JE2eKhjK7iEQq4V2BiHXMrQWHQ6zPyAxN63H52OfI6tNKM+crnrZZokmXS6I/5g&#10;9YDPFpufeu8UvK+rr5e37SnddEn1un6ysfusl0pdX02PDyAiTvEvDGd8RoeSmXZ+TyaIXsFimXGS&#10;9cUdiLM/T3nbTkGW3YIsC/l/QPkLAAD//wMAUEsBAi0AFAAGAAgAAAAhALaDOJL+AAAA4QEAABMA&#10;AAAAAAAAAAAAAAAAAAAAAFtDb250ZW50X1R5cGVzXS54bWxQSwECLQAUAAYACAAAACEAOP0h/9YA&#10;AACUAQAACwAAAAAAAAAAAAAAAAAvAQAAX3JlbHMvLnJlbHNQSwECLQAUAAYACAAAACEAetUyZLgC&#10;AADzBQAADgAAAAAAAAAAAAAAAAAuAgAAZHJzL2Uyb0RvYy54bWxQSwECLQAUAAYACAAAACEA+UmB&#10;w98AAAAIAQAADwAAAAAAAAAAAAAAAAAS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lang w:eastAsia="en-GB"/>
        </w:rPr>
        <mc:AlternateContent>
          <mc:Choice Requires="wps">
            <w:drawing>
              <wp:anchor distT="0" distB="0" distL="114300" distR="114300" simplePos="0" relativeHeight="251672576" behindDoc="0" locked="0" layoutInCell="1" allowOverlap="1" wp14:anchorId="349B403B" wp14:editId="42FBEA3B">
                <wp:simplePos x="0" y="0"/>
                <wp:positionH relativeFrom="column">
                  <wp:posOffset>761365</wp:posOffset>
                </wp:positionH>
                <wp:positionV relativeFrom="paragraph">
                  <wp:posOffset>90170</wp:posOffset>
                </wp:positionV>
                <wp:extent cx="396240" cy="327660"/>
                <wp:effectExtent l="0" t="0" r="22860" b="15240"/>
                <wp:wrapNone/>
                <wp:docPr id="359" name="Rounded Rectangle 359"/>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9B403B" id="Rounded Rectangle 359" o:spid="_x0000_s1061" style="position:absolute;left:0;text-align:left;margin-left:59.95pt;margin-top:7.1pt;width:31.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7JuuAIAAPMFAAAOAAAAZHJzL2Uyb0RvYy54bWysVG1PGzEM/j5p/yHK93HXAgUqrqgCMU1i&#10;gICJz2ku6Z2UxFmS9q779XNyL5QXbdK0L7k4th/bz9k+v2i1IlvhfA2moJODnBJhOJS1WRf0x9P1&#10;l1NKfGCmZAqMKOhOeHqx+PzpvLFzMYUKVCkcQRDj540taBWCnWeZ55XQzB+AFQaVEpxmAUW3zkrH&#10;GkTXKpvm+SxrwJXWARfe4+tVp6SLhC+l4OFOSi8CUQXF3EI6XTpX8cwW52y+dsxWNe/TYP+QhWa1&#10;waAj1BULjGxc/Q5K19yBBxkOOOgMpKy5SDVgNZP8TTWPFbMi1YLkeDvS5P8fLL/d3jtSlwU9PD6j&#10;xDCNP+kBNqYUJXlA+phZK0GiEqlqrJ+jx6O9d73k8RrrbqXT8YsVkTbRuxvpFW0gHB8Pz2bTI/wJ&#10;HFWH05PZLNGfvThb58NXAZrES0FdTCPmkJhl2xsfMCraD3YxoAdVl9e1UkmIbSMulSNbhj98tZ4k&#10;V7XR36Hs3k6P83yIm7osmifUV0jK/A08tJNICaaz54hS9MwiUR016RZ2SkQ8ZR6ERLaRjGnKbMyg&#10;S45xLkzokvYVK0X3HFP+OOcEGJElMjBi9wCvyRiwu5x7++gq0piMzvmfEuucR48UGUwYnXVtwH0E&#10;oLCqPnJnP5DUURNZCu2q7Ttx6LUVlDtsTwfd3HrLr2tsjRvmwz1zOKjYTbh8wh0eUkFTUOhvlFTg&#10;fn30Hu1xflBLSYODX1D/c8OcoER9MzhZZ5Oj2KQhCUfHJ1MU3L5mta8xG30J2GoTXHOWp2u0D2q4&#10;Sgf6GXfUMkZFFTMcYxeUBzcIl6FbSLjluFgukxluB8vCjXm0PIJHomPXP7XPzNl+PgIO1i0MS4LN&#10;30xIZxs9DSw3AWSdxidS3fHa/wLcLKmN+y0YV9e+nKxedvXiNwAAAP//AwBQSwMEFAAGAAgAAAAh&#10;AP054CTgAAAACQEAAA8AAABkcnMvZG93bnJldi54bWxMj8FOwzAMhu9IvENkJG4sXWFTW5pOgOhl&#10;0kArExK3rDFNRONUTbZ1b092gpt/+dPvz+Vqsj074uiNIwHzWQIMqXXKUCdg91HfZcB8kKRk7wgF&#10;nNHDqrq+KmWh3Im2eGxCx2IJ+UIK0CEMBee+1Wiln7kBKe6+3WhliHHsuBrlKZbbnqdJsuRWGooX&#10;tBzwRWP70xysgPd1/fX6tjunW5PUm/WzDuazyYW4vZmeHoEFnMIfDBf9qA5VdNq7AynP+pjneR7R&#10;ODykwC5Alt4D2wtYLjLgVcn/f1D9AgAA//8DAFBLAQItABQABgAIAAAAIQC2gziS/gAAAOEBAAAT&#10;AAAAAAAAAAAAAAAAAAAAAABbQ29udGVudF9UeXBlc10ueG1sUEsBAi0AFAAGAAgAAAAhADj9If/W&#10;AAAAlAEAAAsAAAAAAAAAAAAAAAAALwEAAF9yZWxzLy5yZWxzUEsBAi0AFAAGAAgAAAAhAKOrsm64&#10;AgAA8wUAAA4AAAAAAAAAAAAAAAAALgIAAGRycy9lMm9Eb2MueG1sUEsBAi0AFAAGAAgAAAAhAP05&#10;4CTgAAAACQEAAA8AAAAAAAAAAAAAAAAAEg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12</w:t>
                      </w:r>
                    </w:p>
                  </w:txbxContent>
                </v:textbox>
              </v:roundrect>
            </w:pict>
          </mc:Fallback>
        </mc:AlternateContent>
      </w:r>
      <w:r>
        <w:rPr>
          <w:noProof/>
          <w:lang w:eastAsia="en-GB"/>
        </w:rPr>
        <mc:AlternateContent>
          <mc:Choice Requires="wps">
            <w:drawing>
              <wp:anchor distT="0" distB="0" distL="114300" distR="114300" simplePos="0" relativeHeight="251674624" behindDoc="0" locked="0" layoutInCell="1" allowOverlap="1" wp14:anchorId="5555A842" wp14:editId="5224C91D">
                <wp:simplePos x="0" y="0"/>
                <wp:positionH relativeFrom="column">
                  <wp:posOffset>1659890</wp:posOffset>
                </wp:positionH>
                <wp:positionV relativeFrom="paragraph">
                  <wp:posOffset>93980</wp:posOffset>
                </wp:positionV>
                <wp:extent cx="396240" cy="327660"/>
                <wp:effectExtent l="0" t="0" r="22860" b="15240"/>
                <wp:wrapNone/>
                <wp:docPr id="360" name="Rounded Rectangle 360"/>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55A842" id="Rounded Rectangle 360" o:spid="_x0000_s1062" style="position:absolute;left:0;text-align:left;margin-left:130.7pt;margin-top:7.4pt;width:31.2pt;height:2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wutwIAAPMFAAAOAAAAZHJzL2Uyb0RvYy54bWysVE1v2zAMvQ/YfxB0X+2kbdoGdYqgRYcB&#10;3Vq0HXpWZDkxIIuapMTOfv1IyXY/VmzAsIssiuQj+Uzy/KJrNNsp52swBZ8c5JwpI6Gszbrg3x+v&#10;P51y5oMwpdBgVMH3yvOLxccP562dqylsQJfKMQQxft7agm9CsPMs83KjGuEPwCqDygpcIwKKbp2V&#10;TrSI3uhsmuezrAVXWgdSeY+vV0nJFxG/qpQMt1XlVWC64JhbiKeL54rObHEu5msn7KaWfRriH7Jo&#10;RG0w6Ah1JYJgW1f/BtXU0oGHKhxIaDKoqlqqWANWM8nfVPOwEVbFWpAcb0ea/P+Dld92d47VZcEP&#10;Z8iPEQ3+pHvYmlKV7B7pE2atFSMlUtVaP0ePB3vnesnjleruKtfQFytiXaR3P9KrusAkPh6ezaZH&#10;GESi6nB6MkuY2bOzdT58VtAwuhTcURqUQ2RW7G58wKhoP9hRQA+6Lq9rraNAbaMutWM7gT98tZ5E&#10;V71tvkKZ3k6P8zzWgjixy8g8or5C0uZv4KGbECUE85wCSuSZEVGJmngLe60IT5t7VSHbSMY0ZjZm&#10;kJITUioTUtJ+I0qVninl93OOgIRcIQMjdg/wmowBO+Xc25OrimMyOud/Siw5jx4xMpgwOje1Afce&#10;gMaq+sjJfiApUUMshW7V9Z049NoKyj22p4M0t97K6xpb40b4cCccDip2Ey6fcItHpaEtOPQ3zjbg&#10;fr73TvY4P6jlrMXBL7j/sRVOcaa/GJyss8kRNWmIwtHxyRQF91Kzeqkx2+YSsNUmuOasjFeyD3q4&#10;Vg6aJ9xRS4qKKmEkxi64DG4QLkNaSLjlpFouoxluByvCjXmwksCJaOr6x+5JONvPR8DB+gbDkhDz&#10;NxOSbMnTwHIboKrj+BDVidf+F+BmiW3cb0FaXS/laPW8qxe/AAAA//8DAFBLAwQUAAYACAAAACEA&#10;sFnZgeAAAAAJAQAADwAAAGRycy9kb3ducmV2LnhtbEyPQUvDQBCF74L/YRnBm900DUFjNkXFXAoq&#10;jUXwts2OyWJ2NmS3bfrvHU96m8f7ePNeuZ7dII44BetJwXKRgEBqvbHUKdi91ze3IELUZPTgCRWc&#10;McC6urwodWH8ibZ4bGInOIRCoRX0MY6FlKHt0emw8CMSe19+cjqynDppJn3icDfINEly6bQl/tDr&#10;EZ96bL+bg1Pwtqk/n19353Rrk/pl89hH+9HcKXV9NT/cg4g4xz8Yfutzdai4094fyAQxKEjzZcYo&#10;GxlPYGCVrvjYK8jzDGRVyv8Lqh8AAAD//wMAUEsBAi0AFAAGAAgAAAAhALaDOJL+AAAA4QEAABMA&#10;AAAAAAAAAAAAAAAAAAAAAFtDb250ZW50X1R5cGVzXS54bWxQSwECLQAUAAYACAAAACEAOP0h/9YA&#10;AACUAQAACwAAAAAAAAAAAAAAAAAvAQAAX3JlbHMvLnJlbHNQSwECLQAUAAYACAAAACEAvxuMLrcC&#10;AADzBQAADgAAAAAAAAAAAAAAAAAuAgAAZHJzL2Uyb0RvYy54bWxQSwECLQAUAAYACAAAACEAsFnZ&#10;ge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Pr>
          <w:noProof/>
          <w:lang w:eastAsia="en-GB"/>
        </w:rPr>
        <mc:AlternateContent>
          <mc:Choice Requires="wps">
            <w:drawing>
              <wp:anchor distT="0" distB="0" distL="114300" distR="114300" simplePos="0" relativeHeight="251673600" behindDoc="0" locked="0" layoutInCell="1" allowOverlap="1" wp14:anchorId="68442EE8" wp14:editId="1AC85E2A">
                <wp:simplePos x="0" y="0"/>
                <wp:positionH relativeFrom="column">
                  <wp:posOffset>1214755</wp:posOffset>
                </wp:positionH>
                <wp:positionV relativeFrom="paragraph">
                  <wp:posOffset>93980</wp:posOffset>
                </wp:positionV>
                <wp:extent cx="396240" cy="327660"/>
                <wp:effectExtent l="0" t="0" r="22860" b="15240"/>
                <wp:wrapNone/>
                <wp:docPr id="361" name="Rounded Rectangle 361"/>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442EE8" id="Rounded Rectangle 361" o:spid="_x0000_s1063" style="position:absolute;left:0;text-align:left;margin-left:95.65pt;margin-top:7.4pt;width:31.2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QwktwIAAPMFAAAOAAAAZHJzL2Uyb0RvYy54bWysVN9P2zAQfp+0/8Hy+0haoEBFiioQ0yQG&#10;CJh4dh27ieT4PNtt0v31O9tJKD+0SdNeHJ/v7ru7L3d3ftE1imyFdTXogk4OckqE5lDWel3QH0/X&#10;X04pcZ7pkinQoqA74ejF4vOn89bMxRQqUKWwBEG0m7emoJX3Zp5ljleiYe4AjNColGAb5lG066y0&#10;rEX0RmXTPJ9lLdjSWODCOXy9Skq6iPhSCu7vpHTCE1VQzM3H08ZzFc5scc7ma8tMVfM+DfYPWTSs&#10;1hh0hLpinpGNrd9BNTW34ED6Aw5NBlLWXMQasJpJ/qaax4oZEWtBcpwZaXL/D5bfbu8tqcuCHs4m&#10;lGjW4E96gI0uRUkekD6m10qQoESqWuPm6PFo7m0vObyGujtpm/DFikgX6d2N9IrOE46Ph2ez6RH+&#10;BI6qw+nJbBbpz16cjXX+q4CGhEtBbUgj5BCZZdsb5zEq2g92IaADVZfXtVJRCG0jLpUlW4Y/fLWe&#10;RFe1ab5Dmd5Oj/N8iBu7LJhH1FdISv8N3HeREkxnzxGl4JkFohI18eZ3SgQ8pR+ERLaRjGnMbMwg&#10;Jcc4F9qnpF3FSpGeQ8of5xwBA7JEBkbsHuA1GQN2orC3D64ijsnonP8pseQ8esTIoP3o3NQa7EcA&#10;CqvqIyf7gaRETWDJd6sudeLJ0GsrKHfYnhbS3DrDr2tsjRvm/D2zOKjYTbh8/B0eUkFbUOhvlFRg&#10;f330HuxxflBLSYuDX1D3c8OsoER90zhZZ5Oj0KQ+CkfHJ1MU7L5mta/Rm+YSsNVwdjC7eA32Xg1X&#10;aaF5xh21DFFRxTTH2AXl3g7CpU8LCbccF8tlNMPtYJi/0Y+GB/BAdOj6p+6ZWdPPh8fBuoVhSbD5&#10;mwlJtsFTw3LjQdZxfALVidf+F+Bmif3fb8GwuvblaPWyqxe/AQAA//8DAFBLAwQUAAYACAAAACEA&#10;KoN43uAAAAAJAQAADwAAAGRycy9kb3ducmV2LnhtbEyPy07DMBBF90j8gzVI7KjTtKQ0xKkAkU2l&#10;gppWSOzceIgtYjuK3Tb9e4YV7OZqju6jWI22YyccgvFOwHSSAEPXeGVcK2C/q+4egIUonZKddyjg&#10;ggFW5fVVIXPlz26Lpzq2jExcyKUAHWOfcx4ajVaGie/R0e/LD1ZGkkPL1SDPZG47niZJxq00jhK0&#10;7PFFY/NdH62A93X1+fq2v6Rbk1Sb9bOO5qNeCnF7Mz49Aos4xj8YfutTdSip08EfnQqsI72czgil&#10;Y04TCEjvZwtgBwFZNgdeFvz/gvIHAAD//wMAUEsBAi0AFAAGAAgAAAAhALaDOJL+AAAA4QEAABMA&#10;AAAAAAAAAAAAAAAAAAAAAFtDb250ZW50X1R5cGVzXS54bWxQSwECLQAUAAYACAAAACEAOP0h/9YA&#10;AACUAQAACwAAAAAAAAAAAAAAAAAvAQAAX3JlbHMvLnJlbHNQSwECLQAUAAYACAAAACEAZmUMJLcC&#10;AADzBQAADgAAAAAAAAAAAAAAAAAuAgAAZHJzL2Uyb0RvYy54bWxQSwECLQAUAAYACAAAACEAKoN4&#10;3u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81792" behindDoc="0" locked="0" layoutInCell="1" allowOverlap="1" wp14:anchorId="13D1299B" wp14:editId="5A35E990">
                <wp:simplePos x="0" y="0"/>
                <wp:positionH relativeFrom="column">
                  <wp:posOffset>2111375</wp:posOffset>
                </wp:positionH>
                <wp:positionV relativeFrom="paragraph">
                  <wp:posOffset>95885</wp:posOffset>
                </wp:positionV>
                <wp:extent cx="396240" cy="327660"/>
                <wp:effectExtent l="0" t="0" r="22860" b="15240"/>
                <wp:wrapNone/>
                <wp:docPr id="362" name="Rounded Rectangle 362"/>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D1299B" id="Rounded Rectangle 362" o:spid="_x0000_s1064" style="position:absolute;left:0;text-align:left;margin-left:166.25pt;margin-top:7.55pt;width:31.2pt;height:2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FvUuAIAAPMFAAAOAAAAZHJzL2Uyb0RvYy54bWysVN9P2zAQfp+0/8Hy+0gaoEBFiioQ0yQG&#10;CJh4dh27jeT4PNtt0v31O9tJKD+0SdNeHJ/v7ru7L3d3ftE1imyFdTXokk4OckqE5lDVelXSH0/X&#10;X04pcZ7piinQoqQ74ejF/POn89bMRAFrUJWwBEG0m7WmpGvvzSzLHF+LhrkDMEKjUoJtmEfRrrLK&#10;shbRG5UVeT7NWrCVscCFc/h6lZR0HvGlFNzfSemEJ6qkmJuPp43nMpzZ/JzNVpaZdc37NNg/ZNGw&#10;WmPQEeqKeUY2tn4H1dTcggPpDzg0GUhZcxFrwGom+ZtqHtfMiFgLkuPMSJP7f7D8dntvSV2V9HBa&#10;UKJZgz/pATa6EhV5QPqYXilBghKpao2bocejube95PAa6u6kbcIXKyJdpHc30is6Tzg+Hp5NiyP8&#10;CRxVh8XJdBrpz16cjXX+q4CGhEtJbUgj5BCZZdsb5zEq2g92IaADVVfXtVJRCG0jLpUlW4Y/fLma&#10;RFe1ab5Dld5Oj/N8iBu7LJhH1FdISv8N3HeTQAmms+eIUvDMAlGJmnjzOyUCntIPQiLbSEYRMxsz&#10;SMkxzoX2KWm3ZpVIzyHlj3OOgAFZIgMjdg/wmowBO+Xc2wdXEcdkdM7/lFhyHj1iZNB+dG5qDfYj&#10;AIVV9ZGT/UBSoiaw5LtllzrxdOi1JVQ7bE8LaW6d4dc1tsYNc/6eWRxU7CZcPv4OD6mgLSn0N0rW&#10;YH999B7scX5QS0mLg19S93PDrKBEfdM4WWeTo9CkPgpHxycFCnZfs9zX6E1zCdhqE1xzhsdrsPdq&#10;uEoLzTPuqEWIiiqmOcYuKfd2EC59Wki45bhYLKIZbgfD/I1+NDyAB6JD1z91z8yafj48DtYtDEuC&#10;zd5MSLINnhoWGw+yjuMTqE689r8AN0ts434LhtW1L0erl109/w0AAP//AwBQSwMEFAAGAAgAAAAh&#10;AG1V+gHhAAAACQEAAA8AAABkcnMvZG93bnJldi54bWxMj8FOwzAQRO9I/IO1SNyo04SmJMSpAJFL&#10;pYKaVkjc3HhJLGI7it02/XuWExxX8zTztlhNpmcnHL12VsB8FgFD2zilbStgv6vuHoD5IK2SvbMo&#10;4IIeVuX1VSFz5c52i6c6tIxKrM+lgC6EIefcNx0a6WduQEvZlxuNDHSOLVejPFO56XkcRSk3Ulta&#10;6OSALx023/XRCHhfV5+vb/tLvNVRtVk/d0F/1JkQtzfT0yOwgFP4g+FXn9ShJKeDO1rlWS8gSeIF&#10;oRQs5sAISLL7DNhBQJougZcF//9B+QMAAP//AwBQSwECLQAUAAYACAAAACEAtoM4kv4AAADhAQAA&#10;EwAAAAAAAAAAAAAAAAAAAAAAW0NvbnRlbnRfVHlwZXNdLnhtbFBLAQItABQABgAIAAAAIQA4/SH/&#10;1gAAAJQBAAALAAAAAAAAAAAAAAAAAC8BAABfcmVscy8ucmVsc1BLAQItABQABgAIAAAAIQCgZFvU&#10;uAIAAPMFAAAOAAAAAAAAAAAAAAAAAC4CAABkcnMvZTJvRG9jLnhtbFBLAQItABQABgAIAAAAIQBt&#10;VfoB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6F3445">
        <w:rPr>
          <w:noProof/>
          <w:lang w:eastAsia="en-GB"/>
        </w:rPr>
        <mc:AlternateContent>
          <mc:Choice Requires="wps">
            <w:drawing>
              <wp:anchor distT="0" distB="0" distL="114300" distR="114300" simplePos="0" relativeHeight="251675648" behindDoc="0" locked="0" layoutInCell="1" allowOverlap="1" wp14:anchorId="614E1360" wp14:editId="0B4A3075">
                <wp:simplePos x="0" y="0"/>
                <wp:positionH relativeFrom="column">
                  <wp:posOffset>2560320</wp:posOffset>
                </wp:positionH>
                <wp:positionV relativeFrom="paragraph">
                  <wp:posOffset>97155</wp:posOffset>
                </wp:positionV>
                <wp:extent cx="396240" cy="327660"/>
                <wp:effectExtent l="0" t="0" r="22860" b="15240"/>
                <wp:wrapNone/>
                <wp:docPr id="363" name="Rounded Rectangle 363"/>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4E1360" id="Rounded Rectangle 363" o:spid="_x0000_s1065" style="position:absolute;left:0;text-align:left;margin-left:201.6pt;margin-top:7.65pt;width:31.2pt;height:25.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tveuAIAAPMFAAAOAAAAZHJzL2Uyb0RvYy54bWysVFFP2zAQfp+0/2D5fSRtoUBFiioQ0yQ2&#10;EDDx7Dp2E8nxebbbpPv1O9tJKAxt0rQXx+e7++7uy91dXHaNIjthXQ26oJOjnBKhOZS13hT0+9PN&#10;pzNKnGe6ZAq0KOheOHq5/PjhojULMYUKVCksQRDtFq0paOW9WWSZ45VomDsCIzQqJdiGeRTtJist&#10;axG9Udk0z+dZC7Y0FrhwDl+vk5IuI76Ugvs7KZ3wRBUUc/PxtPFchzNbXrDFxjJT1bxPg/1DFg2r&#10;NQYdoa6ZZ2Rr69+gmppbcCD9EYcmAylrLmINWM0kf1PNY8WMiLUgOc6MNLn/B8u/7e4tqcuCzuYz&#10;SjRr8Cc9wFaXoiQPSB/TGyVIUCJVrXEL9Hg097aXHF5D3Z20TfhiRaSL9O5HekXnCcfH2fl8eow/&#10;gaNqNj2dzyP92Yuzsc5/FtCQcCmoDWmEHCKzbHfrPEZF+8EuBHSg6vKmVioKoW3ElbJkx/CHrzeT&#10;6Kq2zVco09vZSZ4PcWOXBfOI+gpJ6b+B+24SKMF0DhxRCp5ZICpRE29+r0TAU/pBSGQbyZjGzMYM&#10;UnKMc6F9StpVrBTpOaT8fs4RMCBLZGDE7gFekzFgp5x7++Aq4piMzvmfEkvOo0eMDNqPzk2twb4H&#10;oLCqPnKyH0hK1ASWfLfuUieeD722hnKP7Wkhza0z/KbG1rhlzt8zi4OK3YTLx9/hIRW0BYX+RkkF&#10;9ud778Ee5we1lLQ4+AV1P7bMCkrUF42TdT45Dk3qo3B8cjpFwR5q1ocavW2uAFttgmvO8HgN9l4N&#10;V2mhecYdtQpRUcU0x9gF5d4OwpVPCwm3HBerVTTD7WCYv9WPhgfwQHTo+qfumVnTz4fHwfoGw5Jg&#10;izcTkmyDp4bV1oOs4/gEqhOv/S/AzRLbuN+CYXUdytHqZVcvfwEAAP//AwBQSwMEFAAGAAgAAAAh&#10;AAv/Z6zgAAAACQEAAA8AAABkcnMvZG93bnJldi54bWxMj8FOwzAQRO9I/IO1SNyoTdpaNMSpAJFL&#10;JUANFRI3NzaJRbyOYrdN/57lBMfVPM28LdaT79nRjtEFVHA7E8AsNsE4bBXs3qubO2AxaTS6D2gV&#10;nG2EdXl5UejchBNu7bFOLaMSjLlW0KU05JzHprNex1kYLFL2FUavE51jy82oT1Tue54JIbnXDmmh&#10;04N96mzzXR+8grdN9fn8ujtnWyeql81jl9xHvVLq+mp6uAeW7JT+YPjVJ3UoyWkfDmgi6xUsxDwj&#10;lILlHBgBC7mUwPYKpFwBLwv+/4PyBwAA//8DAFBLAQItABQABgAIAAAAIQC2gziS/gAAAOEBAAAT&#10;AAAAAAAAAAAAAAAAAAAAAABbQ29udGVudF9UeXBlc10ueG1sUEsBAi0AFAAGAAgAAAAhADj9If/W&#10;AAAAlAEAAAsAAAAAAAAAAAAAAAAALwEAAF9yZWxzLy5yZWxzUEsBAi0AFAAGAAgAAAAhAHka2964&#10;AgAA8wUAAA4AAAAAAAAAAAAAAAAALgIAAGRycy9lMm9Eb2MueG1sUEsBAi0AFAAGAAgAAAAhAAv/&#10;Z6zgAAAACQEAAA8AAAAAAAAAAAAAAAAAEgUAAGRycy9kb3ducmV2LnhtbFBLBQYAAAAABAAEAPMA&#10;AAAfBg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p>
    <w:p w:rsidR="00D42664" w:rsidRDefault="00D42664" w:rsidP="00D42664">
      <w:pPr>
        <w:tabs>
          <w:tab w:val="left" w:pos="426"/>
          <w:tab w:val="right" w:leader="dot" w:pos="5670"/>
          <w:tab w:val="left" w:pos="8647"/>
        </w:tabs>
        <w:spacing w:before="240"/>
        <w:ind w:left="426" w:hanging="426"/>
        <w:rPr>
          <w:sz w:val="22"/>
          <w:szCs w:val="22"/>
        </w:rPr>
      </w:pPr>
      <w:r w:rsidRPr="00DB6E52">
        <w:rPr>
          <w:noProof/>
          <w:sz w:val="22"/>
          <w:szCs w:val="22"/>
          <w:lang w:eastAsia="en-GB"/>
        </w:rPr>
        <mc:AlternateContent>
          <mc:Choice Requires="wps">
            <w:drawing>
              <wp:anchor distT="0" distB="0" distL="114300" distR="114300" simplePos="0" relativeHeight="251700224" behindDoc="0" locked="0" layoutInCell="1" allowOverlap="1" wp14:anchorId="38319F2B" wp14:editId="62B403F8">
                <wp:simplePos x="0" y="0"/>
                <wp:positionH relativeFrom="column">
                  <wp:posOffset>1216660</wp:posOffset>
                </wp:positionH>
                <wp:positionV relativeFrom="paragraph">
                  <wp:posOffset>157480</wp:posOffset>
                </wp:positionV>
                <wp:extent cx="396240" cy="327660"/>
                <wp:effectExtent l="0" t="0" r="22860" b="15240"/>
                <wp:wrapNone/>
                <wp:docPr id="379" name="Rounded Rectangle 379"/>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319F2B" id="Rounded Rectangle 379" o:spid="_x0000_s1066" style="position:absolute;left:0;text-align:left;margin-left:95.8pt;margin-top:12.4pt;width:31.2pt;height:25.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QiUuQIAAPMFAAAOAAAAZHJzL2Uyb0RvYy54bWysVG1PGzEM/j5p/yHK93HXAgUqrqgCMU1i&#10;gICJz2ku6Z2UxFmS9q779XNyL5QXbdK0L7k4th/bz9k+v2i1IlvhfA2moJODnBJhOJS1WRf0x9P1&#10;l1NKfGCmZAqMKOhOeHqx+PzpvLFzMYUKVCkcQRDj540taBWCnWeZ55XQzB+AFQaVEpxmAUW3zkrH&#10;GkTXKpvm+SxrwJXWARfe4+tVp6SLhC+l4OFOSi8CUQXF3EI6XTpX8cwW52y+dsxWNe/TYP+QhWa1&#10;waAj1BULjGxc/Q5K19yBBxkOOOgMpKy5SDVgNZP8TTWPFbMi1YLkeDvS5P8fLL/d3jtSlwU9PDmj&#10;xDCNP+kBNqYUJXlA+phZK0GiEqlqrJ+jx6O9d73k8RrrbqXT8YsVkTbRuxvpFW0gHB8Pz2bTI/wJ&#10;HFWH05PZLNGfvThb58NXAZrES0FdTCPmkJhl2xsfMCraD3YxoAdVl9e1UkmIbSMulSNbhj98tZ4k&#10;V7XR36Hs3k6P83yIm7osmifUV0jK/A08tJNICaaz54hS9MwiUR016RZ2SkQ8ZR6ERLaRjGnKbMyg&#10;S45xLkzokvYVK0X3HFP+OOcEGJElMjBi9wCvyRiwu5x7++gq0piMzvmfEuucR48UGUwYnXVtwH0E&#10;oLCqPnJnP5DUURNZCu2qTZ2IPYKm8WkF5Q7b00E3t97y6xpb44b5cM8cDip2Ey6fcIeHVNAUFPob&#10;JRW4Xx+9R3ucH9RS0uDgF9T/3DAnKFHfDE7W2eQoNmlIwtHxyRQFt69Z7WvMRl8CttoE15zl6Rrt&#10;gxqu0oF+xh21jFFRxQzH2AXlwQ3CZegWEm45LpbLZIbbwbJwYx4tj+CR6Nj1T+0zc7afj4CDdQvD&#10;kmDzNxPS2UZPA8tNAFmn8Xnhtf8FuFlSG/dbMK6ufTlZvezqxW8AAAD//wMAUEsDBBQABgAIAAAA&#10;IQDsbB5Y4AAAAAkBAAAPAAAAZHJzL2Rvd25yZXYueG1sTI/BTsMwEETvSPyDtUjcqNMoBBriVIDI&#10;pRJFDVWl3tzYxBbxOordNv17lhMcRzuafa9cTq5nJz0G61HAfJYA09h6ZbETsP2s7x6BhShRyd6j&#10;FnDRAZbV9VUpC+XPuNGnJnaMRjAUUoCJcSg4D63RToaZHzTS7cuPTkaKY8fVKM807nqeJknOnbRI&#10;H4wc9KvR7XdzdAI+VvX+bb29pBub1O+rFxPtrlkIcXszPT8Bi3qKf2X4xSd0qIjp4I+oAuspL+Y5&#10;VQWkGSlQIb3PSO4g4CHPgFcl/29Q/QAAAP//AwBQSwECLQAUAAYACAAAACEAtoM4kv4AAADhAQAA&#10;EwAAAAAAAAAAAAAAAAAAAAAAW0NvbnRlbnRfVHlwZXNdLnhtbFBLAQItABQABgAIAAAAIQA4/SH/&#10;1gAAAJQBAAALAAAAAAAAAAAAAAAAAC8BAABfcmVscy8ucmVsc1BLAQItABQABgAIAAAAIQB93QiU&#10;uQIAAPMFAAAOAAAAAAAAAAAAAAAAAC4CAABkcnMvZTJvRG9jLnhtbFBLAQItABQABgAIAAAAIQDs&#10;bB5Y4AAAAAkBAAAPAAAAAAAAAAAAAAAAABM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DB6E52">
        <w:rPr>
          <w:noProof/>
          <w:sz w:val="22"/>
          <w:szCs w:val="22"/>
          <w:lang w:eastAsia="en-GB"/>
        </w:rPr>
        <mc:AlternateContent>
          <mc:Choice Requires="wps">
            <w:drawing>
              <wp:anchor distT="0" distB="0" distL="114300" distR="114300" simplePos="0" relativeHeight="251699200" behindDoc="0" locked="0" layoutInCell="1" allowOverlap="1" wp14:anchorId="2F0928A5" wp14:editId="0D691CD5">
                <wp:simplePos x="0" y="0"/>
                <wp:positionH relativeFrom="column">
                  <wp:posOffset>762635</wp:posOffset>
                </wp:positionH>
                <wp:positionV relativeFrom="paragraph">
                  <wp:posOffset>160655</wp:posOffset>
                </wp:positionV>
                <wp:extent cx="396240" cy="327660"/>
                <wp:effectExtent l="0" t="0" r="22860" b="15240"/>
                <wp:wrapNone/>
                <wp:docPr id="378" name="Rounded Rectangle 378"/>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0928A5" id="Rounded Rectangle 378" o:spid="_x0000_s1067" style="position:absolute;left:0;text-align:left;margin-left:60.05pt;margin-top:12.65pt;width:31.2pt;height:2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4ietwIAAPMFAAAOAAAAZHJzL2Uyb0RvYy54bWysVN9PGzEMfp+0/yHK+7hrKQUqrqgCMU1i&#10;AwETz2ku6Z2UxFmS9q776+fkflAY2qRpL3dxbH+2v9i+uGy1IjvhfA2moJOjnBJhOJS12RT0+9PN&#10;pzNKfGCmZAqMKOheeHq5/PjhorELMYUKVCkcQRDjF40taBWCXWSZ55XQzB+BFQaVEpxmAUW3yUrH&#10;GkTXKpvm+TxrwJXWARfe4+11p6TLhC+l4OFOSi8CUQXF3EL6uvRdx2+2vGCLjWO2qnmfBvuHLDSr&#10;DQYdoa5ZYGTr6t+gdM0deJDhiIPOQMqai1QDVjPJ31TzWDErUi1IjrcjTf7/wfJvu3tH6rKgx6f4&#10;VIZpfKQH2JpSlOQB6WNmowSJSqSqsX6BHo/23vWSx2Osu5VOxz9WRNpE736kV7SBcLw8Pp9PZ/gI&#10;HFXH09P5PNGfvThb58NnAZrEQ0FdTCPmkJhlu1sfMCraD3YxoAdVlze1UkmIbSOulCM7hg++3kyS&#10;q9rqr1B2d2cneT7ETV0WzRPqKyRl/gYe2kmkBNM5cEQpemaRqI6adAp7JSKeMg9CIttIxjRlNmbQ&#10;Jcc4FyZ0SfuKlaK7jim/n3MCjMgSGRixe4DXZAzYXc69fXQVaUxG5/xPiXXOo0eKDCaMzro24N4D&#10;UFhVH7mzH0jqqIkshXbdpk6cJdN4tYZyj+3poJtbb/lNja1xy3y4Zw4HFbsJl0+4w49U0BQU+hMl&#10;Fbif791He5wf1FLS4OAX1P/YMicoUV8MTtb5ZBabNCRhdnI6RcEdataHGrPVV4CtNsE1Z3k6Rvug&#10;hqN0oJ9xR61iVFQxwzF2QXlwg3AVuoWEW46L1SqZ4XawLNyaR8sjeCQ6dv1T+8yc7ecj4GB9g2FJ&#10;sMWbCelso6eB1TaArNP4vPDaPwFultTG/RaMq+tQTlYvu3r5CwAA//8DAFBLAwQUAAYACAAAACEA&#10;1PlakuAAAAAJAQAADwAAAGRycy9kb3ducmV2LnhtbEyPwU7DMBBE70j8g7VI3Khdo5Y2xKkAkUsl&#10;ihoqJG5uvCQW8TqK3Tb9e9wTHEf7NPM2X42uY0ccgvWkYDoRwJBqbyw1CnYf5d0CWIiajO48oYIz&#10;BlgV11e5zow/0RaPVWxYKqGQaQVtjH3GeahbdDpMfI+Ubt9+cDqmODTcDPqUyl3HpRBz7rSltNDq&#10;Hl9arH+qg1Pwvi6/Xje7s9xaUb6tn9toP6ulUrc349MjsIhj/IPhop/UoUhOe38gE1iXshTThCqQ&#10;s3tgF2AhZ8D2Ch7mS+BFzv9/UPwCAAD//wMAUEsBAi0AFAAGAAgAAAAhALaDOJL+AAAA4QEAABMA&#10;AAAAAAAAAAAAAAAAAAAAAFtDb250ZW50X1R5cGVzXS54bWxQSwECLQAUAAYACAAAACEAOP0h/9YA&#10;AACUAQAACwAAAAAAAAAAAAAAAAAvAQAAX3JlbHMvLnJlbHNQSwECLQAUAAYACAAAACEApKOInrcC&#10;AADzBQAADgAAAAAAAAAAAAAAAAAuAgAAZHJzL2Uyb0RvYy54bWxQSwECLQAUAAYACAAAACEA1Pla&#10;kuAAAAAJ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16</w:t>
                      </w:r>
                    </w:p>
                  </w:txbxContent>
                </v:textbox>
              </v:roundrect>
            </w:pict>
          </mc:Fallback>
        </mc:AlternateContent>
      </w:r>
      <w:r w:rsidRPr="00DB6E52">
        <w:rPr>
          <w:noProof/>
          <w:sz w:val="22"/>
          <w:szCs w:val="22"/>
          <w:lang w:eastAsia="en-GB"/>
        </w:rPr>
        <mc:AlternateContent>
          <mc:Choice Requires="wps">
            <w:drawing>
              <wp:anchor distT="0" distB="0" distL="114300" distR="114300" simplePos="0" relativeHeight="251701248" behindDoc="0" locked="0" layoutInCell="1" allowOverlap="1" wp14:anchorId="1483D785" wp14:editId="20EFCF60">
                <wp:simplePos x="0" y="0"/>
                <wp:positionH relativeFrom="column">
                  <wp:posOffset>1656715</wp:posOffset>
                </wp:positionH>
                <wp:positionV relativeFrom="paragraph">
                  <wp:posOffset>161290</wp:posOffset>
                </wp:positionV>
                <wp:extent cx="396240" cy="327660"/>
                <wp:effectExtent l="0" t="0" r="22860" b="15240"/>
                <wp:wrapNone/>
                <wp:docPr id="380" name="Rounded Rectangle 380"/>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83D785" id="Rounded Rectangle 380" o:spid="_x0000_s1068" style="position:absolute;left:0;text-align:left;margin-left:130.45pt;margin-top:12.7pt;width:31.2pt;height:25.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mguuAIAAPMFAAAOAAAAZHJzL2Uyb0RvYy54bWysVN9PGzEMfp+0/yHK+7jrUQpUXFEFYprE&#10;BgImntNc0p6UxFmS9q776+fkflAY2qRpL7k4tj/b39m+uGy1IjvhfA2mpJOjnBJhOFS1WZf0+9PN&#10;pzNKfGCmYgqMKOleeHq5+PjhorFzUcAGVCUcQRDj540t6SYEO88yzzdCM38EVhhUSnCaBRTdOqsc&#10;axBdq6zI81nWgKusAy68x9frTkkXCV9KwcOdlF4EokqKuYV0unSu4pktLth87Zjd1LxPg/1DFprV&#10;BoOOUNcsMLJ19W9QuuYOPMhwxEFnIGXNRaoBq5nkb6p53DArUi1IjrcjTf7/wfJvu3tH6qqkx2fI&#10;j2Eaf9IDbE0lKvKA9DGzVoJEJVLVWD9Hj0d773rJ4zXW3Uqn4xcrIm2idz/SK9pAOD4en8+KKQbh&#10;qDouTmezhJm9OFvnw2cBmsRLSV1MI+aQmGW7Wx8wKtoPdjGgB1VXN7VSSYhtI66UIzuGP3y1niRX&#10;tdVfoerezk7yfIibuiyaJ9RXSMr8DTy0k0gJpnPgiFL0zCJRHTXpFvZKRDxlHoREtpGMImU2ZtAl&#10;xzgXJnRJ+w2rRPccU34/5wQYkSUyMGL3AK/JGLC7nHv76CrSmIzO+Z8S65xHjxQZTBiddW3AvQeg&#10;sKo+cmc/kNRRE1kK7apNnTgthl5bQbXH9nTQza23/KbG1rhlPtwzh4OK3YTLJ9zhIRU0JYX+RskG&#10;3M/33qM9zg9qKWlw8Evqf2yZE5SoLwYn63wyjU0akjA9OS1QcIea1aHGbPUVYKtNcM1Znq7RPqjh&#10;Kh3oZ9xRyxgVVcxwjF1SHtwgXIVuIeGW42K5TGa4HSwLt+bR8ggeiY5d/9Q+M2f7+Qg4WN9gWBJs&#10;/mZCOtvoaWC5DSDrND6R6o7X/hfgZklt3G/BuLoO5WT1sqsXvwAAAP//AwBQSwMEFAAGAAgAAAAh&#10;APXd3M3hAAAACQEAAA8AAABkcnMvZG93bnJldi54bWxMj8FOwzAMhu9IvENkJG4soYWNlaYTIHqZ&#10;BGhlQuKWNaaJaJyqybbu7QknuNnyp9/fX64m17MDjsF6knA9E8CQWq8tdRK27/XVHbAQFWnVe0IJ&#10;Jwywqs7PSlVof6QNHprYsRRCoVASTIxDwXloDToVZn5ASrcvPzoV0zp2XI/qmMJdzzMh5twpS+mD&#10;UQM+GWy/m72T8LauP59ft6dsY0X9sn400X40SykvL6aHe2ARp/gHw69+UocqOe38nnRgvYRsLpYJ&#10;TcPtDbAE5FmeA9tJWCwE8Krk/xtUPwAAAP//AwBQSwECLQAUAAYACAAAACEAtoM4kv4AAADhAQAA&#10;EwAAAAAAAAAAAAAAAAAAAAAAW0NvbnRlbnRfVHlwZXNdLnhtbFBLAQItABQABgAIAAAAIQA4/SH/&#10;1gAAAJQBAAALAAAAAAAAAAAAAAAAAC8BAABfcmVscy8ucmVsc1BLAQItABQABgAIAAAAIQCu6mgu&#10;uAIAAPMFAAAOAAAAAAAAAAAAAAAAAC4CAABkcnMvZTJvRG9jLnhtbFBLAQItABQABgAIAAAAIQD1&#10;3dzN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6</w:t>
                      </w:r>
                    </w:p>
                  </w:txbxContent>
                </v:textbox>
              </v:roundrect>
            </w:pict>
          </mc:Fallback>
        </mc:AlternateContent>
      </w:r>
      <w:r w:rsidRPr="006F3445">
        <w:rPr>
          <w:noProof/>
          <w:sz w:val="22"/>
          <w:szCs w:val="22"/>
          <w:lang w:eastAsia="en-GB"/>
        </w:rPr>
        <mc:AlternateContent>
          <mc:Choice Requires="wps">
            <w:drawing>
              <wp:anchor distT="0" distB="0" distL="114300" distR="114300" simplePos="0" relativeHeight="251705344" behindDoc="0" locked="0" layoutInCell="1" allowOverlap="1" wp14:anchorId="2AF36959" wp14:editId="571D3C25">
                <wp:simplePos x="0" y="0"/>
                <wp:positionH relativeFrom="column">
                  <wp:posOffset>2111375</wp:posOffset>
                </wp:positionH>
                <wp:positionV relativeFrom="paragraph">
                  <wp:posOffset>156210</wp:posOffset>
                </wp:positionV>
                <wp:extent cx="396240" cy="327660"/>
                <wp:effectExtent l="0" t="0" r="22860" b="15240"/>
                <wp:wrapNone/>
                <wp:docPr id="495" name="Rounded Rectangle 495"/>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F36959" id="Rounded Rectangle 495" o:spid="_x0000_s1069" style="position:absolute;left:0;text-align:left;margin-left:166.25pt;margin-top:12.3pt;width:31.2pt;height:25.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yIuAIAAPMFAAAOAAAAZHJzL2Uyb0RvYy54bWysVFFP2zAQfp+0/2D5fSQtpUBFiioQ0yQ2&#10;EDDx7Dp2E8nxebbbpPv1O9tJKAxt0rQXx+e7++7uy91dXHaNIjthXQ26oJOjnBKhOZS13hT0+9PN&#10;pzNKnGe6ZAq0KOheOHq5/PjhojULMYUKVCksQRDtFq0paOW9WWSZ45VomDsCIzQqJdiGeRTtJist&#10;axG9Udk0z+dZC7Y0FrhwDl+vk5IuI76Ugvs7KZ3wRBUUc/PxtPFchzNbXrDFxjJT1bxPg/1DFg2r&#10;NQYdoa6ZZ2Rr69+gmppbcCD9EYcmAylrLmINWM0kf1PNY8WMiLUgOc6MNLn/B8u/7e4tqcuCzs5P&#10;KNGswZ/0AFtdipI8IH1Mb5QgQYlUtcYt0OPR3NtecngNdXfSNuGLFZEu0rsf6RWdJxwfj8/n0xn+&#10;BI6q4+npfB7pz16cjXX+s4CGhEtBbUgj5BCZZbtb5zEq2g92IaADVZc3tVJRCG0jrpQlO4Y/fL2Z&#10;RFe1bb5Cmd7OTvJ8iBu7LJhH1FdISv8N3HeTQAmmc+CIUvDMAlGJmnjzeyUCntIPQiLbSMY0ZjZm&#10;kJJjnAvtU9KuYqVIzyHl93OOgAFZIgMjdg/wmowBO+Xc2wdXEcdkdM7/lFhyHj1iZNB+dG5qDfY9&#10;AIVV9ZGT/UBSoiaw5Lt1lzrxeOi1NZR7bE8LaW6d4Tc1tsYtc/6eWRxU7CZcPv4OD6mgLSj0N0oq&#10;sD/few/2OD+opaTFwS+o+7FlVlCivmicrPPJLDSpj8Ls5HSKgj3UrA81ettcAbbaBNec4fEa7L0a&#10;rtJC84w7ahWiooppjrELyr0dhCufFhJuOS5Wq2iG28Ewf6sfDQ/ggejQ9U/dM7Omnw+Pg/UNhiXB&#10;Fm8mJNkGTw2rrQdZx/EJVCde+1+AmyW2cb8Fw+o6lKPVy65e/gIAAP//AwBQSwMEFAAGAAgAAAAh&#10;AFhvAjHhAAAACQEAAA8AAABkcnMvZG93bnJldi54bWxMj8FOwzAQRO9I/IO1SNyoQ1ICCdlUgMil&#10;EqCGCombGy+xRWxHsdumf485wXE1TzNvq9VsBnagyWtnEa4XCTCynZPa9gjb9+bqDpgPwkoxOEsI&#10;J/Kwqs/PKlFKd7QbOrShZ7HE+lIgqBDGknPfKTLCL9xINmZfbjIixHPquZzEMZabgadJknMjtI0L&#10;Soz0pKj7bvcG4W3dfD6/bk/pRifNy/pRBf3RFoiXF/PDPbBAc/iD4Vc/qkMdnXZub6VnA0KWpTcR&#10;RUiXObAIZMWyALZDuM1T4HXF/39Q/wAAAP//AwBQSwECLQAUAAYACAAAACEAtoM4kv4AAADhAQAA&#10;EwAAAAAAAAAAAAAAAAAAAAAAW0NvbnRlbnRfVHlwZXNdLnhtbFBLAQItABQABgAIAAAAIQA4/SH/&#10;1gAAAJQBAAALAAAAAAAAAAAAAAAAAC8BAABfcmVscy8ucmVsc1BLAQItABQABgAIAAAAIQD/4EyI&#10;uAIAAPMFAAAOAAAAAAAAAAAAAAAAAC4CAABkcnMvZTJvRG9jLnhtbFBLAQItABQABgAIAAAAIQBY&#10;bwIx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sidRPr="00DB6E52">
        <w:rPr>
          <w:noProof/>
          <w:sz w:val="22"/>
          <w:szCs w:val="22"/>
          <w:lang w:eastAsia="en-GB"/>
        </w:rPr>
        <mc:AlternateContent>
          <mc:Choice Requires="wps">
            <w:drawing>
              <wp:anchor distT="0" distB="0" distL="114300" distR="114300" simplePos="0" relativeHeight="251702272" behindDoc="0" locked="0" layoutInCell="1" allowOverlap="1" wp14:anchorId="179935DB" wp14:editId="6BB3C0F0">
                <wp:simplePos x="0" y="0"/>
                <wp:positionH relativeFrom="column">
                  <wp:posOffset>2555240</wp:posOffset>
                </wp:positionH>
                <wp:positionV relativeFrom="paragraph">
                  <wp:posOffset>161290</wp:posOffset>
                </wp:positionV>
                <wp:extent cx="396240" cy="327660"/>
                <wp:effectExtent l="0" t="0" r="22860" b="15240"/>
                <wp:wrapNone/>
                <wp:docPr id="381" name="Rounded Rectangle 381"/>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9935DB" id="Rounded Rectangle 381" o:spid="_x0000_s1070" style="position:absolute;left:0;text-align:left;margin-left:201.2pt;margin-top:12.7pt;width:31.2pt;height:2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HMzuAIAAPMFAAAOAAAAZHJzL2Uyb0RvYy54bWysVN9PGzEMfp+0/yHK+7hrKQUqrqgCMU1i&#10;AwETz2ku6Z2UxFmS9q776+fkflAY2qRpL7k4tj/b39m+uGy1IjvhfA2moJOjnBJhOJS12RT0+9PN&#10;pzNKfGCmZAqMKOheeHq5/PjhorELMYUKVCkcQRDjF40taBWCXWSZ55XQzB+BFQaVEpxmAUW3yUrH&#10;GkTXKpvm+TxrwJXWARfe4+t1p6TLhC+l4OFOSi8CUQXF3EI6XTrX8cyWF2yxccxWNe/TYP+QhWa1&#10;waAj1DULjGxd/RuUrrkDDzIccdAZSFlzkWrAaib5m2oeK2ZFqgXJ8Xakyf8/WP5td+9IXRb0+GxC&#10;iWEaf9IDbE0pSvKA9DGzUYJEJVLVWL9Aj0d773rJ4zXW3Uqn4xcrIm2idz/SK9pAOD4en8+nM/wJ&#10;HFXH09P5PNGfvThb58NnAZrES0FdTCPmkJhlu1sfMCraD3YxoAdVlze1UkmIbSOulCM7hj98vZkk&#10;V7XVX6Hs3s5O8nyIm7osmifUV0jK/A08tIkSTOfAEaXomUWiOmrSLeyViHjKPAiJbCMZ05TZmEGX&#10;HONcmNAl7StWiu45pvx+zgkwIktkYMTuAV6TMWB3FPb20VWkMRmd8z8l1jmPHikymDA669qAew9A&#10;YVV95M5+IKmjJrIU2nWbOnE2G3ptDeUe29NBN7fe8psaW+OW+XDPHA4qdhMun3CHh1TQFBT6GyUV&#10;uJ/vvUd7nB/UUtLg4BfU/9gyJyhRXwxO1vlkFps0JGF2cjpFwR1q1ocas9VXgK2Gs4PZpWu0D2q4&#10;Sgf6GXfUKkZFFTMcYxeUBzcIV6FbSLjluFitkhluB8vCrXm0PIJHomPXP7XPzNl+PgIO1jcYlgRb&#10;vJmQzjZ6GlhtA8g6jU+kuuO1/wW4WVL/91swrq5DOVm97OrlLwAAAP//AwBQSwMEFAAGAAgAAAAh&#10;AFA2ybnhAAAACQEAAA8AAABkcnMvZG93bnJldi54bWxMj8FOwzAMhu9IvENkJG4soSoblLoTIHqZ&#10;BGhlmrRb1oQmokmqJtu6t8ec4GRZ/vT7+8vl5Hp21GO0wSPczgQw7dugrO8QNp/1zT2wmKRXsg9e&#10;I5x1hGV1eVHKQoWTX+tjkzpGIT4WEsGkNBScx9ZoJ+MsDNrT7SuMTiZax46rUZ4o3PU8E2LOnbSe&#10;Phg56Bej2+/m4BA+VvXu9X1zztZW1G+rZ5PstnlAvL6anh6BJT2lPxh+9UkdKnLah4NXkfUIuchy&#10;QhGyO5oE5POcuuwRFgsBvCr5/wbVDwAAAP//AwBQSwECLQAUAAYACAAAACEAtoM4kv4AAADhAQAA&#10;EwAAAAAAAAAAAAAAAAAAAAAAW0NvbnRlbnRfVHlwZXNdLnhtbFBLAQItABQABgAIAAAAIQA4/SH/&#10;1gAAAJQBAAALAAAAAAAAAAAAAAAAAC8BAABfcmVscy8ucmVsc1BLAQItABQABgAIAAAAIQDXtHMz&#10;uAIAAPMFAAAOAAAAAAAAAAAAAAAAAC4CAABkcnMvZTJvRG9jLnhtbFBLAQItABQABgAIAAAAIQBQ&#10;Nsm54QAAAAkBAAAPAAAAAAAAAAAAAAAAABIFAABkcnMvZG93bnJldi54bWxQSwUGAAAAAAQABADz&#10;AAAAIAY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noProof/>
          <w:sz w:val="22"/>
          <w:szCs w:val="22"/>
          <w:lang w:eastAsia="en-GB"/>
        </w:rPr>
        <mc:AlternateContent>
          <mc:Choice Requires="wps">
            <w:drawing>
              <wp:anchor distT="0" distB="0" distL="114300" distR="114300" simplePos="0" relativeHeight="251703296" behindDoc="0" locked="0" layoutInCell="1" allowOverlap="1" wp14:anchorId="69FDA1BC" wp14:editId="42328E86">
                <wp:simplePos x="0" y="0"/>
                <wp:positionH relativeFrom="column">
                  <wp:posOffset>314960</wp:posOffset>
                </wp:positionH>
                <wp:positionV relativeFrom="paragraph">
                  <wp:posOffset>150495</wp:posOffset>
                </wp:positionV>
                <wp:extent cx="396240" cy="327660"/>
                <wp:effectExtent l="0" t="0" r="22860" b="15240"/>
                <wp:wrapNone/>
                <wp:docPr id="490" name="Rounded Rectangle 490"/>
                <wp:cNvGraphicFramePr/>
                <a:graphic xmlns:a="http://schemas.openxmlformats.org/drawingml/2006/main">
                  <a:graphicData uri="http://schemas.microsoft.com/office/word/2010/wordprocessingShape">
                    <wps:wsp>
                      <wps:cNvSpPr/>
                      <wps:spPr>
                        <a:xfrm>
                          <a:off x="0" y="0"/>
                          <a:ext cx="396240" cy="327660"/>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FDA1BC" id="Rounded Rectangle 490" o:spid="_x0000_s1071" style="position:absolute;left:0;text-align:left;margin-left:24.8pt;margin-top:11.85pt;width:31.2pt;height:25.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TltwIAAPMFAAAOAAAAZHJzL2Uyb0RvYy54bWysVFFP2zAQfp+0/2D5fSQtpUBFiioQ0yQ2&#10;EDDx7DpOE8n2ebbbpPv1O9tJKAxt0rQXx+e7++7uy91dXHZKkp2wrgFd0MlRTonQHMpGbwr6/enm&#10;0xklzjNdMglaFHQvHL1cfvxw0ZqFmEINshSWIIh2i9YUtPbeLLLM8Voo5o7ACI3KCqxiHkW7yUrL&#10;WkRXMpvm+TxrwZbGAhfO4et1UtJlxK8qwf1dVTnhiSwo5ubjaeO5Dme2vGCLjWWmbnifBvuHLBRr&#10;NAYdoa6ZZ2Rrm9+gVMMtOKj8EQeVQVU1XMQasJpJ/qaax5oZEWtBcpwZaXL/D5Z/291b0pQFnZ0j&#10;P5op/EkPsNWlKMkD0sf0RgoSlEhVa9wCPR7Nve0lh9dQd1dZFb5YEekivfuRXtF5wvHx+Hw+nWEQ&#10;jqrj6el8HjGzF2djnf8sQJFwKagNaYQcIrNsd+s8RkX7wS4EdCCb8qaRMgqhbcSVtGTH8IevN5Po&#10;KrfqK5Tp7ewkz4e4scuCeUR9hST138B9NwmUYDoHjigFzywQlaiJN7+XIuBJ/SAqZBvJmMbMxgxS&#10;coxzoX1K2tWsFOk5pPx+zhEwIFfIwIjdA7wmY8BOOff2wVXEMRmd8z8llpxHjxgZtB+dVaPBvgcg&#10;sao+crIfSErUBJZ8t+5SJ54MvbaGco/taSHNrTP8psHWuGXO3zOLg4rdhMvH3+FRSWgLCv2Nkhrs&#10;z/fegz3OD2opaXHwC+p+bJkVlMgvGifrfDILTeqjMDs5naJgDzXrQ43eqivAVpvgmjM8XoO9l8O1&#10;sqCecUetQlRUMc0xdkG5t4Nw5dNCwi3HxWoVzXA7GOZv9aPhATwQHbr+qXtm1vTz4XGwvsGwJNji&#10;zYQk2+CpYbX1UDVxfALVidf+F+BmiW3cb8Gwug7laPWyq5e/AAAA//8DAFBLAwQUAAYACAAAACEA&#10;Fe4oiuAAAAAIAQAADwAAAGRycy9kb3ducmV2LnhtbEyPwU7DMBBE70j8g7VI3KjTFFoasqkAkUsl&#10;QA0VEjc3XhKLeB3Fbpv+Pe4JjqMZzbzJV6PtxIEGbxwjTCcJCOLaacMNwvajvLkH4YNirTrHhHAi&#10;D6vi8iJXmXZH3tChCo2IJewzhdCG0GdS+rolq/zE9cTR+3aDVSHKoZF6UMdYbjuZJslcWmU4LrSq&#10;p+eW6p9qbxHe1+XXy9v2lG5MUr6un9pgPqsl4vXV+PgAItAY/sJwxo/oUESmnduz9qJDuF3OYxIh&#10;nS1AnP1pGr/tEBZ3M5BFLv8fKH4BAAD//wMAUEsBAi0AFAAGAAgAAAAhALaDOJL+AAAA4QEAABMA&#10;AAAAAAAAAAAAAAAAAAAAAFtDb250ZW50X1R5cGVzXS54bWxQSwECLQAUAAYACAAAACEAOP0h/9YA&#10;AACUAQAACwAAAAAAAAAAAAAAAAAvAQAAX3JlbHMvLnJlbHNQSwECLQAUAAYACAAAACEAecTk5bcC&#10;AADzBQAADgAAAAAAAAAAAAAAAAAuAgAAZHJzL2Uyb0RvYy54bWxQSwECLQAUAAYACAAAACEAFe4o&#10;iuAAAAAIAQAADwAAAAAAAAAAAAAAAAARBQAAZHJzL2Rvd25yZXYueG1sUEsFBgAAAAAEAAQA8wAA&#10;AB4GAAAAAA==&#10;" fillcolor="#d8d8d8 [2732]" strokecolor="black [3213]" strokeweight="2pt">
                <v:textbox>
                  <w:txbxContent>
                    <w:p w:rsidR="00D42664" w:rsidRPr="00E517F7" w:rsidRDefault="00D42664" w:rsidP="00D42664">
                      <w:pPr>
                        <w:jc w:val="center"/>
                        <w:rPr>
                          <w:rFonts w:ascii="Courier New" w:hAnsi="Courier New" w:cs="Courier New"/>
                          <w:color w:val="000000" w:themeColor="text1"/>
                        </w:rPr>
                      </w:pPr>
                      <w:r>
                        <w:rPr>
                          <w:rFonts w:ascii="Courier New" w:hAnsi="Courier New"/>
                          <w:color w:val="000000" w:themeColor="text1"/>
                        </w:rPr>
                        <w:t>(</w:t>
                      </w:r>
                    </w:p>
                  </w:txbxContent>
                </v:textbox>
              </v:roundrect>
            </w:pict>
          </mc:Fallback>
        </mc:AlternateContent>
      </w:r>
      <w:r>
        <w:rPr>
          <w:sz w:val="22"/>
          <w:szCs w:val="22"/>
        </w:rPr>
        <w:tab/>
      </w:r>
    </w:p>
    <w:p w:rsidR="00D42664" w:rsidRDefault="00D42664" w:rsidP="00D42664">
      <w:pPr>
        <w:tabs>
          <w:tab w:val="left" w:pos="426"/>
          <w:tab w:val="right" w:leader="dot" w:pos="5670"/>
          <w:tab w:val="left" w:pos="8647"/>
        </w:tabs>
        <w:spacing w:before="240"/>
        <w:ind w:left="426" w:hanging="426"/>
        <w:rPr>
          <w:sz w:val="22"/>
          <w:szCs w:val="22"/>
        </w:rPr>
      </w:pPr>
    </w:p>
    <w:p w:rsidR="00D42664" w:rsidRDefault="00D42664" w:rsidP="00D42664">
      <w:pPr>
        <w:pStyle w:val="Numberedlist"/>
        <w:numPr>
          <w:ilvl w:val="0"/>
          <w:numId w:val="0"/>
        </w:numPr>
        <w:ind w:left="340" w:hanging="340"/>
      </w:pPr>
      <w:r>
        <w:t>d.</w:t>
      </w:r>
      <w:r>
        <w:tab/>
        <w:t>Ysgrifennwch frawddeg yn nodi pam mae’r atebion yn wahanol.                                                    (4 marc)</w:t>
      </w:r>
    </w:p>
    <w:p w:rsidR="00D42664" w:rsidRDefault="00D42664" w:rsidP="00D42664">
      <w:pPr>
        <w:keepLines w:val="0"/>
        <w:spacing w:before="200" w:after="0"/>
        <w:rPr>
          <w:sz w:val="22"/>
          <w:szCs w:val="22"/>
        </w:rPr>
      </w:pPr>
      <w:r>
        <w:rPr>
          <w:sz w:val="22"/>
          <w:szCs w:val="22"/>
        </w:rPr>
        <w:br w:type="page"/>
      </w:r>
    </w:p>
    <w:p w:rsidR="00D42664" w:rsidRPr="004857B4" w:rsidRDefault="00D42664" w:rsidP="00D42664">
      <w:pPr>
        <w:pStyle w:val="Heading1"/>
      </w:pPr>
      <w:r w:rsidRPr="004857B4">
        <w:rPr>
          <w:iCs/>
        </w:rPr>
        <w:lastRenderedPageBreak/>
        <w:t>Starters for 10</w:t>
      </w:r>
      <w:r>
        <w:t xml:space="preserve">: </w:t>
      </w:r>
      <w:r w:rsidRPr="004857B4">
        <w:t>Sgiliau pontio</w:t>
      </w:r>
    </w:p>
    <w:p w:rsidR="00D42664" w:rsidRDefault="00D42664" w:rsidP="00D42664">
      <w:pPr>
        <w:pStyle w:val="Heading2"/>
      </w:pPr>
      <w:r>
        <w:t>0.2.3 Cyfrifo symiau (pennu unedau)</w:t>
      </w:r>
    </w:p>
    <w:p w:rsidR="00D42664" w:rsidRDefault="00D42664" w:rsidP="00D42664">
      <w:pPr>
        <w:tabs>
          <w:tab w:val="left" w:pos="426"/>
          <w:tab w:val="right" w:leader="dot" w:pos="9356"/>
        </w:tabs>
        <w:ind w:left="425" w:hanging="425"/>
        <w:rPr>
          <w:b/>
          <w:sz w:val="22"/>
          <w:szCs w:val="22"/>
        </w:rPr>
      </w:pPr>
    </w:p>
    <w:p w:rsidR="00D42664" w:rsidRDefault="00D42664" w:rsidP="00D42664">
      <w:pPr>
        <w:pStyle w:val="Numberedlist"/>
        <w:numPr>
          <w:ilvl w:val="0"/>
          <w:numId w:val="10"/>
        </w:numPr>
        <w:ind w:left="426" w:hanging="426"/>
      </w:pPr>
      <w:r>
        <w:t xml:space="preserve">Defnyddiwch yr hafaliad i ganfod yr unedau o ddwysedd  </w:t>
      </w:r>
      <w:r>
        <w:tab/>
      </w:r>
      <w:r>
        <w:tab/>
      </w:r>
      <w:r>
        <w:tab/>
      </w:r>
      <w:r>
        <w:tab/>
      </w:r>
      <w:r>
        <w:tab/>
        <w:t xml:space="preserve">    (1 marc)</w:t>
      </w:r>
    </w:p>
    <w:p w:rsidR="00D42664" w:rsidRDefault="00D42664" w:rsidP="00D42664">
      <w:pPr>
        <w:tabs>
          <w:tab w:val="left" w:pos="426"/>
          <w:tab w:val="right" w:leader="dot" w:pos="9356"/>
        </w:tabs>
        <w:ind w:left="425" w:hanging="425"/>
        <w:rPr>
          <w:sz w:val="22"/>
          <w:szCs w:val="22"/>
        </w:rPr>
      </w:pPr>
      <m:oMathPara>
        <m:oMath>
          <m:r>
            <w:rPr>
              <w:rFonts w:ascii="Cambria Math" w:hAnsi="Cambria Math"/>
              <w:sz w:val="22"/>
              <w:szCs w:val="22"/>
            </w:rPr>
            <m:t>dwysedd=</m:t>
          </m:r>
          <m:f>
            <m:fPr>
              <m:ctrlPr>
                <w:rPr>
                  <w:rFonts w:ascii="Cambria Math" w:hAnsi="Cambria Math"/>
                  <w:i/>
                  <w:sz w:val="22"/>
                  <w:szCs w:val="22"/>
                </w:rPr>
              </m:ctrlPr>
            </m:fPr>
            <m:num>
              <m:r>
                <w:rPr>
                  <w:rFonts w:ascii="Cambria Math" w:hAnsi="Cambria Math"/>
                  <w:sz w:val="22"/>
                  <w:szCs w:val="22"/>
                </w:rPr>
                <m:t>màs (g)</m:t>
              </m:r>
            </m:num>
            <m:den>
              <m:r>
                <w:rPr>
                  <w:rFonts w:ascii="Cambria Math" w:hAnsi="Cambria Math"/>
                  <w:sz w:val="22"/>
                  <w:szCs w:val="22"/>
                </w:rPr>
                <m:t>cyfaint (</m:t>
              </m:r>
              <m:sSup>
                <m:sSupPr>
                  <m:ctrlPr>
                    <w:rPr>
                      <w:rFonts w:ascii="Cambria Math" w:hAnsi="Cambria Math"/>
                      <w:i/>
                      <w:sz w:val="22"/>
                      <w:szCs w:val="22"/>
                    </w:rPr>
                  </m:ctrlPr>
                </m:sSupPr>
                <m:e>
                  <m:r>
                    <w:rPr>
                      <w:rFonts w:ascii="Cambria Math" w:hAnsi="Cambria Math"/>
                      <w:sz w:val="22"/>
                      <w:szCs w:val="22"/>
                    </w:rPr>
                    <m:t>cm</m:t>
                  </m:r>
                </m:e>
                <m:sup>
                  <m:r>
                    <w:rPr>
                      <w:rFonts w:ascii="Cambria Math" w:hAnsi="Cambria Math"/>
                      <w:sz w:val="22"/>
                      <w:szCs w:val="22"/>
                    </w:rPr>
                    <m:t>3</m:t>
                  </m:r>
                </m:sup>
              </m:sSup>
              <m:r>
                <w:rPr>
                  <w:rFonts w:ascii="Cambria Math" w:hAnsi="Cambria Math"/>
                  <w:sz w:val="22"/>
                  <w:szCs w:val="22"/>
                </w:rPr>
                <m:t>)</m:t>
              </m:r>
            </m:den>
          </m:f>
        </m:oMath>
      </m:oMathPara>
    </w:p>
    <w:p w:rsidR="00D42664" w:rsidRPr="00252D84" w:rsidRDefault="00D42664" w:rsidP="00D42664">
      <w:pPr>
        <w:pStyle w:val="Numberedlist"/>
        <w:numPr>
          <w:ilvl w:val="0"/>
          <w:numId w:val="10"/>
        </w:numPr>
        <w:ind w:left="426" w:hanging="426"/>
      </w:pPr>
      <w:r w:rsidRPr="00252D84">
        <w:t xml:space="preserve">Defnyddiwch yr hafaliad i ganfod yr unedau o grynodiad </w:t>
      </w:r>
      <w:r>
        <w:t xml:space="preserve"> </w:t>
      </w:r>
      <w:r>
        <w:tab/>
      </w:r>
      <w:r>
        <w:tab/>
      </w:r>
      <w:r>
        <w:tab/>
      </w:r>
      <w:r>
        <w:tab/>
      </w:r>
      <w:r>
        <w:tab/>
        <w:t xml:space="preserve">    (1 marc)</w:t>
      </w:r>
      <w:r>
        <w:tab/>
      </w:r>
      <w:r>
        <w:tab/>
      </w:r>
      <w:r>
        <w:tab/>
      </w:r>
      <w:r>
        <w:tab/>
      </w:r>
      <w:r>
        <w:tab/>
      </w:r>
    </w:p>
    <w:p w:rsidR="00D42664" w:rsidRDefault="00D42664" w:rsidP="00D42664">
      <w:pPr>
        <w:tabs>
          <w:tab w:val="left" w:pos="426"/>
          <w:tab w:val="right" w:leader="dot" w:pos="9356"/>
        </w:tabs>
        <w:ind w:left="425" w:hanging="425"/>
        <w:rPr>
          <w:sz w:val="22"/>
          <w:szCs w:val="22"/>
        </w:rPr>
      </w:pPr>
      <m:oMathPara>
        <m:oMath>
          <m:r>
            <w:rPr>
              <w:rFonts w:ascii="Cambria Math" w:hAnsi="Cambria Math"/>
              <w:sz w:val="22"/>
              <w:szCs w:val="22"/>
            </w:rPr>
            <m:t xml:space="preserve">crynodiad= </m:t>
          </m:r>
          <m:f>
            <m:fPr>
              <m:ctrlPr>
                <w:rPr>
                  <w:rFonts w:ascii="Cambria Math" w:hAnsi="Cambria Math"/>
                  <w:i/>
                  <w:sz w:val="22"/>
                  <w:szCs w:val="22"/>
                </w:rPr>
              </m:ctrlPr>
            </m:fPr>
            <m:num>
              <m:r>
                <w:rPr>
                  <w:rFonts w:ascii="Cambria Math" w:hAnsi="Cambria Math"/>
                  <w:sz w:val="22"/>
                  <w:szCs w:val="22"/>
                </w:rPr>
                <m:t>nifer y molau (mol)</m:t>
              </m:r>
            </m:num>
            <m:den>
              <m:r>
                <w:rPr>
                  <w:rFonts w:ascii="Cambria Math" w:hAnsi="Cambria Math"/>
                  <w:sz w:val="22"/>
                  <w:szCs w:val="22"/>
                </w:rPr>
                <m:t>cyfaint (</m:t>
              </m:r>
              <m:sSup>
                <m:sSupPr>
                  <m:ctrlPr>
                    <w:rPr>
                      <w:rFonts w:ascii="Cambria Math" w:hAnsi="Cambria Math"/>
                      <w:i/>
                      <w:sz w:val="22"/>
                      <w:szCs w:val="22"/>
                    </w:rPr>
                  </m:ctrlPr>
                </m:sSupPr>
                <m:e>
                  <m:r>
                    <w:rPr>
                      <w:rFonts w:ascii="Cambria Math" w:hAnsi="Cambria Math"/>
                      <w:sz w:val="22"/>
                      <w:szCs w:val="22"/>
                    </w:rPr>
                    <m:t>dm</m:t>
                  </m:r>
                </m:e>
                <m:sup>
                  <m:r>
                    <w:rPr>
                      <w:rFonts w:ascii="Cambria Math" w:hAnsi="Cambria Math"/>
                      <w:sz w:val="22"/>
                      <w:szCs w:val="22"/>
                    </w:rPr>
                    <m:t>3</m:t>
                  </m:r>
                </m:sup>
              </m:sSup>
              <m:r>
                <w:rPr>
                  <w:rFonts w:ascii="Cambria Math" w:hAnsi="Cambria Math"/>
                  <w:sz w:val="22"/>
                  <w:szCs w:val="22"/>
                </w:rPr>
                <m:t>)</m:t>
              </m:r>
            </m:den>
          </m:f>
        </m:oMath>
      </m:oMathPara>
    </w:p>
    <w:p w:rsidR="00D42664" w:rsidRDefault="00D42664" w:rsidP="00D42664">
      <w:pPr>
        <w:pStyle w:val="Numberedlist"/>
        <w:numPr>
          <w:ilvl w:val="0"/>
          <w:numId w:val="10"/>
        </w:numPr>
        <w:ind w:left="426" w:hanging="426"/>
      </w:pPr>
      <w:r>
        <w:t>Mae fferyllwyr yn aml yn cyfrifo crynodiad sylweddau ar gyfer dognau (dosages). Yn yr achos yma, mae’r cyfeintiau yn llai ac yn cael eu mesur mewn cm</w:t>
      </w:r>
      <w:r>
        <w:rPr>
          <w:vertAlign w:val="superscript"/>
        </w:rPr>
        <w:t>3</w:t>
      </w:r>
      <w:r>
        <w:t xml:space="preserve">, ac mae’r swm wedi'i nodi fel màs mewn gramau. Defnyddiwch yr hafaliad i ganfod yr unedau o grynodiad  </w:t>
      </w:r>
      <w:r>
        <w:tab/>
      </w:r>
      <w:r>
        <w:tab/>
      </w:r>
      <w:r>
        <w:tab/>
      </w:r>
      <w:r>
        <w:tab/>
      </w:r>
      <w:r>
        <w:tab/>
        <w:t xml:space="preserve">    (1 marc)</w:t>
      </w:r>
    </w:p>
    <w:p w:rsidR="00D42664" w:rsidRDefault="00D42664" w:rsidP="00D42664">
      <w:pPr>
        <w:tabs>
          <w:tab w:val="left" w:pos="426"/>
          <w:tab w:val="right" w:leader="dot" w:pos="9356"/>
        </w:tabs>
        <w:ind w:left="425" w:hanging="425"/>
        <w:rPr>
          <w:sz w:val="22"/>
          <w:szCs w:val="22"/>
        </w:rPr>
      </w:pPr>
      <m:oMathPara>
        <m:oMath>
          <m:r>
            <w:rPr>
              <w:rFonts w:ascii="Cambria Math" w:hAnsi="Cambria Math"/>
              <w:sz w:val="22"/>
              <w:szCs w:val="22"/>
            </w:rPr>
            <m:t xml:space="preserve">crynodiad= </m:t>
          </m:r>
          <m:f>
            <m:fPr>
              <m:ctrlPr>
                <w:rPr>
                  <w:rFonts w:ascii="Cambria Math" w:hAnsi="Cambria Math"/>
                  <w:i/>
                  <w:sz w:val="22"/>
                  <w:szCs w:val="22"/>
                </w:rPr>
              </m:ctrlPr>
            </m:fPr>
            <m:num>
              <m:r>
                <w:rPr>
                  <w:rFonts w:ascii="Cambria Math" w:hAnsi="Cambria Math"/>
                  <w:sz w:val="22"/>
                  <w:szCs w:val="22"/>
                </w:rPr>
                <m:t>màs (g)</m:t>
              </m:r>
            </m:num>
            <m:den>
              <m:r>
                <w:rPr>
                  <w:rFonts w:ascii="Cambria Math" w:hAnsi="Cambria Math"/>
                  <w:sz w:val="22"/>
                  <w:szCs w:val="22"/>
                </w:rPr>
                <m:t>cyfaint (</m:t>
              </m:r>
              <m:sSup>
                <m:sSupPr>
                  <m:ctrlPr>
                    <w:rPr>
                      <w:rFonts w:ascii="Cambria Math" w:hAnsi="Cambria Math"/>
                      <w:i/>
                      <w:sz w:val="22"/>
                      <w:szCs w:val="22"/>
                    </w:rPr>
                  </m:ctrlPr>
                </m:sSupPr>
                <m:e>
                  <m:r>
                    <w:rPr>
                      <w:rFonts w:ascii="Cambria Math" w:hAnsi="Cambria Math"/>
                      <w:sz w:val="22"/>
                      <w:szCs w:val="22"/>
                    </w:rPr>
                    <m:t>cm</m:t>
                  </m:r>
                </m:e>
                <m:sup>
                  <m:r>
                    <w:rPr>
                      <w:rFonts w:ascii="Cambria Math" w:hAnsi="Cambria Math"/>
                      <w:sz w:val="22"/>
                      <w:szCs w:val="22"/>
                    </w:rPr>
                    <m:t>3</m:t>
                  </m:r>
                </m:sup>
              </m:sSup>
              <m:r>
                <w:rPr>
                  <w:rFonts w:ascii="Cambria Math" w:hAnsi="Cambria Math"/>
                  <w:sz w:val="22"/>
                  <w:szCs w:val="22"/>
                </w:rPr>
                <m:t>)</m:t>
              </m:r>
            </m:den>
          </m:f>
        </m:oMath>
      </m:oMathPara>
    </w:p>
    <w:p w:rsidR="00D42664" w:rsidRPr="00252D84" w:rsidRDefault="00D42664" w:rsidP="00D42664">
      <w:pPr>
        <w:pStyle w:val="Numberedlist"/>
        <w:numPr>
          <w:ilvl w:val="0"/>
          <w:numId w:val="10"/>
        </w:numPr>
        <w:ind w:left="426" w:hanging="426"/>
      </w:pPr>
      <w:r w:rsidRPr="00252D84">
        <w:t xml:space="preserve">Ystyr cyfradd adwaith yw’r ‘newid mewn crynodiad fesul uned dros amser’. Ewch ati i ganfod yr unedau ar gyfer cyfradd pan </w:t>
      </w:r>
      <w:proofErr w:type="gramStart"/>
      <w:r w:rsidRPr="00252D84">
        <w:t>mae</w:t>
      </w:r>
      <w:proofErr w:type="gramEnd"/>
      <w:r w:rsidRPr="00252D84">
        <w:t xml:space="preserve"> crynodiad yn cael ei fesur mewn mol dm–3 a'r amser mewn eiliadau.</w:t>
      </w:r>
      <w:r>
        <w:t xml:space="preserve">  (1 marc)</w:t>
      </w:r>
    </w:p>
    <w:p w:rsidR="00D42664" w:rsidRDefault="00D42664" w:rsidP="00D42664">
      <w:pPr>
        <w:pStyle w:val="Numberedlist"/>
        <w:numPr>
          <w:ilvl w:val="0"/>
          <w:numId w:val="0"/>
        </w:numPr>
        <w:ind w:left="340"/>
        <w:rPr>
          <w:rStyle w:val="NumberedlistChar"/>
        </w:rPr>
      </w:pPr>
    </w:p>
    <w:p w:rsidR="00D42664" w:rsidRDefault="00D42664" w:rsidP="00D42664">
      <w:pPr>
        <w:pStyle w:val="Numberedlist"/>
        <w:numPr>
          <w:ilvl w:val="0"/>
          <w:numId w:val="10"/>
        </w:numPr>
        <w:ind w:left="426" w:hanging="426"/>
        <w:rPr>
          <w:rStyle w:val="NumberedlistChar"/>
        </w:rPr>
      </w:pPr>
      <w:r w:rsidRPr="00252D84">
        <w:rPr>
          <w:rStyle w:val="NumberedlistChar"/>
        </w:rPr>
        <w:t xml:space="preserve">Caiff gwasgedd ei fesur mewn Pascals (Pa) fel arfer ac </w:t>
      </w:r>
      <w:proofErr w:type="gramStart"/>
      <w:r w:rsidRPr="00252D84">
        <w:rPr>
          <w:rStyle w:val="NumberedlistChar"/>
        </w:rPr>
        <w:t>mae</w:t>
      </w:r>
      <w:proofErr w:type="gramEnd"/>
      <w:r w:rsidRPr="00252D84">
        <w:rPr>
          <w:rStyle w:val="NumberedlistChar"/>
        </w:rPr>
        <w:t xml:space="preserve"> modd ei gyfrifo drwy ddefnyddio’r fformiwla isod. Yr uned SI ar gyfer grym yw newtonau (N) a'r uned ar gyfer arwynebedd yw m2.</w:t>
      </w:r>
    </w:p>
    <w:p w:rsidR="00D42664" w:rsidRPr="00252D84" w:rsidRDefault="00D42664" w:rsidP="00D42664">
      <w:pPr>
        <w:pStyle w:val="Numberedlist"/>
        <w:numPr>
          <w:ilvl w:val="0"/>
          <w:numId w:val="0"/>
        </w:numPr>
        <w:ind w:left="340"/>
        <w:rPr>
          <w:rStyle w:val="NumberedlistChar"/>
        </w:rPr>
      </w:pPr>
    </w:p>
    <w:p w:rsidR="00D42664" w:rsidRPr="00252D84" w:rsidRDefault="00D42664" w:rsidP="00D42664">
      <w:pPr>
        <w:pStyle w:val="Numberedlist"/>
        <w:numPr>
          <w:ilvl w:val="0"/>
          <w:numId w:val="0"/>
        </w:numPr>
        <w:ind w:left="340"/>
        <w:rPr>
          <w:rFonts w:eastAsiaTheme="minorEastAsia"/>
          <w:sz w:val="22"/>
          <w:szCs w:val="22"/>
        </w:rPr>
      </w:pPr>
      <m:oMathPara>
        <m:oMath>
          <m:r>
            <w:rPr>
              <w:rFonts w:ascii="Cambria Math" w:hAnsi="Cambria Math"/>
              <w:sz w:val="22"/>
              <w:szCs w:val="22"/>
            </w:rPr>
            <m:t xml:space="preserve">gwasgedd= </m:t>
          </m:r>
          <m:f>
            <m:fPr>
              <m:ctrlPr>
                <w:rPr>
                  <w:rFonts w:ascii="Cambria Math" w:hAnsi="Cambria Math"/>
                  <w:i/>
                  <w:sz w:val="22"/>
                  <w:szCs w:val="22"/>
                </w:rPr>
              </m:ctrlPr>
            </m:fPr>
            <m:num>
              <m:r>
                <w:rPr>
                  <w:rFonts w:ascii="Cambria Math" w:hAnsi="Cambria Math"/>
                  <w:sz w:val="22"/>
                  <w:szCs w:val="22"/>
                </w:rPr>
                <m:t xml:space="preserve">grym </m:t>
              </m:r>
            </m:num>
            <m:den>
              <m:r>
                <w:rPr>
                  <w:rFonts w:ascii="Cambria Math" w:hAnsi="Cambria Math"/>
                  <w:sz w:val="22"/>
                  <w:szCs w:val="22"/>
                </w:rPr>
                <m:t xml:space="preserve">arwynebedd </m:t>
              </m:r>
            </m:den>
          </m:f>
        </m:oMath>
      </m:oMathPara>
    </w:p>
    <w:p w:rsidR="00D42664" w:rsidRDefault="00D42664" w:rsidP="00D42664">
      <w:pPr>
        <w:pStyle w:val="Numberedlist"/>
        <w:numPr>
          <w:ilvl w:val="0"/>
          <w:numId w:val="0"/>
        </w:numPr>
        <w:ind w:left="340"/>
        <w:rPr>
          <w:sz w:val="22"/>
          <w:szCs w:val="22"/>
        </w:rPr>
      </w:pPr>
    </w:p>
    <w:p w:rsidR="00D42664" w:rsidRDefault="00D42664" w:rsidP="00D42664">
      <w:pPr>
        <w:pStyle w:val="Numberedlist"/>
        <w:numPr>
          <w:ilvl w:val="0"/>
          <w:numId w:val="0"/>
        </w:numPr>
        <w:ind w:left="426"/>
      </w:pPr>
      <w:r w:rsidRPr="00252D84">
        <w:t>Defnyddiwch y fformiwla yma i bennu’r uned SI ar gyfer pwysedd sydd gyfwerth â'r Pascal.</w:t>
      </w:r>
      <w:r>
        <w:t xml:space="preserve">        </w:t>
      </w:r>
      <w:r w:rsidRPr="00252D84">
        <w:t>(1 marc)</w:t>
      </w:r>
    </w:p>
    <w:p w:rsidR="00D42664" w:rsidRPr="00252D84" w:rsidRDefault="00D42664" w:rsidP="00D42664">
      <w:pPr>
        <w:pStyle w:val="Numberedlist"/>
        <w:numPr>
          <w:ilvl w:val="0"/>
          <w:numId w:val="0"/>
        </w:numPr>
        <w:ind w:left="340"/>
      </w:pPr>
    </w:p>
    <w:p w:rsidR="00D42664" w:rsidRDefault="00D42664" w:rsidP="00D42664">
      <w:pPr>
        <w:pStyle w:val="Numberedlist"/>
        <w:numPr>
          <w:ilvl w:val="0"/>
          <w:numId w:val="10"/>
        </w:numPr>
        <w:ind w:left="426" w:hanging="426"/>
      </w:pPr>
      <w:r>
        <w:t xml:space="preserve">Ewch ati i ganfod yr unedau ar gyfer pob cysonyn (K) canlynol drwy gyfnewid yr unedau ar gyfer pob rhan o’r fformiwla a’u rhoi yn y mynegiant, gan gofio canslo lle </w:t>
      </w:r>
      <w:proofErr w:type="gramStart"/>
      <w:r>
        <w:t>bo</w:t>
      </w:r>
      <w:proofErr w:type="gramEnd"/>
      <w:r>
        <w:t xml:space="preserve"> hynny’n briodol. Ar gyfer yr ymarfer hwn, bydd angen yr unedau canlynol arnoch chi [  ] = mol dm</w:t>
      </w:r>
      <w:r>
        <w:rPr>
          <w:vertAlign w:val="superscript"/>
        </w:rPr>
        <w:t>–3</w:t>
      </w:r>
      <w:r>
        <w:t>, cyfradd = mol dm</w:t>
      </w:r>
      <w:r>
        <w:rPr>
          <w:vertAlign w:val="superscript"/>
        </w:rPr>
        <w:t>–3</w:t>
      </w:r>
      <w:r>
        <w:t> s</w:t>
      </w:r>
      <w:r>
        <w:rPr>
          <w:vertAlign w:val="superscript"/>
        </w:rPr>
        <w:t>–1</w:t>
      </w:r>
      <w:r>
        <w:t>, p = kPa.</w:t>
      </w:r>
    </w:p>
    <w:p w:rsidR="00D42664" w:rsidRPr="00252D84" w:rsidRDefault="00D42664" w:rsidP="00D42664">
      <w:pPr>
        <w:pStyle w:val="ListParagraph"/>
        <w:keepLines w:val="0"/>
        <w:numPr>
          <w:ilvl w:val="0"/>
          <w:numId w:val="9"/>
        </w:numPr>
        <w:tabs>
          <w:tab w:val="left" w:pos="426"/>
          <w:tab w:val="right" w:leader="dot" w:pos="9356"/>
        </w:tabs>
        <w:spacing w:after="120" w:line="280" w:lineRule="atLeast"/>
        <w:outlineLvl w:val="0"/>
        <w:rPr>
          <w:rFonts w:ascii="Cambria Math" w:hAnsi="Cambria Math"/>
          <w:oMath/>
        </w:rPr>
        <w:sectPr w:rsidR="00D42664" w:rsidRPr="00252D84" w:rsidSect="00A14B1E">
          <w:type w:val="continuous"/>
          <w:pgSz w:w="11906" w:h="16838" w:code="9"/>
          <w:pgMar w:top="1134" w:right="1134" w:bottom="1684" w:left="1134" w:header="737" w:footer="720" w:gutter="0"/>
          <w:cols w:space="720"/>
          <w:titlePg/>
          <w:docGrid w:linePitch="299"/>
        </w:sectPr>
      </w:pPr>
    </w:p>
    <w:p w:rsidR="00D42664" w:rsidRPr="002D5A42" w:rsidRDefault="00CB1B64" w:rsidP="00D42664">
      <w:pPr>
        <w:pStyle w:val="ListParagraph"/>
        <w:keepLines w:val="0"/>
        <w:numPr>
          <w:ilvl w:val="0"/>
          <w:numId w:val="9"/>
        </w:numPr>
        <w:tabs>
          <w:tab w:val="left" w:pos="426"/>
          <w:tab w:val="right" w:leader="dot" w:pos="9356"/>
        </w:tabs>
        <w:spacing w:after="120" w:line="280" w:lineRule="atLeast"/>
        <w:outlineLvl w:val="0"/>
        <w:rPr>
          <w:sz w:val="22"/>
          <w:szCs w:val="22"/>
        </w:rPr>
      </w:pPr>
      <m:oMath>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r>
                  <w:rPr>
                    <w:rFonts w:ascii="Cambria Math" w:hAnsi="Cambria Math"/>
                  </w:rPr>
                  <m:t>[B]</m:t>
                </m:r>
              </m:e>
              <m:sup>
                <m:r>
                  <w:rPr>
                    <w:rFonts w:ascii="Cambria Math" w:hAnsi="Cambria Math"/>
                  </w:rPr>
                  <m:t>2</m:t>
                </m:r>
              </m:sup>
            </m:sSup>
          </m:num>
          <m:den>
            <m:r>
              <w:rPr>
                <w:rFonts w:ascii="Cambria Math" w:hAnsi="Cambria Math"/>
              </w:rPr>
              <m:t>[C]</m:t>
            </m:r>
          </m:den>
        </m:f>
      </m:oMath>
      <w:r w:rsidR="00D42664">
        <w:rPr>
          <w:sz w:val="22"/>
          <w:szCs w:val="22"/>
        </w:rPr>
        <w:t xml:space="preserve"> </w:t>
      </w:r>
    </w:p>
    <w:p w:rsidR="00D42664" w:rsidRDefault="00D42664" w:rsidP="00D42664">
      <w:pPr>
        <w:pStyle w:val="ListParagraph"/>
        <w:tabs>
          <w:tab w:val="left" w:pos="426"/>
          <w:tab w:val="right" w:leader="dot" w:pos="9356"/>
        </w:tabs>
        <w:rPr>
          <w:sz w:val="22"/>
          <w:szCs w:val="22"/>
        </w:rPr>
      </w:pPr>
    </w:p>
    <w:p w:rsidR="00D42664" w:rsidRPr="002D5A42" w:rsidRDefault="00D42664" w:rsidP="00D42664">
      <w:pPr>
        <w:pStyle w:val="ListParagraph"/>
        <w:keepLines w:val="0"/>
        <w:numPr>
          <w:ilvl w:val="0"/>
          <w:numId w:val="9"/>
        </w:numPr>
        <w:tabs>
          <w:tab w:val="left" w:pos="426"/>
          <w:tab w:val="right" w:leader="dot" w:pos="9356"/>
        </w:tabs>
        <w:spacing w:after="120" w:line="280" w:lineRule="atLeast"/>
        <w:outlineLvl w:val="0"/>
        <w:rPr>
          <w:sz w:val="22"/>
          <w:szCs w:val="22"/>
        </w:rPr>
      </w:pPr>
      <m:oMath>
        <m:r>
          <w:rPr>
            <w:rFonts w:ascii="Cambria Math" w:hAnsi="Cambria Math"/>
            <w:sz w:val="22"/>
            <w:szCs w:val="22"/>
          </w:rPr>
          <m:t xml:space="preserve">K= </m:t>
        </m:r>
        <m:f>
          <m:fPr>
            <m:ctrlPr>
              <w:rPr>
                <w:rFonts w:ascii="Cambria Math" w:hAnsi="Cambria Math"/>
                <w:i/>
                <w:sz w:val="22"/>
                <w:szCs w:val="22"/>
              </w:rPr>
            </m:ctrlPr>
          </m:fPr>
          <m:num>
            <m:r>
              <w:rPr>
                <w:rFonts w:ascii="Cambria Math" w:hAnsi="Cambria Math"/>
                <w:sz w:val="22"/>
                <w:szCs w:val="22"/>
              </w:rPr>
              <m:t>rate</m:t>
            </m:r>
          </m:num>
          <m:den>
            <m:d>
              <m:dPr>
                <m:begChr m:val="["/>
                <m:endChr m:val="]"/>
                <m:ctrlPr>
                  <w:rPr>
                    <w:rFonts w:ascii="Cambria Math" w:hAnsi="Cambria Math"/>
                    <w:i/>
                    <w:sz w:val="22"/>
                    <w:szCs w:val="22"/>
                  </w:rPr>
                </m:ctrlPr>
              </m:dPr>
              <m:e>
                <m:r>
                  <w:rPr>
                    <w:rFonts w:ascii="Cambria Math" w:hAnsi="Cambria Math"/>
                    <w:sz w:val="22"/>
                    <w:szCs w:val="22"/>
                  </w:rPr>
                  <m:t>A</m:t>
                </m:r>
              </m:e>
            </m:d>
            <m:r>
              <w:rPr>
                <w:rFonts w:ascii="Cambria Math" w:hAnsi="Cambria Math"/>
                <w:sz w:val="22"/>
                <w:szCs w:val="22"/>
              </w:rPr>
              <m:t>[B]</m:t>
            </m:r>
          </m:den>
        </m:f>
      </m:oMath>
      <w:r>
        <w:rPr>
          <w:sz w:val="22"/>
          <w:szCs w:val="22"/>
        </w:rPr>
        <w:t xml:space="preserve"> </w:t>
      </w:r>
    </w:p>
    <w:p w:rsidR="00D42664" w:rsidRDefault="00D42664" w:rsidP="00D42664">
      <w:pPr>
        <w:pStyle w:val="ListParagraph"/>
        <w:tabs>
          <w:tab w:val="left" w:pos="426"/>
          <w:tab w:val="right" w:leader="dot" w:pos="9356"/>
        </w:tabs>
        <w:rPr>
          <w:sz w:val="22"/>
          <w:szCs w:val="22"/>
        </w:rPr>
      </w:pPr>
    </w:p>
    <w:p w:rsidR="00D42664" w:rsidRPr="002D5A42" w:rsidRDefault="00CB1B64" w:rsidP="00D42664">
      <w:pPr>
        <w:pStyle w:val="ListParagraph"/>
        <w:keepLines w:val="0"/>
        <w:numPr>
          <w:ilvl w:val="0"/>
          <w:numId w:val="9"/>
        </w:numPr>
        <w:tabs>
          <w:tab w:val="left" w:pos="426"/>
          <w:tab w:val="right" w:leader="dot" w:pos="9356"/>
        </w:tabs>
        <w:spacing w:after="120" w:line="280" w:lineRule="atLeast"/>
        <w:outlineLvl w:val="0"/>
        <w:rPr>
          <w:rFonts w:eastAsiaTheme="minorEastAsia"/>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m:t>
            </m:r>
          </m:sub>
        </m:sSub>
        <m:f>
          <m:fPr>
            <m:ctrlPr>
              <w:rPr>
                <w:rFonts w:ascii="Cambria Math" w:hAnsi="Cambria Math"/>
                <w:i/>
                <w:sz w:val="22"/>
                <w:szCs w:val="22"/>
              </w:rPr>
            </m:ctrlPr>
          </m:fPr>
          <m:num>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pA)</m:t>
                </m:r>
              </m:e>
              <m:sup>
                <m:r>
                  <w:rPr>
                    <w:rFonts w:ascii="Cambria Math" w:hAnsi="Cambria Math"/>
                    <w:sz w:val="22"/>
                    <w:szCs w:val="22"/>
                  </w:rPr>
                  <m:t>0.5</m:t>
                </m:r>
              </m:sup>
            </m:sSup>
          </m:num>
          <m:den>
            <m:d>
              <m:dPr>
                <m:ctrlPr>
                  <w:rPr>
                    <w:rFonts w:ascii="Cambria Math" w:hAnsi="Cambria Math"/>
                    <w:i/>
                    <w:sz w:val="22"/>
                    <w:szCs w:val="22"/>
                  </w:rPr>
                </m:ctrlPr>
              </m:dPr>
              <m:e>
                <m:r>
                  <w:rPr>
                    <w:rFonts w:ascii="Cambria Math" w:hAnsi="Cambria Math"/>
                    <w:sz w:val="22"/>
                    <w:szCs w:val="22"/>
                  </w:rPr>
                  <m:t>pB</m:t>
                </m:r>
              </m:e>
            </m:d>
          </m:den>
        </m:f>
      </m:oMath>
    </w:p>
    <w:p w:rsidR="00D42664" w:rsidRPr="002D5A42" w:rsidRDefault="00D42664" w:rsidP="00D42664">
      <w:pPr>
        <w:pStyle w:val="ListParagraph"/>
        <w:rPr>
          <w:rFonts w:eastAsiaTheme="minorEastAsia"/>
          <w:sz w:val="22"/>
          <w:szCs w:val="22"/>
        </w:rPr>
      </w:pPr>
    </w:p>
    <w:p w:rsidR="00D42664" w:rsidRPr="002D5A42" w:rsidRDefault="00CB1B64" w:rsidP="00D42664">
      <w:pPr>
        <w:pStyle w:val="ListParagraph"/>
        <w:keepLines w:val="0"/>
        <w:numPr>
          <w:ilvl w:val="0"/>
          <w:numId w:val="9"/>
        </w:numPr>
        <w:tabs>
          <w:tab w:val="left" w:pos="426"/>
          <w:tab w:val="right" w:leader="dot" w:pos="9356"/>
        </w:tabs>
        <w:spacing w:after="120" w:line="280" w:lineRule="atLeast"/>
        <w:outlineLvl w:val="0"/>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w</m:t>
            </m:r>
          </m:sub>
        </m:sSub>
        <m:r>
          <w:rPr>
            <w:rFonts w:ascii="Cambria Math" w:hAnsi="Cambria Math"/>
            <w:sz w:val="22"/>
            <w:szCs w:val="22"/>
          </w:rPr>
          <m:t>=</m:t>
        </m:r>
        <m:d>
          <m:dPr>
            <m:begChr m:val="["/>
            <m:endChr m:val="]"/>
            <m:ctrlPr>
              <w:rPr>
                <w:rFonts w:ascii="Cambria Math" w:hAnsi="Cambria Math"/>
                <w:i/>
                <w:sz w:val="22"/>
                <w:szCs w:val="22"/>
              </w:rPr>
            </m:ctrlPr>
          </m:dPr>
          <m:e>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m:t>
                </m:r>
              </m:sup>
            </m:sSup>
          </m:e>
        </m:d>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OH</m:t>
            </m:r>
          </m:e>
          <m:sup>
            <m:r>
              <w:rPr>
                <w:rFonts w:ascii="Cambria Math" w:hAnsi="Cambria Math"/>
                <w:sz w:val="22"/>
                <w:szCs w:val="22"/>
              </w:rPr>
              <m:t>-</m:t>
            </m:r>
          </m:sup>
        </m:sSup>
        <m:r>
          <w:rPr>
            <w:rFonts w:ascii="Cambria Math" w:hAnsi="Cambria Math"/>
            <w:sz w:val="22"/>
            <w:szCs w:val="22"/>
          </w:rPr>
          <m:t>]</m:t>
        </m:r>
      </m:oMath>
    </w:p>
    <w:p w:rsidR="00D42664" w:rsidRPr="002D5A42" w:rsidRDefault="00D42664" w:rsidP="00D42664">
      <w:pPr>
        <w:pStyle w:val="ListParagraph"/>
        <w:rPr>
          <w:sz w:val="22"/>
          <w:szCs w:val="22"/>
        </w:rPr>
      </w:pPr>
    </w:p>
    <w:p w:rsidR="00D42664" w:rsidRPr="00252D84" w:rsidRDefault="00CB1B64" w:rsidP="00D42664">
      <w:pPr>
        <w:pStyle w:val="ListParagraph"/>
        <w:keepLines w:val="0"/>
        <w:numPr>
          <w:ilvl w:val="0"/>
          <w:numId w:val="9"/>
        </w:numPr>
        <w:tabs>
          <w:tab w:val="left" w:pos="426"/>
          <w:tab w:val="right" w:leader="dot" w:pos="9356"/>
        </w:tabs>
        <w:spacing w:after="120" w:line="280" w:lineRule="atLeast"/>
        <w:outlineLvl w:val="0"/>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a</m:t>
            </m:r>
          </m:sub>
        </m:sSub>
        <m:r>
          <w:rPr>
            <w:rFonts w:ascii="Cambria Math" w:hAnsi="Cambria Math"/>
            <w:sz w:val="22"/>
            <w:szCs w:val="22"/>
          </w:rPr>
          <m:t>=</m:t>
        </m:r>
        <m:f>
          <m:fPr>
            <m:ctrlPr>
              <w:rPr>
                <w:rFonts w:ascii="Cambria Math" w:hAnsi="Cambria Math"/>
                <w:i/>
                <w:sz w:val="22"/>
                <w:szCs w:val="22"/>
              </w:rPr>
            </m:ctrlPr>
          </m:fPr>
          <m:num>
            <m:d>
              <m:dPr>
                <m:begChr m:val="["/>
                <m:endChr m:val="]"/>
                <m:ctrlPr>
                  <w:rPr>
                    <w:rFonts w:ascii="Cambria Math" w:hAnsi="Cambria Math"/>
                    <w:i/>
                    <w:sz w:val="22"/>
                    <w:szCs w:val="22"/>
                  </w:rPr>
                </m:ctrlPr>
              </m:dPr>
              <m:e>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m:t>
                    </m:r>
                  </m:sup>
                </m:sSup>
              </m:e>
            </m:d>
            <m:r>
              <w:rPr>
                <w:rFonts w:ascii="Cambria Math" w:hAnsi="Cambria Math"/>
                <w:sz w:val="22"/>
                <w:szCs w:val="22"/>
              </w:rPr>
              <m:t xml:space="preserve"> </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m:t>
                </m:r>
              </m:sup>
            </m:sSup>
            <m:r>
              <w:rPr>
                <w:rFonts w:ascii="Cambria Math" w:hAnsi="Cambria Math"/>
                <w:sz w:val="22"/>
                <w:szCs w:val="22"/>
              </w:rPr>
              <m:t>]</m:t>
            </m:r>
          </m:num>
          <m:den>
            <m:r>
              <w:rPr>
                <w:rFonts w:ascii="Cambria Math" w:hAnsi="Cambria Math"/>
                <w:sz w:val="22"/>
                <w:szCs w:val="22"/>
              </w:rPr>
              <m:t>[HX]</m:t>
            </m:r>
          </m:den>
        </m:f>
      </m:oMath>
    </w:p>
    <w:p w:rsidR="00D42664" w:rsidRDefault="00D42664" w:rsidP="00D42664">
      <w:pPr>
        <w:pStyle w:val="ListParagraph"/>
        <w:rPr>
          <w:sz w:val="22"/>
          <w:szCs w:val="22"/>
        </w:rPr>
      </w:pPr>
    </w:p>
    <w:p w:rsidR="00D42664" w:rsidRPr="00252D84" w:rsidRDefault="00D42664" w:rsidP="00D42664">
      <w:pPr>
        <w:pStyle w:val="ListParagraph"/>
        <w:jc w:val="right"/>
        <w:rPr>
          <w:sz w:val="22"/>
          <w:szCs w:val="22"/>
        </w:rPr>
      </w:pPr>
      <w:r>
        <w:t>(5</w:t>
      </w:r>
      <w:r w:rsidRPr="00252D84">
        <w:t xml:space="preserve"> marc)</w:t>
      </w:r>
    </w:p>
    <w:p w:rsidR="00D42664" w:rsidRDefault="00D42664" w:rsidP="00D42664">
      <w:pPr>
        <w:keepLines w:val="0"/>
        <w:spacing w:before="200" w:after="0"/>
        <w:rPr>
          <w:sz w:val="22"/>
          <w:szCs w:val="22"/>
        </w:rPr>
      </w:pPr>
      <w:r>
        <w:rPr>
          <w:sz w:val="22"/>
          <w:szCs w:val="22"/>
        </w:rPr>
        <w:br w:type="page"/>
      </w:r>
    </w:p>
    <w:p w:rsidR="00D42664" w:rsidRPr="00252D84" w:rsidRDefault="00D42664" w:rsidP="00D42664">
      <w:pPr>
        <w:pStyle w:val="Heading1"/>
      </w:pPr>
      <w:r w:rsidRPr="00252D84">
        <w:rPr>
          <w:iCs/>
        </w:rPr>
        <w:lastRenderedPageBreak/>
        <w:t>Starters for 10</w:t>
      </w:r>
      <w:r>
        <w:t xml:space="preserve">: </w:t>
      </w:r>
      <w:r w:rsidRPr="00252D84">
        <w:t>Sgiliau pontio</w:t>
      </w:r>
    </w:p>
    <w:p w:rsidR="00D42664" w:rsidRDefault="00D42664" w:rsidP="00D42664">
      <w:pPr>
        <w:pStyle w:val="Heading2"/>
      </w:pPr>
      <w:r>
        <w:t>0.2.4 Mynegi rhifau mawr a bach</w:t>
      </w:r>
    </w:p>
    <w:p w:rsidR="00D42664" w:rsidRPr="00252D84" w:rsidRDefault="00D42664" w:rsidP="00D42664">
      <w:pPr>
        <w:pStyle w:val="Heading3"/>
        <w:rPr>
          <w:sz w:val="26"/>
          <w:szCs w:val="26"/>
        </w:rPr>
      </w:pPr>
      <w:r>
        <w:t>Ffurf safonol a ffurf wyddonol</w:t>
      </w:r>
    </w:p>
    <w:p w:rsidR="00D42664" w:rsidRDefault="00D42664" w:rsidP="00D42664">
      <w:r>
        <w:t xml:space="preserve">Yn aml, caiff rhifau mawr a bach eu mynegi gan ddefnyddio pwerau o ddeg er mwyn dangos eu maint. Mae hyn yn golygu bod dim rhaid i </w:t>
      </w:r>
      <w:proofErr w:type="gramStart"/>
      <w:r>
        <w:t>ni</w:t>
      </w:r>
      <w:proofErr w:type="gramEnd"/>
      <w:r>
        <w:t xml:space="preserve"> ysgrifennu rhes o seros, mae’n mynegi’r rhif yn fwy cryno, ac mae’n ein helpu ni i gymharu rhifau.</w:t>
      </w:r>
    </w:p>
    <w:p w:rsidR="00D42664" w:rsidRPr="00EF5C98" w:rsidRDefault="00D42664" w:rsidP="00D42664">
      <w:r>
        <w:t>Ar ffurf safonol, caiff rhif ei fynegi fel;</w:t>
      </w:r>
    </w:p>
    <w:p w:rsidR="00D42664" w:rsidRDefault="00D42664" w:rsidP="00D42664">
      <w:pPr>
        <w:jc w:val="center"/>
        <w:rPr>
          <w:sz w:val="22"/>
          <w:szCs w:val="22"/>
        </w:rPr>
      </w:pPr>
      <w:proofErr w:type="gramStart"/>
      <w:r>
        <w:rPr>
          <w:b/>
          <w:i/>
          <w:sz w:val="22"/>
          <w:szCs w:val="22"/>
        </w:rPr>
        <w:t>a</w:t>
      </w:r>
      <w:proofErr w:type="gramEnd"/>
      <w:r>
        <w:rPr>
          <w:b/>
          <w:sz w:val="22"/>
          <w:szCs w:val="22"/>
        </w:rPr>
        <w:t xml:space="preserve"> × 10</w:t>
      </w:r>
      <w:r>
        <w:rPr>
          <w:b/>
          <w:i/>
          <w:sz w:val="22"/>
          <w:szCs w:val="22"/>
          <w:vertAlign w:val="superscript"/>
        </w:rPr>
        <w:t>n</w:t>
      </w:r>
    </w:p>
    <w:p w:rsidR="00D42664" w:rsidRDefault="00D42664" w:rsidP="00D42664">
      <w:proofErr w:type="gramStart"/>
      <w:r>
        <w:t>lle</w:t>
      </w:r>
      <w:proofErr w:type="gramEnd"/>
      <w:r>
        <w:t xml:space="preserve"> mae </w:t>
      </w:r>
      <w:r>
        <w:rPr>
          <w:b/>
          <w:i/>
        </w:rPr>
        <w:t>a</w:t>
      </w:r>
      <w:r>
        <w:t xml:space="preserve"> yn rhif rhwng 1 a 10 ac </w:t>
      </w:r>
      <w:r>
        <w:rPr>
          <w:b/>
          <w:i/>
        </w:rPr>
        <w:t>n</w:t>
      </w:r>
      <w:r>
        <w:t xml:space="preserve"> yn gyfanrif.</w:t>
      </w:r>
    </w:p>
    <w:p w:rsidR="00D42664" w:rsidRDefault="00D42664" w:rsidP="00D42664">
      <w:r>
        <w:t>E.e. byddai 160 000 yn cael ei fynegi fel 1.6 × 10</w:t>
      </w:r>
      <w:r>
        <w:rPr>
          <w:vertAlign w:val="superscript"/>
        </w:rPr>
        <w:t>5</w:t>
      </w:r>
    </w:p>
    <w:p w:rsidR="00D42664" w:rsidRDefault="00D42664" w:rsidP="00D42664">
      <w:r>
        <w:t xml:space="preserve">Weithiau </w:t>
      </w:r>
      <w:proofErr w:type="gramStart"/>
      <w:r>
        <w:t>mae</w:t>
      </w:r>
      <w:proofErr w:type="gramEnd"/>
      <w:r>
        <w:t xml:space="preserve"> gwyddonwyr yn dymuno mynegi rhifau gan ddefnyddio’r un pŵer o ddeg ar gyfer pob un. Mae hyn yn ddefnyddiol wrth roi canlyniadau ar echelin graff yn enwedig. Dydy hyn ddim yn cael ei ystyried yn ffurf safonol go iawn oherwydd gallai’r rhif fod yn llai nag </w:t>
      </w:r>
      <w:proofErr w:type="gramStart"/>
      <w:r>
        <w:t>un</w:t>
      </w:r>
      <w:proofErr w:type="gramEnd"/>
      <w:r>
        <w:t xml:space="preserve"> neu’n fwy na 10. Yr enw fwy cywir ar hyn yw </w:t>
      </w:r>
      <w:r>
        <w:rPr>
          <w:b/>
        </w:rPr>
        <w:t>ffurf wyddonol</w:t>
      </w:r>
      <w:r>
        <w:t>.</w:t>
      </w:r>
    </w:p>
    <w:p w:rsidR="00D42664" w:rsidRDefault="00D42664" w:rsidP="00D42664">
      <w:r>
        <w:t xml:space="preserve">E.e. </w:t>
      </w:r>
      <w:proofErr w:type="gramStart"/>
      <w:r>
        <w:t>mae</w:t>
      </w:r>
      <w:proofErr w:type="gramEnd"/>
      <w:r>
        <w:t xml:space="preserve"> 0.9 × 10</w:t>
      </w:r>
      <w:r>
        <w:rPr>
          <w:vertAlign w:val="superscript"/>
        </w:rPr>
        <w:t>–2</w:t>
      </w:r>
      <w:r>
        <w:t>, 2.6 × 10</w:t>
      </w:r>
      <w:r>
        <w:rPr>
          <w:vertAlign w:val="superscript"/>
        </w:rPr>
        <w:t>–2</w:t>
      </w:r>
      <w:r>
        <w:t>, 25.1 × 10</w:t>
      </w:r>
      <w:r>
        <w:rPr>
          <w:vertAlign w:val="superscript"/>
        </w:rPr>
        <w:t>–2</w:t>
      </w:r>
      <w:r>
        <w:t xml:space="preserve"> a 101.6 × 10</w:t>
      </w:r>
      <w:r>
        <w:rPr>
          <w:vertAlign w:val="superscript"/>
        </w:rPr>
        <w:t>–2</w:t>
      </w:r>
      <w:r>
        <w:t xml:space="preserve"> i gyd ar yr un ffurf wyddonol.</w:t>
      </w:r>
    </w:p>
    <w:p w:rsidR="00D42664" w:rsidRPr="00535892" w:rsidRDefault="00D42664" w:rsidP="00D42664">
      <w:pPr>
        <w:tabs>
          <w:tab w:val="left" w:pos="0"/>
          <w:tab w:val="right" w:leader="dot" w:pos="9356"/>
        </w:tabs>
        <w:rPr>
          <w:sz w:val="22"/>
          <w:szCs w:val="22"/>
        </w:rPr>
      </w:pPr>
    </w:p>
    <w:p w:rsidR="00D42664" w:rsidRDefault="00D42664" w:rsidP="00D42664">
      <w:pPr>
        <w:pStyle w:val="Numberedlist"/>
        <w:numPr>
          <w:ilvl w:val="0"/>
          <w:numId w:val="12"/>
        </w:numPr>
        <w:tabs>
          <w:tab w:val="left" w:pos="426"/>
        </w:tabs>
        <w:ind w:left="426" w:hanging="426"/>
      </w:pPr>
      <w:r>
        <w:t>Mynegwch y rhifau canlynol gan ddefnyddio ffurf safonol.</w:t>
      </w:r>
    </w:p>
    <w:p w:rsidR="00D42664" w:rsidRDefault="00D42664" w:rsidP="00D42664">
      <w:pPr>
        <w:pStyle w:val="Numberedlist"/>
        <w:numPr>
          <w:ilvl w:val="0"/>
          <w:numId w:val="13"/>
        </w:numPr>
      </w:pPr>
      <w:r>
        <w:t>1 060 000</w:t>
      </w:r>
    </w:p>
    <w:p w:rsidR="00D42664" w:rsidRDefault="00D42664" w:rsidP="00D42664">
      <w:pPr>
        <w:pStyle w:val="Numberedlist"/>
        <w:numPr>
          <w:ilvl w:val="0"/>
          <w:numId w:val="13"/>
        </w:numPr>
      </w:pPr>
      <w:r>
        <w:t>0.001 06</w:t>
      </w:r>
    </w:p>
    <w:p w:rsidR="00D42664" w:rsidRPr="009B1EDF" w:rsidRDefault="00D42664" w:rsidP="00D42664">
      <w:pPr>
        <w:pStyle w:val="Numberedlist"/>
        <w:numPr>
          <w:ilvl w:val="0"/>
          <w:numId w:val="13"/>
        </w:numPr>
      </w:pPr>
      <w:r>
        <w:t>222.2</w:t>
      </w:r>
    </w:p>
    <w:p w:rsidR="00D42664" w:rsidRPr="001E2526" w:rsidRDefault="00D42664" w:rsidP="00D42664">
      <w:pPr>
        <w:tabs>
          <w:tab w:val="left" w:pos="426"/>
          <w:tab w:val="right" w:leader="dot" w:pos="9356"/>
        </w:tabs>
        <w:ind w:left="425" w:hanging="425"/>
        <w:jc w:val="right"/>
        <w:rPr>
          <w:szCs w:val="22"/>
        </w:rPr>
      </w:pPr>
      <w:r w:rsidRPr="001E2526">
        <w:rPr>
          <w:szCs w:val="22"/>
        </w:rPr>
        <w:t>(3 marc)</w:t>
      </w:r>
    </w:p>
    <w:p w:rsidR="00D42664" w:rsidRPr="00252D84" w:rsidRDefault="00D42664" w:rsidP="00D42664">
      <w:pPr>
        <w:pStyle w:val="Numberedlist"/>
        <w:numPr>
          <w:ilvl w:val="0"/>
          <w:numId w:val="12"/>
        </w:numPr>
        <w:ind w:left="426" w:hanging="426"/>
        <w:rPr>
          <w:rStyle w:val="NumberedlistChar"/>
        </w:rPr>
      </w:pPr>
      <w:r w:rsidRPr="00252D84">
        <w:rPr>
          <w:rStyle w:val="NumberedlistChar"/>
        </w:rPr>
        <w:t xml:space="preserve">Mae'r rhifau canlynol i gyd yn deillio o arbrofion cyfradd, ac </w:t>
      </w:r>
      <w:proofErr w:type="gramStart"/>
      <w:r w:rsidRPr="00252D84">
        <w:rPr>
          <w:rStyle w:val="NumberedlistChar"/>
        </w:rPr>
        <w:t>fe</w:t>
      </w:r>
      <w:proofErr w:type="gramEnd"/>
      <w:r w:rsidRPr="00252D84">
        <w:rPr>
          <w:rStyle w:val="NumberedlistChar"/>
        </w:rPr>
        <w:t xml:space="preserve"> hoffai’r myfyrwyr eu mynegi nhw i gyd ar yr un echelinau mewn graff. Newidiwch y rhifau i ffurf wyddonol addas.</w:t>
      </w:r>
    </w:p>
    <w:p w:rsidR="00D42664" w:rsidRDefault="00D42664" w:rsidP="00D42664">
      <w:pPr>
        <w:tabs>
          <w:tab w:val="left" w:pos="426"/>
          <w:tab w:val="right" w:leader="dot" w:pos="9356"/>
        </w:tabs>
        <w:rPr>
          <w:sz w:val="22"/>
          <w:szCs w:val="22"/>
        </w:rPr>
      </w:pPr>
      <w:r>
        <w:rPr>
          <w:noProof/>
          <w:sz w:val="22"/>
          <w:szCs w:val="22"/>
          <w:lang w:eastAsia="en-GB"/>
        </w:rPr>
        <mc:AlternateContent>
          <mc:Choice Requires="wps">
            <w:drawing>
              <wp:anchor distT="0" distB="0" distL="114300" distR="114300" simplePos="0" relativeHeight="251706368" behindDoc="0" locked="0" layoutInCell="1" allowOverlap="1" wp14:anchorId="289293BB" wp14:editId="1A3A39BD">
                <wp:simplePos x="0" y="0"/>
                <wp:positionH relativeFrom="column">
                  <wp:posOffset>280035</wp:posOffset>
                </wp:positionH>
                <wp:positionV relativeFrom="paragraph">
                  <wp:posOffset>9524</wp:posOffset>
                </wp:positionV>
                <wp:extent cx="5429250" cy="352425"/>
                <wp:effectExtent l="0" t="0" r="19050" b="28575"/>
                <wp:wrapNone/>
                <wp:docPr id="364" name="Rounded Rectangle 364"/>
                <wp:cNvGraphicFramePr/>
                <a:graphic xmlns:a="http://schemas.openxmlformats.org/drawingml/2006/main">
                  <a:graphicData uri="http://schemas.microsoft.com/office/word/2010/wordprocessingShape">
                    <wps:wsp>
                      <wps:cNvSpPr/>
                      <wps:spPr>
                        <a:xfrm>
                          <a:off x="0" y="0"/>
                          <a:ext cx="5429250" cy="352425"/>
                        </a:xfrm>
                        <a:prstGeom prst="roundRect">
                          <a:avLst/>
                        </a:prstGeom>
                      </wps:spPr>
                      <wps:style>
                        <a:lnRef idx="2">
                          <a:schemeClr val="dk1"/>
                        </a:lnRef>
                        <a:fillRef idx="1">
                          <a:schemeClr val="lt1"/>
                        </a:fillRef>
                        <a:effectRef idx="0">
                          <a:schemeClr val="dk1"/>
                        </a:effectRef>
                        <a:fontRef idx="minor">
                          <a:schemeClr val="dk1"/>
                        </a:fontRef>
                      </wps:style>
                      <wps:txbx>
                        <w:txbxContent>
                          <w:p w:rsidR="00D42664" w:rsidRDefault="00D42664" w:rsidP="00D42664">
                            <w:pPr>
                              <w:jc w:val="center"/>
                            </w:pPr>
                            <w:r>
                              <w:t>0.1000</w:t>
                            </w:r>
                            <w:r>
                              <w:tab/>
                            </w:r>
                            <w:r>
                              <w:tab/>
                              <w:t>0.0943</w:t>
                            </w:r>
                            <w:r>
                              <w:tab/>
                            </w:r>
                            <w:r>
                              <w:tab/>
                              <w:t>0.03984</w:t>
                            </w:r>
                            <w:r>
                              <w:tab/>
                              <w:t>0.00163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9293BB" id="Rounded Rectangle 364" o:spid="_x0000_s1072" style="position:absolute;margin-left:22.05pt;margin-top:.75pt;width:427.5pt;height:27.7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HkcgIAAC4FAAAOAAAAZHJzL2Uyb0RvYy54bWysVEtv2zAMvg/YfxB0X524TrcGdYqgRYcB&#10;RRu0HXpWZCkxJomapMTOfv0o+ZGiC3YYdpFFkx+fH3V13WpF9sL5GkxJp2cTSoThUNVmU9LvL3ef&#10;vlDiAzMVU2BESQ/C0+vFxw9XjZ2LHLagKuEIOjF+3tiSbkOw8yzzfCs082dghUGlBKdZQNFtssqx&#10;Br1rleWTyUXWgKusAy68x7+3nZIukn8pBQ+PUnoRiCop5hbS6dK5jme2uGLzjWN2W/M+DfYPWWhW&#10;Gww6urplgZGdq/9wpWvuwIMMZxx0BlLWXKQasJrp5F01z1tmRaoFm+Pt2Cb//9zyh/3Kkboq6flF&#10;QYlhGof0BDtTiYo8YfuY2ShBohJb1Vg/R8SzXble8niNdbfS6fjFikib2nsY2yvaQDj+nBX5ZT7D&#10;KXDUnc/yIp9Fp9kRbZ0PXwVoEi8ldTGPmERqLdvf+9DZD3YIjil1SaRbOCgR81DmSUisC8PmCZ0Y&#10;JW6UI3uGXKh+TPvYyTJCZK3UCJqeAqkwgHrbCBOJZSNwcgp4jDZap4hgwgjUtQH3d7Ds7Iequ1pj&#10;2aFdt2mIxcUwpjVUB5ysg47y3vK7Gpt6z3xYMYccxzng3oZHPKSCpqTQ3yjZgvt16n+0R+qhlpIG&#10;d6ak/ueOOUGJ+maQlJfToohLloRi9jlHwb3VrN9qzE7fAI5iii+E5eka7YMartKBfsX1XsaoqGKG&#10;Y+yS8uAG4SZ0u4wPBBfLZTLDxbIs3Jtny6Pz2OjIl5f2lTnbMysgJx9g2C82f8etzjYiDSx3AWSd&#10;iBdb3fW1HwEuZeJv/4DErX8rJ6vjM7f4DQAA//8DAFBLAwQUAAYACAAAACEAFNYpjNoAAAAHAQAA&#10;DwAAAGRycy9kb3ducmV2LnhtbEyOzU7DMBCE70i8g7VI3KgdlECSxqkKCA69tSBxdeNtEhGvo9hp&#10;w9uznOA4P5r5qs3iBnHGKfSeNCQrBQKp8banVsPH++tdDiJEQ9YMnlDDNwbY1NdXlSmtv9Aez4fY&#10;Ch6hUBoNXYxjKWVoOnQmrPyIxNnJT85EllMr7WQuPO4Gea/Ug3SmJ37ozIjPHTZfh9lpiGRUMe+S&#10;t6esX3yaf2Yv212m9e3Nsl2DiLjEvzL84jM61Mx09DPZIAYNaZpwk/0MBMd5UbA+asgeFci6kv/5&#10;6x8AAAD//wMAUEsBAi0AFAAGAAgAAAAhALaDOJL+AAAA4QEAABMAAAAAAAAAAAAAAAAAAAAAAFtD&#10;b250ZW50X1R5cGVzXS54bWxQSwECLQAUAAYACAAAACEAOP0h/9YAAACUAQAACwAAAAAAAAAAAAAA&#10;AAAvAQAAX3JlbHMvLnJlbHNQSwECLQAUAAYACAAAACEAGYgR5HICAAAuBQAADgAAAAAAAAAAAAAA&#10;AAAuAgAAZHJzL2Uyb0RvYy54bWxQSwECLQAUAAYACAAAACEAFNYpjNoAAAAHAQAADwAAAAAAAAAA&#10;AAAAAADMBAAAZHJzL2Rvd25yZXYueG1sUEsFBgAAAAAEAAQA8wAAANMFAAAAAA==&#10;" fillcolor="white [3201]" strokecolor="black [3200]" strokeweight="2pt">
                <v:textbox>
                  <w:txbxContent>
                    <w:p w:rsidR="00D42664" w:rsidRDefault="00D42664" w:rsidP="00D42664">
                      <w:pPr>
                        <w:jc w:val="center"/>
                      </w:pPr>
                      <w:r>
                        <w:t>0.1000</w:t>
                      </w:r>
                      <w:r>
                        <w:tab/>
                      </w:r>
                      <w:r>
                        <w:tab/>
                        <w:t>0.0943</w:t>
                      </w:r>
                      <w:r>
                        <w:tab/>
                      </w:r>
                      <w:r>
                        <w:tab/>
                        <w:t>0.03984</w:t>
                      </w:r>
                      <w:r>
                        <w:tab/>
                        <w:t>0.00163</w:t>
                      </w:r>
                    </w:p>
                  </w:txbxContent>
                </v:textbox>
              </v:roundrect>
            </w:pict>
          </mc:Fallback>
        </mc:AlternateContent>
      </w:r>
    </w:p>
    <w:p w:rsidR="00D42664" w:rsidRDefault="00D42664" w:rsidP="00D42664">
      <w:pPr>
        <w:tabs>
          <w:tab w:val="left" w:pos="426"/>
          <w:tab w:val="right" w:leader="dot" w:pos="9356"/>
        </w:tabs>
        <w:ind w:left="425" w:hanging="425"/>
        <w:rPr>
          <w:b/>
          <w:sz w:val="22"/>
          <w:szCs w:val="22"/>
        </w:rPr>
      </w:pPr>
    </w:p>
    <w:p w:rsidR="00D42664" w:rsidRPr="001E2526" w:rsidRDefault="00D42664" w:rsidP="00D42664">
      <w:pPr>
        <w:tabs>
          <w:tab w:val="left" w:pos="426"/>
          <w:tab w:val="right" w:leader="dot" w:pos="9356"/>
        </w:tabs>
        <w:ind w:left="425" w:hanging="425"/>
        <w:jc w:val="right"/>
        <w:rPr>
          <w:szCs w:val="22"/>
        </w:rPr>
      </w:pPr>
      <w:r w:rsidRPr="001E2526">
        <w:rPr>
          <w:szCs w:val="22"/>
        </w:rPr>
        <w:t>(3 marc)</w:t>
      </w:r>
    </w:p>
    <w:p w:rsidR="00D42664" w:rsidRDefault="00D42664" w:rsidP="00D42664">
      <w:pPr>
        <w:pStyle w:val="Numberedlist"/>
        <w:numPr>
          <w:ilvl w:val="0"/>
          <w:numId w:val="12"/>
        </w:numPr>
        <w:ind w:left="426" w:hanging="426"/>
      </w:pPr>
      <w:r>
        <w:t>Cyfrifwch y canlynol heb ddefnyddio cyfrifiannell. Mynegwch bob gwerth ar ffurf safonol.</w:t>
      </w:r>
    </w:p>
    <w:p w:rsidR="00D42664" w:rsidRPr="00F36F4A" w:rsidRDefault="00CB1B64" w:rsidP="00D42664">
      <w:pPr>
        <w:pStyle w:val="ListParagraph"/>
        <w:keepLines w:val="0"/>
        <w:numPr>
          <w:ilvl w:val="0"/>
          <w:numId w:val="11"/>
        </w:numPr>
        <w:tabs>
          <w:tab w:val="left" w:pos="426"/>
          <w:tab w:val="right" w:leader="dot" w:pos="9356"/>
        </w:tabs>
        <w:spacing w:after="0"/>
        <w:outlineLvl w:val="0"/>
        <w:rPr>
          <w:rFonts w:eastAsiaTheme="minorEastAsia"/>
          <w:sz w:val="22"/>
          <w:szCs w:val="22"/>
        </w:rPr>
      </w:pPr>
      <m:oMath>
        <m:f>
          <m:fPr>
            <m:ctrlPr>
              <w:rPr>
                <w:rFonts w:ascii="Cambria Math" w:hAnsi="Cambria Math"/>
                <w:i/>
                <w:szCs w:val="22"/>
              </w:rPr>
            </m:ctrlPr>
          </m:fPr>
          <m:num>
            <m:sSup>
              <m:sSupPr>
                <m:ctrlPr>
                  <w:rPr>
                    <w:rFonts w:ascii="Cambria Math" w:hAnsi="Cambria Math"/>
                    <w:i/>
                    <w:szCs w:val="22"/>
                  </w:rPr>
                </m:ctrlPr>
              </m:sSupPr>
              <m:e>
                <m:r>
                  <w:rPr>
                    <w:rFonts w:ascii="Cambria Math" w:hAnsi="Cambria Math"/>
                    <w:szCs w:val="22"/>
                  </w:rPr>
                  <m:t>10</m:t>
                </m:r>
              </m:e>
              <m:sup>
                <m:r>
                  <w:rPr>
                    <w:rFonts w:ascii="Cambria Math" w:hAnsi="Cambria Math"/>
                    <w:szCs w:val="22"/>
                  </w:rPr>
                  <m:t>9</m:t>
                </m:r>
              </m:sup>
            </m:sSup>
          </m:num>
          <m:den>
            <m:sSup>
              <m:sSupPr>
                <m:ctrlPr>
                  <w:rPr>
                    <w:rFonts w:ascii="Cambria Math" w:hAnsi="Cambria Math"/>
                    <w:i/>
                    <w:szCs w:val="22"/>
                  </w:rPr>
                </m:ctrlPr>
              </m:sSupPr>
              <m:e>
                <m:r>
                  <w:rPr>
                    <w:rFonts w:ascii="Cambria Math" w:hAnsi="Cambria Math"/>
                    <w:szCs w:val="22"/>
                  </w:rPr>
                  <m:t>10</m:t>
                </m:r>
              </m:e>
              <m:sup>
                <m:r>
                  <w:rPr>
                    <w:rFonts w:ascii="Cambria Math" w:hAnsi="Cambria Math"/>
                    <w:szCs w:val="22"/>
                  </w:rPr>
                  <m:t>5</m:t>
                </m:r>
              </m:sup>
            </m:sSup>
          </m:den>
        </m:f>
      </m:oMath>
    </w:p>
    <w:p w:rsidR="00D42664" w:rsidRPr="00F36F4A" w:rsidRDefault="00D42664" w:rsidP="00D42664">
      <w:pPr>
        <w:pStyle w:val="ListParagraph"/>
        <w:tabs>
          <w:tab w:val="left" w:pos="426"/>
          <w:tab w:val="right" w:leader="dot" w:pos="9356"/>
        </w:tabs>
        <w:spacing w:after="0"/>
        <w:rPr>
          <w:rFonts w:eastAsiaTheme="minorEastAsia"/>
          <w:sz w:val="22"/>
          <w:szCs w:val="22"/>
        </w:rPr>
      </w:pPr>
    </w:p>
    <w:p w:rsidR="00D42664" w:rsidRPr="00F36F4A" w:rsidRDefault="00CB1B64" w:rsidP="00D42664">
      <w:pPr>
        <w:pStyle w:val="ListParagraph"/>
        <w:keepLines w:val="0"/>
        <w:numPr>
          <w:ilvl w:val="0"/>
          <w:numId w:val="11"/>
        </w:numPr>
        <w:tabs>
          <w:tab w:val="left" w:pos="426"/>
          <w:tab w:val="right" w:leader="dot" w:pos="9356"/>
        </w:tabs>
        <w:spacing w:after="0"/>
        <w:outlineLvl w:val="0"/>
        <w:rPr>
          <w:sz w:val="22"/>
          <w:szCs w:val="22"/>
        </w:rPr>
      </w:pPr>
      <m:oMath>
        <m:f>
          <m:fPr>
            <m:ctrlPr>
              <w:rPr>
                <w:rFonts w:ascii="Cambria Math" w:hAnsi="Cambria Math"/>
                <w:i/>
                <w:sz w:val="22"/>
                <w:szCs w:val="22"/>
              </w:rPr>
            </m:ctrlPr>
          </m:fPr>
          <m:num>
            <m:sSup>
              <m:sSupPr>
                <m:ctrlPr>
                  <w:rPr>
                    <w:rFonts w:ascii="Cambria Math" w:hAnsi="Cambria Math"/>
                    <w:i/>
                    <w:sz w:val="22"/>
                    <w:szCs w:val="22"/>
                  </w:rPr>
                </m:ctrlPr>
              </m:sSupPr>
              <m:e>
                <m:r>
                  <w:rPr>
                    <w:rFonts w:ascii="Cambria Math" w:hAnsi="Cambria Math"/>
                    <w:sz w:val="22"/>
                    <w:szCs w:val="22"/>
                  </w:rPr>
                  <m:t>10</m:t>
                </m:r>
              </m:e>
              <m:sup>
                <m:r>
                  <w:rPr>
                    <w:rFonts w:ascii="Cambria Math" w:hAnsi="Cambria Math"/>
                    <w:sz w:val="22"/>
                    <w:szCs w:val="22"/>
                  </w:rPr>
                  <m:t>7</m:t>
                </m:r>
              </m:sup>
            </m:sSup>
          </m:num>
          <m:den>
            <m:sSup>
              <m:sSupPr>
                <m:ctrlPr>
                  <w:rPr>
                    <w:rFonts w:ascii="Cambria Math" w:hAnsi="Cambria Math"/>
                    <w:i/>
                    <w:sz w:val="22"/>
                    <w:szCs w:val="22"/>
                  </w:rPr>
                </m:ctrlPr>
              </m:sSupPr>
              <m:e>
                <m:r>
                  <w:rPr>
                    <w:rFonts w:ascii="Cambria Math" w:hAnsi="Cambria Math"/>
                    <w:sz w:val="22"/>
                    <w:szCs w:val="22"/>
                  </w:rPr>
                  <m:t>10</m:t>
                </m:r>
              </m:e>
              <m:sup>
                <m:r>
                  <w:rPr>
                    <w:rFonts w:ascii="Cambria Math" w:hAnsi="Cambria Math"/>
                    <w:sz w:val="22"/>
                    <w:szCs w:val="22"/>
                  </w:rPr>
                  <m:t>-7</m:t>
                </m:r>
              </m:sup>
            </m:sSup>
          </m:den>
        </m:f>
      </m:oMath>
    </w:p>
    <w:p w:rsidR="00D42664" w:rsidRPr="00F36F4A" w:rsidRDefault="00D42664" w:rsidP="00D42664">
      <w:pPr>
        <w:tabs>
          <w:tab w:val="left" w:pos="426"/>
          <w:tab w:val="right" w:leader="dot" w:pos="9356"/>
        </w:tabs>
        <w:spacing w:after="0"/>
        <w:rPr>
          <w:sz w:val="22"/>
          <w:szCs w:val="22"/>
        </w:rPr>
      </w:pPr>
    </w:p>
    <w:p w:rsidR="00D42664" w:rsidRPr="00F36F4A" w:rsidRDefault="00CB1B64" w:rsidP="00D42664">
      <w:pPr>
        <w:pStyle w:val="ListParagraph"/>
        <w:keepLines w:val="0"/>
        <w:numPr>
          <w:ilvl w:val="0"/>
          <w:numId w:val="11"/>
        </w:numPr>
        <w:tabs>
          <w:tab w:val="left" w:pos="426"/>
          <w:tab w:val="left" w:pos="3261"/>
          <w:tab w:val="left" w:pos="8647"/>
        </w:tabs>
        <w:spacing w:after="0"/>
        <w:ind w:right="142"/>
        <w:outlineLvl w:val="0"/>
        <w:rPr>
          <w:sz w:val="24"/>
          <w:szCs w:val="22"/>
        </w:rPr>
      </w:pPr>
      <m:oMath>
        <m:f>
          <m:fPr>
            <m:ctrlPr>
              <w:rPr>
                <w:rFonts w:ascii="Cambria Math" w:hAnsi="Cambria Math"/>
                <w:i/>
                <w:sz w:val="24"/>
                <w:szCs w:val="22"/>
              </w:rPr>
            </m:ctrlPr>
          </m:fPr>
          <m:num>
            <m:sSup>
              <m:sSupPr>
                <m:ctrlPr>
                  <w:rPr>
                    <w:rFonts w:ascii="Cambria Math" w:hAnsi="Cambria Math"/>
                    <w:i/>
                    <w:sz w:val="24"/>
                    <w:szCs w:val="22"/>
                  </w:rPr>
                </m:ctrlPr>
              </m:sSupPr>
              <m:e>
                <m:r>
                  <w:rPr>
                    <w:rFonts w:ascii="Cambria Math" w:hAnsi="Cambria Math"/>
                    <w:sz w:val="24"/>
                    <w:szCs w:val="22"/>
                  </w:rPr>
                  <m:t>1.2 × 10</m:t>
                </m:r>
              </m:e>
              <m:sup>
                <m:r>
                  <w:rPr>
                    <w:rFonts w:ascii="Cambria Math" w:hAnsi="Cambria Math"/>
                    <w:sz w:val="24"/>
                    <w:szCs w:val="22"/>
                  </w:rPr>
                  <m:t>6</m:t>
                </m:r>
              </m:sup>
            </m:sSup>
          </m:num>
          <m:den>
            <m:r>
              <w:rPr>
                <w:rFonts w:ascii="Cambria Math" w:hAnsi="Cambria Math"/>
                <w:sz w:val="24"/>
                <w:szCs w:val="22"/>
              </w:rPr>
              <m:t xml:space="preserve">2.4 </m:t>
            </m:r>
            <m:sSup>
              <m:sSupPr>
                <m:ctrlPr>
                  <w:rPr>
                    <w:rFonts w:ascii="Cambria Math" w:hAnsi="Cambria Math"/>
                    <w:i/>
                    <w:sz w:val="24"/>
                    <w:szCs w:val="22"/>
                  </w:rPr>
                </m:ctrlPr>
              </m:sSupPr>
              <m:e>
                <m:r>
                  <w:rPr>
                    <w:rFonts w:ascii="Cambria Math" w:hAnsi="Cambria Math"/>
                    <w:sz w:val="24"/>
                    <w:szCs w:val="22"/>
                  </w:rPr>
                  <m:t>× 10</m:t>
                </m:r>
              </m:e>
              <m:sup>
                <m:r>
                  <w:rPr>
                    <w:rFonts w:ascii="Cambria Math" w:hAnsi="Cambria Math"/>
                    <w:sz w:val="24"/>
                    <w:szCs w:val="22"/>
                  </w:rPr>
                  <m:t>17</m:t>
                </m:r>
              </m:sup>
            </m:sSup>
          </m:den>
        </m:f>
      </m:oMath>
    </w:p>
    <w:p w:rsidR="00D42664" w:rsidRPr="00F36F4A" w:rsidRDefault="00D42664" w:rsidP="00D42664">
      <w:pPr>
        <w:pStyle w:val="ListParagraph"/>
        <w:rPr>
          <w:sz w:val="24"/>
          <w:szCs w:val="22"/>
        </w:rPr>
      </w:pPr>
    </w:p>
    <w:p w:rsidR="00D42664" w:rsidRPr="00B07B87" w:rsidRDefault="00CB1B64" w:rsidP="00D42664">
      <w:pPr>
        <w:pStyle w:val="ListParagraph"/>
        <w:keepLines w:val="0"/>
        <w:numPr>
          <w:ilvl w:val="0"/>
          <w:numId w:val="11"/>
        </w:numPr>
        <w:tabs>
          <w:tab w:val="left" w:pos="426"/>
          <w:tab w:val="left" w:pos="3261"/>
          <w:tab w:val="left" w:pos="8647"/>
        </w:tabs>
        <w:spacing w:after="0"/>
        <w:ind w:right="142"/>
        <w:outlineLvl w:val="0"/>
      </w:pPr>
      <m:oMath>
        <m:sSup>
          <m:sSupPr>
            <m:ctrlPr>
              <w:rPr>
                <w:rFonts w:ascii="Cambria Math" w:hAnsi="Cambria Math"/>
                <w:i/>
              </w:rPr>
            </m:ctrlPr>
          </m:sSupPr>
          <m:e>
            <m:r>
              <w:rPr>
                <w:rFonts w:ascii="Cambria Math" w:hAnsi="Cambria Math"/>
              </w:rPr>
              <m:t>(2.0 × 10</m:t>
            </m:r>
          </m:e>
          <m:sup>
            <m:r>
              <w:rPr>
                <w:rFonts w:ascii="Cambria Math" w:hAnsi="Cambria Math"/>
              </w:rPr>
              <m:t>7</m:t>
            </m:r>
          </m:sup>
        </m:sSup>
        <m:r>
          <w:rPr>
            <w:rFonts w:ascii="Cambria Math" w:hAnsi="Cambria Math"/>
          </w:rPr>
          <m:t xml:space="preserve">) × </m:t>
        </m:r>
        <m:sSup>
          <m:sSupPr>
            <m:ctrlPr>
              <w:rPr>
                <w:rFonts w:ascii="Cambria Math" w:hAnsi="Cambria Math"/>
                <w:i/>
              </w:rPr>
            </m:ctrlPr>
          </m:sSupPr>
          <m:e>
            <m:r>
              <w:rPr>
                <w:rFonts w:ascii="Cambria Math" w:hAnsi="Cambria Math"/>
              </w:rPr>
              <m:t>(1.2 × 10</m:t>
            </m:r>
          </m:e>
          <m:sup>
            <m:r>
              <w:rPr>
                <w:rFonts w:ascii="Cambria Math" w:hAnsi="Cambria Math"/>
              </w:rPr>
              <m:t xml:space="preserve">-5 </m:t>
            </m:r>
          </m:sup>
        </m:sSup>
        <m:r>
          <w:rPr>
            <w:rFonts w:ascii="Cambria Math" w:hAnsi="Cambria Math"/>
          </w:rPr>
          <m:t>)</m:t>
        </m:r>
      </m:oMath>
    </w:p>
    <w:p w:rsidR="00D42664" w:rsidRDefault="00D42664" w:rsidP="00D42664">
      <w:pPr>
        <w:tabs>
          <w:tab w:val="left" w:pos="8505"/>
        </w:tabs>
        <w:spacing w:after="0"/>
        <w:ind w:left="425" w:right="142" w:hanging="425"/>
        <w:rPr>
          <w:sz w:val="22"/>
          <w:szCs w:val="22"/>
        </w:rPr>
      </w:pPr>
    </w:p>
    <w:p w:rsidR="00D42664" w:rsidRDefault="00D42664" w:rsidP="00D42664">
      <w:pPr>
        <w:tabs>
          <w:tab w:val="left" w:pos="8505"/>
        </w:tabs>
        <w:ind w:left="425" w:right="142" w:hanging="425"/>
        <w:jc w:val="right"/>
        <w:rPr>
          <w:szCs w:val="22"/>
        </w:rPr>
      </w:pPr>
      <w:r w:rsidRPr="001E2526">
        <w:rPr>
          <w:szCs w:val="22"/>
        </w:rPr>
        <w:t>(4 marc)</w:t>
      </w:r>
    </w:p>
    <w:p w:rsidR="00D42664" w:rsidRPr="001E2526" w:rsidRDefault="00D42664" w:rsidP="00D42664">
      <w:pPr>
        <w:pStyle w:val="Heading1"/>
      </w:pPr>
      <w:r w:rsidRPr="001E2526">
        <w:rPr>
          <w:iCs/>
        </w:rPr>
        <w:lastRenderedPageBreak/>
        <w:t>Starters for 10</w:t>
      </w:r>
      <w:r>
        <w:t>:</w:t>
      </w:r>
      <w:r w:rsidRPr="001E2526">
        <w:t xml:space="preserve"> Sgiliau pontio</w:t>
      </w:r>
    </w:p>
    <w:p w:rsidR="00D42664" w:rsidRDefault="00D42664" w:rsidP="00D42664">
      <w:pPr>
        <w:pStyle w:val="Heading2"/>
      </w:pPr>
      <w:r>
        <w:t>0.2.5 Ffigurau ystyrlon, lleoedd degol a thalgrynnu.</w:t>
      </w:r>
    </w:p>
    <w:p w:rsidR="00D42664" w:rsidRDefault="00D42664" w:rsidP="00D42664">
      <w:r>
        <w:t xml:space="preserve">Ar gyfer pob </w:t>
      </w:r>
      <w:proofErr w:type="gramStart"/>
      <w:r>
        <w:t>un</w:t>
      </w:r>
      <w:proofErr w:type="gramEnd"/>
      <w:r>
        <w:t xml:space="preserve"> o’r rhifau yng nghwestiynau 1–6, nodwch nifer y ffigurau ystyrlon a nifer y lleoedd degol.</w:t>
      </w:r>
    </w:p>
    <w:tbl>
      <w:tblPr>
        <w:tblStyle w:val="TableGrid"/>
        <w:tblpPr w:leftFromText="180" w:rightFromText="180" w:vertAnchor="text" w:horzAnchor="margin" w:tblpY="16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1383"/>
        <w:gridCol w:w="1385"/>
        <w:gridCol w:w="3091"/>
        <w:gridCol w:w="3201"/>
      </w:tblGrid>
      <w:tr w:rsidR="00D42664" w:rsidRPr="008A6AD0" w:rsidTr="0012565F">
        <w:trPr>
          <w:tblHeader/>
        </w:trPr>
        <w:tc>
          <w:tcPr>
            <w:tcW w:w="2771" w:type="dxa"/>
            <w:gridSpan w:val="2"/>
            <w:tcBorders>
              <w:bottom w:val="single" w:sz="4" w:space="0" w:color="auto"/>
            </w:tcBorders>
            <w:vAlign w:val="center"/>
          </w:tcPr>
          <w:p w:rsidR="00D42664" w:rsidRPr="008A6AD0" w:rsidRDefault="00D42664" w:rsidP="0012565F">
            <w:pPr>
              <w:jc w:val="center"/>
            </w:pPr>
          </w:p>
        </w:tc>
        <w:tc>
          <w:tcPr>
            <w:tcW w:w="3095" w:type="dxa"/>
            <w:tcBorders>
              <w:bottom w:val="single" w:sz="4" w:space="0" w:color="auto"/>
            </w:tcBorders>
          </w:tcPr>
          <w:p w:rsidR="00D42664" w:rsidRPr="00705EB9" w:rsidRDefault="00D42664" w:rsidP="0012565F">
            <w:pPr>
              <w:tabs>
                <w:tab w:val="left" w:pos="0"/>
                <w:tab w:val="right" w:leader="dot" w:pos="9356"/>
              </w:tabs>
              <w:jc w:val="center"/>
              <w:rPr>
                <w:b/>
                <w:sz w:val="22"/>
                <w:szCs w:val="22"/>
              </w:rPr>
            </w:pPr>
            <w:r>
              <w:rPr>
                <w:b/>
                <w:sz w:val="22"/>
                <w:szCs w:val="22"/>
              </w:rPr>
              <w:t>Ffigurau ystyrlon</w:t>
            </w:r>
          </w:p>
        </w:tc>
        <w:tc>
          <w:tcPr>
            <w:tcW w:w="3206" w:type="dxa"/>
            <w:tcBorders>
              <w:bottom w:val="single" w:sz="4" w:space="0" w:color="auto"/>
            </w:tcBorders>
          </w:tcPr>
          <w:p w:rsidR="00D42664" w:rsidRPr="00705EB9" w:rsidRDefault="00D42664" w:rsidP="0012565F">
            <w:pPr>
              <w:tabs>
                <w:tab w:val="left" w:pos="0"/>
                <w:tab w:val="right" w:leader="dot" w:pos="9356"/>
              </w:tabs>
              <w:jc w:val="center"/>
              <w:rPr>
                <w:b/>
                <w:sz w:val="22"/>
                <w:szCs w:val="22"/>
              </w:rPr>
            </w:pPr>
            <w:r>
              <w:rPr>
                <w:b/>
                <w:sz w:val="22"/>
                <w:szCs w:val="22"/>
              </w:rPr>
              <w:t>Lle degol</w:t>
            </w:r>
          </w:p>
        </w:tc>
      </w:tr>
      <w:tr w:rsidR="00D42664" w:rsidRPr="00F32AE0" w:rsidTr="0012565F">
        <w:tc>
          <w:tcPr>
            <w:tcW w:w="1385" w:type="dxa"/>
            <w:tcBorders>
              <w:top w:val="single" w:sz="4" w:space="0" w:color="auto"/>
            </w:tcBorders>
            <w:vAlign w:val="center"/>
          </w:tcPr>
          <w:p w:rsidR="00D42664" w:rsidRPr="008C2782" w:rsidRDefault="00D42664" w:rsidP="0012565F">
            <w:pPr>
              <w:jc w:val="center"/>
            </w:pPr>
            <w:r>
              <w:t>1</w:t>
            </w:r>
            <w:r w:rsidR="00D54518">
              <w:t>.</w:t>
            </w:r>
          </w:p>
        </w:tc>
        <w:tc>
          <w:tcPr>
            <w:tcW w:w="1386" w:type="dxa"/>
            <w:tcBorders>
              <w:top w:val="single" w:sz="4" w:space="0" w:color="auto"/>
            </w:tcBorders>
            <w:vAlign w:val="center"/>
          </w:tcPr>
          <w:p w:rsidR="00D42664" w:rsidRPr="008C2782" w:rsidRDefault="00D42664" w:rsidP="0012565F">
            <w:pPr>
              <w:jc w:val="center"/>
            </w:pPr>
            <w:r>
              <w:t>3.131 88</w:t>
            </w:r>
          </w:p>
        </w:tc>
        <w:tc>
          <w:tcPr>
            <w:tcW w:w="3095" w:type="dxa"/>
            <w:tcBorders>
              <w:top w:val="single" w:sz="4" w:space="0" w:color="auto"/>
            </w:tcBorders>
            <w:vAlign w:val="center"/>
          </w:tcPr>
          <w:p w:rsidR="00D42664" w:rsidRPr="00F32AE0" w:rsidRDefault="00D42664" w:rsidP="0012565F"/>
        </w:tc>
        <w:tc>
          <w:tcPr>
            <w:tcW w:w="3206" w:type="dxa"/>
            <w:tcBorders>
              <w:top w:val="single" w:sz="4" w:space="0" w:color="auto"/>
            </w:tcBorders>
            <w:vAlign w:val="center"/>
          </w:tcPr>
          <w:p w:rsidR="00D42664" w:rsidRPr="00F32AE0" w:rsidRDefault="00D42664" w:rsidP="0012565F"/>
        </w:tc>
      </w:tr>
      <w:tr w:rsidR="00D42664" w:rsidRPr="00F32AE0" w:rsidTr="0012565F">
        <w:tc>
          <w:tcPr>
            <w:tcW w:w="1385" w:type="dxa"/>
            <w:vAlign w:val="center"/>
          </w:tcPr>
          <w:p w:rsidR="00D42664" w:rsidRPr="008C2782" w:rsidRDefault="00D42664" w:rsidP="0012565F">
            <w:pPr>
              <w:jc w:val="center"/>
            </w:pPr>
            <w:r>
              <w:t>2</w:t>
            </w:r>
            <w:r w:rsidR="00D54518">
              <w:t>.</w:t>
            </w:r>
          </w:p>
        </w:tc>
        <w:tc>
          <w:tcPr>
            <w:tcW w:w="1386" w:type="dxa"/>
            <w:vAlign w:val="center"/>
          </w:tcPr>
          <w:p w:rsidR="00D42664" w:rsidRDefault="00D42664" w:rsidP="0012565F">
            <w:pPr>
              <w:tabs>
                <w:tab w:val="left" w:pos="0"/>
                <w:tab w:val="right" w:leader="dot" w:pos="9356"/>
              </w:tabs>
              <w:jc w:val="center"/>
              <w:rPr>
                <w:sz w:val="22"/>
                <w:szCs w:val="22"/>
              </w:rPr>
            </w:pPr>
            <w:r>
              <w:t>1000</w:t>
            </w:r>
          </w:p>
        </w:tc>
        <w:tc>
          <w:tcPr>
            <w:tcW w:w="3095" w:type="dxa"/>
            <w:vAlign w:val="center"/>
          </w:tcPr>
          <w:p w:rsidR="00D42664" w:rsidRPr="00F32AE0" w:rsidRDefault="00D42664" w:rsidP="0012565F"/>
        </w:tc>
        <w:tc>
          <w:tcPr>
            <w:tcW w:w="3206" w:type="dxa"/>
            <w:vAlign w:val="center"/>
          </w:tcPr>
          <w:p w:rsidR="00D42664" w:rsidRPr="00F32AE0" w:rsidRDefault="00D42664" w:rsidP="0012565F"/>
        </w:tc>
      </w:tr>
      <w:tr w:rsidR="00D42664" w:rsidRPr="00F32AE0" w:rsidTr="0012565F">
        <w:tc>
          <w:tcPr>
            <w:tcW w:w="1385" w:type="dxa"/>
            <w:vAlign w:val="center"/>
          </w:tcPr>
          <w:p w:rsidR="00D42664" w:rsidRDefault="00D42664" w:rsidP="0012565F">
            <w:pPr>
              <w:jc w:val="center"/>
            </w:pPr>
            <w:r>
              <w:t>3</w:t>
            </w:r>
            <w:r w:rsidR="00D54518">
              <w:t>.</w:t>
            </w:r>
          </w:p>
        </w:tc>
        <w:tc>
          <w:tcPr>
            <w:tcW w:w="1386" w:type="dxa"/>
            <w:vAlign w:val="center"/>
          </w:tcPr>
          <w:p w:rsidR="00D42664" w:rsidRDefault="00D42664" w:rsidP="0012565F">
            <w:pPr>
              <w:tabs>
                <w:tab w:val="left" w:pos="0"/>
                <w:tab w:val="right" w:leader="dot" w:pos="9356"/>
              </w:tabs>
              <w:jc w:val="center"/>
              <w:rPr>
                <w:sz w:val="22"/>
                <w:szCs w:val="22"/>
              </w:rPr>
            </w:pPr>
            <w:r>
              <w:t>0.000 65</w:t>
            </w:r>
          </w:p>
        </w:tc>
        <w:tc>
          <w:tcPr>
            <w:tcW w:w="3095" w:type="dxa"/>
            <w:vAlign w:val="center"/>
          </w:tcPr>
          <w:p w:rsidR="00D42664" w:rsidRPr="00F32AE0" w:rsidRDefault="00D42664" w:rsidP="0012565F"/>
        </w:tc>
        <w:tc>
          <w:tcPr>
            <w:tcW w:w="3206" w:type="dxa"/>
            <w:vAlign w:val="center"/>
          </w:tcPr>
          <w:p w:rsidR="00D42664" w:rsidRPr="00F32AE0" w:rsidRDefault="00D42664" w:rsidP="0012565F"/>
        </w:tc>
      </w:tr>
      <w:tr w:rsidR="00D42664" w:rsidRPr="00F32AE0" w:rsidTr="0012565F">
        <w:tc>
          <w:tcPr>
            <w:tcW w:w="1385" w:type="dxa"/>
            <w:vAlign w:val="center"/>
          </w:tcPr>
          <w:p w:rsidR="00D42664" w:rsidRDefault="00D42664" w:rsidP="0012565F">
            <w:pPr>
              <w:jc w:val="center"/>
            </w:pPr>
            <w:r>
              <w:t>4</w:t>
            </w:r>
            <w:r w:rsidR="00D54518">
              <w:t>.</w:t>
            </w:r>
          </w:p>
        </w:tc>
        <w:tc>
          <w:tcPr>
            <w:tcW w:w="1386" w:type="dxa"/>
            <w:vAlign w:val="center"/>
          </w:tcPr>
          <w:p w:rsidR="00D42664" w:rsidRDefault="00D42664" w:rsidP="0012565F">
            <w:pPr>
              <w:tabs>
                <w:tab w:val="left" w:pos="0"/>
                <w:tab w:val="right" w:leader="dot" w:pos="9356"/>
              </w:tabs>
              <w:jc w:val="center"/>
              <w:rPr>
                <w:sz w:val="22"/>
                <w:szCs w:val="22"/>
              </w:rPr>
            </w:pPr>
            <w:r>
              <w:t>1006</w:t>
            </w:r>
          </w:p>
        </w:tc>
        <w:tc>
          <w:tcPr>
            <w:tcW w:w="3095" w:type="dxa"/>
            <w:vAlign w:val="center"/>
          </w:tcPr>
          <w:p w:rsidR="00D42664" w:rsidRPr="00F32AE0" w:rsidRDefault="00D42664" w:rsidP="0012565F"/>
        </w:tc>
        <w:tc>
          <w:tcPr>
            <w:tcW w:w="3206" w:type="dxa"/>
            <w:vAlign w:val="center"/>
          </w:tcPr>
          <w:p w:rsidR="00D42664" w:rsidRPr="00F32AE0" w:rsidRDefault="00D42664" w:rsidP="0012565F"/>
        </w:tc>
      </w:tr>
      <w:tr w:rsidR="00D42664" w:rsidRPr="00F32AE0" w:rsidTr="0012565F">
        <w:tc>
          <w:tcPr>
            <w:tcW w:w="1385" w:type="dxa"/>
            <w:vAlign w:val="center"/>
          </w:tcPr>
          <w:p w:rsidR="00D42664" w:rsidRDefault="00D42664" w:rsidP="0012565F">
            <w:pPr>
              <w:jc w:val="center"/>
            </w:pPr>
            <w:r>
              <w:t>5</w:t>
            </w:r>
            <w:r w:rsidR="00D54518">
              <w:t>.</w:t>
            </w:r>
          </w:p>
        </w:tc>
        <w:tc>
          <w:tcPr>
            <w:tcW w:w="1386" w:type="dxa"/>
            <w:vAlign w:val="center"/>
          </w:tcPr>
          <w:p w:rsidR="00D42664" w:rsidRDefault="00D42664" w:rsidP="0012565F">
            <w:pPr>
              <w:tabs>
                <w:tab w:val="left" w:pos="0"/>
                <w:tab w:val="right" w:leader="dot" w:pos="9356"/>
              </w:tabs>
              <w:jc w:val="center"/>
              <w:rPr>
                <w:sz w:val="22"/>
                <w:szCs w:val="22"/>
              </w:rPr>
            </w:pPr>
            <w:r>
              <w:t>560.0</w:t>
            </w:r>
          </w:p>
        </w:tc>
        <w:tc>
          <w:tcPr>
            <w:tcW w:w="3095" w:type="dxa"/>
            <w:vAlign w:val="center"/>
          </w:tcPr>
          <w:p w:rsidR="00D42664" w:rsidRPr="00F32AE0" w:rsidRDefault="00D42664" w:rsidP="0012565F"/>
        </w:tc>
        <w:tc>
          <w:tcPr>
            <w:tcW w:w="3206" w:type="dxa"/>
            <w:vAlign w:val="center"/>
          </w:tcPr>
          <w:p w:rsidR="00D42664" w:rsidRPr="00F32AE0" w:rsidRDefault="00D42664" w:rsidP="0012565F"/>
        </w:tc>
      </w:tr>
      <w:tr w:rsidR="00D42664" w:rsidRPr="00F32AE0" w:rsidTr="0012565F">
        <w:tc>
          <w:tcPr>
            <w:tcW w:w="1385" w:type="dxa"/>
            <w:vAlign w:val="center"/>
          </w:tcPr>
          <w:p w:rsidR="00D42664" w:rsidRDefault="00D42664" w:rsidP="0012565F">
            <w:pPr>
              <w:jc w:val="center"/>
            </w:pPr>
            <w:r>
              <w:t>6</w:t>
            </w:r>
            <w:r w:rsidR="00D54518">
              <w:t>.</w:t>
            </w:r>
          </w:p>
        </w:tc>
        <w:tc>
          <w:tcPr>
            <w:tcW w:w="1386" w:type="dxa"/>
            <w:vAlign w:val="center"/>
          </w:tcPr>
          <w:p w:rsidR="00D42664" w:rsidRDefault="00D42664" w:rsidP="0012565F">
            <w:pPr>
              <w:tabs>
                <w:tab w:val="left" w:pos="0"/>
                <w:tab w:val="right" w:leader="dot" w:pos="9356"/>
              </w:tabs>
              <w:jc w:val="center"/>
              <w:rPr>
                <w:sz w:val="22"/>
                <w:szCs w:val="22"/>
              </w:rPr>
            </w:pPr>
            <w:r>
              <w:t>0.000 480</w:t>
            </w:r>
          </w:p>
        </w:tc>
        <w:tc>
          <w:tcPr>
            <w:tcW w:w="3095" w:type="dxa"/>
            <w:vAlign w:val="center"/>
          </w:tcPr>
          <w:p w:rsidR="00D42664" w:rsidRPr="00F32AE0" w:rsidRDefault="00D42664" w:rsidP="0012565F"/>
        </w:tc>
        <w:tc>
          <w:tcPr>
            <w:tcW w:w="3206" w:type="dxa"/>
            <w:vAlign w:val="center"/>
          </w:tcPr>
          <w:p w:rsidR="00D42664" w:rsidRPr="00F32AE0" w:rsidRDefault="00D42664" w:rsidP="0012565F"/>
        </w:tc>
      </w:tr>
    </w:tbl>
    <w:p w:rsidR="00D42664" w:rsidRPr="00A14B1E" w:rsidRDefault="00D42664" w:rsidP="00D54518">
      <w:pPr>
        <w:tabs>
          <w:tab w:val="left" w:pos="0"/>
          <w:tab w:val="right" w:leader="dot" w:pos="9356"/>
        </w:tabs>
        <w:ind w:left="720"/>
        <w:jc w:val="right"/>
        <w:rPr>
          <w:szCs w:val="22"/>
        </w:rPr>
      </w:pPr>
      <w:r>
        <w:rPr>
          <w:szCs w:val="22"/>
        </w:rPr>
        <w:t xml:space="preserve">                                                                                                                      (6 </w:t>
      </w:r>
      <w:r w:rsidRPr="00A14B1E">
        <w:rPr>
          <w:szCs w:val="22"/>
        </w:rPr>
        <w:t>marc)</w:t>
      </w:r>
    </w:p>
    <w:p w:rsidR="00D42664" w:rsidRDefault="00D42664" w:rsidP="00D42664">
      <w:pPr>
        <w:pStyle w:val="Numberedlist"/>
        <w:numPr>
          <w:ilvl w:val="0"/>
          <w:numId w:val="10"/>
        </w:numPr>
        <w:ind w:left="426" w:hanging="426"/>
      </w:pPr>
      <w:r>
        <w:t>Talgrynwch y rhifau canlynol i (i) 3 ffigur ystyrlon a (ii) 2 le degol.</w:t>
      </w:r>
    </w:p>
    <w:p w:rsidR="00D42664" w:rsidRDefault="00D42664" w:rsidP="00D42664">
      <w:pPr>
        <w:pStyle w:val="Numberedlist"/>
        <w:numPr>
          <w:ilvl w:val="0"/>
          <w:numId w:val="14"/>
        </w:numPr>
      </w:pPr>
      <w:r w:rsidRPr="00A14B1E">
        <w:t>0.</w:t>
      </w:r>
      <w:r>
        <w:t>075 84</w:t>
      </w:r>
    </w:p>
    <w:p w:rsidR="00D42664" w:rsidRPr="005B2AB9" w:rsidRDefault="00D42664" w:rsidP="00D42664">
      <w:pPr>
        <w:pStyle w:val="Numberedlist"/>
        <w:numPr>
          <w:ilvl w:val="0"/>
          <w:numId w:val="14"/>
        </w:numPr>
        <w:tabs>
          <w:tab w:val="left" w:pos="426"/>
          <w:tab w:val="right" w:leader="dot" w:pos="9356"/>
        </w:tabs>
        <w:rPr>
          <w:szCs w:val="22"/>
        </w:rPr>
      </w:pPr>
      <w:r w:rsidRPr="00A14B1E">
        <w:t>231.456</w:t>
      </w:r>
      <w:r>
        <w:t xml:space="preserve"> </w:t>
      </w:r>
      <w:r w:rsidRPr="005B2AB9">
        <w:rPr>
          <w:szCs w:val="22"/>
        </w:rPr>
        <w:t xml:space="preserve"> </w:t>
      </w:r>
      <w:r>
        <w:rPr>
          <w:szCs w:val="22"/>
        </w:rPr>
        <w:t xml:space="preserve">                                                                                                                         </w:t>
      </w:r>
      <w:r w:rsidRPr="005B2AB9">
        <w:rPr>
          <w:szCs w:val="22"/>
        </w:rPr>
        <w:t>(4 marc)</w:t>
      </w:r>
    </w:p>
    <w:p w:rsidR="00D42664" w:rsidRDefault="00D42664" w:rsidP="00D42664">
      <w:pPr>
        <w:pStyle w:val="ListParagraph"/>
        <w:tabs>
          <w:tab w:val="left" w:pos="426"/>
          <w:tab w:val="right" w:leader="dot" w:pos="9356"/>
        </w:tabs>
        <w:jc w:val="right"/>
        <w:rPr>
          <w:szCs w:val="22"/>
        </w:rPr>
      </w:pPr>
    </w:p>
    <w:p w:rsidR="00D42664" w:rsidRDefault="00D42664" w:rsidP="00D42664">
      <w:pPr>
        <w:keepLines w:val="0"/>
        <w:spacing w:before="200" w:after="0"/>
        <w:rPr>
          <w:szCs w:val="22"/>
        </w:rPr>
      </w:pPr>
      <w:r>
        <w:rPr>
          <w:szCs w:val="22"/>
        </w:rPr>
        <w:br w:type="page"/>
      </w:r>
    </w:p>
    <w:p w:rsidR="00D42664" w:rsidRPr="00A14B1E" w:rsidRDefault="00D42664" w:rsidP="00D42664">
      <w:pPr>
        <w:pStyle w:val="Heading1"/>
      </w:pPr>
      <w:r w:rsidRPr="00A14B1E">
        <w:lastRenderedPageBreak/>
        <w:t>Starters for 10</w:t>
      </w:r>
      <w:r>
        <w:t xml:space="preserve">: </w:t>
      </w:r>
      <w:r w:rsidRPr="00A14B1E">
        <w:t>Sgiliau pontio</w:t>
      </w:r>
    </w:p>
    <w:p w:rsidR="00D42664" w:rsidRDefault="00D42664" w:rsidP="00D42664">
      <w:pPr>
        <w:pStyle w:val="Heading2"/>
      </w:pPr>
      <w:r>
        <w:t>0.2.6 Trosi unedau 1 – Hyd, màs ac amser</w:t>
      </w:r>
    </w:p>
    <w:p w:rsidR="00D42664" w:rsidRDefault="00D42664" w:rsidP="00D42664">
      <w:r>
        <w:t xml:space="preserve">Mae athro Mo wedi llunio diagram ar y bwrdd er mwyn ei helpu i drosi niferoedd o </w:t>
      </w:r>
      <w:proofErr w:type="gramStart"/>
      <w:r>
        <w:t>un</w:t>
      </w:r>
      <w:proofErr w:type="gramEnd"/>
      <w:r>
        <w:t xml:space="preserve"> uned i’r llall.</w:t>
      </w:r>
    </w:p>
    <w:p w:rsidR="00D42664" w:rsidRDefault="00D42664" w:rsidP="00D42664">
      <w:pPr>
        <w:spacing w:before="120"/>
        <w:ind w:right="-285"/>
        <w:jc w:val="center"/>
        <w:rPr>
          <w:sz w:val="22"/>
          <w:szCs w:val="22"/>
        </w:rPr>
      </w:pPr>
      <w:r>
        <w:rPr>
          <w:noProof/>
          <w:sz w:val="22"/>
          <w:szCs w:val="22"/>
          <w:lang w:eastAsia="en-GB"/>
        </w:rPr>
        <w:drawing>
          <wp:inline distT="0" distB="0" distL="0" distR="0" wp14:anchorId="46C5C21B" wp14:editId="2BB4535C">
            <wp:extent cx="5003165" cy="2859253"/>
            <wp:effectExtent l="0" t="0" r="6985"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31030" cy="2875178"/>
                    </a:xfrm>
                    <a:prstGeom prst="rect">
                      <a:avLst/>
                    </a:prstGeom>
                    <a:noFill/>
                  </pic:spPr>
                </pic:pic>
              </a:graphicData>
            </a:graphic>
          </wp:inline>
        </w:drawing>
      </w:r>
    </w:p>
    <w:p w:rsidR="00D42664" w:rsidRPr="00A14B1E" w:rsidRDefault="00D42664" w:rsidP="00D42664">
      <w:pPr>
        <w:rPr>
          <w:i/>
        </w:rPr>
      </w:pPr>
      <w:r w:rsidRPr="00A14B1E">
        <w:rPr>
          <w:i/>
        </w:rPr>
        <w:t>Er enghraifft, i drosi hyd mewn milimetrau yn gentimetrau, dylid rhannu â 10.</w:t>
      </w:r>
      <w:r>
        <w:rPr>
          <w:i/>
        </w:rPr>
        <w:br/>
      </w:r>
      <w:proofErr w:type="gramStart"/>
      <w:r w:rsidRPr="00A14B1E">
        <w:rPr>
          <w:i/>
        </w:rPr>
        <w:t>e.e</w:t>
      </w:r>
      <w:proofErr w:type="gramEnd"/>
      <w:r w:rsidRPr="00A14B1E">
        <w:rPr>
          <w:i/>
        </w:rPr>
        <w:t>. 10 mm = 1 cm.</w:t>
      </w:r>
    </w:p>
    <w:tbl>
      <w:tblPr>
        <w:tblStyle w:val="TableGrid"/>
        <w:tblpPr w:leftFromText="180" w:rightFromText="180" w:vertAnchor="text" w:horzAnchor="margin" w:tblpY="-3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4530"/>
        <w:gridCol w:w="4530"/>
      </w:tblGrid>
      <w:tr w:rsidR="00D42664" w:rsidRPr="00F32AE0" w:rsidTr="0012565F">
        <w:tc>
          <w:tcPr>
            <w:tcW w:w="4533" w:type="dxa"/>
            <w:tcBorders>
              <w:top w:val="single" w:sz="4" w:space="0" w:color="auto"/>
            </w:tcBorders>
          </w:tcPr>
          <w:p w:rsidR="00D42664" w:rsidRPr="001E5BDF" w:rsidRDefault="00D42664" w:rsidP="0012565F">
            <w:pPr>
              <w:spacing w:after="0"/>
              <w:rPr>
                <w:rFonts w:ascii="Calibri" w:hAnsi="Calibri" w:cs="Calibri"/>
                <w:sz w:val="14"/>
                <w:szCs w:val="14"/>
              </w:rPr>
            </w:pPr>
            <w:r w:rsidRPr="001E5BDF">
              <w:rPr>
                <w:sz w:val="14"/>
                <w:szCs w:val="14"/>
              </w:rPr>
              <w:t>LENGTH</w:t>
            </w:r>
          </w:p>
        </w:tc>
        <w:tc>
          <w:tcPr>
            <w:tcW w:w="4534" w:type="dxa"/>
            <w:tcBorders>
              <w:top w:val="single" w:sz="4" w:space="0" w:color="auto"/>
            </w:tcBorders>
          </w:tcPr>
          <w:p w:rsidR="00D42664" w:rsidRPr="001E5BDF" w:rsidRDefault="00D42664" w:rsidP="0012565F">
            <w:pPr>
              <w:spacing w:after="0"/>
              <w:rPr>
                <w:sz w:val="14"/>
                <w:szCs w:val="14"/>
              </w:rPr>
            </w:pPr>
            <w:r w:rsidRPr="001E5BDF">
              <w:rPr>
                <w:sz w:val="14"/>
                <w:szCs w:val="14"/>
              </w:rPr>
              <w:t>HYD</w:t>
            </w:r>
          </w:p>
        </w:tc>
      </w:tr>
      <w:tr w:rsidR="00D42664" w:rsidRPr="00F32AE0" w:rsidTr="0012565F">
        <w:tc>
          <w:tcPr>
            <w:tcW w:w="4533" w:type="dxa"/>
          </w:tcPr>
          <w:p w:rsidR="00D42664" w:rsidRPr="001E5BDF" w:rsidRDefault="00D42664" w:rsidP="0012565F">
            <w:pPr>
              <w:spacing w:after="0"/>
              <w:rPr>
                <w:sz w:val="14"/>
                <w:szCs w:val="14"/>
              </w:rPr>
            </w:pPr>
            <w:r w:rsidRPr="001E5BDF">
              <w:rPr>
                <w:sz w:val="14"/>
                <w:szCs w:val="14"/>
              </w:rPr>
              <w:t>MASS</w:t>
            </w:r>
          </w:p>
        </w:tc>
        <w:tc>
          <w:tcPr>
            <w:tcW w:w="4534" w:type="dxa"/>
          </w:tcPr>
          <w:p w:rsidR="00D42664" w:rsidRPr="001E5BDF" w:rsidRDefault="00D42664" w:rsidP="0012565F">
            <w:pPr>
              <w:spacing w:after="0"/>
              <w:rPr>
                <w:sz w:val="14"/>
                <w:szCs w:val="14"/>
                <w:lang w:val="en-US"/>
              </w:rPr>
            </w:pPr>
            <w:r w:rsidRPr="001E5BDF">
              <w:rPr>
                <w:sz w:val="14"/>
                <w:szCs w:val="14"/>
              </w:rPr>
              <w:t>MÀS</w:t>
            </w:r>
          </w:p>
        </w:tc>
      </w:tr>
      <w:tr w:rsidR="00D42664" w:rsidRPr="00F32AE0" w:rsidTr="0012565F">
        <w:tc>
          <w:tcPr>
            <w:tcW w:w="4533" w:type="dxa"/>
          </w:tcPr>
          <w:p w:rsidR="00D42664" w:rsidRPr="001E5BDF" w:rsidRDefault="00D42664" w:rsidP="0012565F">
            <w:pPr>
              <w:spacing w:after="0"/>
              <w:rPr>
                <w:sz w:val="14"/>
                <w:szCs w:val="14"/>
              </w:rPr>
            </w:pPr>
            <w:r w:rsidRPr="001E5BDF">
              <w:rPr>
                <w:sz w:val="14"/>
                <w:szCs w:val="14"/>
              </w:rPr>
              <w:t>TIME</w:t>
            </w:r>
          </w:p>
        </w:tc>
        <w:tc>
          <w:tcPr>
            <w:tcW w:w="4534" w:type="dxa"/>
          </w:tcPr>
          <w:p w:rsidR="00D42664" w:rsidRPr="001E5BDF" w:rsidRDefault="00D42664" w:rsidP="0012565F">
            <w:pPr>
              <w:spacing w:after="0"/>
              <w:rPr>
                <w:sz w:val="14"/>
                <w:szCs w:val="14"/>
                <w:lang w:val="en-US"/>
              </w:rPr>
            </w:pPr>
            <w:r w:rsidRPr="001E5BDF">
              <w:rPr>
                <w:sz w:val="14"/>
                <w:szCs w:val="14"/>
                <w:lang w:val="en-US"/>
              </w:rPr>
              <w:t>AMSER</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millimetre</w:t>
            </w:r>
          </w:p>
        </w:tc>
        <w:tc>
          <w:tcPr>
            <w:tcW w:w="4534" w:type="dxa"/>
          </w:tcPr>
          <w:p w:rsidR="00D42664" w:rsidRPr="001E5BDF" w:rsidRDefault="00D42664" w:rsidP="0012565F">
            <w:pPr>
              <w:spacing w:after="0"/>
              <w:rPr>
                <w:sz w:val="14"/>
                <w:szCs w:val="14"/>
                <w:lang w:val="it-IT"/>
              </w:rPr>
            </w:pPr>
            <w:r w:rsidRPr="001E5BDF">
              <w:rPr>
                <w:sz w:val="14"/>
                <w:szCs w:val="14"/>
                <w:lang w:val="it-IT"/>
              </w:rPr>
              <w:t>milimetr</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centimetre</w:t>
            </w:r>
          </w:p>
        </w:tc>
        <w:tc>
          <w:tcPr>
            <w:tcW w:w="4534" w:type="dxa"/>
          </w:tcPr>
          <w:p w:rsidR="00D42664" w:rsidRPr="001E5BDF" w:rsidRDefault="00D42664" w:rsidP="0012565F">
            <w:pPr>
              <w:spacing w:after="0"/>
              <w:rPr>
                <w:sz w:val="14"/>
                <w:szCs w:val="14"/>
                <w:lang w:val="it-IT"/>
              </w:rPr>
            </w:pPr>
            <w:r w:rsidRPr="001E5BDF">
              <w:rPr>
                <w:sz w:val="14"/>
                <w:szCs w:val="14"/>
                <w:lang w:val="it-IT"/>
              </w:rPr>
              <w:t>centimetr</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metre</w:t>
            </w:r>
          </w:p>
        </w:tc>
        <w:tc>
          <w:tcPr>
            <w:tcW w:w="4534" w:type="dxa"/>
          </w:tcPr>
          <w:p w:rsidR="00D42664" w:rsidRPr="001E5BDF" w:rsidRDefault="00D42664" w:rsidP="0012565F">
            <w:pPr>
              <w:spacing w:after="0"/>
              <w:rPr>
                <w:sz w:val="14"/>
                <w:szCs w:val="14"/>
                <w:lang w:val="it-IT"/>
              </w:rPr>
            </w:pPr>
            <w:r w:rsidRPr="001E5BDF">
              <w:rPr>
                <w:sz w:val="14"/>
                <w:szCs w:val="14"/>
                <w:lang w:val="it-IT"/>
              </w:rPr>
              <w:t>metr</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milligram</w:t>
            </w:r>
          </w:p>
        </w:tc>
        <w:tc>
          <w:tcPr>
            <w:tcW w:w="4534" w:type="dxa"/>
          </w:tcPr>
          <w:p w:rsidR="00D42664" w:rsidRPr="001E5BDF" w:rsidRDefault="00D42664" w:rsidP="0012565F">
            <w:pPr>
              <w:spacing w:after="0"/>
              <w:rPr>
                <w:sz w:val="14"/>
                <w:szCs w:val="14"/>
                <w:lang w:val="it-IT"/>
              </w:rPr>
            </w:pPr>
            <w:r w:rsidRPr="001E5BDF">
              <w:rPr>
                <w:sz w:val="14"/>
                <w:szCs w:val="14"/>
                <w:lang w:val="it-IT"/>
              </w:rPr>
              <w:t>miligram</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gram</w:t>
            </w:r>
          </w:p>
        </w:tc>
        <w:tc>
          <w:tcPr>
            <w:tcW w:w="4534" w:type="dxa"/>
          </w:tcPr>
          <w:p w:rsidR="00D42664" w:rsidRPr="001E5BDF" w:rsidRDefault="00D42664" w:rsidP="0012565F">
            <w:pPr>
              <w:spacing w:after="0"/>
              <w:rPr>
                <w:sz w:val="14"/>
                <w:szCs w:val="14"/>
                <w:lang w:val="it-IT"/>
              </w:rPr>
            </w:pPr>
            <w:r w:rsidRPr="001E5BDF">
              <w:rPr>
                <w:sz w:val="14"/>
                <w:szCs w:val="14"/>
                <w:lang w:val="it-IT"/>
              </w:rPr>
              <w:t>gram</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kilogram</w:t>
            </w:r>
          </w:p>
        </w:tc>
        <w:tc>
          <w:tcPr>
            <w:tcW w:w="4534" w:type="dxa"/>
          </w:tcPr>
          <w:p w:rsidR="00D42664" w:rsidRPr="001E5BDF" w:rsidRDefault="00D42664" w:rsidP="0012565F">
            <w:pPr>
              <w:spacing w:after="0"/>
              <w:rPr>
                <w:sz w:val="14"/>
                <w:szCs w:val="14"/>
                <w:lang w:val="it-IT"/>
              </w:rPr>
            </w:pPr>
            <w:r w:rsidRPr="001E5BDF">
              <w:rPr>
                <w:sz w:val="14"/>
                <w:szCs w:val="14"/>
                <w:lang w:val="it-IT"/>
              </w:rPr>
              <w:t>cilogram</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tonne</w:t>
            </w:r>
          </w:p>
        </w:tc>
        <w:tc>
          <w:tcPr>
            <w:tcW w:w="4534" w:type="dxa"/>
          </w:tcPr>
          <w:p w:rsidR="00D42664" w:rsidRPr="001E5BDF" w:rsidRDefault="00D42664" w:rsidP="0012565F">
            <w:pPr>
              <w:spacing w:after="0"/>
              <w:rPr>
                <w:sz w:val="14"/>
                <w:szCs w:val="14"/>
                <w:lang w:val="it-IT"/>
              </w:rPr>
            </w:pPr>
            <w:r w:rsidRPr="001E5BDF">
              <w:rPr>
                <w:sz w:val="14"/>
                <w:szCs w:val="14"/>
                <w:lang w:val="it-IT"/>
              </w:rPr>
              <w:t>tunnell</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second</w:t>
            </w:r>
          </w:p>
        </w:tc>
        <w:tc>
          <w:tcPr>
            <w:tcW w:w="4534" w:type="dxa"/>
          </w:tcPr>
          <w:p w:rsidR="00D42664" w:rsidRPr="001E5BDF" w:rsidRDefault="00D42664" w:rsidP="0012565F">
            <w:pPr>
              <w:spacing w:after="0"/>
              <w:rPr>
                <w:sz w:val="14"/>
                <w:szCs w:val="14"/>
                <w:lang w:val="it-IT"/>
              </w:rPr>
            </w:pPr>
            <w:r w:rsidRPr="001E5BDF">
              <w:rPr>
                <w:sz w:val="14"/>
                <w:szCs w:val="14"/>
                <w:lang w:val="it-IT"/>
              </w:rPr>
              <w:t>eiliad</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minute</w:t>
            </w:r>
          </w:p>
        </w:tc>
        <w:tc>
          <w:tcPr>
            <w:tcW w:w="4534" w:type="dxa"/>
          </w:tcPr>
          <w:p w:rsidR="00D42664" w:rsidRPr="001E5BDF" w:rsidRDefault="00D42664" w:rsidP="0012565F">
            <w:pPr>
              <w:spacing w:after="0"/>
              <w:rPr>
                <w:sz w:val="14"/>
                <w:szCs w:val="14"/>
                <w:lang w:val="it-IT"/>
              </w:rPr>
            </w:pPr>
            <w:r w:rsidRPr="001E5BDF">
              <w:rPr>
                <w:sz w:val="14"/>
                <w:szCs w:val="14"/>
                <w:lang w:val="it-IT"/>
              </w:rPr>
              <w:t>munud</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hour</w:t>
            </w:r>
          </w:p>
        </w:tc>
        <w:tc>
          <w:tcPr>
            <w:tcW w:w="4534" w:type="dxa"/>
          </w:tcPr>
          <w:p w:rsidR="00D42664" w:rsidRPr="001E5BDF" w:rsidRDefault="00D42664" w:rsidP="0012565F">
            <w:pPr>
              <w:spacing w:after="0"/>
              <w:rPr>
                <w:sz w:val="14"/>
                <w:szCs w:val="14"/>
                <w:lang w:val="it-IT"/>
              </w:rPr>
            </w:pPr>
            <w:r w:rsidRPr="001E5BDF">
              <w:rPr>
                <w:sz w:val="14"/>
                <w:szCs w:val="14"/>
                <w:lang w:val="it-IT"/>
              </w:rPr>
              <w:t>awr</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to</w:t>
            </w:r>
          </w:p>
        </w:tc>
        <w:tc>
          <w:tcPr>
            <w:tcW w:w="4534" w:type="dxa"/>
          </w:tcPr>
          <w:p w:rsidR="00D42664" w:rsidRPr="001E5BDF" w:rsidRDefault="00D42664" w:rsidP="0012565F">
            <w:pPr>
              <w:spacing w:after="0"/>
              <w:rPr>
                <w:sz w:val="14"/>
                <w:szCs w:val="14"/>
                <w:lang w:val="it-IT"/>
              </w:rPr>
            </w:pPr>
            <w:r w:rsidRPr="001E5BDF">
              <w:rPr>
                <w:sz w:val="14"/>
                <w:szCs w:val="14"/>
                <w:lang w:val="it-IT"/>
              </w:rPr>
              <w:t>i</w:t>
            </w:r>
          </w:p>
        </w:tc>
      </w:tr>
      <w:tr w:rsidR="00D42664" w:rsidRPr="00F32AE0" w:rsidTr="0012565F">
        <w:tc>
          <w:tcPr>
            <w:tcW w:w="4533" w:type="dxa"/>
          </w:tcPr>
          <w:p w:rsidR="00D42664" w:rsidRPr="001E5BDF" w:rsidRDefault="00D42664" w:rsidP="0012565F">
            <w:pPr>
              <w:spacing w:after="0"/>
              <w:rPr>
                <w:sz w:val="14"/>
                <w:szCs w:val="14"/>
                <w:lang w:val="it-IT"/>
              </w:rPr>
            </w:pPr>
            <w:r w:rsidRPr="001E5BDF">
              <w:rPr>
                <w:sz w:val="14"/>
                <w:szCs w:val="14"/>
                <w:lang w:val="it-IT"/>
              </w:rPr>
              <w:t>from</w:t>
            </w:r>
          </w:p>
        </w:tc>
        <w:tc>
          <w:tcPr>
            <w:tcW w:w="4534" w:type="dxa"/>
          </w:tcPr>
          <w:p w:rsidR="00D42664" w:rsidRPr="001E5BDF" w:rsidRDefault="00D42664" w:rsidP="0012565F">
            <w:pPr>
              <w:spacing w:after="0"/>
              <w:rPr>
                <w:sz w:val="14"/>
                <w:szCs w:val="14"/>
                <w:lang w:val="it-IT"/>
              </w:rPr>
            </w:pPr>
            <w:r w:rsidRPr="001E5BDF">
              <w:rPr>
                <w:sz w:val="14"/>
                <w:szCs w:val="14"/>
                <w:lang w:val="it-IT"/>
              </w:rPr>
              <w:t>o</w:t>
            </w:r>
          </w:p>
        </w:tc>
      </w:tr>
    </w:tbl>
    <w:p w:rsidR="00D42664" w:rsidRDefault="00D42664" w:rsidP="00D42664">
      <w:r>
        <w:br/>
        <w:t>Defnyddiwch y diagram i’ch helpu chi i drosi’r unedau canlynol.</w:t>
      </w:r>
      <w:r>
        <w:tab/>
      </w:r>
      <w:r w:rsidR="00B07B87">
        <w:t xml:space="preserve">                                            </w:t>
      </w:r>
      <w:r>
        <w:t>(10 marc)</w:t>
      </w:r>
    </w:p>
    <w:p w:rsidR="00D42664" w:rsidRDefault="00D42664" w:rsidP="00D42664">
      <w:pPr>
        <w:pStyle w:val="Numberedlist"/>
        <w:numPr>
          <w:ilvl w:val="0"/>
          <w:numId w:val="15"/>
        </w:numPr>
        <w:ind w:left="426" w:hanging="426"/>
      </w:pPr>
      <w:r>
        <w:t>Mae bloc o haearn yn 1.2 cm o hyd. Cyfrifwch ei hyd mewn milimetrau.</w:t>
      </w:r>
    </w:p>
    <w:p w:rsidR="00D42664" w:rsidRDefault="00D42664" w:rsidP="00D42664">
      <w:pPr>
        <w:pStyle w:val="Numberedlist"/>
        <w:numPr>
          <w:ilvl w:val="0"/>
          <w:numId w:val="15"/>
        </w:numPr>
        <w:ind w:left="426" w:hanging="426"/>
      </w:pPr>
      <w:r>
        <w:t>7200 cm yw lled yr ystafell ddosbarth. Cyfrifwch ei lled mewn metrau.</w:t>
      </w:r>
    </w:p>
    <w:p w:rsidR="00D42664" w:rsidRDefault="00D42664" w:rsidP="00D42664">
      <w:pPr>
        <w:pStyle w:val="Numberedlist"/>
        <w:numPr>
          <w:ilvl w:val="0"/>
          <w:numId w:val="15"/>
        </w:numPr>
        <w:ind w:left="426" w:hanging="426"/>
      </w:pPr>
      <w:r>
        <w:t xml:space="preserve">Mae adwaith yn </w:t>
      </w:r>
      <w:proofErr w:type="gramStart"/>
      <w:r>
        <w:t>dod</w:t>
      </w:r>
      <w:proofErr w:type="gramEnd"/>
      <w:r>
        <w:t xml:space="preserve"> i ben ar ôl 4½ munud. Troswch yr amser hwn yn eiliadau.</w:t>
      </w:r>
    </w:p>
    <w:p w:rsidR="00D42664" w:rsidRDefault="00D42664" w:rsidP="00D42664">
      <w:pPr>
        <w:pStyle w:val="Numberedlist"/>
        <w:numPr>
          <w:ilvl w:val="0"/>
          <w:numId w:val="15"/>
        </w:numPr>
        <w:ind w:left="426" w:hanging="426"/>
      </w:pPr>
      <w:r>
        <w:t>Mae’r cloc yn dangos 2 funud 34 eiliad. Troswch yr amser hwn yn eiliadau.</w:t>
      </w:r>
    </w:p>
    <w:p w:rsidR="00D42664" w:rsidRDefault="00D42664" w:rsidP="00D42664">
      <w:pPr>
        <w:pStyle w:val="Numberedlist"/>
        <w:numPr>
          <w:ilvl w:val="0"/>
          <w:numId w:val="15"/>
        </w:numPr>
        <w:ind w:left="426" w:hanging="426"/>
      </w:pPr>
      <w:r>
        <w:t xml:space="preserve">Mae dull yn nodi bod angen i adwaith </w:t>
      </w:r>
      <w:proofErr w:type="gramStart"/>
      <w:r>
        <w:t>gael</w:t>
      </w:r>
      <w:proofErr w:type="gramEnd"/>
      <w:r>
        <w:t xml:space="preserve"> ei gynhesu dan adlifiad am 145 mun. Cyfrifwch yr amser mewn oriau a munudau.</w:t>
      </w:r>
    </w:p>
    <w:p w:rsidR="00D42664" w:rsidRDefault="00D42664" w:rsidP="00D42664">
      <w:pPr>
        <w:pStyle w:val="Numberedlist"/>
        <w:numPr>
          <w:ilvl w:val="0"/>
          <w:numId w:val="15"/>
        </w:numPr>
        <w:ind w:left="426" w:hanging="426"/>
      </w:pPr>
      <w:r>
        <w:t>Mae ffatri yn cynhyrchu 15 500 kg o amonia mewn diwrnod. Cyfrifwch fàs yr amonia mewn tunelli.</w:t>
      </w:r>
    </w:p>
    <w:p w:rsidR="00D42664" w:rsidRDefault="00D42664" w:rsidP="00D42664">
      <w:pPr>
        <w:pStyle w:val="Numberedlist"/>
        <w:numPr>
          <w:ilvl w:val="0"/>
          <w:numId w:val="15"/>
        </w:numPr>
        <w:ind w:left="426" w:hanging="426"/>
      </w:pPr>
      <w:r>
        <w:t>Mae papur yn cofnodi bod 0.0265 kg o gopr ocsid wedi'i ychwanegu at ormodedd o asid sylffwrig. Troswch y màs yma o gopr ocsid yn gramau.</w:t>
      </w:r>
    </w:p>
    <w:p w:rsidR="00D42664" w:rsidRDefault="00D42664" w:rsidP="00D42664">
      <w:pPr>
        <w:pStyle w:val="Numberedlist"/>
        <w:numPr>
          <w:ilvl w:val="0"/>
          <w:numId w:val="15"/>
        </w:numPr>
        <w:ind w:left="426" w:hanging="426"/>
      </w:pPr>
      <w:r>
        <w:t>Mae paced o dabledi aspirin yn nodi bod pob tabled yn cynnwys 75mg o aspirin. Cyfrifwch y nifer lleiaf o dabledi sy’n cynnwys cyfanswm o 1 g o aspirin.</w:t>
      </w:r>
    </w:p>
    <w:p w:rsidR="00D42664" w:rsidRDefault="00D42664" w:rsidP="00D42664">
      <w:pPr>
        <w:pStyle w:val="Numberedlist"/>
        <w:numPr>
          <w:ilvl w:val="0"/>
          <w:numId w:val="15"/>
        </w:numPr>
        <w:ind w:left="426" w:hanging="426"/>
      </w:pPr>
      <w:r>
        <w:t>Mae myfyriwr yn cyfrifo mai 0.5 g/s yw cyfradd adwaith. Troswch y gyfradd hon yn g/mun.</w:t>
      </w:r>
    </w:p>
    <w:p w:rsidR="00D42664" w:rsidRDefault="00D42664" w:rsidP="00D42664">
      <w:pPr>
        <w:pStyle w:val="Numberedlist"/>
        <w:numPr>
          <w:ilvl w:val="0"/>
          <w:numId w:val="15"/>
        </w:numPr>
        <w:ind w:left="426" w:hanging="426"/>
      </w:pPr>
      <w:r>
        <w:t>Mae ffatri yn nodi ei fod yn cynhyrchu gwrtaith ar raddfa o 10.44 kg/h. Cyfrifwch y gyfradd mewn unedau g/s.</w:t>
      </w:r>
    </w:p>
    <w:p w:rsidR="00D42664" w:rsidRDefault="00D42664" w:rsidP="00D42664">
      <w:pPr>
        <w:keepLines w:val="0"/>
        <w:spacing w:before="200" w:after="0"/>
        <w:rPr>
          <w:rFonts w:eastAsiaTheme="majorEastAsia" w:cstheme="majorBidi"/>
          <w:b/>
          <w:bCs/>
          <w:iCs/>
          <w:color w:val="2C4D67"/>
          <w:sz w:val="30"/>
          <w:szCs w:val="30"/>
        </w:rPr>
      </w:pPr>
      <w:r>
        <w:rPr>
          <w:iCs/>
        </w:rPr>
        <w:br w:type="page"/>
      </w:r>
    </w:p>
    <w:p w:rsidR="00D42664" w:rsidRPr="00FE5688" w:rsidRDefault="00D42664" w:rsidP="00D42664">
      <w:pPr>
        <w:pStyle w:val="Heading1"/>
      </w:pPr>
      <w:r w:rsidRPr="00FE5688">
        <w:rPr>
          <w:iCs/>
        </w:rPr>
        <w:lastRenderedPageBreak/>
        <w:t>Starters for 10</w:t>
      </w:r>
      <w:r w:rsidRPr="00FE5688">
        <w:t xml:space="preserve"> – Sgiliau pontio</w:t>
      </w:r>
    </w:p>
    <w:p w:rsidR="00D42664" w:rsidRDefault="00D42664" w:rsidP="00D42664">
      <w:pPr>
        <w:pStyle w:val="Heading2"/>
      </w:pPr>
      <w:r>
        <w:t>0.2.7 Trosi unedau 2 – Cyfaint</w:t>
      </w:r>
    </w:p>
    <w:p w:rsidR="00D42664" w:rsidRDefault="00D42664" w:rsidP="00D42664">
      <w:r w:rsidRPr="00FE5688">
        <w:t xml:space="preserve">Yr uned SI ar gyfer cyfaint yw </w:t>
      </w:r>
      <w:r w:rsidRPr="00FE5688">
        <w:rPr>
          <w:b/>
        </w:rPr>
        <w:t>metr giwbig, m</w:t>
      </w:r>
      <w:r w:rsidRPr="00FE5688">
        <w:rPr>
          <w:b/>
          <w:vertAlign w:val="superscript"/>
        </w:rPr>
        <w:t>3</w:t>
      </w:r>
      <w:r w:rsidRPr="00FE5688">
        <w:t xml:space="preserve">. Fodd bynnag, oherwydd bod cyfeintiau mewn cemeg yn aml yn llai </w:t>
      </w:r>
      <w:proofErr w:type="gramStart"/>
      <w:r w:rsidRPr="00FE5688">
        <w:t>na</w:t>
      </w:r>
      <w:proofErr w:type="gramEnd"/>
      <w:r w:rsidRPr="00FE5688">
        <w:t xml:space="preserve"> 1 m</w:t>
      </w:r>
      <w:r w:rsidRPr="00FE5688">
        <w:rPr>
          <w:vertAlign w:val="superscript"/>
        </w:rPr>
        <w:t>3</w:t>
      </w:r>
      <w:r w:rsidRPr="00FE5688">
        <w:t>, caiff ffracsiynau o'r uned hon eu defnyddio.</w:t>
      </w:r>
    </w:p>
    <w:tbl>
      <w:tblPr>
        <w:tblStyle w:val="TableGrid"/>
        <w:tblpPr w:leftFromText="180" w:rightFromText="180" w:vertAnchor="text" w:horzAnchor="page" w:tblpX="2416" w:tblpY="88"/>
        <w:tblW w:w="793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964"/>
        <w:gridCol w:w="3969"/>
      </w:tblGrid>
      <w:tr w:rsidR="00D42664" w:rsidRPr="00F32AE0" w:rsidTr="0012565F">
        <w:tc>
          <w:tcPr>
            <w:tcW w:w="3964" w:type="dxa"/>
          </w:tcPr>
          <w:p w:rsidR="00D42664" w:rsidRPr="00B07B87" w:rsidRDefault="00D42664" w:rsidP="0012565F">
            <w:pPr>
              <w:pStyle w:val="Introtext"/>
              <w:spacing w:before="60" w:after="60"/>
              <w:jc w:val="center"/>
              <w:rPr>
                <w:b/>
              </w:rPr>
            </w:pPr>
            <w:r w:rsidRPr="00B07B87">
              <w:rPr>
                <w:b/>
              </w:rPr>
              <w:t>centimetr ciwb, cm</w:t>
            </w:r>
            <w:r w:rsidRPr="00B07B87">
              <w:rPr>
                <w:b/>
                <w:vertAlign w:val="superscript"/>
              </w:rPr>
              <w:t>3</w:t>
            </w:r>
          </w:p>
        </w:tc>
        <w:tc>
          <w:tcPr>
            <w:tcW w:w="3969" w:type="dxa"/>
          </w:tcPr>
          <w:p w:rsidR="00D42664" w:rsidRPr="00B07B87" w:rsidRDefault="00D42664" w:rsidP="0012565F">
            <w:pPr>
              <w:pStyle w:val="Introtext"/>
              <w:spacing w:before="60" w:after="60"/>
              <w:jc w:val="center"/>
              <w:rPr>
                <w:b/>
              </w:rPr>
            </w:pPr>
            <w:r w:rsidRPr="00B07B87">
              <w:rPr>
                <w:b/>
              </w:rPr>
              <w:t>decimetr ciwb, dm</w:t>
            </w:r>
            <w:r w:rsidRPr="00B07B87">
              <w:rPr>
                <w:b/>
                <w:vertAlign w:val="superscript"/>
              </w:rPr>
              <w:t>3</w:t>
            </w:r>
          </w:p>
        </w:tc>
      </w:tr>
      <w:tr w:rsidR="00D42664" w:rsidRPr="00F32AE0" w:rsidTr="0012565F">
        <w:tc>
          <w:tcPr>
            <w:tcW w:w="3964" w:type="dxa"/>
          </w:tcPr>
          <w:p w:rsidR="00D42664" w:rsidRPr="00B07B87" w:rsidRDefault="00D42664" w:rsidP="0012565F">
            <w:pPr>
              <w:pStyle w:val="Introtext"/>
              <w:spacing w:before="60" w:after="60"/>
              <w:jc w:val="center"/>
            </w:pPr>
            <w:r w:rsidRPr="00B07B87">
              <w:rPr>
                <w:b/>
              </w:rPr>
              <w:t>centi-</w:t>
            </w:r>
            <w:r w:rsidRPr="00B07B87">
              <w:t xml:space="preserve"> </w:t>
            </w:r>
            <w:r w:rsidRPr="00B07B87">
              <w:rPr>
                <w:i/>
              </w:rPr>
              <w:t>sef</w:t>
            </w:r>
            <w:r w:rsidRPr="00B07B87">
              <w:t xml:space="preserve"> un canfed</w:t>
            </w:r>
          </w:p>
        </w:tc>
        <w:tc>
          <w:tcPr>
            <w:tcW w:w="3969" w:type="dxa"/>
          </w:tcPr>
          <w:p w:rsidR="00D42664" w:rsidRPr="00B07B87" w:rsidRDefault="00D42664" w:rsidP="0012565F">
            <w:pPr>
              <w:pStyle w:val="Introtext"/>
              <w:spacing w:before="60" w:after="60"/>
              <w:jc w:val="center"/>
            </w:pPr>
            <w:r w:rsidRPr="00B07B87">
              <w:rPr>
                <w:b/>
              </w:rPr>
              <w:t>deci-</w:t>
            </w:r>
            <w:r w:rsidRPr="00B07B87">
              <w:t xml:space="preserve"> </w:t>
            </w:r>
            <w:r w:rsidRPr="00B07B87">
              <w:rPr>
                <w:i/>
              </w:rPr>
              <w:t>sef</w:t>
            </w:r>
            <w:r w:rsidRPr="00B07B87">
              <w:t xml:space="preserve"> un degfed</w:t>
            </w:r>
          </w:p>
        </w:tc>
      </w:tr>
      <w:tr w:rsidR="00D42664" w:rsidRPr="00F32AE0" w:rsidTr="0012565F">
        <w:trPr>
          <w:trHeight w:val="587"/>
        </w:trPr>
        <w:tc>
          <w:tcPr>
            <w:tcW w:w="3964" w:type="dxa"/>
            <w:vAlign w:val="center"/>
          </w:tcPr>
          <w:p w:rsidR="00D42664" w:rsidRPr="00B07B87" w:rsidRDefault="00D42664" w:rsidP="0012565F">
            <w:pPr>
              <w:pStyle w:val="Introtext"/>
              <w:spacing w:before="60" w:after="60"/>
              <w:jc w:val="center"/>
            </w:pPr>
            <w:r w:rsidRPr="00B07B87">
              <w:t xml:space="preserve">1 cm = </w:t>
            </w:r>
            <m:oMath>
              <m:f>
                <m:fPr>
                  <m:ctrlPr>
                    <w:rPr>
                      <w:rFonts w:ascii="Cambria Math" w:hAnsi="Cambria Math"/>
                      <w:i/>
                    </w:rPr>
                  </m:ctrlPr>
                </m:fPr>
                <m:num>
                  <m:r>
                    <w:rPr>
                      <w:rFonts w:ascii="Cambria Math" w:hAnsi="Cambria Math"/>
                    </w:rPr>
                    <m:t>1</m:t>
                  </m:r>
                </m:num>
                <m:den>
                  <m:r>
                    <w:rPr>
                      <w:rFonts w:ascii="Cambria Math" w:hAnsi="Cambria Math"/>
                    </w:rPr>
                    <m:t>100</m:t>
                  </m:r>
                </m:den>
              </m:f>
            </m:oMath>
            <w:r w:rsidRPr="00B07B87">
              <w:t xml:space="preserve"> m felly,</w:t>
            </w:r>
          </w:p>
        </w:tc>
        <w:tc>
          <w:tcPr>
            <w:tcW w:w="3969" w:type="dxa"/>
            <w:vAlign w:val="center"/>
          </w:tcPr>
          <w:p w:rsidR="00D42664" w:rsidRPr="00B07B87" w:rsidRDefault="00D42664" w:rsidP="0012565F">
            <w:pPr>
              <w:pStyle w:val="Introtext"/>
              <w:spacing w:before="60" w:after="60"/>
              <w:jc w:val="center"/>
            </w:pPr>
            <w:r w:rsidRPr="00B07B87">
              <w:t xml:space="preserve">1 dm = </w:t>
            </w:r>
            <m:oMath>
              <m:f>
                <m:fPr>
                  <m:ctrlPr>
                    <w:rPr>
                      <w:rFonts w:ascii="Cambria Math" w:hAnsi="Cambria Math"/>
                      <w:i/>
                    </w:rPr>
                  </m:ctrlPr>
                </m:fPr>
                <m:num>
                  <m:r>
                    <w:rPr>
                      <w:rFonts w:ascii="Cambria Math" w:hAnsi="Cambria Math"/>
                    </w:rPr>
                    <m:t>1</m:t>
                  </m:r>
                </m:num>
                <m:den>
                  <m:r>
                    <w:rPr>
                      <w:rFonts w:ascii="Cambria Math" w:hAnsi="Cambria Math"/>
                    </w:rPr>
                    <m:t>10</m:t>
                  </m:r>
                </m:den>
              </m:f>
            </m:oMath>
            <w:r w:rsidRPr="00B07B87">
              <w:t xml:space="preserve"> m felly,</w:t>
            </w:r>
          </w:p>
        </w:tc>
      </w:tr>
      <w:tr w:rsidR="00D42664" w:rsidRPr="00F32AE0" w:rsidTr="0012565F">
        <w:trPr>
          <w:trHeight w:val="749"/>
        </w:trPr>
        <w:tc>
          <w:tcPr>
            <w:tcW w:w="3964" w:type="dxa"/>
            <w:vAlign w:val="center"/>
          </w:tcPr>
          <w:p w:rsidR="00D42664" w:rsidRPr="00B07B87" w:rsidRDefault="00D42664" w:rsidP="0012565F">
            <w:pPr>
              <w:pStyle w:val="Introtext"/>
              <w:spacing w:before="60" w:after="60"/>
              <w:jc w:val="center"/>
            </w:pPr>
            <w:r w:rsidRPr="00B07B87">
              <w:t>1 cm</w:t>
            </w:r>
            <w:r w:rsidRPr="00B07B87">
              <w:rPr>
                <w:vertAlign w:val="superscript"/>
              </w:rPr>
              <w:t>3</w:t>
            </w:r>
            <w:r w:rsidRPr="00B07B87">
              <w:t xml:space="preserve"> = </w:t>
            </w: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100</m:t>
                      </m:r>
                    </m:den>
                  </m:f>
                </m:e>
              </m:d>
            </m:oMath>
            <w:r w:rsidRPr="00B07B87">
              <w:rPr>
                <w:vertAlign w:val="superscript"/>
              </w:rPr>
              <w:t>3</w:t>
            </w:r>
            <w:r w:rsidRPr="00B07B87">
              <w:t xml:space="preserve"> m</w:t>
            </w:r>
            <w:r w:rsidRPr="00B07B87">
              <w:rPr>
                <w:vertAlign w:val="superscript"/>
              </w:rPr>
              <w:t>3</w:t>
            </w:r>
            <w:r w:rsidRPr="00B07B87">
              <w:t xml:space="preserve"> = </w:t>
            </w: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1 000 000</m:t>
                      </m:r>
                    </m:den>
                  </m:f>
                </m:e>
              </m:d>
              <m:r>
                <w:rPr>
                  <w:rFonts w:ascii="Cambria Math" w:hAnsi="Cambria Math"/>
                </w:rPr>
                <m:t xml:space="preserve"> </m:t>
              </m:r>
            </m:oMath>
            <w:r w:rsidRPr="00B07B87">
              <w:t>m</w:t>
            </w:r>
            <w:r w:rsidRPr="00B07B87">
              <w:rPr>
                <w:vertAlign w:val="superscript"/>
              </w:rPr>
              <w:t>3</w:t>
            </w:r>
          </w:p>
        </w:tc>
        <w:tc>
          <w:tcPr>
            <w:tcW w:w="3969" w:type="dxa"/>
            <w:vAlign w:val="center"/>
          </w:tcPr>
          <w:p w:rsidR="00D42664" w:rsidRPr="00B07B87" w:rsidRDefault="00D42664" w:rsidP="00D42664">
            <w:pPr>
              <w:pStyle w:val="Introtext"/>
              <w:numPr>
                <w:ilvl w:val="0"/>
                <w:numId w:val="3"/>
              </w:numPr>
              <w:spacing w:before="60" w:after="60"/>
              <w:jc w:val="center"/>
            </w:pPr>
            <w:r w:rsidRPr="00B07B87">
              <w:t>dm</w:t>
            </w:r>
            <w:r w:rsidRPr="00B07B87">
              <w:rPr>
                <w:vertAlign w:val="superscript"/>
              </w:rPr>
              <w:t>3</w:t>
            </w:r>
            <w:r w:rsidRPr="00B07B87">
              <w:t xml:space="preserve"> = </w:t>
            </w: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10</m:t>
                      </m:r>
                    </m:den>
                  </m:f>
                </m:e>
              </m:d>
            </m:oMath>
            <w:r w:rsidRPr="00B07B87">
              <w:rPr>
                <w:vertAlign w:val="superscript"/>
              </w:rPr>
              <w:t>3</w:t>
            </w:r>
            <w:r w:rsidRPr="00B07B87">
              <w:t xml:space="preserve"> m</w:t>
            </w:r>
            <w:r w:rsidRPr="00B07B87">
              <w:rPr>
                <w:vertAlign w:val="superscript"/>
              </w:rPr>
              <w:t>3</w:t>
            </w:r>
            <w:r w:rsidRPr="00B07B87">
              <w:t xml:space="preserve"> = </w:t>
            </w: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1 000</m:t>
                      </m:r>
                    </m:den>
                  </m:f>
                </m:e>
              </m:d>
              <m:r>
                <w:rPr>
                  <w:rFonts w:ascii="Cambria Math" w:hAnsi="Cambria Math"/>
                </w:rPr>
                <m:t xml:space="preserve"> </m:t>
              </m:r>
            </m:oMath>
            <w:r w:rsidRPr="00B07B87">
              <w:t>m</w:t>
            </w:r>
            <w:r w:rsidRPr="00B07B87">
              <w:rPr>
                <w:vertAlign w:val="superscript"/>
              </w:rPr>
              <w:t>3</w:t>
            </w:r>
          </w:p>
        </w:tc>
      </w:tr>
    </w:tbl>
    <w:p w:rsidR="00D42664" w:rsidRPr="00FE5688" w:rsidRDefault="00D42664" w:rsidP="00D42664"/>
    <w:p w:rsidR="00D42664" w:rsidRDefault="00D42664" w:rsidP="00D42664">
      <w:pPr>
        <w:pStyle w:val="Introtext"/>
        <w:spacing w:after="0"/>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Introtext"/>
        <w:tabs>
          <w:tab w:val="left" w:pos="426"/>
          <w:tab w:val="left" w:pos="8505"/>
        </w:tabs>
        <w:spacing w:after="0"/>
        <w:rPr>
          <w:b/>
          <w:sz w:val="22"/>
          <w:szCs w:val="22"/>
        </w:rPr>
      </w:pPr>
    </w:p>
    <w:p w:rsidR="00D42664" w:rsidRDefault="00D42664" w:rsidP="00D42664">
      <w:pPr>
        <w:pStyle w:val="Numberedlist"/>
        <w:numPr>
          <w:ilvl w:val="0"/>
          <w:numId w:val="16"/>
        </w:numPr>
        <w:ind w:left="426" w:hanging="426"/>
      </w:pPr>
      <w:r>
        <w:t xml:space="preserve">Llenwch y tabl drwy ddewis y cyfaint priodol o blith yr opsiynau mewn print trwm ar gyfer pob </w:t>
      </w:r>
      <w:proofErr w:type="gramStart"/>
      <w:r>
        <w:t>un</w:t>
      </w:r>
      <w:proofErr w:type="gramEnd"/>
      <w:r>
        <w:t xml:space="preserve"> o'r eitemau o ddydd i ddydd (lluniau ddim wrth raddfa).</w:t>
      </w:r>
      <w:r>
        <w:tab/>
      </w:r>
      <w:r>
        <w:tab/>
      </w:r>
      <w:r w:rsidR="00B07B87">
        <w:t xml:space="preserve">                                 </w:t>
      </w:r>
      <w:r>
        <w:t>(1 marc)</w:t>
      </w:r>
    </w:p>
    <w:p w:rsidR="00D42664" w:rsidRDefault="00D42664" w:rsidP="00B07B87">
      <w:pPr>
        <w:pStyle w:val="Numberedlist"/>
        <w:numPr>
          <w:ilvl w:val="0"/>
          <w:numId w:val="0"/>
        </w:numPr>
        <w:ind w:left="34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381"/>
        <w:gridCol w:w="2381"/>
      </w:tblGrid>
      <w:tr w:rsidR="00D42664" w:rsidTr="0012565F">
        <w:trPr>
          <w:jc w:val="center"/>
        </w:trPr>
        <w:tc>
          <w:tcPr>
            <w:tcW w:w="2381" w:type="dxa"/>
          </w:tcPr>
          <w:p w:rsidR="00D42664" w:rsidRPr="00276797" w:rsidRDefault="00D42664" w:rsidP="0012565F">
            <w:pPr>
              <w:pStyle w:val="Introtext"/>
              <w:tabs>
                <w:tab w:val="left" w:pos="426"/>
              </w:tabs>
              <w:spacing w:before="40" w:after="40"/>
              <w:jc w:val="center"/>
              <w:rPr>
                <w:b/>
                <w:sz w:val="22"/>
                <w:szCs w:val="22"/>
              </w:rPr>
            </w:pPr>
            <w:r>
              <w:rPr>
                <w:b/>
                <w:sz w:val="22"/>
                <w:szCs w:val="22"/>
              </w:rPr>
              <w:t>1 cm</w:t>
            </w:r>
            <w:r>
              <w:rPr>
                <w:b/>
                <w:sz w:val="22"/>
                <w:szCs w:val="22"/>
                <w:vertAlign w:val="superscript"/>
              </w:rPr>
              <w:t>3</w:t>
            </w:r>
          </w:p>
        </w:tc>
        <w:tc>
          <w:tcPr>
            <w:tcW w:w="2381" w:type="dxa"/>
          </w:tcPr>
          <w:p w:rsidR="00D42664" w:rsidRPr="00276797" w:rsidRDefault="00D42664" w:rsidP="0012565F">
            <w:pPr>
              <w:pStyle w:val="Introtext"/>
              <w:tabs>
                <w:tab w:val="left" w:pos="426"/>
              </w:tabs>
              <w:spacing w:before="40" w:after="40"/>
              <w:jc w:val="center"/>
              <w:rPr>
                <w:b/>
                <w:sz w:val="22"/>
                <w:szCs w:val="22"/>
              </w:rPr>
            </w:pPr>
            <w:r>
              <w:rPr>
                <w:b/>
                <w:sz w:val="22"/>
                <w:szCs w:val="22"/>
              </w:rPr>
              <w:t>1 dm</w:t>
            </w:r>
            <w:r>
              <w:rPr>
                <w:b/>
                <w:sz w:val="22"/>
                <w:szCs w:val="22"/>
                <w:vertAlign w:val="superscript"/>
              </w:rPr>
              <w:t>3</w:t>
            </w:r>
          </w:p>
        </w:tc>
        <w:tc>
          <w:tcPr>
            <w:tcW w:w="2381" w:type="dxa"/>
          </w:tcPr>
          <w:p w:rsidR="00D42664" w:rsidRPr="00276797" w:rsidRDefault="00D42664" w:rsidP="0012565F">
            <w:pPr>
              <w:pStyle w:val="Introtext"/>
              <w:tabs>
                <w:tab w:val="left" w:pos="426"/>
              </w:tabs>
              <w:spacing w:before="40" w:after="40"/>
              <w:jc w:val="center"/>
              <w:rPr>
                <w:b/>
                <w:sz w:val="22"/>
                <w:szCs w:val="22"/>
              </w:rPr>
            </w:pPr>
            <w:r>
              <w:rPr>
                <w:b/>
                <w:sz w:val="22"/>
                <w:szCs w:val="22"/>
              </w:rPr>
              <w:t>1 m</w:t>
            </w:r>
            <w:r>
              <w:rPr>
                <w:b/>
                <w:sz w:val="22"/>
                <w:szCs w:val="22"/>
                <w:vertAlign w:val="superscript"/>
              </w:rPr>
              <w:t>3</w:t>
            </w:r>
          </w:p>
        </w:tc>
      </w:tr>
    </w:tbl>
    <w:p w:rsidR="00D42664" w:rsidRDefault="00D42664" w:rsidP="00B07B87">
      <w:pPr>
        <w:pStyle w:val="Numberedlist"/>
        <w:numPr>
          <w:ilvl w:val="0"/>
          <w:numId w:val="0"/>
        </w:numPr>
        <w:ind w:left="340"/>
      </w:pPr>
    </w:p>
    <w:tbl>
      <w:tblPr>
        <w:tblStyle w:val="TableGrid"/>
        <w:tblpPr w:leftFromText="180" w:rightFromText="180" w:vertAnchor="text" w:horzAnchor="margin" w:tblpY="16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2162"/>
        <w:gridCol w:w="2146"/>
        <w:gridCol w:w="2369"/>
        <w:gridCol w:w="2383"/>
      </w:tblGrid>
      <w:tr w:rsidR="00D42664" w:rsidRPr="008A6AD0" w:rsidTr="0012565F">
        <w:trPr>
          <w:trHeight w:val="1268"/>
          <w:tblHeader/>
        </w:trPr>
        <w:tc>
          <w:tcPr>
            <w:tcW w:w="2285" w:type="dxa"/>
            <w:tcBorders>
              <w:bottom w:val="single" w:sz="4" w:space="0" w:color="auto"/>
            </w:tcBorders>
          </w:tcPr>
          <w:p w:rsidR="00D42664" w:rsidRDefault="00D42664" w:rsidP="0012565F">
            <w:pPr>
              <w:tabs>
                <w:tab w:val="left" w:pos="0"/>
                <w:tab w:val="right" w:leader="dot" w:pos="9356"/>
              </w:tabs>
              <w:jc w:val="center"/>
              <w:rPr>
                <w:b/>
                <w:sz w:val="22"/>
                <w:szCs w:val="22"/>
              </w:rPr>
            </w:pPr>
          </w:p>
        </w:tc>
        <w:tc>
          <w:tcPr>
            <w:tcW w:w="2284" w:type="dxa"/>
            <w:tcBorders>
              <w:bottom w:val="single" w:sz="4" w:space="0" w:color="auto"/>
            </w:tcBorders>
            <w:vAlign w:val="center"/>
          </w:tcPr>
          <w:p w:rsidR="00D42664" w:rsidRDefault="00D42664" w:rsidP="0012565F">
            <w:pPr>
              <w:jc w:val="center"/>
            </w:pPr>
            <w:r>
              <w:rPr>
                <w:noProof/>
                <w:color w:val="298AAE"/>
                <w:sz w:val="18"/>
                <w:szCs w:val="18"/>
                <w:lang w:eastAsia="en-GB"/>
              </w:rPr>
              <w:drawing>
                <wp:anchor distT="0" distB="0" distL="114300" distR="114300" simplePos="0" relativeHeight="251713536" behindDoc="0" locked="0" layoutInCell="1" allowOverlap="1" wp14:anchorId="3FEECA30" wp14:editId="46CF5E24">
                  <wp:simplePos x="0" y="0"/>
                  <wp:positionH relativeFrom="column">
                    <wp:posOffset>490855</wp:posOffset>
                  </wp:positionH>
                  <wp:positionV relativeFrom="page">
                    <wp:posOffset>12065</wp:posOffset>
                  </wp:positionV>
                  <wp:extent cx="414020" cy="775970"/>
                  <wp:effectExtent l="0" t="0" r="5080" b="5080"/>
                  <wp:wrapNone/>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shutterstock_10727440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14020" cy="775970"/>
                          </a:xfrm>
                          <a:prstGeom prst="rect">
                            <a:avLst/>
                          </a:prstGeom>
                        </pic:spPr>
                      </pic:pic>
                    </a:graphicData>
                  </a:graphic>
                  <wp14:sizeRelH relativeFrom="page">
                    <wp14:pctWidth>0</wp14:pctWidth>
                  </wp14:sizeRelH>
                  <wp14:sizeRelV relativeFrom="page">
                    <wp14:pctHeight>0</wp14:pctHeight>
                  </wp14:sizeRelV>
                </wp:anchor>
              </w:drawing>
            </w:r>
          </w:p>
          <w:p w:rsidR="00D42664" w:rsidRDefault="00D42664" w:rsidP="0012565F">
            <w:pPr>
              <w:jc w:val="center"/>
            </w:pPr>
          </w:p>
          <w:p w:rsidR="00D42664" w:rsidRDefault="00D42664" w:rsidP="0012565F">
            <w:pPr>
              <w:jc w:val="center"/>
            </w:pPr>
          </w:p>
          <w:p w:rsidR="00D42664" w:rsidRDefault="00D42664" w:rsidP="0012565F">
            <w:pPr>
              <w:jc w:val="center"/>
            </w:pPr>
            <w:r>
              <w:t>potel ddiod</w:t>
            </w:r>
          </w:p>
        </w:tc>
        <w:tc>
          <w:tcPr>
            <w:tcW w:w="2531" w:type="dxa"/>
            <w:tcBorders>
              <w:bottom w:val="single" w:sz="4" w:space="0" w:color="auto"/>
            </w:tcBorders>
            <w:vAlign w:val="center"/>
          </w:tcPr>
          <w:p w:rsidR="00D42664" w:rsidRDefault="00D42664" w:rsidP="0012565F">
            <w:pPr>
              <w:jc w:val="center"/>
            </w:pPr>
            <w:r>
              <w:rPr>
                <w:noProof/>
                <w:color w:val="C2E1ED"/>
                <w:sz w:val="18"/>
                <w:szCs w:val="18"/>
                <w:lang w:eastAsia="en-GB"/>
              </w:rPr>
              <w:drawing>
                <wp:anchor distT="0" distB="0" distL="114300" distR="114300" simplePos="0" relativeHeight="251714560" behindDoc="0" locked="0" layoutInCell="1" allowOverlap="1" wp14:anchorId="1C5B6897" wp14:editId="79C836B4">
                  <wp:simplePos x="0" y="0"/>
                  <wp:positionH relativeFrom="column">
                    <wp:posOffset>476250</wp:posOffset>
                  </wp:positionH>
                  <wp:positionV relativeFrom="paragraph">
                    <wp:posOffset>209550</wp:posOffset>
                  </wp:positionV>
                  <wp:extent cx="568960" cy="589915"/>
                  <wp:effectExtent l="0" t="0" r="2540" b="635"/>
                  <wp:wrapNone/>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shutterstock_32459831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68960" cy="589915"/>
                          </a:xfrm>
                          <a:prstGeom prst="rect">
                            <a:avLst/>
                          </a:prstGeom>
                        </pic:spPr>
                      </pic:pic>
                    </a:graphicData>
                  </a:graphic>
                  <wp14:sizeRelH relativeFrom="page">
                    <wp14:pctWidth>0</wp14:pctWidth>
                  </wp14:sizeRelH>
                  <wp14:sizeRelV relativeFrom="page">
                    <wp14:pctHeight>0</wp14:pctHeight>
                  </wp14:sizeRelV>
                </wp:anchor>
              </w:drawing>
            </w:r>
          </w:p>
          <w:p w:rsidR="00D42664" w:rsidRDefault="00D42664" w:rsidP="0012565F">
            <w:pPr>
              <w:jc w:val="center"/>
            </w:pPr>
          </w:p>
          <w:p w:rsidR="00D42664" w:rsidRDefault="00D42664" w:rsidP="0012565F">
            <w:pPr>
              <w:jc w:val="center"/>
            </w:pPr>
          </w:p>
          <w:p w:rsidR="00D42664" w:rsidRDefault="00D42664" w:rsidP="0012565F">
            <w:pPr>
              <w:jc w:val="center"/>
            </w:pPr>
            <w:r>
              <w:t>ciwb o siwgr</w:t>
            </w:r>
          </w:p>
        </w:tc>
        <w:tc>
          <w:tcPr>
            <w:tcW w:w="2528" w:type="dxa"/>
            <w:tcBorders>
              <w:bottom w:val="single" w:sz="4" w:space="0" w:color="auto"/>
            </w:tcBorders>
            <w:vAlign w:val="center"/>
          </w:tcPr>
          <w:p w:rsidR="00D42664" w:rsidRDefault="00D42664" w:rsidP="0012565F">
            <w:pPr>
              <w:jc w:val="center"/>
            </w:pPr>
            <w:r>
              <w:rPr>
                <w:noProof/>
                <w:color w:val="298AAE"/>
                <w:sz w:val="18"/>
                <w:szCs w:val="18"/>
                <w:lang w:eastAsia="en-GB"/>
              </w:rPr>
              <w:drawing>
                <wp:anchor distT="0" distB="0" distL="114300" distR="114300" simplePos="0" relativeHeight="251715584" behindDoc="0" locked="0" layoutInCell="1" allowOverlap="1" wp14:anchorId="10E78D08" wp14:editId="1E1A2647">
                  <wp:simplePos x="0" y="0"/>
                  <wp:positionH relativeFrom="column">
                    <wp:posOffset>438150</wp:posOffset>
                  </wp:positionH>
                  <wp:positionV relativeFrom="paragraph">
                    <wp:posOffset>86995</wp:posOffset>
                  </wp:positionV>
                  <wp:extent cx="655320" cy="629285"/>
                  <wp:effectExtent l="0" t="0" r="0" b="0"/>
                  <wp:wrapNone/>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shutterstock_199882085.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55320" cy="629285"/>
                          </a:xfrm>
                          <a:prstGeom prst="rect">
                            <a:avLst/>
                          </a:prstGeom>
                        </pic:spPr>
                      </pic:pic>
                    </a:graphicData>
                  </a:graphic>
                  <wp14:sizeRelH relativeFrom="page">
                    <wp14:pctWidth>0</wp14:pctWidth>
                  </wp14:sizeRelH>
                  <wp14:sizeRelV relativeFrom="page">
                    <wp14:pctHeight>0</wp14:pctHeight>
                  </wp14:sizeRelV>
                </wp:anchor>
              </w:drawing>
            </w:r>
          </w:p>
          <w:p w:rsidR="00D42664" w:rsidRDefault="00D42664" w:rsidP="0012565F">
            <w:pPr>
              <w:jc w:val="center"/>
            </w:pPr>
          </w:p>
          <w:p w:rsidR="00D42664" w:rsidRDefault="00D42664" w:rsidP="0012565F">
            <w:pPr>
              <w:jc w:val="center"/>
            </w:pPr>
          </w:p>
          <w:p w:rsidR="00D42664" w:rsidRDefault="00D42664" w:rsidP="0012565F">
            <w:pPr>
              <w:jc w:val="center"/>
            </w:pPr>
            <w:r>
              <w:t>peiriant golchi</w:t>
            </w:r>
          </w:p>
        </w:tc>
      </w:tr>
      <w:tr w:rsidR="00D42664" w:rsidRPr="00F32AE0" w:rsidTr="0012565F">
        <w:trPr>
          <w:trHeight w:val="642"/>
        </w:trPr>
        <w:tc>
          <w:tcPr>
            <w:tcW w:w="2285" w:type="dxa"/>
            <w:vAlign w:val="center"/>
          </w:tcPr>
          <w:p w:rsidR="00D42664" w:rsidRPr="00276797" w:rsidRDefault="00D42664" w:rsidP="0012565F">
            <w:pPr>
              <w:jc w:val="center"/>
              <w:rPr>
                <w:b/>
              </w:rPr>
            </w:pPr>
            <w:r>
              <w:rPr>
                <w:b/>
              </w:rPr>
              <w:t>Amcan o'r cyfaint</w:t>
            </w:r>
          </w:p>
        </w:tc>
        <w:tc>
          <w:tcPr>
            <w:tcW w:w="2284" w:type="dxa"/>
            <w:vAlign w:val="center"/>
          </w:tcPr>
          <w:p w:rsidR="00D42664" w:rsidRDefault="00D42664" w:rsidP="0012565F">
            <w:pPr>
              <w:jc w:val="center"/>
            </w:pPr>
          </w:p>
        </w:tc>
        <w:tc>
          <w:tcPr>
            <w:tcW w:w="2531" w:type="dxa"/>
            <w:vAlign w:val="center"/>
          </w:tcPr>
          <w:p w:rsidR="00D42664" w:rsidRDefault="00D42664" w:rsidP="0012565F">
            <w:pPr>
              <w:jc w:val="center"/>
            </w:pPr>
          </w:p>
        </w:tc>
        <w:tc>
          <w:tcPr>
            <w:tcW w:w="2528" w:type="dxa"/>
            <w:vAlign w:val="center"/>
          </w:tcPr>
          <w:p w:rsidR="00D42664" w:rsidRDefault="00D42664" w:rsidP="0012565F">
            <w:pPr>
              <w:jc w:val="center"/>
            </w:pPr>
          </w:p>
        </w:tc>
      </w:tr>
    </w:tbl>
    <w:p w:rsidR="00D42664" w:rsidRPr="007E09C4" w:rsidRDefault="00D42664" w:rsidP="00D42664">
      <w:pPr>
        <w:pStyle w:val="Introtext"/>
        <w:numPr>
          <w:ilvl w:val="0"/>
          <w:numId w:val="3"/>
        </w:numPr>
        <w:tabs>
          <w:tab w:val="left" w:pos="426"/>
        </w:tabs>
        <w:spacing w:after="0" w:line="240" w:lineRule="auto"/>
        <w:rPr>
          <w:sz w:val="6"/>
          <w:szCs w:val="6"/>
        </w:rPr>
      </w:pPr>
    </w:p>
    <w:p w:rsidR="00D42664" w:rsidRDefault="00D42664" w:rsidP="00D42664">
      <w:pPr>
        <w:pStyle w:val="Introtext"/>
        <w:tabs>
          <w:tab w:val="left" w:pos="426"/>
        </w:tabs>
        <w:spacing w:after="0"/>
      </w:pPr>
    </w:p>
    <w:p w:rsidR="00D42664" w:rsidRDefault="00D42664" w:rsidP="00D42664">
      <w:pPr>
        <w:pStyle w:val="Numberedlist"/>
        <w:numPr>
          <w:ilvl w:val="0"/>
          <w:numId w:val="16"/>
        </w:numPr>
        <w:ind w:left="426" w:hanging="426"/>
      </w:pPr>
      <w:r>
        <w:t>Cwblhewch y brawddegau canlynol;</w:t>
      </w:r>
      <w:r>
        <w:tab/>
      </w:r>
      <w:r>
        <w:tab/>
      </w:r>
      <w:r>
        <w:tab/>
      </w:r>
      <w:r>
        <w:tab/>
      </w:r>
      <w:r>
        <w:tab/>
      </w:r>
      <w:r>
        <w:tab/>
      </w:r>
      <w:r w:rsidR="00B07B87">
        <w:t xml:space="preserve">       </w:t>
      </w:r>
      <w:r>
        <w:t>(1 marc)</w:t>
      </w:r>
    </w:p>
    <w:p w:rsidR="00D42664" w:rsidRDefault="00D42664" w:rsidP="00B07B87">
      <w:pPr>
        <w:pStyle w:val="Numberedlist"/>
        <w:numPr>
          <w:ilvl w:val="0"/>
          <w:numId w:val="0"/>
        </w:numPr>
        <w:ind w:left="1060"/>
      </w:pPr>
      <w:r>
        <w:t xml:space="preserve">I drosi cyfaint mewn </w:t>
      </w:r>
      <w:r>
        <w:rPr>
          <w:b/>
        </w:rPr>
        <w:t>cm</w:t>
      </w:r>
      <w:r>
        <w:rPr>
          <w:b/>
          <w:vertAlign w:val="superscript"/>
        </w:rPr>
        <w:t>3</w:t>
      </w:r>
      <w:r>
        <w:t xml:space="preserve"> i gyfaint mewn </w:t>
      </w:r>
      <w:r>
        <w:rPr>
          <w:b/>
        </w:rPr>
        <w:t>dm</w:t>
      </w:r>
      <w:r>
        <w:rPr>
          <w:b/>
          <w:vertAlign w:val="superscript"/>
        </w:rPr>
        <w:t>3</w:t>
      </w:r>
      <w:r>
        <w:t>, rhannwch â ………………</w:t>
      </w:r>
      <w:r>
        <w:tab/>
      </w:r>
    </w:p>
    <w:p w:rsidR="00D42664" w:rsidRDefault="00D42664" w:rsidP="00B07B87">
      <w:pPr>
        <w:pStyle w:val="Numberedlist"/>
        <w:numPr>
          <w:ilvl w:val="0"/>
          <w:numId w:val="0"/>
        </w:numPr>
        <w:ind w:left="1060"/>
      </w:pPr>
      <w:r>
        <w:t xml:space="preserve">I drosi cyfaint mewn </w:t>
      </w:r>
      <w:r>
        <w:rPr>
          <w:b/>
        </w:rPr>
        <w:t>cm</w:t>
      </w:r>
      <w:r>
        <w:rPr>
          <w:b/>
          <w:vertAlign w:val="superscript"/>
        </w:rPr>
        <w:t>3</w:t>
      </w:r>
      <w:r>
        <w:t xml:space="preserve"> i gyfaint mewn </w:t>
      </w:r>
      <w:r>
        <w:rPr>
          <w:b/>
        </w:rPr>
        <w:t>dm</w:t>
      </w:r>
      <w:r>
        <w:rPr>
          <w:b/>
          <w:vertAlign w:val="superscript"/>
        </w:rPr>
        <w:t>3</w:t>
      </w:r>
      <w:r>
        <w:t>, rhannwch â</w:t>
      </w:r>
      <w:r>
        <w:rPr>
          <w:sz w:val="22"/>
          <w:szCs w:val="22"/>
        </w:rPr>
        <w:t xml:space="preserve"> </w:t>
      </w:r>
      <w:r w:rsidRPr="00996CA0">
        <w:rPr>
          <w:szCs w:val="22"/>
        </w:rPr>
        <w:t>……………</w:t>
      </w:r>
      <w:r>
        <w:rPr>
          <w:szCs w:val="22"/>
        </w:rPr>
        <w:t>…</w:t>
      </w:r>
    </w:p>
    <w:p w:rsidR="00D42664" w:rsidRDefault="00D42664" w:rsidP="00B07B87">
      <w:pPr>
        <w:pStyle w:val="Numberedlist"/>
        <w:numPr>
          <w:ilvl w:val="0"/>
          <w:numId w:val="0"/>
        </w:numPr>
        <w:ind w:left="340"/>
      </w:pPr>
    </w:p>
    <w:p w:rsidR="00D42664" w:rsidRDefault="00D42664" w:rsidP="00D42664">
      <w:pPr>
        <w:pStyle w:val="Numberedlist"/>
        <w:numPr>
          <w:ilvl w:val="0"/>
          <w:numId w:val="16"/>
        </w:numPr>
        <w:ind w:left="567" w:hanging="567"/>
      </w:pPr>
      <w:r>
        <w:t>a. Mae cyfaint balŵn o heliwm yn 1600 cm</w:t>
      </w:r>
      <w:r>
        <w:rPr>
          <w:vertAlign w:val="superscript"/>
        </w:rPr>
        <w:t>3</w:t>
      </w:r>
      <w:r>
        <w:t>. Beth yw ei gyfaint mewn unedau dm</w:t>
      </w:r>
      <w:r>
        <w:rPr>
          <w:vertAlign w:val="superscript"/>
        </w:rPr>
        <w:t>3</w:t>
      </w:r>
      <w:r>
        <w:t>?</w:t>
      </w:r>
    </w:p>
    <w:p w:rsidR="00D42664" w:rsidRDefault="00D42664" w:rsidP="00B07B87">
      <w:pPr>
        <w:pStyle w:val="Numberedlist"/>
        <w:numPr>
          <w:ilvl w:val="0"/>
          <w:numId w:val="0"/>
        </w:numPr>
        <w:ind w:left="567"/>
      </w:pPr>
      <w:r>
        <w:t>b. Mae’r technegydd wedi paratoi 550 cm</w:t>
      </w:r>
      <w:r>
        <w:rPr>
          <w:vertAlign w:val="superscript"/>
        </w:rPr>
        <w:t>3</w:t>
      </w:r>
      <w:r>
        <w:t xml:space="preserve"> o </w:t>
      </w:r>
      <w:proofErr w:type="gramStart"/>
      <w:r>
        <w:t>HCl(</w:t>
      </w:r>
      <w:proofErr w:type="gramEnd"/>
      <w:r>
        <w:t>aq). Beth yw ei gyfaint mewn unedau m</w:t>
      </w:r>
      <w:r>
        <w:rPr>
          <w:vertAlign w:val="superscript"/>
        </w:rPr>
        <w:t>3</w:t>
      </w:r>
      <w:r>
        <w:t>?</w:t>
      </w:r>
    </w:p>
    <w:p w:rsidR="00D42664" w:rsidRDefault="00D42664" w:rsidP="00B07B87">
      <w:pPr>
        <w:pStyle w:val="Numberedlist"/>
        <w:numPr>
          <w:ilvl w:val="0"/>
          <w:numId w:val="0"/>
        </w:numPr>
        <w:ind w:left="567"/>
      </w:pPr>
      <w:r>
        <w:t>c. Mae gofyn am 1.35 dm</w:t>
      </w:r>
      <w:r>
        <w:rPr>
          <w:vertAlign w:val="superscript"/>
        </w:rPr>
        <w:t>3</w:t>
      </w:r>
      <w:r>
        <w:t xml:space="preserve"> o </w:t>
      </w:r>
      <w:proofErr w:type="gramStart"/>
      <w:r>
        <w:t>NaOH(</w:t>
      </w:r>
      <w:proofErr w:type="gramEnd"/>
      <w:r>
        <w:t>aq) ar gyfer dull arbrofol. Beth yw ei gyfaint mewn cm</w:t>
      </w:r>
      <w:r>
        <w:rPr>
          <w:vertAlign w:val="superscript"/>
        </w:rPr>
        <w:t>3</w:t>
      </w:r>
      <w:r>
        <w:t>?</w:t>
      </w:r>
    </w:p>
    <w:p w:rsidR="00D42664" w:rsidRDefault="00D42664" w:rsidP="00B07B87">
      <w:pPr>
        <w:pStyle w:val="Numberedlist"/>
        <w:numPr>
          <w:ilvl w:val="0"/>
          <w:numId w:val="0"/>
        </w:numPr>
        <w:ind w:left="567"/>
      </w:pPr>
      <w:r>
        <w:t>d. Mae cyfaint pwll nofio yn 375 m</w:t>
      </w:r>
      <w:r>
        <w:rPr>
          <w:vertAlign w:val="superscript"/>
        </w:rPr>
        <w:t>3</w:t>
      </w:r>
      <w:r>
        <w:t>. Beth yw ei gyfaint mewn cm</w:t>
      </w:r>
      <w:r>
        <w:rPr>
          <w:vertAlign w:val="superscript"/>
        </w:rPr>
        <w:t>3</w:t>
      </w:r>
      <w:r>
        <w:t xml:space="preserve">? </w:t>
      </w:r>
    </w:p>
    <w:p w:rsidR="00D42664" w:rsidRPr="00B07B87" w:rsidRDefault="00D42664" w:rsidP="00B07B87">
      <w:pPr>
        <w:pStyle w:val="Numberedlist"/>
        <w:numPr>
          <w:ilvl w:val="0"/>
          <w:numId w:val="0"/>
        </w:numPr>
        <w:ind w:left="567"/>
      </w:pPr>
      <w:r>
        <w:t>e. Mae silindr 12 g o CO</w:t>
      </w:r>
      <w:r>
        <w:rPr>
          <w:vertAlign w:val="subscript"/>
        </w:rPr>
        <w:t>2</w:t>
      </w:r>
      <w:r>
        <w:t xml:space="preserve"> yn cynnwys 6.54 dm</w:t>
      </w:r>
      <w:r>
        <w:rPr>
          <w:vertAlign w:val="superscript"/>
        </w:rPr>
        <w:t>3</w:t>
      </w:r>
      <w:r>
        <w:t xml:space="preserve"> o nwy. Beth yw cyfaint y nwy </w:t>
      </w:r>
      <w:r w:rsidRPr="00B07B87">
        <w:t>mewn cm</w:t>
      </w:r>
      <w:r w:rsidRPr="00B07B87">
        <w:rPr>
          <w:vertAlign w:val="superscript"/>
        </w:rPr>
        <w:t>3</w:t>
      </w:r>
      <w:r w:rsidRPr="00B07B87">
        <w:t>?</w:t>
      </w:r>
      <w:r w:rsidRPr="00B07B87">
        <w:br/>
      </w:r>
      <w:r w:rsidRPr="00B07B87">
        <w:tab/>
      </w:r>
      <w:r w:rsidRPr="00B07B87">
        <w:tab/>
      </w:r>
      <w:r w:rsidRPr="00B07B87">
        <w:tab/>
      </w:r>
      <w:r w:rsidRPr="00B07B87">
        <w:tab/>
      </w:r>
      <w:r w:rsidRPr="00B07B87">
        <w:tab/>
      </w:r>
      <w:r w:rsidRPr="00B07B87">
        <w:tab/>
      </w:r>
      <w:r w:rsidRPr="00B07B87">
        <w:tab/>
      </w:r>
      <w:r w:rsidRPr="00B07B87">
        <w:tab/>
      </w:r>
      <w:r w:rsidRPr="00B07B87">
        <w:tab/>
      </w:r>
      <w:r w:rsidRPr="00B07B87">
        <w:tab/>
      </w:r>
      <w:r w:rsidRPr="00B07B87">
        <w:tab/>
      </w:r>
      <w:r w:rsidR="00B07B87">
        <w:t xml:space="preserve">       </w:t>
      </w:r>
      <w:r w:rsidRPr="00B07B87">
        <w:t>(5 marc)</w:t>
      </w:r>
    </w:p>
    <w:p w:rsidR="00B07B87" w:rsidRDefault="00D42664" w:rsidP="00B07B87">
      <w:pPr>
        <w:pStyle w:val="Numberedlist"/>
      </w:pPr>
      <w:r>
        <w:t xml:space="preserve">Pa silindr o nwy propan yw’r gwerth gorau am </w:t>
      </w:r>
      <w:proofErr w:type="gramStart"/>
      <w:r>
        <w:t>arian</w:t>
      </w:r>
      <w:proofErr w:type="gramEnd"/>
      <w:r>
        <w:t xml:space="preserve">?  </w:t>
      </w:r>
      <w:r w:rsidR="00B07B87">
        <w:t xml:space="preserve">                                                         </w:t>
      </w:r>
    </w:p>
    <w:p w:rsidR="00D42664" w:rsidRDefault="00D42664" w:rsidP="00B07B87">
      <w:pPr>
        <w:pStyle w:val="Numberedlist"/>
        <w:numPr>
          <w:ilvl w:val="0"/>
          <w:numId w:val="0"/>
        </w:numPr>
        <w:ind w:left="340"/>
        <w:jc w:val="right"/>
      </w:pPr>
      <w:r>
        <w:t>(3 marc)</w:t>
      </w:r>
    </w:p>
    <w:p w:rsidR="00D42664" w:rsidRPr="00FE5688" w:rsidRDefault="00D42664" w:rsidP="00D42664">
      <w:pPr>
        <w:pStyle w:val="ListParagraph"/>
        <w:tabs>
          <w:tab w:val="left" w:pos="3969"/>
          <w:tab w:val="left" w:pos="7938"/>
        </w:tabs>
        <w:rPr>
          <w:sz w:val="22"/>
          <w:szCs w:val="22"/>
        </w:rPr>
      </w:pPr>
      <w:r w:rsidRPr="0006738D">
        <w:rPr>
          <w:noProof/>
          <w:lang w:eastAsia="en-GB"/>
        </w:rPr>
        <w:drawing>
          <wp:anchor distT="0" distB="0" distL="114300" distR="114300" simplePos="0" relativeHeight="251712512" behindDoc="1" locked="0" layoutInCell="1" allowOverlap="1" wp14:anchorId="6C3B3860" wp14:editId="36EE98C3">
            <wp:simplePos x="0" y="0"/>
            <wp:positionH relativeFrom="column">
              <wp:posOffset>4248150</wp:posOffset>
            </wp:positionH>
            <wp:positionV relativeFrom="paragraph">
              <wp:posOffset>34290</wp:posOffset>
            </wp:positionV>
            <wp:extent cx="638175" cy="1223484"/>
            <wp:effectExtent l="0" t="0" r="0" b="0"/>
            <wp:wrapNone/>
            <wp:docPr id="13" name="Picture 13" descr="\\RSC\Data\Shares\Education\Publishing and Schools Engagement\7. Resources and content\RESOURCES\Starters for ten\Transition starters\Images\shutterstock_134072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Data\Shares\Education\Publishing and Schools Engagement\7. Resources and content\RESOURCES\Starters for ten\Transition starters\Images\shutterstock_134072984.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8175" cy="1223484"/>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38D">
        <w:rPr>
          <w:noProof/>
          <w:lang w:eastAsia="en-GB"/>
        </w:rPr>
        <w:drawing>
          <wp:anchor distT="0" distB="0" distL="114300" distR="114300" simplePos="0" relativeHeight="251711488" behindDoc="1" locked="0" layoutInCell="1" allowOverlap="1" wp14:anchorId="7A673B3E" wp14:editId="6558A186">
            <wp:simplePos x="0" y="0"/>
            <wp:positionH relativeFrom="column">
              <wp:posOffset>2733675</wp:posOffset>
            </wp:positionH>
            <wp:positionV relativeFrom="paragraph">
              <wp:posOffset>34290</wp:posOffset>
            </wp:positionV>
            <wp:extent cx="638175" cy="1223010"/>
            <wp:effectExtent l="0" t="0" r="9525" b="0"/>
            <wp:wrapNone/>
            <wp:docPr id="4" name="Picture 4" descr="\\RSC\Data\Shares\Education\Publishing and Schools Engagement\7. Resources and content\RESOURCES\Starters for ten\Transition starters\Images\shutterstock_134072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Data\Shares\Education\Publishing and Schools Engagement\7. Resources and content\RESOURCES\Starters for ten\Transition starters\Images\shutterstock_134072984.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817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38D">
        <w:rPr>
          <w:noProof/>
          <w:lang w:eastAsia="en-GB"/>
        </w:rPr>
        <w:drawing>
          <wp:anchor distT="0" distB="0" distL="114300" distR="114300" simplePos="0" relativeHeight="251710464" behindDoc="1" locked="0" layoutInCell="1" allowOverlap="1" wp14:anchorId="14397004" wp14:editId="7A8B173A">
            <wp:simplePos x="0" y="0"/>
            <wp:positionH relativeFrom="column">
              <wp:posOffset>1133475</wp:posOffset>
            </wp:positionH>
            <wp:positionV relativeFrom="paragraph">
              <wp:posOffset>8890</wp:posOffset>
            </wp:positionV>
            <wp:extent cx="638175" cy="1223010"/>
            <wp:effectExtent l="0" t="0" r="9525" b="0"/>
            <wp:wrapNone/>
            <wp:docPr id="11" name="Picture 11" descr="\\RSC\Data\Shares\Education\Publishing and Schools Engagement\7. Resources and content\RESOURCES\Starters for ten\Transition starters\Images\shutterstock_134072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Data\Shares\Education\Publishing and Schools Engagement\7. Resources and content\RESOURCES\Starters for ten\Transition starters\Images\shutterstock_134072984.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817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szCs w:val="22"/>
        </w:rPr>
        <w:t xml:space="preserve">          </w:t>
      </w:r>
      <w:proofErr w:type="gramStart"/>
      <w:r w:rsidRPr="00FE5688">
        <w:rPr>
          <w:sz w:val="22"/>
          <w:szCs w:val="22"/>
        </w:rPr>
        <w:t>a</w:t>
      </w:r>
      <w:proofErr w:type="gramEnd"/>
      <w:r w:rsidRPr="00FE5688">
        <w:rPr>
          <w:sz w:val="22"/>
          <w:szCs w:val="22"/>
        </w:rPr>
        <w:t xml:space="preserve">. </w:t>
      </w:r>
      <w:r>
        <w:rPr>
          <w:sz w:val="22"/>
          <w:szCs w:val="22"/>
        </w:rPr>
        <w:tab/>
        <w:t xml:space="preserve">b.                                     </w:t>
      </w:r>
      <w:proofErr w:type="gramStart"/>
      <w:r w:rsidRPr="00FE5688">
        <w:rPr>
          <w:sz w:val="22"/>
          <w:szCs w:val="22"/>
        </w:rPr>
        <w:t>c</w:t>
      </w:r>
      <w:proofErr w:type="gramEnd"/>
      <w:r w:rsidRPr="00FE5688">
        <w:rPr>
          <w:sz w:val="22"/>
          <w:szCs w:val="22"/>
        </w:rPr>
        <w:t>.</w:t>
      </w:r>
      <w:r w:rsidRPr="00FE5688">
        <w:rPr>
          <w:sz w:val="22"/>
          <w:szCs w:val="22"/>
        </w:rPr>
        <w:tab/>
      </w:r>
    </w:p>
    <w:p w:rsidR="00D42664" w:rsidRPr="00996CA0" w:rsidRDefault="00D42664" w:rsidP="00D42664">
      <w:pPr>
        <w:pStyle w:val="Heading1"/>
      </w:pPr>
      <w:r>
        <w:rPr>
          <w:noProof/>
          <w:lang w:eastAsia="en-GB"/>
        </w:rPr>
        <mc:AlternateContent>
          <mc:Choice Requires="wps">
            <w:drawing>
              <wp:anchor distT="0" distB="0" distL="114300" distR="114300" simplePos="0" relativeHeight="251709440" behindDoc="0" locked="0" layoutInCell="1" allowOverlap="1" wp14:anchorId="4506FABD" wp14:editId="37CE0971">
                <wp:simplePos x="0" y="0"/>
                <wp:positionH relativeFrom="column">
                  <wp:posOffset>4037965</wp:posOffset>
                </wp:positionH>
                <wp:positionV relativeFrom="paragraph">
                  <wp:posOffset>175260</wp:posOffset>
                </wp:positionV>
                <wp:extent cx="1115695" cy="640080"/>
                <wp:effectExtent l="0" t="0" r="27305" b="26670"/>
                <wp:wrapNone/>
                <wp:docPr id="10" name="Rectangle 10"/>
                <wp:cNvGraphicFramePr/>
                <a:graphic xmlns:a="http://schemas.openxmlformats.org/drawingml/2006/main">
                  <a:graphicData uri="http://schemas.microsoft.com/office/word/2010/wordprocessingShape">
                    <wps:wsp>
                      <wps:cNvSpPr/>
                      <wps:spPr>
                        <a:xfrm>
                          <a:off x="0" y="0"/>
                          <a:ext cx="1115695" cy="64008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Default="00D42664" w:rsidP="00D42664">
                            <w:pPr>
                              <w:spacing w:after="0"/>
                              <w:jc w:val="center"/>
                              <w:rPr>
                                <w:color w:val="000000" w:themeColor="text1"/>
                                <w:sz w:val="22"/>
                                <w:szCs w:val="22"/>
                                <w:vertAlign w:val="superscript"/>
                              </w:rPr>
                            </w:pPr>
                            <w:r>
                              <w:rPr>
                                <w:color w:val="000000" w:themeColor="text1"/>
                                <w:sz w:val="22"/>
                                <w:szCs w:val="22"/>
                              </w:rPr>
                              <w:t>7 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am</w:t>
                            </w:r>
                            <w:proofErr w:type="gramEnd"/>
                            <w:r>
                              <w:rPr>
                                <w:color w:val="000000" w:themeColor="text1"/>
                                <w:sz w:val="22"/>
                                <w:szCs w:val="22"/>
                              </w:rPr>
                              <w:t xml:space="preserve"> £28.75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6FABD" id="Rectangle 10" o:spid="_x0000_s1073" style="position:absolute;margin-left:317.95pt;margin-top:13.8pt;width:87.85pt;height:50.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KkrAIAAMoFAAAOAAAAZHJzL2Uyb0RvYy54bWysVEtv2zAMvg/YfxB0X20HSR9BnSJo0WFA&#10;0RVth54VWYoFyKImKbGzXz9KfqTtih2G5eCIIvmR/ETy8qprNNkL5xWYkhYnOSXCcKiU2Zb0x/Pt&#10;l3NKfGCmYhqMKOlBeHq1+vzpsrVLMYMadCUcQRDjl60taR2CXWaZ57VomD8BKwwqJbiGBRTdNqsc&#10;axG90dksz0+zFlxlHXDhPd7e9Eq6SvhSCh6+S+lFILqkmFtIX5e+m/jNVpdsuXXM1ooPabB/yKJh&#10;ymDQCeqGBUZ2Tv0B1SjuwIMMJxyaDKRUXKQasJoif1fNU82sSLUgOd5ONPn/B8vv9w+OqArfDukx&#10;rME3ekTWmNlqQfAOCWqtX6Ldk31wg+TxGKvtpGviP9ZBukTqYSJVdIFwvCyKYnF6saCEo+50nufn&#10;CTQ7elvnw1cBDYmHkjoMn7hk+zsfMCKajiYxmAetqluldRJio4hr7cie4RNvtkXMGD3eWGlD2pJe&#10;LGaLBPxGl1rtiBC6DxAQTxuEjUz0tadTOGgRk9DmUUgkEaud9QHeZsU4FyYUvapmleiTXeT4G9Md&#10;PVLyCTAiSyxzwh4ARsseZMTuqx7so6tI3T85539LrHeePFJkMGFybpQB9xGAxqqGyL39SFJPTWQp&#10;dJsuNdj8LJrGqw1UB+w6B/04estvFT79HfPhgTmcP2xF3CnhO36kBnw6GE6U1OB+fXQf7XEsUEtJ&#10;i/NcUv9zx5ygRH8zODAXxXweF0AS5ouzGQrutWbzWmN2zTVgPxW4vSxPx2gf9HiUDpoXXD3rGBVV&#10;zHCMXVIe3Chch37P4PLiYr1OZjj0loU782R5BI9Ex9Z+7l6Ys0P/B5ycexhnny3fjUFvGz0NrHcB&#10;pEozcuR1eAJcGKmXhuUWN9JrOVkdV/DqNwAAAP//AwBQSwMEFAAGAAgAAAAhAOKUOVfgAAAACgEA&#10;AA8AAABkcnMvZG93bnJldi54bWxMj8FOg0AQhu8mvsNmTLwYu0AVEFmaxqTRpKdWDx4XdgQqO4vs&#10;tsW3dzzpbSbz5Z/vL1ezHcQJJ987UhAvIhBIjTM9tQreXje3OQgfNBk9OEIF3+hhVV1elLow7kw7&#10;PO1DKziEfKEVdCGMhZS+6dBqv3AjEt8+3GR14HVqpZn0mcPtIJMoSqXVPfGHTo/41GHzuT9aBTfO&#10;ZtMuPdSbw/P6692F7fJlzJS6vprXjyACzuEPhl99VoeKnWp3JOPFoCBd3j8wqiDJUhAM5HHMQ81k&#10;kt+BrEr5v0L1AwAA//8DAFBLAQItABQABgAIAAAAIQC2gziS/gAAAOEBAAATAAAAAAAAAAAAAAAA&#10;AAAAAABbQ29udGVudF9UeXBlc10ueG1sUEsBAi0AFAAGAAgAAAAhADj9If/WAAAAlAEAAAsAAAAA&#10;AAAAAAAAAAAALwEAAF9yZWxzLy5yZWxzUEsBAi0AFAAGAAgAAAAhAGAioqSsAgAAygUAAA4AAAAA&#10;AAAAAAAAAAAALgIAAGRycy9lMm9Eb2MueG1sUEsBAi0AFAAGAAgAAAAhAOKUOVfgAAAACgEAAA8A&#10;AAAAAAAAAAAAAAAABgUAAGRycy9kb3ducmV2LnhtbFBLBQYAAAAABAAEAPMAAAATBgAAAAA=&#10;" fillcolor="white [3212]" strokecolor="black [3213]">
                <v:textbox>
                  <w:txbxContent>
                    <w:p w:rsidR="00D42664" w:rsidRDefault="00D42664" w:rsidP="00D42664">
                      <w:pPr>
                        <w:spacing w:after="0"/>
                        <w:jc w:val="center"/>
                        <w:rPr>
                          <w:color w:val="000000" w:themeColor="text1"/>
                          <w:sz w:val="22"/>
                          <w:szCs w:val="22"/>
                          <w:vertAlign w:val="superscript"/>
                        </w:rPr>
                      </w:pPr>
                      <w:r>
                        <w:rPr>
                          <w:color w:val="000000" w:themeColor="text1"/>
                          <w:sz w:val="22"/>
                          <w:szCs w:val="22"/>
                        </w:rPr>
                        <w:t>7 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am</w:t>
                      </w:r>
                      <w:proofErr w:type="gramEnd"/>
                      <w:r>
                        <w:rPr>
                          <w:color w:val="000000" w:themeColor="text1"/>
                          <w:sz w:val="22"/>
                          <w:szCs w:val="22"/>
                        </w:rPr>
                        <w:t xml:space="preserve"> £28.75</w:t>
                      </w:r>
                    </w:p>
                  </w:txbxContent>
                </v:textbox>
              </v:rect>
            </w:pict>
          </mc:Fallback>
        </mc:AlternateContent>
      </w:r>
      <w:r>
        <w:rPr>
          <w:noProof/>
          <w:lang w:eastAsia="en-GB"/>
        </w:rPr>
        <mc:AlternateContent>
          <mc:Choice Requires="wps">
            <w:drawing>
              <wp:anchor distT="0" distB="0" distL="114300" distR="114300" simplePos="0" relativeHeight="251707392" behindDoc="0" locked="0" layoutInCell="1" allowOverlap="1" wp14:anchorId="764CF34A" wp14:editId="011E436A">
                <wp:simplePos x="0" y="0"/>
                <wp:positionH relativeFrom="column">
                  <wp:posOffset>847090</wp:posOffset>
                </wp:positionH>
                <wp:positionV relativeFrom="paragraph">
                  <wp:posOffset>160655</wp:posOffset>
                </wp:positionV>
                <wp:extent cx="1115695" cy="640080"/>
                <wp:effectExtent l="0" t="0" r="27305" b="26670"/>
                <wp:wrapNone/>
                <wp:docPr id="8" name="Rectangle 8"/>
                <wp:cNvGraphicFramePr/>
                <a:graphic xmlns:a="http://schemas.openxmlformats.org/drawingml/2006/main">
                  <a:graphicData uri="http://schemas.microsoft.com/office/word/2010/wordprocessingShape">
                    <wps:wsp>
                      <wps:cNvSpPr/>
                      <wps:spPr>
                        <a:xfrm>
                          <a:off x="0" y="0"/>
                          <a:ext cx="1115695" cy="64008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Default="00D42664" w:rsidP="00D42664">
                            <w:pPr>
                              <w:spacing w:after="0"/>
                              <w:jc w:val="center"/>
                              <w:rPr>
                                <w:color w:val="000000" w:themeColor="text1"/>
                                <w:sz w:val="22"/>
                                <w:szCs w:val="22"/>
                                <w:vertAlign w:val="superscript"/>
                              </w:rPr>
                            </w:pPr>
                            <w:r>
                              <w:rPr>
                                <w:color w:val="000000" w:themeColor="text1"/>
                                <w:sz w:val="22"/>
                                <w:szCs w:val="22"/>
                              </w:rPr>
                              <w:t>2.13 × 10</w:t>
                            </w:r>
                            <w:r>
                              <w:rPr>
                                <w:color w:val="000000" w:themeColor="text1"/>
                                <w:sz w:val="22"/>
                                <w:szCs w:val="22"/>
                                <w:vertAlign w:val="superscript"/>
                              </w:rPr>
                              <w:t>6</w:t>
                            </w:r>
                            <w:r>
                              <w:rPr>
                                <w:color w:val="000000" w:themeColor="text1"/>
                                <w:sz w:val="22"/>
                                <w:szCs w:val="22"/>
                              </w:rPr>
                              <w:t xml:space="preserve"> cm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r>
                              <w:rPr>
                                <w:color w:val="000000" w:themeColor="text1"/>
                                <w:sz w:val="22"/>
                                <w:szCs w:val="22"/>
                              </w:rPr>
                              <w:t xml:space="preserve"> </w:t>
                            </w:r>
                            <w:proofErr w:type="gramStart"/>
                            <w:r>
                              <w:rPr>
                                <w:color w:val="000000" w:themeColor="text1"/>
                                <w:sz w:val="22"/>
                                <w:szCs w:val="22"/>
                              </w:rPr>
                              <w:t>am</w:t>
                            </w:r>
                            <w:proofErr w:type="gramEnd"/>
                            <w:r>
                              <w:rPr>
                                <w:color w:val="000000" w:themeColor="text1"/>
                                <w:sz w:val="22"/>
                                <w:szCs w:val="22"/>
                              </w:rPr>
                              <w:t xml:space="preserve"> £15.49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CF34A" id="Rectangle 8" o:spid="_x0000_s1074" style="position:absolute;margin-left:66.7pt;margin-top:12.65pt;width:87.85pt;height:50.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lbiqgIAAMgFAAAOAAAAZHJzL2Uyb0RvYy54bWysVE1v2zAMvQ/YfxB0X20HSdcEdYqgRYcB&#10;RVu0HXpWZCk2IIuapMTOfv0oyXY/VuwwLAdFNMlH8onk+UXfKnIQ1jWgS1qc5JQIzaFq9K6kP56u&#10;v5xR4jzTFVOgRUmPwtGL9edP551ZiRnUoCphCYJot+pMSWvvzSrLHK9Fy9wJGKFRKcG2zKNod1ll&#10;WYforcpmeX6adWArY4EL5/DrVVLSdcSXUnB/J6UTnqiSYm4+njae23Bm63O22llm6oYPabB/yKJl&#10;jcagE9QV84zsbfMHVNtwCw6kP+HQZiBlw0WsAasp8nfVPNbMiFgLkuPMRJP7f7D89nBvSVOVFB9K&#10;sxaf6AFJY3qnBDkL9HTGrdDq0dzbQXJ4DbX20rbhH6sgfaT0OFEqek84fiyKYnG6XFDCUXc6z/Oz&#10;yHn24m2s898EtCRcSmoxemSSHW6cx4hoOpqEYA5UU103SkUhtIm4VJYcGD7wdleEjNHjjZXSpCvp&#10;cjFbROA3uthoLwi+/wAB8ZRG2MBEqj3e/FGJkITSD0IihVjtLAV4mxXjXGhfJFXNKpGSXeT4G9Md&#10;PWLyETAgSyxzwh4ARssEMmKnqgf74Cpi70/O+d8SS86TR4wM2k/ObaPBfgSgsKohcrIfSUrUBJZ8&#10;v+1je82nZtpCdcSes5CG0Rl+3eDT3zDn75nF6cM5xY3i7/CQCvDpYLhRUoP99dH3YI9DgVpKOpzm&#10;krqfe2YFJeq7xnFZFvN5GP8ozBdfZyjY15rta43et5eA/VTg7jI8XoO9V+NVWmifcfFsQlRUMc0x&#10;dkm5t6Nw6dOWwdXFxWYTzXDkDfM3+tHwAB6IDq391D8za4b+9zg5tzBOPlu9G4NkGzw1bPYeZBNn&#10;JFCdeB2eANdF7KVhtYV99FqOVi8LeP0bAAD//wMAUEsDBBQABgAIAAAAIQA/T0Cb4AAAAAoBAAAP&#10;AAAAZHJzL2Rvd25yZXYueG1sTI/LTsMwEEX3SPyDNUhsEHUekEKIU1VIFUisWliwdOIhSYnHwXbb&#10;8PcMK1he3aM7Z6rVbEdxRB8GRwrSRQICqXVmoE7B2+vm+g5EiJqMHh2hgm8MsKrPzypdGneiLR53&#10;sRM8QqHUCvoYp1LK0PZodVi4CYm7D+etjhx9J43XJx63o8ySpJBWD8QXej3hY4/t5+5gFVw5u/Tb&#10;Yt9s9k/rr3cXX/LnaanU5cW8fgARcY5/MPzqszrU7NS4A5kgRs55fsOoguw2B8FAntynIBpusiIF&#10;WVfy/wv1DwAAAP//AwBQSwECLQAUAAYACAAAACEAtoM4kv4AAADhAQAAEwAAAAAAAAAAAAAAAAAA&#10;AAAAW0NvbnRlbnRfVHlwZXNdLnhtbFBLAQItABQABgAIAAAAIQA4/SH/1gAAAJQBAAALAAAAAAAA&#10;AAAAAAAAAC8BAABfcmVscy8ucmVsc1BLAQItABQABgAIAAAAIQCPylbiqgIAAMgFAAAOAAAAAAAA&#10;AAAAAAAAAC4CAABkcnMvZTJvRG9jLnhtbFBLAQItABQABgAIAAAAIQA/T0Cb4AAAAAoBAAAPAAAA&#10;AAAAAAAAAAAAAAQFAABkcnMvZG93bnJldi54bWxQSwUGAAAAAAQABADzAAAAEQYAAAAA&#10;" fillcolor="white [3212]" strokecolor="black [3213]">
                <v:textbox>
                  <w:txbxContent>
                    <w:p w:rsidR="00D42664" w:rsidRDefault="00D42664" w:rsidP="00D42664">
                      <w:pPr>
                        <w:spacing w:after="0"/>
                        <w:jc w:val="center"/>
                        <w:rPr>
                          <w:color w:val="000000" w:themeColor="text1"/>
                          <w:sz w:val="22"/>
                          <w:szCs w:val="22"/>
                          <w:vertAlign w:val="superscript"/>
                        </w:rPr>
                      </w:pPr>
                      <w:r>
                        <w:rPr>
                          <w:color w:val="000000" w:themeColor="text1"/>
                          <w:sz w:val="22"/>
                          <w:szCs w:val="22"/>
                        </w:rPr>
                        <w:t>2.13 × 10</w:t>
                      </w:r>
                      <w:r>
                        <w:rPr>
                          <w:color w:val="000000" w:themeColor="text1"/>
                          <w:sz w:val="22"/>
                          <w:szCs w:val="22"/>
                          <w:vertAlign w:val="superscript"/>
                        </w:rPr>
                        <w:t>6</w:t>
                      </w:r>
                      <w:r>
                        <w:rPr>
                          <w:color w:val="000000" w:themeColor="text1"/>
                          <w:sz w:val="22"/>
                          <w:szCs w:val="22"/>
                        </w:rPr>
                        <w:t xml:space="preserve"> cm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r>
                        <w:rPr>
                          <w:color w:val="000000" w:themeColor="text1"/>
                          <w:sz w:val="22"/>
                          <w:szCs w:val="22"/>
                        </w:rPr>
                        <w:t xml:space="preserve"> </w:t>
                      </w:r>
                      <w:proofErr w:type="gramStart"/>
                      <w:r>
                        <w:rPr>
                          <w:color w:val="000000" w:themeColor="text1"/>
                          <w:sz w:val="22"/>
                          <w:szCs w:val="22"/>
                        </w:rPr>
                        <w:t>am</w:t>
                      </w:r>
                      <w:proofErr w:type="gramEnd"/>
                      <w:r>
                        <w:rPr>
                          <w:color w:val="000000" w:themeColor="text1"/>
                          <w:sz w:val="22"/>
                          <w:szCs w:val="22"/>
                        </w:rPr>
                        <w:t xml:space="preserve"> £15.49</w:t>
                      </w:r>
                    </w:p>
                  </w:txbxContent>
                </v:textbox>
              </v:rect>
            </w:pict>
          </mc:Fallback>
        </mc:AlternateContent>
      </w:r>
      <w:r>
        <w:rPr>
          <w:noProof/>
          <w:lang w:eastAsia="en-GB"/>
        </w:rPr>
        <mc:AlternateContent>
          <mc:Choice Requires="wps">
            <w:drawing>
              <wp:anchor distT="0" distB="0" distL="114300" distR="114300" simplePos="0" relativeHeight="251708416" behindDoc="0" locked="0" layoutInCell="1" allowOverlap="1" wp14:anchorId="010CF1C8" wp14:editId="68A448F1">
                <wp:simplePos x="0" y="0"/>
                <wp:positionH relativeFrom="column">
                  <wp:posOffset>2488565</wp:posOffset>
                </wp:positionH>
                <wp:positionV relativeFrom="paragraph">
                  <wp:posOffset>184785</wp:posOffset>
                </wp:positionV>
                <wp:extent cx="1115695" cy="640080"/>
                <wp:effectExtent l="0" t="0" r="27305" b="26670"/>
                <wp:wrapNone/>
                <wp:docPr id="9" name="Rectangle 9"/>
                <wp:cNvGraphicFramePr/>
                <a:graphic xmlns:a="http://schemas.openxmlformats.org/drawingml/2006/main">
                  <a:graphicData uri="http://schemas.microsoft.com/office/word/2010/wordprocessingShape">
                    <wps:wsp>
                      <wps:cNvSpPr/>
                      <wps:spPr>
                        <a:xfrm>
                          <a:off x="0" y="0"/>
                          <a:ext cx="1115695" cy="64008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2664" w:rsidRDefault="00D42664" w:rsidP="00D42664">
                            <w:pPr>
                              <w:spacing w:after="0"/>
                              <w:jc w:val="center"/>
                              <w:rPr>
                                <w:color w:val="000000" w:themeColor="text1"/>
                                <w:sz w:val="22"/>
                                <w:szCs w:val="22"/>
                              </w:rPr>
                            </w:pPr>
                            <w:r>
                              <w:rPr>
                                <w:color w:val="000000" w:themeColor="text1"/>
                                <w:sz w:val="22"/>
                                <w:szCs w:val="22"/>
                              </w:rPr>
                              <w:t>2700 dm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am</w:t>
                            </w:r>
                            <w:proofErr w:type="gramEnd"/>
                            <w:r>
                              <w:rPr>
                                <w:color w:val="000000" w:themeColor="text1"/>
                                <w:sz w:val="22"/>
                                <w:szCs w:val="22"/>
                              </w:rPr>
                              <w:t xml:space="preserve"> £21.25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0CF1C8" id="Rectangle 9" o:spid="_x0000_s1075" style="position:absolute;margin-left:195.95pt;margin-top:14.55pt;width:87.85pt;height:50.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9JqgIAAMgFAAAOAAAAZHJzL2Uyb0RvYy54bWysVE1v2zAMvQ/YfxB0X20HSdcEdYqgRYcB&#10;RVu0HXpWZCk2IIuapMTOfv0oyXY/VuwwLAdFNMlH8onk+UXfKnIQ1jWgS1qc5JQIzaFq9K6kP56u&#10;v5xR4jzTFVOgRUmPwtGL9edP551ZiRnUoCphCYJot+pMSWvvzSrLHK9Fy9wJGKFRKcG2zKNod1ll&#10;WYforcpmeX6adWArY4EL5/DrVVLSdcSXUnB/J6UTnqiSYm4+njae23Bm63O22llm6oYPabB/yKJl&#10;jcagE9QV84zsbfMHVNtwCw6kP+HQZiBlw0WsAasp8nfVPNbMiFgLkuPMRJP7f7D89nBvSVOVdEmJ&#10;Zi0+0QOSxvROCbIM9HTGrdDq0dzbQXJ4DbX20rbhH6sgfaT0OFEqek84fiyKYnG6XFDCUXc6z/Oz&#10;yHn24m2s898EtCRcSmoxemSSHW6cx4hoOpqEYA5UU103SkUhtIm4VJYcGD7wdleEjNHjjZXSpMP6&#10;FrNFBH6ji432guD7DxAQT2mEDUyk2uPNH5UISSj9ICRSiNXOUoC3WTHOhfZFUtWsEinZRY6/Md3R&#10;IyYfAQOyxDIn7AFgtEwgI3aqerAPriL2/uSc/y2x5Dx5xMig/eTcNhrsRwAKqxoiJ/uRpERNYMn3&#10;2z6213xqpi1UR+w5C2kYneHXDT79DXP+nlmcPpxT3Cj+Dg+pAJ8OhhslNdhfH30P9jgUqKWkw2ku&#10;qfu5Z1ZQor5rHJdlMZ+H8Y/CfPF1hoJ9rdm+1uh9ewnYTwXuLsPjNdh7NV6lhfYZF88mREUV0xxj&#10;l5R7OwqXPm0ZXF1cbDbRDEfeMH+jHw0P4IHo0NpP/TOzZuh/j5NzC+Pks9W7MUi2wVPDZu9BNnFG&#10;AtWJ1+EJcF3EXhpWW9hHr+Vo9bKA178BAAD//wMAUEsDBBQABgAIAAAAIQBhrgu74AAAAAoBAAAP&#10;AAAAZHJzL2Rvd25yZXYueG1sTI/BTsMwEETvSPyDtUhcUOskFQkOcaoKqQKJUwuHHp14SVJiO9hu&#10;G/6e5QTH1TzNvK3WsxnZGX0YnJWQLhNgaFunB9tJeH/bLh6AhaisVqOzKOEbA6zr66tKldpd7A7P&#10;+9gxKrGhVBL6GKeS89D2aFRYugktZR/OGxXp9B3XXl2o3Iw8S5KcGzVYWujVhE89tp/7k5Fw50zh&#10;d/mx2R6fN18HF19XL1Mh5e3NvHkEFnGOfzD86pM61OTUuJPVgY0SViIVhErIRAqMgPu8yIE1RGZC&#10;AK8r/v+F+gcAAP//AwBQSwECLQAUAAYACAAAACEAtoM4kv4AAADhAQAAEwAAAAAAAAAAAAAAAAAA&#10;AAAAW0NvbnRlbnRfVHlwZXNdLnhtbFBLAQItABQABgAIAAAAIQA4/SH/1gAAAJQBAAALAAAAAAAA&#10;AAAAAAAAAC8BAABfcmVscy8ucmVsc1BLAQItABQABgAIAAAAIQD/KX9JqgIAAMgFAAAOAAAAAAAA&#10;AAAAAAAAAC4CAABkcnMvZTJvRG9jLnhtbFBLAQItABQABgAIAAAAIQBhrgu74AAAAAoBAAAPAAAA&#10;AAAAAAAAAAAAAAQFAABkcnMvZG93bnJldi54bWxQSwUGAAAAAAQABADzAAAAEQYAAAAA&#10;" fillcolor="white [3212]" strokecolor="black [3213]">
                <v:textbox>
                  <w:txbxContent>
                    <w:p w:rsidR="00D42664" w:rsidRDefault="00D42664" w:rsidP="00D42664">
                      <w:pPr>
                        <w:spacing w:after="0"/>
                        <w:jc w:val="center"/>
                        <w:rPr>
                          <w:color w:val="000000" w:themeColor="text1"/>
                          <w:sz w:val="22"/>
                          <w:szCs w:val="22"/>
                        </w:rPr>
                      </w:pPr>
                      <w:r>
                        <w:rPr>
                          <w:color w:val="000000" w:themeColor="text1"/>
                          <w:sz w:val="22"/>
                          <w:szCs w:val="22"/>
                        </w:rPr>
                        <w:t>2700 dm</w:t>
                      </w:r>
                      <w:r>
                        <w:rPr>
                          <w:color w:val="000000" w:themeColor="text1"/>
                          <w:sz w:val="22"/>
                          <w:szCs w:val="22"/>
                          <w:vertAlign w:val="superscript"/>
                        </w:rPr>
                        <w:t>3</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o</w:t>
                      </w:r>
                      <w:proofErr w:type="gramEnd"/>
                      <w:r>
                        <w:rPr>
                          <w:color w:val="000000" w:themeColor="text1"/>
                          <w:sz w:val="22"/>
                          <w:szCs w:val="22"/>
                        </w:rPr>
                        <w:t xml:space="preserve"> bropan</w:t>
                      </w:r>
                    </w:p>
                    <w:p w:rsidR="00D42664" w:rsidRPr="007E09C4" w:rsidRDefault="00D42664" w:rsidP="00D42664">
                      <w:pPr>
                        <w:spacing w:after="0"/>
                        <w:jc w:val="center"/>
                        <w:rPr>
                          <w:color w:val="000000" w:themeColor="text1"/>
                          <w:sz w:val="22"/>
                          <w:szCs w:val="22"/>
                        </w:rPr>
                      </w:pPr>
                      <w:proofErr w:type="gramStart"/>
                      <w:r>
                        <w:rPr>
                          <w:color w:val="000000" w:themeColor="text1"/>
                          <w:sz w:val="22"/>
                          <w:szCs w:val="22"/>
                        </w:rPr>
                        <w:t>am</w:t>
                      </w:r>
                      <w:proofErr w:type="gramEnd"/>
                      <w:r>
                        <w:rPr>
                          <w:color w:val="000000" w:themeColor="text1"/>
                          <w:sz w:val="22"/>
                          <w:szCs w:val="22"/>
                        </w:rPr>
                        <w:t xml:space="preserve"> £21.25</w:t>
                      </w:r>
                    </w:p>
                  </w:txbxContent>
                </v:textbox>
              </v:rect>
            </w:pict>
          </mc:Fallback>
        </mc:AlternateContent>
      </w:r>
      <w:r>
        <w:br w:type="page"/>
      </w:r>
      <w:r w:rsidRPr="00996CA0">
        <w:rPr>
          <w:iCs/>
        </w:rPr>
        <w:lastRenderedPageBreak/>
        <w:t>Starters for 10</w:t>
      </w:r>
      <w:r>
        <w:t>:</w:t>
      </w:r>
      <w:r w:rsidRPr="00996CA0">
        <w:t xml:space="preserve"> Sgiliau pontio</w:t>
      </w:r>
    </w:p>
    <w:p w:rsidR="00D42664" w:rsidRPr="008C5532" w:rsidRDefault="00D42664" w:rsidP="00D42664">
      <w:pPr>
        <w:pStyle w:val="Heading2"/>
        <w:rPr>
          <w:sz w:val="34"/>
          <w:szCs w:val="34"/>
        </w:rPr>
      </w:pPr>
      <w:r w:rsidRPr="009A680E">
        <w:rPr>
          <w:noProof/>
          <w:lang w:eastAsia="en-GB"/>
        </w:rPr>
        <mc:AlternateContent>
          <mc:Choice Requires="wps">
            <w:drawing>
              <wp:anchor distT="45720" distB="45720" distL="114300" distR="114300" simplePos="0" relativeHeight="251718656" behindDoc="0" locked="0" layoutInCell="1" allowOverlap="1" wp14:anchorId="018F2F3D" wp14:editId="6D13EEAE">
                <wp:simplePos x="0" y="0"/>
                <wp:positionH relativeFrom="column">
                  <wp:posOffset>3750945</wp:posOffset>
                </wp:positionH>
                <wp:positionV relativeFrom="paragraph">
                  <wp:posOffset>265430</wp:posOffset>
                </wp:positionV>
                <wp:extent cx="2458720" cy="534670"/>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720" cy="534670"/>
                        </a:xfrm>
                        <a:prstGeom prst="rect">
                          <a:avLst/>
                        </a:prstGeom>
                        <a:noFill/>
                        <a:ln w="9525">
                          <a:noFill/>
                          <a:miter lim="800000"/>
                          <a:headEnd/>
                          <a:tailEnd/>
                        </a:ln>
                      </wps:spPr>
                      <wps:txbx>
                        <w:txbxContent>
                          <w:p w:rsidR="00D42664" w:rsidRPr="00EA05CA" w:rsidRDefault="00D42664" w:rsidP="00D42664">
                            <w:pPr>
                              <w:pStyle w:val="Heading3"/>
                            </w:pPr>
                            <w:r>
                              <w:t xml:space="preserve">Sut </w:t>
                            </w:r>
                            <w:proofErr w:type="gramStart"/>
                            <w:r>
                              <w:t>mae</w:t>
                            </w:r>
                            <w:proofErr w:type="gramEnd"/>
                            <w:r>
                              <w:t xml:space="preserve"> môl yn debyg i ddwsin?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F2F3D" id="_x0000_t202" coordsize="21600,21600" o:spt="202" path="m,l,21600r21600,l21600,xe">
                <v:stroke joinstyle="miter"/>
                <v:path gradientshapeok="t" o:connecttype="rect"/>
              </v:shapetype>
              <v:shape id="Text Box 2" o:spid="_x0000_s1076" type="#_x0000_t202" style="position:absolute;margin-left:295.35pt;margin-top:20.9pt;width:193.6pt;height:42.1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S9CwIAAPsDAAAOAAAAZHJzL2Uyb0RvYy54bWysU9tuGyEQfa/Uf0C817veehNnZRylSVNV&#10;Si9S0g/ALOtFBYYC9q779R1Yx7HSt6o8IGBmzsw5M6yuR6PJXvqgwDI6n5WUSCugVXbL6I+n+3dL&#10;SkLktuUarGT0IAO9Xr99sxpcIyvoQbfSEwSxoRkco32MrimKIHppeJiBkxaNHXjDI179tmg9HxDd&#10;6KIqy4tiAN86D0KGgK93k5GuM37XSRG/dV2QkWhGsbaYd5/3TdqL9Yo3W89dr8SxDP4PVRiuLCY9&#10;Qd3xyMnOq7+gjBIeAnRxJsAU0HVKyMwB2czLV2wee+5k5oLiBHeSKfw/WPF1/90T1TJa1ZRYbrBH&#10;T3KM5AOMpEryDC406PXo0C+O+IxtzlSDewDxMxALtz23W3njPQy95C2WN0+RxVnohBMSyGb4Ai2m&#10;4bsIGWjsvEnaoRoE0bFNh1NrUikCH6tFvbys0CTQVr9fXFzm3hW8eY52PsRPEgxJB0Y9tj6j8/1D&#10;iKka3jy7pGQW7pXWuf3akoHRqxoVeGUxKuJ0amUYXZZpTfOSSH60bQ6OXOnpjAm0PbJORCfKcdyM&#10;Wd86BydJNtAeUAcP0zTi78FDD/43JQNOIqPh1457SYn+bFHLq/likUY3XxZ1VsGfWzbnFm4FQjEa&#10;KZmOtzGP+8TsBjXvVJbjpZJjzThhWaXjb0gjfH7PXi9/dv0HAAD//wMAUEsDBBQABgAIAAAAIQDd&#10;5zd83gAAAAoBAAAPAAAAZHJzL2Rvd25yZXYueG1sTI9BT8JAEIXvJv6HzZh4k10IUFu7JUbjVSIg&#10;CbelO7SN3dmmu9D67x1OcpzMl/e+l69G14oL9qHxpGE6USCQSm8bqjTsth9PzyBCNGRN6wk1/GKA&#10;VXF/l5vM+oG+8LKJleAQCpnRUMfYZVKGskZnwsR3SPw7+d6ZyGdfSdubgcNdK2dKLaUzDXFDbTp8&#10;q7H82Zydhu/P02E/V+vq3S26wY9Kkkul1o8P4+sLiIhj/Ifhqs/qULDT0Z/JBtFqWKQqYVTDfMoT&#10;GEiTJAVxZHK2VCCLXN5OKP4AAAD//wMAUEsBAi0AFAAGAAgAAAAhALaDOJL+AAAA4QEAABMAAAAA&#10;AAAAAAAAAAAAAAAAAFtDb250ZW50X1R5cGVzXS54bWxQSwECLQAUAAYACAAAACEAOP0h/9YAAACU&#10;AQAACwAAAAAAAAAAAAAAAAAvAQAAX3JlbHMvLnJlbHNQSwECLQAUAAYACAAAACEAMXeEvQsCAAD7&#10;AwAADgAAAAAAAAAAAAAAAAAuAgAAZHJzL2Uyb0RvYy54bWxQSwECLQAUAAYACAAAACEA3ec3fN4A&#10;AAAKAQAADwAAAAAAAAAAAAAAAABlBAAAZHJzL2Rvd25yZXYueG1sUEsFBgAAAAAEAAQA8wAAAHAF&#10;AAAAAA==&#10;" filled="f" stroked="f">
                <v:textbox>
                  <w:txbxContent>
                    <w:p w:rsidR="00D42664" w:rsidRPr="00EA05CA" w:rsidRDefault="00D42664" w:rsidP="00D42664">
                      <w:pPr>
                        <w:pStyle w:val="Heading3"/>
                      </w:pPr>
                      <w:r>
                        <w:t xml:space="preserve">Sut </w:t>
                      </w:r>
                      <w:proofErr w:type="gramStart"/>
                      <w:r>
                        <w:t>mae</w:t>
                      </w:r>
                      <w:proofErr w:type="gramEnd"/>
                      <w:r>
                        <w:t xml:space="preserve"> môl yn debyg i ddwsin?</w:t>
                      </w:r>
                    </w:p>
                  </w:txbxContent>
                </v:textbox>
                <w10:wrap type="square"/>
              </v:shape>
            </w:pict>
          </mc:Fallback>
        </mc:AlternateContent>
      </w:r>
      <w:r>
        <w:t>0.2.8 Molau a màs</w:t>
      </w:r>
    </w:p>
    <w:p w:rsidR="00D42664" w:rsidRDefault="00D42664" w:rsidP="00D42664">
      <w:r>
        <w:rPr>
          <w:noProof/>
          <w:lang w:eastAsia="en-GB"/>
        </w:rPr>
        <w:drawing>
          <wp:anchor distT="0" distB="0" distL="114300" distR="114300" simplePos="0" relativeHeight="251720704" behindDoc="0" locked="0" layoutInCell="1" allowOverlap="1" wp14:anchorId="30B879E8" wp14:editId="30297F7E">
            <wp:simplePos x="0" y="0"/>
            <wp:positionH relativeFrom="column">
              <wp:posOffset>4287296</wp:posOffset>
            </wp:positionH>
            <wp:positionV relativeFrom="paragraph">
              <wp:posOffset>427711</wp:posOffset>
            </wp:positionV>
            <wp:extent cx="1332230" cy="815034"/>
            <wp:effectExtent l="0" t="0" r="1270" b="4445"/>
            <wp:wrapNone/>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shutterstock_530435677.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32230" cy="815034"/>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717632" behindDoc="1" locked="0" layoutInCell="1" allowOverlap="1" wp14:anchorId="430CBFD1" wp14:editId="5B2793DC">
                <wp:simplePos x="0" y="0"/>
                <wp:positionH relativeFrom="column">
                  <wp:posOffset>3708848</wp:posOffset>
                </wp:positionH>
                <wp:positionV relativeFrom="paragraph">
                  <wp:posOffset>41965</wp:posOffset>
                </wp:positionV>
                <wp:extent cx="2484755" cy="2151380"/>
                <wp:effectExtent l="38100" t="38100" r="106045" b="115570"/>
                <wp:wrapTight wrapText="bothSides">
                  <wp:wrapPolygon edited="0">
                    <wp:start x="0" y="-383"/>
                    <wp:lineTo x="-331" y="-191"/>
                    <wp:lineTo x="-331" y="21995"/>
                    <wp:lineTo x="0" y="22569"/>
                    <wp:lineTo x="20038" y="22569"/>
                    <wp:lineTo x="21197" y="21230"/>
                    <wp:lineTo x="22356" y="18361"/>
                    <wp:lineTo x="22356" y="2486"/>
                    <wp:lineTo x="22025" y="0"/>
                    <wp:lineTo x="21859" y="-383"/>
                    <wp:lineTo x="0" y="-383"/>
                  </wp:wrapPolygon>
                </wp:wrapTight>
                <wp:docPr id="19" name="Folded Corner 19"/>
                <wp:cNvGraphicFramePr/>
                <a:graphic xmlns:a="http://schemas.openxmlformats.org/drawingml/2006/main">
                  <a:graphicData uri="http://schemas.microsoft.com/office/word/2010/wordprocessingShape">
                    <wps:wsp>
                      <wps:cNvSpPr/>
                      <wps:spPr>
                        <a:xfrm>
                          <a:off x="0" y="0"/>
                          <a:ext cx="2484755" cy="2151380"/>
                        </a:xfrm>
                        <a:prstGeom prst="foldedCorner">
                          <a:avLst>
                            <a:gd name="adj" fmla="val 10606"/>
                          </a:avLst>
                        </a:prstGeom>
                        <a:noFill/>
                        <a:ln w="635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CC37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9" o:spid="_x0000_s1026" type="#_x0000_t65" style="position:absolute;margin-left:292.05pt;margin-top:3.3pt;width:195.65pt;height:169.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abyCAMAAH0GAAAOAAAAZHJzL2Uyb0RvYy54bWysVUtv2zAMvg/YfxB0X22nSZoGdYogRYYB&#10;RVs0HXpWZCn2JkuapDy6Xz9SVpxgK3YY1oMqmtRH8uMjN7eHVpGdcL4xuqTFRU6J0NxUjd6U9OvL&#10;8tOEEh+YrpgyWpT0TXh6O/v44WZvp2JgaqMq4QiAaD/d25LWIdhplnlei5b5C2OFBqU0rmUBRLfJ&#10;Ksf2gN6qbJDn42xvXGWd4cJ7+HrXKeks4kspeHiU0otAVEkhthBPF881ntnshk03jtm64SkM9g9R&#10;tKzR4LSHumOBka1r/oBqG+6MNzJccNNmRsqGi5gDZFPkv2WzqpkVMRcgx9ueJv//YPnD7smRpoLa&#10;XVOiWQs1WmJRKrIwTkNt4DuQtLd+CrYr++SS5OGKGR+ka/E/5EIOkdi3nlhxCITDx8FwMrwajSjh&#10;oBsUo+JyEqnPTs+t8+GzMC3BS0lljKELIRLLdvc+RIarFCarvlEiWwX12jFFinycjzFUAE3GcDvC&#10;4kttlo1SseJKk31Jx5ejPIJ7o5oKlWgWe08slCMAW9JwKBLqmRUgK43GIvZYCs1sg3CrutqTtdq6&#10;ZwasjvJJDn1XNZjU5aToBGjAwVWOf5QwtYHJCYoSZ8JrE+pYdaQQ8TH+PpS1Yvx7x4ayNeviG0aY&#10;Lu9kHTnog4nSWZwZ1rKrXryFNyXQldLPQkIrYL06VnAIT0QwzoUORaeqWSU6/6Mz/z110WcERGQJ&#10;zPbYCeB97C6NZH/it3+cyvW3x12m8CJ6Njr0j9tGG/deZgqySp47ewj/jBq8rk31BoMCJYot7i1f&#10;NlCae+bDE3PQglBJWIPhEQ6pDDSXSTdKauN+vvcd7WGSQUvJHlZQSf2PLXOCEvVFw4xfF8Mh7qwo&#10;DEdXAxDcuWZ9rtHbdmGgXwtYuJbHK9oHdbxKZ9pX2JZz9Aoqpjn4LikP7igsQrcaYd9yMZ9HM9hT&#10;loV7vbIcwZFVbLOXwytzNk1rgEF/MMd1lebv1JKdLb7UZr4NRjYBlSdekwA7LjZO2se4RM/laHX6&#10;1Zj9AgAA//8DAFBLAwQUAAYACAAAACEAHZSz++AAAAAJAQAADwAAAGRycy9kb3ducmV2LnhtbEyP&#10;zU7DMBCE70i8g7VI3KhTmoY2xKkiJETFrQGpV/9sk0C8jmK3TXl6zKncZjWjmW+LzWR7dsLRd44E&#10;zGcJMCTtTEeNgM+P14cVMB8kGdk7QgEX9LApb28KmRt3ph2e6tCwWEI+lwLaEIacc69btNLP3IAU&#10;vYMbrQzxHBtuRnmO5bbnj0mScSs7igutHPClRf1dH62At4sadfW1xZ93pQ/1XlXbxa4R4v5uqp6B&#10;BZzCNQx/+BEdysik3JGMZ72A5Sqdx6iALAMW/fXTMgWmBCzSKHhZ8P8flL8AAAD//wMAUEsBAi0A&#10;FAAGAAgAAAAhALaDOJL+AAAA4QEAABMAAAAAAAAAAAAAAAAAAAAAAFtDb250ZW50X1R5cGVzXS54&#10;bWxQSwECLQAUAAYACAAAACEAOP0h/9YAAACUAQAACwAAAAAAAAAAAAAAAAAvAQAAX3JlbHMvLnJl&#10;bHNQSwECLQAUAAYACAAAACEAeUmm8ggDAAB9BgAADgAAAAAAAAAAAAAAAAAuAgAAZHJzL2Uyb0Rv&#10;Yy54bWxQSwECLQAUAAYACAAAACEAHZSz++AAAAAJAQAADwAAAAAAAAAAAAAAAABiBQAAZHJzL2Rv&#10;d25yZXYueG1sUEsFBgAAAAAEAAQA8wAAAG8GAAAAAA==&#10;" adj="19309" filled="f" strokecolor="black [3213]" strokeweight=".5pt">
                <v:shadow on="t" color="black" opacity="26214f" origin="-.5,-.5" offset=".74836mm,.74836mm"/>
                <w10:wrap type="tight"/>
              </v:shape>
            </w:pict>
          </mc:Fallback>
        </mc:AlternateContent>
      </w:r>
      <w:r>
        <w:t xml:space="preserve">Mae </w:t>
      </w:r>
      <w:proofErr w:type="gramStart"/>
      <w:r>
        <w:t>un</w:t>
      </w:r>
      <w:proofErr w:type="gramEnd"/>
      <w:r>
        <w:t xml:space="preserve"> môl o sylwedd gyfwerth â </w:t>
      </w:r>
      <w:r>
        <w:rPr>
          <w:b/>
        </w:rPr>
        <w:t>6.02 × 10</w:t>
      </w:r>
      <w:r>
        <w:rPr>
          <w:b/>
          <w:vertAlign w:val="superscript"/>
        </w:rPr>
        <w:t>23</w:t>
      </w:r>
      <w:r>
        <w:rPr>
          <w:b/>
        </w:rPr>
        <w:t xml:space="preserve"> atom</w:t>
      </w:r>
      <w:r>
        <w:t xml:space="preserve">, </w:t>
      </w:r>
      <w:r>
        <w:rPr>
          <w:b/>
        </w:rPr>
        <w:t>ïon</w:t>
      </w:r>
      <w:r>
        <w:t xml:space="preserve"> neu </w:t>
      </w:r>
      <w:r>
        <w:rPr>
          <w:b/>
        </w:rPr>
        <w:t>ronyn</w:t>
      </w:r>
      <w:r>
        <w:t xml:space="preserve"> o’r sylwedd hwnnw. Gelwir y rhif hwn yn </w:t>
      </w:r>
      <w:r>
        <w:rPr>
          <w:b/>
        </w:rPr>
        <w:t>gysonyn Avogadro</w:t>
      </w:r>
      <w:r>
        <w:t>.</w:t>
      </w:r>
    </w:p>
    <w:p w:rsidR="00D42664" w:rsidRDefault="00D42664" w:rsidP="00D42664">
      <w:r w:rsidRPr="009A680E">
        <w:rPr>
          <w:noProof/>
          <w:lang w:eastAsia="en-GB"/>
        </w:rPr>
        <mc:AlternateContent>
          <mc:Choice Requires="wps">
            <w:drawing>
              <wp:anchor distT="45720" distB="45720" distL="114300" distR="114300" simplePos="0" relativeHeight="251716608" behindDoc="0" locked="0" layoutInCell="1" allowOverlap="1" wp14:anchorId="18603E15" wp14:editId="3F3A7954">
                <wp:simplePos x="0" y="0"/>
                <wp:positionH relativeFrom="column">
                  <wp:posOffset>3780155</wp:posOffset>
                </wp:positionH>
                <wp:positionV relativeFrom="paragraph">
                  <wp:posOffset>669124</wp:posOffset>
                </wp:positionV>
                <wp:extent cx="2440940" cy="140462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1404620"/>
                        </a:xfrm>
                        <a:prstGeom prst="rect">
                          <a:avLst/>
                        </a:prstGeom>
                        <a:noFill/>
                        <a:ln w="9525">
                          <a:noFill/>
                          <a:miter lim="800000"/>
                          <a:headEnd/>
                          <a:tailEnd/>
                        </a:ln>
                      </wps:spPr>
                      <wps:txbx>
                        <w:txbxContent>
                          <w:p w:rsidR="00D42664" w:rsidRPr="00996CA0" w:rsidRDefault="00D42664" w:rsidP="00D42664">
                            <w:pPr>
                              <w:rPr>
                                <w:i/>
                              </w:rPr>
                            </w:pPr>
                            <w:r w:rsidRPr="00996CA0">
                              <w:rPr>
                                <w:i/>
                              </w:rPr>
                              <w:t xml:space="preserve">Mae nodi swm sylwedd mewn molau yr </w:t>
                            </w:r>
                            <w:proofErr w:type="gramStart"/>
                            <w:r w:rsidRPr="00996CA0">
                              <w:rPr>
                                <w:i/>
                              </w:rPr>
                              <w:t>un</w:t>
                            </w:r>
                            <w:proofErr w:type="gramEnd"/>
                            <w:r w:rsidRPr="00996CA0">
                              <w:rPr>
                                <w:i/>
                              </w:rPr>
                              <w:t xml:space="preserve"> fath â disgrifio nifer wyau fesul dwsin. Gallech chi ddweud bod gennych chi 24 neu ddau ddwsin o wyau.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603E15" id="_x0000_s1077" type="#_x0000_t202" style="position:absolute;margin-left:297.65pt;margin-top:52.7pt;width:192.2pt;height:110.6pt;z-index:251716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W3EAIAAP0DAAAOAAAAZHJzL2Uyb0RvYy54bWysU9tuGyEQfa/Uf0C813vROolXXkdpUleV&#10;0ouU9ANYlvWiAkMBe9f9+g6s41jtW1UeEDDMYc6Zw/p20oochPMSTEOLRU6JMBw6aXYN/f68fXdD&#10;iQ/MdEyBEQ09Ck9vN2/frEdbixIGUJ1wBEGMr0fb0CEEW2eZ54PQzC/ACoPBHpxmAbdul3WOjYiu&#10;VVbm+VU2guusAy68x9OHOUg3Cb/vBQ9f+96LQFRDsbaQZpfmNs7ZZs3qnWN2kPxUBvuHKjSTBh89&#10;Qz2wwMjeyb+gtOQOPPRhwUFn0PeSi8QB2RT5H2yeBmZF4oLieHuWyf8/WP7l8M0R2TW0LK4pMUxj&#10;k57FFMh7mEgZ9Rmtr/Hak8WLYcJj7HPi6u0j8B+eGLgfmNmJO+dgHATrsL4iZmYXqTOOjyDt+Bk6&#10;fIbtAySgqXc6iodyEETHPh3PvYmlcDwsqypfVRjiGCuqvLoqU/cyVr+kW+fDRwGaxEVDHTY/wbPD&#10;ow+xHFa/XImvGdhKpZIBlCFjQ1fLcpkSLiJaBvSnkrqhN3kcs2Miyw+mS8mBSTWv8QFlTrQj05lz&#10;mNopKbxMokRNWuiOKISD2Y/4f3AxgPtFyYhebKj/uWdOUKI+GRRzVSB5NG/aVMtrZE7cZaS9jDDD&#10;EaqhgZJ5eR+S4SNnb+9Q9K1McrxWcqoZPZZUOv2HaOLLfbr1+ms3vwEAAP//AwBQSwMEFAAGAAgA&#10;AAAhAFTa6ojgAAAACwEAAA8AAABkcnMvZG93bnJldi54bWxMj8tOwzAQRfdI/IM1SOyoTUqSJsSp&#10;KtSWZaFEXbvxkETED9luGv4es4Ll6B7de6Zaz2okEzo/GM3hccGAoG6NHHTHofnYPayA+CC0FKPR&#10;yOEbPazr25tKlNJc9TtOx9CRWKJ9KTj0IdiSUt/2qIRfGIs6Zp/GKRHi6ToqnbjGcjXShLGMKjHo&#10;uNALiy89tl/Hi+Jgg93nr+7wttnuJtac9k0ydFvO7+/mzTOQgHP4g+FXP6pDHZ3O5qKlJyOHtEiX&#10;EY0BS5+ARKLIixzImcMyyTKgdUX//1D/AAAA//8DAFBLAQItABQABgAIAAAAIQC2gziS/gAAAOEB&#10;AAATAAAAAAAAAAAAAAAAAAAAAABbQ29udGVudF9UeXBlc10ueG1sUEsBAi0AFAAGAAgAAAAhADj9&#10;If/WAAAAlAEAAAsAAAAAAAAAAAAAAAAALwEAAF9yZWxzLy5yZWxzUEsBAi0AFAAGAAgAAAAhAMd8&#10;9bcQAgAA/QMAAA4AAAAAAAAAAAAAAAAALgIAAGRycy9lMm9Eb2MueG1sUEsBAi0AFAAGAAgAAAAh&#10;AFTa6ojgAAAACwEAAA8AAAAAAAAAAAAAAAAAagQAAGRycy9kb3ducmV2LnhtbFBLBQYAAAAABAAE&#10;APMAAAB3BQAAAAA=&#10;" filled="f" stroked="f">
                <v:textbox style="mso-fit-shape-to-text:t">
                  <w:txbxContent>
                    <w:p w:rsidR="00D42664" w:rsidRPr="00996CA0" w:rsidRDefault="00D42664" w:rsidP="00D42664">
                      <w:pPr>
                        <w:rPr>
                          <w:i/>
                        </w:rPr>
                      </w:pPr>
                      <w:r w:rsidRPr="00996CA0">
                        <w:rPr>
                          <w:i/>
                        </w:rPr>
                        <w:t xml:space="preserve">Mae nodi swm sylwedd mewn molau yr </w:t>
                      </w:r>
                      <w:proofErr w:type="gramStart"/>
                      <w:r w:rsidRPr="00996CA0">
                        <w:rPr>
                          <w:i/>
                        </w:rPr>
                        <w:t>un</w:t>
                      </w:r>
                      <w:proofErr w:type="gramEnd"/>
                      <w:r w:rsidRPr="00996CA0">
                        <w:rPr>
                          <w:i/>
                        </w:rPr>
                        <w:t xml:space="preserve"> fath â disgrifio nifer wyau fesul dwsin. Gallech chi ddweud bod gennych chi 24 neu ddau ddwsin o wyau.</w:t>
                      </w:r>
                    </w:p>
                  </w:txbxContent>
                </v:textbox>
                <w10:wrap type="square"/>
              </v:shape>
            </w:pict>
          </mc:Fallback>
        </mc:AlternateContent>
      </w:r>
      <w:r>
        <w:t>Dewiswyd gwerth cysonyn Avogadro fel ein bod yn gwybod bod màs fformiwla cymharol sylwedd sy’n cael ei bwyso mewn gramau yn cynnwys 6.02 × 10</w:t>
      </w:r>
      <w:r>
        <w:rPr>
          <w:vertAlign w:val="superscript"/>
        </w:rPr>
        <w:t>23</w:t>
      </w:r>
      <w:r>
        <w:t xml:space="preserve"> gronyn yn union. Yr enw a roddir ar y màs hwn yw </w:t>
      </w:r>
      <w:r>
        <w:rPr>
          <w:b/>
        </w:rPr>
        <w:t>màs molar</w:t>
      </w:r>
      <w:r>
        <w:t>.</w:t>
      </w:r>
    </w:p>
    <w:p w:rsidR="00D42664" w:rsidRDefault="00D42664" w:rsidP="00D42664">
      <w:r>
        <w:t>Gallwn ddefnyddio’r hafaliad isod pan fyddwn yn cyfrifo swm mewn molau:</w:t>
      </w:r>
    </w:p>
    <w:tbl>
      <w:tblPr>
        <w:tblStyle w:val="TableGrid"/>
        <w:tblW w:w="0" w:type="auto"/>
        <w:jc w:val="center"/>
        <w:tblLook w:val="04A0" w:firstRow="1" w:lastRow="0" w:firstColumn="1" w:lastColumn="0" w:noHBand="0" w:noVBand="1"/>
      </w:tblPr>
      <w:tblGrid>
        <w:gridCol w:w="2405"/>
        <w:gridCol w:w="430"/>
        <w:gridCol w:w="1870"/>
      </w:tblGrid>
      <w:tr w:rsidR="00D42664" w:rsidTr="0012565F">
        <w:trPr>
          <w:jc w:val="center"/>
        </w:trPr>
        <w:tc>
          <w:tcPr>
            <w:tcW w:w="2405" w:type="dxa"/>
            <w:vMerge w:val="restart"/>
            <w:tcBorders>
              <w:top w:val="nil"/>
              <w:left w:val="nil"/>
              <w:bottom w:val="nil"/>
              <w:right w:val="nil"/>
            </w:tcBorders>
            <w:vAlign w:val="center"/>
          </w:tcPr>
          <w:p w:rsidR="00D42664" w:rsidRPr="00DC493D" w:rsidRDefault="00D42664" w:rsidP="0012565F">
            <w:pPr>
              <w:pStyle w:val="Introtext"/>
              <w:tabs>
                <w:tab w:val="left" w:pos="426"/>
                <w:tab w:val="left" w:pos="3544"/>
                <w:tab w:val="left" w:pos="6663"/>
              </w:tabs>
              <w:spacing w:after="120"/>
              <w:ind w:left="34"/>
              <w:jc w:val="center"/>
            </w:pPr>
            <w:r w:rsidRPr="00DC493D">
              <w:t>swm sylwedd (mol)</w:t>
            </w:r>
          </w:p>
        </w:tc>
        <w:tc>
          <w:tcPr>
            <w:tcW w:w="430" w:type="dxa"/>
            <w:vMerge w:val="restart"/>
            <w:tcBorders>
              <w:top w:val="nil"/>
              <w:left w:val="nil"/>
              <w:bottom w:val="nil"/>
              <w:right w:val="nil"/>
            </w:tcBorders>
            <w:vAlign w:val="center"/>
          </w:tcPr>
          <w:p w:rsidR="00D42664" w:rsidRPr="00DC493D" w:rsidRDefault="00D42664" w:rsidP="0012565F">
            <w:pPr>
              <w:pStyle w:val="Introtext"/>
              <w:tabs>
                <w:tab w:val="left" w:pos="3544"/>
                <w:tab w:val="left" w:pos="6663"/>
              </w:tabs>
              <w:spacing w:after="120"/>
              <w:ind w:left="39" w:right="33" w:hanging="39"/>
            </w:pPr>
            <w:r w:rsidRPr="00DC493D">
              <w:t>=</w:t>
            </w:r>
          </w:p>
        </w:tc>
        <w:tc>
          <w:tcPr>
            <w:tcW w:w="1870" w:type="dxa"/>
            <w:tcBorders>
              <w:top w:val="nil"/>
              <w:left w:val="nil"/>
              <w:bottom w:val="nil"/>
              <w:right w:val="nil"/>
            </w:tcBorders>
          </w:tcPr>
          <w:p w:rsidR="00D42664" w:rsidRPr="00DC493D" w:rsidRDefault="00D42664" w:rsidP="0012565F">
            <w:pPr>
              <w:pStyle w:val="Introtext"/>
              <w:tabs>
                <w:tab w:val="left" w:pos="3544"/>
                <w:tab w:val="left" w:pos="6663"/>
              </w:tabs>
              <w:spacing w:before="20" w:after="20"/>
              <w:ind w:left="13" w:right="34" w:hanging="13"/>
              <w:jc w:val="center"/>
            </w:pPr>
            <w:r w:rsidRPr="00DC493D">
              <w:t>màs (g)</w:t>
            </w:r>
          </w:p>
        </w:tc>
      </w:tr>
      <w:tr w:rsidR="00D42664" w:rsidTr="0012565F">
        <w:trPr>
          <w:jc w:val="center"/>
        </w:trPr>
        <w:tc>
          <w:tcPr>
            <w:tcW w:w="2405" w:type="dxa"/>
            <w:vMerge/>
            <w:tcBorders>
              <w:top w:val="nil"/>
              <w:left w:val="nil"/>
              <w:bottom w:val="nil"/>
              <w:right w:val="nil"/>
            </w:tcBorders>
          </w:tcPr>
          <w:p w:rsidR="00D42664" w:rsidRPr="00DC493D" w:rsidRDefault="00D42664" w:rsidP="0012565F">
            <w:pPr>
              <w:pStyle w:val="Introtext"/>
              <w:tabs>
                <w:tab w:val="left" w:pos="426"/>
                <w:tab w:val="left" w:pos="3544"/>
                <w:tab w:val="left" w:pos="6663"/>
              </w:tabs>
              <w:spacing w:after="120"/>
              <w:ind w:right="3401"/>
            </w:pPr>
          </w:p>
        </w:tc>
        <w:tc>
          <w:tcPr>
            <w:tcW w:w="430" w:type="dxa"/>
            <w:vMerge/>
            <w:tcBorders>
              <w:top w:val="nil"/>
              <w:left w:val="nil"/>
              <w:bottom w:val="nil"/>
              <w:right w:val="nil"/>
            </w:tcBorders>
          </w:tcPr>
          <w:p w:rsidR="00D42664" w:rsidRPr="00DC493D" w:rsidRDefault="00D42664" w:rsidP="0012565F">
            <w:pPr>
              <w:pStyle w:val="Introtext"/>
              <w:tabs>
                <w:tab w:val="left" w:pos="426"/>
                <w:tab w:val="left" w:pos="3544"/>
                <w:tab w:val="left" w:pos="6663"/>
              </w:tabs>
              <w:spacing w:after="120"/>
              <w:ind w:right="3401"/>
            </w:pPr>
          </w:p>
        </w:tc>
        <w:tc>
          <w:tcPr>
            <w:tcW w:w="1870" w:type="dxa"/>
            <w:tcBorders>
              <w:top w:val="nil"/>
              <w:left w:val="nil"/>
              <w:bottom w:val="nil"/>
              <w:right w:val="nil"/>
            </w:tcBorders>
            <w:shd w:val="clear" w:color="auto" w:fill="auto"/>
          </w:tcPr>
          <w:p w:rsidR="00D42664" w:rsidRPr="00DC493D" w:rsidRDefault="00D42664" w:rsidP="0012565F">
            <w:pPr>
              <w:pStyle w:val="Introtext"/>
              <w:tabs>
                <w:tab w:val="left" w:pos="3544"/>
                <w:tab w:val="left" w:pos="6663"/>
              </w:tabs>
              <w:spacing w:before="20" w:after="0"/>
              <w:ind w:left="13" w:hanging="13"/>
              <w:jc w:val="center"/>
            </w:pPr>
            <w:r w:rsidRPr="00DC493D">
              <w:rPr>
                <w:noProof/>
                <w:lang w:val="en-GB" w:eastAsia="en-GB"/>
              </w:rPr>
              <mc:AlternateContent>
                <mc:Choice Requires="wps">
                  <w:drawing>
                    <wp:anchor distT="0" distB="0" distL="114300" distR="114300" simplePos="0" relativeHeight="251719680" behindDoc="0" locked="0" layoutInCell="1" allowOverlap="1" wp14:anchorId="414D7337" wp14:editId="5349EDCE">
                      <wp:simplePos x="0" y="0"/>
                      <wp:positionH relativeFrom="column">
                        <wp:posOffset>103533</wp:posOffset>
                      </wp:positionH>
                      <wp:positionV relativeFrom="paragraph">
                        <wp:posOffset>16510</wp:posOffset>
                      </wp:positionV>
                      <wp:extent cx="828000" cy="0"/>
                      <wp:effectExtent l="0" t="0" r="29845" b="19050"/>
                      <wp:wrapNone/>
                      <wp:docPr id="27" name="Straight Connector 27"/>
                      <wp:cNvGraphicFramePr/>
                      <a:graphic xmlns:a="http://schemas.openxmlformats.org/drawingml/2006/main">
                        <a:graphicData uri="http://schemas.microsoft.com/office/word/2010/wordprocessingShape">
                          <wps:wsp>
                            <wps:cNvCnPr/>
                            <wps:spPr>
                              <a:xfrm>
                                <a:off x="0" y="0"/>
                                <a:ext cx="82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80DCA" id="Straight Connector 27"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5pt,1.3pt" to="73.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CazgEAAAQEAAAOAAAAZHJzL2Uyb0RvYy54bWysU02P2yAQvVfqf0DcGzs5tJEVZw9Z7V5W&#10;bdRtfwCLhxgJGDTQfPz7DiRxVu1KVatesAfmvZn3GFZ3R+/EHihZDL2cz1opIGgcbNj18vu3hw9L&#10;KVJWYVAOA/TyBEnerd+/Wx1iBwsc0Q1AgklC6g6xl2POsWuapEfwKs0wQuBDg+RV5pB2zUDqwOze&#10;NYu2/dgckIZIqCEl3r0/H8p15TcGdP5iTIIsXC+5t1xXqutLWZv1SnU7UnG0+tKG+ocuvLKBi05U&#10;9yor8YPsb1TeasKEJs80+gaNsRqqBlYzb39R8zyqCFULm5PiZFP6f7T6835Lwg69XHySIijPd/Sc&#10;SdndmMUGQ2AHkQQfslOHmDoGbMKWLlGKWyqyj4Z8+bIgcazuniZ34ZiF5s3lYtm2fAf6etTccJFS&#10;fgT0ovz00tlQdKtO7Z9S5lqcek0p2y6UNaGzw4N1rgZlYmDjSOwV33U+zkvHjHuVxVFBNkXHufP6&#10;l08OzqxfwbAX3Ou8Vq9TeONUWkPIV14XOLvADHcwAds/Ay/5BQp1Qv8GPCFqZQx5AnsbkN6qfrPC&#10;nPOvDpx1FwtecDjVO63W8KhV5y7Poszy67jCb493/RMAAP//AwBQSwMEFAAGAAgAAAAhADFEY1ba&#10;AAAABgEAAA8AAABkcnMvZG93bnJldi54bWxMjrFOwzAURXek/oP1kNioQ1uZKo1TVYguiCWhA2xu&#10;/BpHjZ/T2GnC3+OywHh0r+492XayLbti7xtHEp7mCTCkyumGagmHj/3jGpgPirRqHaGEb/SwzWd3&#10;mUq1G6nAaxlqFkfIp0qCCaFLOfeVQav83HVIMTu53qoQsa+57tUYx23LF0kiuFUNxQejOnwxWJ3L&#10;wUp4u7z7w0oUr8XnZV2OX6fB1A6lfLifdhtgAafwV4abflSHPDod3UDaszayWMamhIUAdotX4hnY&#10;8Zd5nvH/+vkPAAAA//8DAFBLAQItABQABgAIAAAAIQC2gziS/gAAAOEBAAATAAAAAAAAAAAAAAAA&#10;AAAAAABbQ29udGVudF9UeXBlc10ueG1sUEsBAi0AFAAGAAgAAAAhADj9If/WAAAAlAEAAAsAAAAA&#10;AAAAAAAAAAAALwEAAF9yZWxzLy5yZWxzUEsBAi0AFAAGAAgAAAAhAO1oUJrOAQAABAQAAA4AAAAA&#10;AAAAAAAAAAAALgIAAGRycy9lMm9Eb2MueG1sUEsBAi0AFAAGAAgAAAAhADFEY1baAAAABgEAAA8A&#10;AAAAAAAAAAAAAAAAKAQAAGRycy9kb3ducmV2LnhtbFBLBQYAAAAABAAEAPMAAAAvBQAAAAA=&#10;" strokecolor="black [3213]"/>
                  </w:pict>
                </mc:Fallback>
              </mc:AlternateContent>
            </w:r>
            <w:r w:rsidRPr="00DC493D">
              <w:t>màs molar</w:t>
            </w:r>
          </w:p>
          <w:p w:rsidR="00D42664" w:rsidRPr="00DC493D" w:rsidRDefault="00D42664" w:rsidP="0012565F">
            <w:pPr>
              <w:pStyle w:val="Introtext"/>
              <w:tabs>
                <w:tab w:val="left" w:pos="3544"/>
                <w:tab w:val="left" w:pos="6663"/>
              </w:tabs>
              <w:spacing w:after="20"/>
              <w:ind w:left="13" w:hanging="13"/>
              <w:jc w:val="center"/>
            </w:pPr>
            <w:r w:rsidRPr="00DC493D">
              <w:t>(g mol</w:t>
            </w:r>
            <w:r w:rsidRPr="00DC493D">
              <w:rPr>
                <w:vertAlign w:val="superscript"/>
              </w:rPr>
              <w:t>–1</w:t>
            </w:r>
            <w:r w:rsidRPr="00DC493D">
              <w:t>)</w:t>
            </w:r>
          </w:p>
        </w:tc>
      </w:tr>
    </w:tbl>
    <w:p w:rsidR="00D42664" w:rsidRDefault="00D42664" w:rsidP="00D42664">
      <w:pPr>
        <w:pStyle w:val="Introtext"/>
        <w:tabs>
          <w:tab w:val="left" w:pos="426"/>
          <w:tab w:val="left" w:pos="3544"/>
          <w:tab w:val="left" w:pos="6663"/>
        </w:tabs>
        <w:spacing w:after="0"/>
        <w:ind w:right="3402"/>
        <w:rPr>
          <w:sz w:val="22"/>
          <w:szCs w:val="22"/>
        </w:rPr>
      </w:pPr>
    </w:p>
    <w:p w:rsidR="00D42664" w:rsidRDefault="00D42664" w:rsidP="00DC493D">
      <w:r>
        <w:t>Defnyddiwch yr hafaliad uchod i’ch helpu chi i ateb y cwestiynau canlynol.</w:t>
      </w:r>
    </w:p>
    <w:p w:rsidR="00D42664" w:rsidRDefault="00D42664" w:rsidP="00DC493D">
      <w:pPr>
        <w:pStyle w:val="Numberedlist"/>
        <w:numPr>
          <w:ilvl w:val="0"/>
          <w:numId w:val="24"/>
        </w:numPr>
      </w:pPr>
      <w:r>
        <w:t>Cyfrifwch swm y sylwedd sydd yn y canlynol, mewn molau:</w:t>
      </w:r>
      <w:r>
        <w:tab/>
      </w:r>
      <w:r w:rsidR="00D54518">
        <w:t xml:space="preserve">                                              </w:t>
      </w:r>
      <w:r>
        <w:t>(3 marc)</w:t>
      </w:r>
    </w:p>
    <w:p w:rsidR="00DC493D" w:rsidRDefault="00DC493D" w:rsidP="00DC493D">
      <w:pPr>
        <w:pStyle w:val="Numberedlist"/>
        <w:numPr>
          <w:ilvl w:val="0"/>
          <w:numId w:val="0"/>
        </w:numPr>
        <w:ind w:left="340"/>
      </w:pPr>
    </w:p>
    <w:p w:rsidR="00DC493D" w:rsidRDefault="00D42664" w:rsidP="00DC493D">
      <w:pPr>
        <w:pStyle w:val="Numberedlist"/>
        <w:numPr>
          <w:ilvl w:val="0"/>
          <w:numId w:val="25"/>
        </w:numPr>
      </w:pPr>
      <w:r>
        <w:t>32 g o fethan, CH</w:t>
      </w:r>
      <w:r>
        <w:rPr>
          <w:vertAlign w:val="subscript"/>
        </w:rPr>
        <w:t>4</w:t>
      </w:r>
      <w:r>
        <w:t xml:space="preserve"> (màs molar, 16.0 g mol</w:t>
      </w:r>
      <w:r>
        <w:rPr>
          <w:vertAlign w:val="superscript"/>
        </w:rPr>
        <w:t>–1</w:t>
      </w:r>
      <w:r>
        <w:t>)</w:t>
      </w:r>
    </w:p>
    <w:p w:rsidR="00DC493D" w:rsidRPr="00DC493D" w:rsidRDefault="00D42664" w:rsidP="00DC493D">
      <w:pPr>
        <w:pStyle w:val="Numberedlist"/>
        <w:numPr>
          <w:ilvl w:val="0"/>
          <w:numId w:val="25"/>
        </w:numPr>
      </w:pPr>
      <w:r>
        <w:t>175 g o galsiwm carbonad, CaCO</w:t>
      </w:r>
      <w:r w:rsidRPr="00DC493D">
        <w:rPr>
          <w:vertAlign w:val="subscript"/>
        </w:rPr>
        <w:t>3</w:t>
      </w:r>
    </w:p>
    <w:p w:rsidR="00D42664" w:rsidRPr="00D54518" w:rsidRDefault="00D42664" w:rsidP="00DC493D">
      <w:pPr>
        <w:pStyle w:val="Numberedlist"/>
        <w:numPr>
          <w:ilvl w:val="0"/>
          <w:numId w:val="25"/>
        </w:numPr>
      </w:pPr>
      <w:r>
        <w:t>200 mg o aspirin, C</w:t>
      </w:r>
      <w:r w:rsidRPr="00DC493D">
        <w:rPr>
          <w:vertAlign w:val="subscript"/>
        </w:rPr>
        <w:t>9</w:t>
      </w:r>
      <w:r>
        <w:t>H</w:t>
      </w:r>
      <w:r w:rsidRPr="00DC493D">
        <w:rPr>
          <w:vertAlign w:val="subscript"/>
        </w:rPr>
        <w:t>8</w:t>
      </w:r>
      <w:r>
        <w:t>O</w:t>
      </w:r>
      <w:r w:rsidRPr="00DC493D">
        <w:rPr>
          <w:vertAlign w:val="subscript"/>
        </w:rPr>
        <w:t>4</w:t>
      </w:r>
    </w:p>
    <w:p w:rsidR="00D42664" w:rsidRDefault="00D42664" w:rsidP="00D42664">
      <w:pPr>
        <w:pStyle w:val="Introtext"/>
        <w:tabs>
          <w:tab w:val="left" w:pos="426"/>
          <w:tab w:val="left" w:pos="851"/>
          <w:tab w:val="left" w:pos="3544"/>
          <w:tab w:val="left" w:pos="6663"/>
        </w:tabs>
        <w:spacing w:after="0"/>
        <w:ind w:right="3402"/>
        <w:rPr>
          <w:sz w:val="22"/>
          <w:szCs w:val="22"/>
        </w:rPr>
      </w:pPr>
    </w:p>
    <w:p w:rsidR="00DC493D" w:rsidRDefault="00D42664" w:rsidP="00DC493D">
      <w:pPr>
        <w:pStyle w:val="Numberedlist"/>
      </w:pPr>
      <w:r>
        <w:t xml:space="preserve">Cyfrifwch fàs y canlynol mewn gramau: </w:t>
      </w:r>
      <w:r w:rsidR="00D54518">
        <w:t xml:space="preserve">                                                                                </w:t>
      </w:r>
      <w:r>
        <w:t>(3 marc)</w:t>
      </w:r>
    </w:p>
    <w:p w:rsidR="00DC493D" w:rsidRDefault="00DC493D" w:rsidP="00DC493D">
      <w:pPr>
        <w:pStyle w:val="Numberedlist"/>
        <w:numPr>
          <w:ilvl w:val="0"/>
          <w:numId w:val="0"/>
        </w:numPr>
        <w:ind w:left="340" w:hanging="340"/>
      </w:pPr>
    </w:p>
    <w:p w:rsidR="00DC493D" w:rsidRDefault="00DC493D" w:rsidP="00DC493D">
      <w:pPr>
        <w:pStyle w:val="Numberedlist"/>
        <w:numPr>
          <w:ilvl w:val="0"/>
          <w:numId w:val="26"/>
        </w:numPr>
      </w:pPr>
      <w:r>
        <w:t>20 môl o foleciwlau glwcos (màs molar, 180 g mol</w:t>
      </w:r>
      <w:r w:rsidRPr="00DC493D">
        <w:rPr>
          <w:vertAlign w:val="superscript"/>
        </w:rPr>
        <w:t>–1</w:t>
      </w:r>
      <w:r>
        <w:t>)</w:t>
      </w:r>
    </w:p>
    <w:p w:rsidR="00D54518" w:rsidRDefault="00DC493D" w:rsidP="00D54518">
      <w:pPr>
        <w:pStyle w:val="Numberedlist"/>
        <w:numPr>
          <w:ilvl w:val="0"/>
          <w:numId w:val="26"/>
        </w:numPr>
      </w:pPr>
      <w:r>
        <w:t>5.00 × 10</w:t>
      </w:r>
      <w:r w:rsidRPr="00DC493D">
        <w:rPr>
          <w:vertAlign w:val="superscript"/>
        </w:rPr>
        <w:t>–3</w:t>
      </w:r>
      <w:r>
        <w:t xml:space="preserve"> môl o ïonau copr, Cu</w:t>
      </w:r>
      <w:r w:rsidRPr="00DC493D">
        <w:rPr>
          <w:vertAlign w:val="superscript"/>
        </w:rPr>
        <w:t>2+</w:t>
      </w:r>
    </w:p>
    <w:p w:rsidR="00DC493D" w:rsidRDefault="00DC493D" w:rsidP="00D54518">
      <w:pPr>
        <w:pStyle w:val="Numberedlist"/>
        <w:numPr>
          <w:ilvl w:val="0"/>
          <w:numId w:val="26"/>
        </w:numPr>
      </w:pPr>
      <w:r>
        <w:t>42.0 môl o gopr sylffad hydradol, CuSO</w:t>
      </w:r>
      <w:r w:rsidRPr="00D54518">
        <w:rPr>
          <w:vertAlign w:val="subscript"/>
        </w:rPr>
        <w:t>4</w:t>
      </w:r>
      <w:r>
        <w:t>•5H</w:t>
      </w:r>
      <w:r w:rsidRPr="00D54518">
        <w:rPr>
          <w:vertAlign w:val="subscript"/>
        </w:rPr>
        <w:t>2</w:t>
      </w:r>
      <w:r>
        <w:t>O</w:t>
      </w:r>
    </w:p>
    <w:p w:rsidR="00D54518" w:rsidRDefault="00D54518" w:rsidP="00D54518">
      <w:pPr>
        <w:pStyle w:val="Numberedlist"/>
        <w:numPr>
          <w:ilvl w:val="0"/>
          <w:numId w:val="0"/>
        </w:numPr>
        <w:ind w:left="715"/>
      </w:pPr>
    </w:p>
    <w:p w:rsidR="00D54518" w:rsidRDefault="00D54518" w:rsidP="00D54518">
      <w:pPr>
        <w:pStyle w:val="Numberedlist"/>
      </w:pPr>
      <w:r>
        <w:t xml:space="preserve">a.   </w:t>
      </w:r>
      <w:r w:rsidR="00D42664">
        <w:t>Roedd yn hysbys bod 3.09 g o garbonad metel trosiannol yn cynnwys 0.0250 môl.</w:t>
      </w:r>
    </w:p>
    <w:p w:rsidR="00D54518" w:rsidRDefault="00D42664" w:rsidP="00D54518">
      <w:pPr>
        <w:pStyle w:val="Numberedlist"/>
        <w:numPr>
          <w:ilvl w:val="1"/>
          <w:numId w:val="2"/>
        </w:numPr>
      </w:pPr>
      <w:r>
        <w:t xml:space="preserve">Ewch ati i ganfod màs molar carbonad y metel trosiannol. </w:t>
      </w:r>
      <w:r w:rsidR="00D54518">
        <w:t xml:space="preserve">                               </w:t>
      </w:r>
      <w:r>
        <w:t>(1 marc)</w:t>
      </w:r>
    </w:p>
    <w:p w:rsidR="00D42664" w:rsidRPr="00D54518" w:rsidRDefault="00D42664" w:rsidP="00D54518">
      <w:pPr>
        <w:pStyle w:val="Numberedlist"/>
        <w:numPr>
          <w:ilvl w:val="1"/>
          <w:numId w:val="2"/>
        </w:numPr>
      </w:pPr>
      <w:r w:rsidRPr="00D54518">
        <w:t xml:space="preserve">Dewiswch pa </w:t>
      </w:r>
      <w:proofErr w:type="gramStart"/>
      <w:r w:rsidRPr="00D54518">
        <w:t>un</w:t>
      </w:r>
      <w:proofErr w:type="gramEnd"/>
      <w:r w:rsidRPr="00D54518">
        <w:t xml:space="preserve"> o’r rhestr isod yw’r carbonad metel trosiannol mwyaf tebygol o fod     dan sylw yma. </w:t>
      </w:r>
    </w:p>
    <w:tbl>
      <w:tblPr>
        <w:tblStyle w:val="TableGrid"/>
        <w:tblW w:w="8336"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2324"/>
        <w:gridCol w:w="2324"/>
        <w:gridCol w:w="1364"/>
      </w:tblGrid>
      <w:tr w:rsidR="00D42664" w:rsidTr="00D54518">
        <w:tc>
          <w:tcPr>
            <w:tcW w:w="2324" w:type="dxa"/>
          </w:tcPr>
          <w:p w:rsidR="00D42664" w:rsidRPr="009A53CC" w:rsidRDefault="00D42664" w:rsidP="0012565F">
            <w:pPr>
              <w:pStyle w:val="Introtext"/>
              <w:tabs>
                <w:tab w:val="left" w:pos="426"/>
                <w:tab w:val="left" w:pos="1418"/>
                <w:tab w:val="left" w:pos="3119"/>
                <w:tab w:val="left" w:pos="4820"/>
                <w:tab w:val="left" w:pos="8647"/>
              </w:tabs>
              <w:spacing w:before="60" w:after="60"/>
              <w:ind w:right="142"/>
              <w:jc w:val="center"/>
              <w:rPr>
                <w:b/>
                <w:sz w:val="22"/>
                <w:szCs w:val="22"/>
              </w:rPr>
            </w:pPr>
            <w:r>
              <w:rPr>
                <w:b/>
                <w:sz w:val="22"/>
                <w:szCs w:val="22"/>
              </w:rPr>
              <w:t>CoCO</w:t>
            </w:r>
            <w:r>
              <w:rPr>
                <w:b/>
                <w:sz w:val="22"/>
                <w:szCs w:val="22"/>
                <w:vertAlign w:val="subscript"/>
              </w:rPr>
              <w:t>3</w:t>
            </w:r>
          </w:p>
        </w:tc>
        <w:tc>
          <w:tcPr>
            <w:tcW w:w="2324" w:type="dxa"/>
            <w:vAlign w:val="center"/>
          </w:tcPr>
          <w:p w:rsidR="00D42664" w:rsidRPr="009A53CC" w:rsidRDefault="00D42664" w:rsidP="0012565F">
            <w:pPr>
              <w:pStyle w:val="Introtext"/>
              <w:tabs>
                <w:tab w:val="left" w:pos="426"/>
                <w:tab w:val="left" w:pos="1418"/>
                <w:tab w:val="left" w:pos="3119"/>
                <w:tab w:val="left" w:pos="4820"/>
                <w:tab w:val="left" w:pos="8647"/>
              </w:tabs>
              <w:spacing w:after="0"/>
              <w:ind w:right="142"/>
              <w:jc w:val="center"/>
              <w:rPr>
                <w:b/>
                <w:sz w:val="22"/>
                <w:szCs w:val="22"/>
              </w:rPr>
            </w:pPr>
            <w:r>
              <w:rPr>
                <w:b/>
                <w:sz w:val="22"/>
                <w:szCs w:val="22"/>
              </w:rPr>
              <w:t>CuCO</w:t>
            </w:r>
            <w:r>
              <w:rPr>
                <w:b/>
                <w:sz w:val="22"/>
                <w:szCs w:val="22"/>
                <w:vertAlign w:val="subscript"/>
              </w:rPr>
              <w:t>3</w:t>
            </w:r>
          </w:p>
        </w:tc>
        <w:tc>
          <w:tcPr>
            <w:tcW w:w="2324" w:type="dxa"/>
            <w:vAlign w:val="center"/>
          </w:tcPr>
          <w:p w:rsidR="00D42664" w:rsidRPr="009A53CC" w:rsidRDefault="00D42664" w:rsidP="0012565F">
            <w:pPr>
              <w:pStyle w:val="Introtext"/>
              <w:tabs>
                <w:tab w:val="left" w:pos="426"/>
                <w:tab w:val="left" w:pos="1418"/>
                <w:tab w:val="left" w:pos="3119"/>
                <w:tab w:val="left" w:pos="4820"/>
                <w:tab w:val="left" w:pos="8647"/>
              </w:tabs>
              <w:spacing w:after="0"/>
              <w:ind w:right="142"/>
              <w:jc w:val="center"/>
              <w:rPr>
                <w:b/>
                <w:sz w:val="22"/>
                <w:szCs w:val="22"/>
              </w:rPr>
            </w:pPr>
            <w:r>
              <w:rPr>
                <w:b/>
                <w:sz w:val="22"/>
                <w:szCs w:val="22"/>
              </w:rPr>
              <w:t>ZnCO</w:t>
            </w:r>
            <w:r>
              <w:rPr>
                <w:b/>
                <w:sz w:val="22"/>
                <w:szCs w:val="22"/>
                <w:vertAlign w:val="subscript"/>
              </w:rPr>
              <w:t>3</w:t>
            </w:r>
          </w:p>
        </w:tc>
        <w:tc>
          <w:tcPr>
            <w:tcW w:w="1364" w:type="dxa"/>
            <w:vAlign w:val="center"/>
          </w:tcPr>
          <w:p w:rsidR="00D42664" w:rsidRPr="00D54518" w:rsidRDefault="00D54518" w:rsidP="00D54518">
            <w:pPr>
              <w:ind w:right="29"/>
              <w:jc w:val="right"/>
            </w:pPr>
            <w:r>
              <w:t xml:space="preserve">(1 </w:t>
            </w:r>
            <w:r w:rsidR="00D42664" w:rsidRPr="00D54518">
              <w:t>marc)</w:t>
            </w:r>
          </w:p>
        </w:tc>
      </w:tr>
    </w:tbl>
    <w:p w:rsidR="00D42664" w:rsidRDefault="00D54518" w:rsidP="00D54518">
      <w:pPr>
        <w:pStyle w:val="Numberedlist"/>
        <w:numPr>
          <w:ilvl w:val="0"/>
          <w:numId w:val="0"/>
        </w:numPr>
        <w:ind w:left="340"/>
      </w:pPr>
      <w:r>
        <w:br/>
      </w:r>
      <w:r w:rsidR="00D42664">
        <w:t>b.</w:t>
      </w:r>
      <w:r w:rsidR="00D42664">
        <w:tab/>
        <w:t>Roedd yn hysbys bod 4.26 g o sampl o gromiwm carbonad yn cynnwys 0.015 môl.</w:t>
      </w:r>
      <w:r w:rsidR="00D42664">
        <w:tab/>
      </w:r>
      <w:r w:rsidR="00D42664">
        <w:tab/>
        <w:t xml:space="preserve">Pa </w:t>
      </w:r>
      <w:proofErr w:type="gramStart"/>
      <w:r w:rsidR="00D42664">
        <w:t>un</w:t>
      </w:r>
      <w:proofErr w:type="gramEnd"/>
      <w:r w:rsidR="00D42664">
        <w:t xml:space="preserve"> o’r canlynol yw’r fformiwla gywir ar gyfer y cromiwm carbonad?</w:t>
      </w:r>
      <w:r>
        <w:t xml:space="preserve">                            </w:t>
      </w:r>
      <w:r w:rsidR="00D42664">
        <w:t>(2 farc)</w:t>
      </w:r>
    </w:p>
    <w:tbl>
      <w:tblPr>
        <w:tblStyle w:val="TableGrid"/>
        <w:tblW w:w="0" w:type="auto"/>
        <w:tblInd w:w="1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2324"/>
        <w:gridCol w:w="2324"/>
      </w:tblGrid>
      <w:tr w:rsidR="00D42664" w:rsidTr="00D54518">
        <w:tc>
          <w:tcPr>
            <w:tcW w:w="2324" w:type="dxa"/>
          </w:tcPr>
          <w:p w:rsidR="00D42664" w:rsidRPr="009A53CC" w:rsidRDefault="00D42664" w:rsidP="0012565F">
            <w:pPr>
              <w:pStyle w:val="Introtext"/>
              <w:tabs>
                <w:tab w:val="left" w:pos="426"/>
                <w:tab w:val="left" w:pos="1418"/>
                <w:tab w:val="left" w:pos="3119"/>
                <w:tab w:val="left" w:pos="4820"/>
                <w:tab w:val="left" w:pos="8647"/>
              </w:tabs>
              <w:spacing w:before="60" w:after="60"/>
              <w:ind w:right="142"/>
              <w:jc w:val="center"/>
              <w:rPr>
                <w:b/>
                <w:sz w:val="22"/>
                <w:szCs w:val="22"/>
              </w:rPr>
            </w:pPr>
            <w:r>
              <w:rPr>
                <w:b/>
                <w:sz w:val="22"/>
                <w:szCs w:val="22"/>
              </w:rPr>
              <w:t>CrCO</w:t>
            </w:r>
            <w:r>
              <w:rPr>
                <w:b/>
                <w:sz w:val="22"/>
                <w:szCs w:val="22"/>
                <w:vertAlign w:val="subscript"/>
              </w:rPr>
              <w:t>3</w:t>
            </w:r>
          </w:p>
        </w:tc>
        <w:tc>
          <w:tcPr>
            <w:tcW w:w="2324" w:type="dxa"/>
            <w:vAlign w:val="center"/>
          </w:tcPr>
          <w:p w:rsidR="00D42664" w:rsidRPr="009A53CC" w:rsidRDefault="00D42664" w:rsidP="0012565F">
            <w:pPr>
              <w:pStyle w:val="Introtext"/>
              <w:tabs>
                <w:tab w:val="left" w:pos="426"/>
                <w:tab w:val="left" w:pos="1418"/>
                <w:tab w:val="left" w:pos="3119"/>
                <w:tab w:val="left" w:pos="4820"/>
                <w:tab w:val="left" w:pos="8647"/>
              </w:tabs>
              <w:spacing w:after="0"/>
              <w:ind w:right="142"/>
              <w:jc w:val="center"/>
              <w:rPr>
                <w:b/>
                <w:sz w:val="22"/>
                <w:szCs w:val="22"/>
              </w:rPr>
            </w:pPr>
            <w:r>
              <w:rPr>
                <w:b/>
                <w:sz w:val="22"/>
                <w:szCs w:val="22"/>
              </w:rPr>
              <w:t>Cr</w:t>
            </w:r>
            <w:r>
              <w:rPr>
                <w:b/>
                <w:sz w:val="22"/>
                <w:szCs w:val="22"/>
                <w:vertAlign w:val="subscript"/>
              </w:rPr>
              <w:t>2</w:t>
            </w:r>
            <w:r>
              <w:rPr>
                <w:b/>
                <w:sz w:val="22"/>
                <w:szCs w:val="22"/>
              </w:rPr>
              <w:t>(CO</w:t>
            </w:r>
            <w:r>
              <w:rPr>
                <w:b/>
                <w:sz w:val="22"/>
                <w:szCs w:val="22"/>
                <w:vertAlign w:val="subscript"/>
              </w:rPr>
              <w:t>3</w:t>
            </w:r>
            <w:r>
              <w:rPr>
                <w:b/>
                <w:sz w:val="22"/>
                <w:szCs w:val="22"/>
              </w:rPr>
              <w:t>)</w:t>
            </w:r>
            <w:r>
              <w:rPr>
                <w:b/>
                <w:sz w:val="22"/>
                <w:szCs w:val="22"/>
                <w:vertAlign w:val="subscript"/>
              </w:rPr>
              <w:t>3</w:t>
            </w:r>
          </w:p>
        </w:tc>
        <w:tc>
          <w:tcPr>
            <w:tcW w:w="2324" w:type="dxa"/>
            <w:vAlign w:val="center"/>
          </w:tcPr>
          <w:p w:rsidR="00D42664" w:rsidRPr="009A53CC" w:rsidRDefault="00D42664" w:rsidP="0012565F">
            <w:pPr>
              <w:pStyle w:val="Introtext"/>
              <w:tabs>
                <w:tab w:val="left" w:pos="426"/>
                <w:tab w:val="left" w:pos="1418"/>
                <w:tab w:val="left" w:pos="3119"/>
                <w:tab w:val="left" w:pos="4820"/>
                <w:tab w:val="left" w:pos="8647"/>
              </w:tabs>
              <w:spacing w:after="0"/>
              <w:ind w:right="142"/>
              <w:jc w:val="center"/>
              <w:rPr>
                <w:b/>
                <w:sz w:val="22"/>
                <w:szCs w:val="22"/>
              </w:rPr>
            </w:pPr>
            <w:r>
              <w:rPr>
                <w:b/>
                <w:sz w:val="22"/>
                <w:szCs w:val="22"/>
              </w:rPr>
              <w:t>Cr(CO</w:t>
            </w:r>
            <w:r>
              <w:rPr>
                <w:b/>
                <w:sz w:val="22"/>
                <w:szCs w:val="22"/>
                <w:vertAlign w:val="subscript"/>
              </w:rPr>
              <w:t>3</w:t>
            </w:r>
            <w:r>
              <w:rPr>
                <w:b/>
                <w:sz w:val="22"/>
                <w:szCs w:val="22"/>
              </w:rPr>
              <w:t>)</w:t>
            </w:r>
            <w:r>
              <w:rPr>
                <w:b/>
                <w:sz w:val="22"/>
                <w:szCs w:val="22"/>
                <w:vertAlign w:val="subscript"/>
              </w:rPr>
              <w:t>3</w:t>
            </w:r>
          </w:p>
        </w:tc>
      </w:tr>
    </w:tbl>
    <w:p w:rsidR="00D42664" w:rsidRDefault="00D42664" w:rsidP="00D42664">
      <w:pPr>
        <w:pStyle w:val="Introtext"/>
        <w:tabs>
          <w:tab w:val="left" w:pos="426"/>
          <w:tab w:val="left" w:pos="851"/>
        </w:tabs>
        <w:spacing w:after="120"/>
        <w:ind w:right="140" w:firstLine="2977"/>
        <w:rPr>
          <w:b/>
          <w:sz w:val="22"/>
          <w:szCs w:val="22"/>
        </w:rPr>
      </w:pPr>
      <w:r>
        <w:rPr>
          <w:b/>
          <w:sz w:val="22"/>
          <w:szCs w:val="22"/>
        </w:rPr>
        <w:t xml:space="preserve"> </w:t>
      </w:r>
    </w:p>
    <w:p w:rsidR="00D42664" w:rsidRDefault="00D42664" w:rsidP="00D54518">
      <w:pPr>
        <w:pStyle w:val="Heading3"/>
      </w:pPr>
      <w:r>
        <w:t>CWESTIWN BONWS</w:t>
      </w:r>
    </w:p>
    <w:p w:rsidR="001D1E2A" w:rsidRDefault="00D42664" w:rsidP="000D3D40">
      <w:r>
        <w:t>Pe bai gennych chi 1 môl o geiniogau y gallech chi eu rhannu a phob person ar y ddaear, faint fyddech chi’n gallu eu rhoi i bob person? Amcan o boblogaeth y byd = 7 500 000 000.</w:t>
      </w:r>
      <w:bookmarkStart w:id="0" w:name="_GoBack"/>
      <w:bookmarkEnd w:id="0"/>
    </w:p>
    <w:p w:rsidR="001D1E2A" w:rsidRDefault="001D1E2A" w:rsidP="000D3D40"/>
    <w:p w:rsidR="001D1E2A" w:rsidRPr="00281035" w:rsidRDefault="001D1E2A" w:rsidP="000D3D40"/>
    <w:sectPr w:rsidR="001D1E2A" w:rsidRPr="00281035" w:rsidSect="00E331A7">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E70" w:rsidRDefault="00B27E70" w:rsidP="000D3D40">
      <w:r>
        <w:separator/>
      </w:r>
    </w:p>
  </w:endnote>
  <w:endnote w:type="continuationSeparator" w:id="0">
    <w:p w:rsidR="00B27E70" w:rsidRDefault="00B27E70"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Gulim">
    <w:altName w:val="Malgun Gothic Semilight"/>
    <w:panose1 w:val="020B0600000101010101"/>
    <w:charset w:val="81"/>
    <w:family w:val="swiss"/>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64" w:rsidRDefault="00CB1B64" w:rsidP="00CB1B64">
    <w:pPr>
      <w:pStyle w:val="Footer"/>
    </w:pPr>
    <w:r>
      <w:sym w:font="Symbol" w:char="F0E3"/>
    </w:r>
    <w:r>
      <w:t xml:space="preserve"> Royal Society of Chemistry</w:t>
    </w:r>
    <w:r>
      <w:tab/>
    </w:r>
    <w:r>
      <w:tab/>
      <w:t>R</w:t>
    </w:r>
    <w:r w:rsidRPr="00F62417">
      <w:t>egistered charity number 207890</w:t>
    </w:r>
  </w:p>
  <w:p w:rsidR="00CB1B64" w:rsidRDefault="00CB1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664" w:rsidRDefault="00D42664" w:rsidP="00A14B1E">
    <w:pPr>
      <w:pStyle w:val="Footer"/>
      <w:rPr>
        <w:sz w:val="22"/>
        <w:szCs w:val="22"/>
      </w:rPr>
    </w:pPr>
    <w:r>
      <w:rPr>
        <w:sz w:val="22"/>
        <w:szCs w:val="22"/>
      </w:rPr>
      <w:t>Mae’r adnodd hwn “</w:t>
    </w:r>
    <w:r>
      <w:rPr>
        <w:i/>
        <w:sz w:val="22"/>
        <w:szCs w:val="22"/>
      </w:rPr>
      <w:t>new name</w:t>
    </w:r>
    <w:r>
      <w:rPr>
        <w:sz w:val="22"/>
        <w:szCs w:val="22"/>
      </w:rPr>
      <w:t>” yn deillio o “Starters for ten – Sgiliau pontio 0.2” gan y Gymdeithas Gemeg Frenhinol a ddefnyddiwyd o dan CC-BY-NC-SA 4.0. Trwyddedir “</w:t>
    </w:r>
    <w:r>
      <w:rPr>
        <w:i/>
        <w:sz w:val="22"/>
        <w:szCs w:val="22"/>
      </w:rPr>
      <w:t>new name</w:t>
    </w:r>
    <w:r>
      <w:rPr>
        <w:sz w:val="22"/>
        <w:szCs w:val="22"/>
      </w:rPr>
      <w:t>” o dan CC-BY-NC-SA 4.0 gan “</w:t>
    </w:r>
    <w:r>
      <w:rPr>
        <w:i/>
        <w:sz w:val="22"/>
        <w:szCs w:val="22"/>
      </w:rPr>
      <w:t>name of user</w:t>
    </w:r>
    <w:r>
      <w:rPr>
        <w:sz w:val="22"/>
        <w:szCs w:val="22"/>
      </w:rPr>
      <w:t>”.</w:t>
    </w:r>
  </w:p>
  <w:p w:rsidR="00D42664" w:rsidRPr="00162C35" w:rsidRDefault="00D42664" w:rsidP="00A14B1E">
    <w:pPr>
      <w:pStyle w:val="Footer"/>
      <w:rPr>
        <w:sz w:val="22"/>
        <w:szCs w:val="22"/>
      </w:rPr>
    </w:pPr>
    <w:r>
      <w:rPr>
        <w:sz w:val="22"/>
        <w:szCs w:val="22"/>
      </w:rPr>
      <w:t>Lluniau © Shutterstock.</w:t>
    </w:r>
    <w:r>
      <w:rPr>
        <w:b/>
        <w:sz w:val="12"/>
        <w:szCs w:val="1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664" w:rsidRPr="00983AE1" w:rsidRDefault="00D42664" w:rsidP="00A14B1E">
    <w:pPr>
      <w:pStyle w:val="Footer"/>
      <w:tabs>
        <w:tab w:val="right" w:pos="9072"/>
      </w:tabs>
    </w:pPr>
    <w:r>
      <w:rPr>
        <w:b/>
        <w:sz w:val="12"/>
        <w:szCs w:val="12"/>
      </w:rPr>
      <w:tab/>
    </w:r>
    <w:r>
      <w:rPr>
        <w:b/>
        <w:sz w:val="12"/>
        <w:szCs w:val="12"/>
      </w:rPr>
      <w:tab/>
    </w:r>
    <w:r>
      <w:t>Sgiliau pontio 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E70" w:rsidRDefault="00B27E70" w:rsidP="000D3D40">
      <w:r>
        <w:separator/>
      </w:r>
    </w:p>
  </w:footnote>
  <w:footnote w:type="continuationSeparator" w:id="0">
    <w:p w:rsidR="00B27E70" w:rsidRDefault="00B27E70"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664" w:rsidRDefault="00D42664">
    <w:pPr>
      <w:pStyle w:val="Header"/>
    </w:pPr>
  </w:p>
  <w:p w:rsidR="00D42664" w:rsidRDefault="00D42664">
    <w:pPr>
      <w:pStyle w:val="Header"/>
    </w:pPr>
  </w:p>
  <w:p w:rsidR="00D42664" w:rsidRDefault="00D42664">
    <w:pPr>
      <w:pStyle w:val="Header"/>
    </w:pPr>
    <w:r>
      <w:rPr>
        <w:noProof/>
        <w:lang w:eastAsia="en-GB"/>
      </w:rPr>
      <w:drawing>
        <wp:anchor distT="266700" distB="266700" distL="266700" distR="266700" simplePos="0" relativeHeight="251662336" behindDoc="0" locked="0" layoutInCell="1" allowOverlap="1" wp14:anchorId="7D05927B" wp14:editId="59D17C08">
          <wp:simplePos x="0" y="0"/>
          <wp:positionH relativeFrom="page">
            <wp:posOffset>5328920</wp:posOffset>
          </wp:positionH>
          <wp:positionV relativeFrom="page">
            <wp:posOffset>431800</wp:posOffset>
          </wp:positionV>
          <wp:extent cx="1800000" cy="529200"/>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664" w:rsidRDefault="00D42664" w:rsidP="00A14B1E">
    <w:pPr>
      <w:tabs>
        <w:tab w:val="left" w:pos="3402"/>
      </w:tabs>
      <w:spacing w:after="0"/>
      <w:ind w:left="1440" w:firstLine="1112"/>
      <w:rPr>
        <w:rFonts w:ascii="Times New Roman" w:hAnsi="Times New Roman" w:cs="Times New Roman"/>
        <w:sz w:val="24"/>
        <w:szCs w:val="24"/>
        <w14:props3d w14:extrusionH="430199" w14:contourW="0" w14:prstMaterial="legacyMatte">
          <w14:extrusionClr>
            <w14:schemeClr w14:val="bg1">
              <w14:lumMod w14:val="95000"/>
              <w14:lumOff w14:val="0"/>
            </w14:schemeClr>
          </w14:extrusionClr>
          <w14:contourClr>
            <w14:srgbClr w14:val="000000"/>
          </w14:contourClr>
        </w14:props3d>
      </w:rPr>
    </w:pPr>
    <w:r>
      <w:rPr>
        <w:noProof/>
        <w:lang w:eastAsia="en-GB"/>
      </w:rPr>
      <w:drawing>
        <wp:anchor distT="0" distB="0" distL="114300" distR="114300" simplePos="0" relativeHeight="251661312" behindDoc="0" locked="0" layoutInCell="1" allowOverlap="1" wp14:anchorId="5490372A" wp14:editId="3BA1348E">
          <wp:simplePos x="0" y="0"/>
          <wp:positionH relativeFrom="column">
            <wp:posOffset>-112644</wp:posOffset>
          </wp:positionH>
          <wp:positionV relativeFrom="paragraph">
            <wp:posOffset>44643</wp:posOffset>
          </wp:positionV>
          <wp:extent cx="1543050" cy="12192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1543050" cy="1219200"/>
                  </a:xfrm>
                  <a:prstGeom prst="rect">
                    <a:avLst/>
                  </a:prstGeom>
                  <a:noFill/>
                  <a:ln w="9525">
                    <a:noFill/>
                    <a:miter lim="800000"/>
                    <a:headEnd/>
                    <a:tailEnd/>
                  </a:ln>
                </pic:spPr>
              </pic:pic>
            </a:graphicData>
          </a:graphic>
        </wp:anchor>
      </w:drawing>
    </w:r>
  </w:p>
  <w:p w:rsidR="00D42664" w:rsidRPr="00826090" w:rsidRDefault="00D42664" w:rsidP="00A14B1E">
    <w:pPr>
      <w:tabs>
        <w:tab w:val="left" w:pos="3402"/>
      </w:tabs>
      <w:spacing w:after="0"/>
      <w:ind w:left="1440" w:firstLine="1112"/>
      <w:rPr>
        <w:rFonts w:ascii="Times New Roman" w:hAnsi="Times New Roman" w:cs="Times New Roman"/>
        <w:sz w:val="24"/>
        <w:szCs w:val="24"/>
        <w14:props3d w14:extrusionH="430199" w14:contourW="0" w14:prstMaterial="legacyMatte">
          <w14:extrusionClr>
            <w14:schemeClr w14:val="bg1">
              <w14:lumMod w14:val="95000"/>
              <w14:lumOff w14:val="0"/>
            </w14:schemeClr>
          </w14:extrusionClr>
          <w14:contourClr>
            <w14:srgbClr w14:val="000000"/>
          </w14:contourClr>
        </w14:props3d>
      </w:rPr>
    </w:pPr>
    <w:r>
      <w:rPr>
        <w:rFonts w:ascii="Times New Roman" w:hAnsi="Times New Roman" w:cs="Times New Roman"/>
        <w:noProof/>
        <w:sz w:val="24"/>
        <w:szCs w:val="24"/>
        <w:lang w:eastAsia="en-GB"/>
        <w14:props3d w14:extrusionH="430199" w14:contourW="0" w14:prstMaterial="legacyMatte">
          <w14:extrusionClr>
            <w14:schemeClr w14:val="bg1">
              <w14:lumMod w14:val="95000"/>
              <w14:lumOff w14:val="0"/>
            </w14:schemeClr>
          </w14:extrusionClr>
          <w14:contourClr>
            <w14:srgbClr w14:val="000000"/>
          </w14:contourClr>
        </w14:props3d>
      </w:rPr>
      <w:drawing>
        <wp:inline distT="0" distB="0" distL="0" distR="0" wp14:anchorId="3269ED73" wp14:editId="24C721A8">
          <wp:extent cx="4428490" cy="638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8490" cy="638175"/>
                  </a:xfrm>
                  <a:prstGeom prst="rect">
                    <a:avLst/>
                  </a:prstGeom>
                  <a:noFill/>
                </pic:spPr>
              </pic:pic>
            </a:graphicData>
          </a:graphic>
        </wp:inline>
      </w:drawing>
    </w:r>
  </w:p>
  <w:p w:rsidR="00D42664" w:rsidRPr="008F15A5" w:rsidRDefault="00D42664" w:rsidP="00A14B1E">
    <w:pPr>
      <w:tabs>
        <w:tab w:val="left" w:pos="2552"/>
      </w:tabs>
      <w:spacing w:before="120" w:after="0"/>
      <w:ind w:left="1440" w:firstLine="828"/>
      <w:jc w:val="center"/>
    </w:pPr>
    <w:r>
      <w:rPr>
        <w:rStyle w:val="StarterheadingChar"/>
      </w:rPr>
      <w:t>0.2.2. BODMAS</w:t>
    </w:r>
  </w:p>
  <w:p w:rsidR="00D42664" w:rsidRDefault="00D42664" w:rsidP="00A14B1E">
    <w:pPr>
      <w:pStyle w:val="Header"/>
    </w:pPr>
    <w:r>
      <w:rPr>
        <w:noProof/>
        <w:lang w:eastAsia="en-GB"/>
      </w:rPr>
      <w:drawing>
        <wp:anchor distT="0" distB="0" distL="114300" distR="114300" simplePos="0" relativeHeight="251660288" behindDoc="1" locked="1" layoutInCell="1" allowOverlap="1" wp14:anchorId="0662EB73" wp14:editId="1BEF3DD9">
          <wp:simplePos x="0" y="0"/>
          <wp:positionH relativeFrom="leftMargin">
            <wp:posOffset>360045</wp:posOffset>
          </wp:positionH>
          <wp:positionV relativeFrom="topMargin">
            <wp:posOffset>9001125</wp:posOffset>
          </wp:positionV>
          <wp:extent cx="1951200" cy="1332000"/>
          <wp:effectExtent l="0" t="0" r="0" b="1905"/>
          <wp:wrapThrough wrapText="bothSides">
            <wp:wrapPolygon edited="0">
              <wp:start x="0" y="0"/>
              <wp:lineTo x="0" y="21322"/>
              <wp:lineTo x="21305" y="21322"/>
              <wp:lineTo x="21305" y="0"/>
              <wp:lineTo x="0" y="0"/>
            </wp:wrapPolygon>
          </wp:wrapThrough>
          <wp:docPr id="6" name="Picture 6" descr="RSC_LOGO_CMYK_FINAL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51200" cy="13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C7D28"/>
    <w:multiLevelType w:val="hybridMultilevel"/>
    <w:tmpl w:val="ACA4812C"/>
    <w:lvl w:ilvl="0" w:tplc="11B6CDA6">
      <w:start w:val="1"/>
      <w:numFmt w:val="lowerLetter"/>
      <w:lvlText w:val="%1."/>
      <w:lvlJc w:val="left"/>
      <w:pPr>
        <w:ind w:left="720" w:hanging="360"/>
      </w:pPr>
      <w:rPr>
        <w:rFonts w:ascii="Arial" w:eastAsiaTheme="minorEastAsia" w:hAnsi="Arial" w:cs="Arial" w:hint="default"/>
        <w:i w:val="0"/>
        <w:noProof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452E9E"/>
    <w:multiLevelType w:val="hybridMultilevel"/>
    <w:tmpl w:val="480A013E"/>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1D60E2"/>
    <w:multiLevelType w:val="hybridMultilevel"/>
    <w:tmpl w:val="D07A815E"/>
    <w:lvl w:ilvl="0" w:tplc="BBD8C826">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17710814"/>
    <w:multiLevelType w:val="hybridMultilevel"/>
    <w:tmpl w:val="1ED66568"/>
    <w:lvl w:ilvl="0" w:tplc="B1B26AEA">
      <w:start w:val="1"/>
      <w:numFmt w:val="lowerLetter"/>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8261E7"/>
    <w:multiLevelType w:val="hybridMultilevel"/>
    <w:tmpl w:val="04A8FF8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194AB4"/>
    <w:multiLevelType w:val="hybridMultilevel"/>
    <w:tmpl w:val="5E488014"/>
    <w:lvl w:ilvl="0" w:tplc="3E9C45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905E55"/>
    <w:multiLevelType w:val="hybridMultilevel"/>
    <w:tmpl w:val="44EC8726"/>
    <w:lvl w:ilvl="0" w:tplc="4726FF7E">
      <w:start w:val="1"/>
      <w:numFmt w:val="lowerLetter"/>
      <w:lvlText w:val="%1."/>
      <w:lvlJc w:val="left"/>
      <w:pPr>
        <w:ind w:left="715" w:hanging="375"/>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7" w15:restartNumberingAfterBreak="0">
    <w:nsid w:val="21FE37EF"/>
    <w:multiLevelType w:val="multilevel"/>
    <w:tmpl w:val="10EED8C8"/>
    <w:lvl w:ilvl="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0D1510"/>
    <w:multiLevelType w:val="hybridMultilevel"/>
    <w:tmpl w:val="44EC8726"/>
    <w:lvl w:ilvl="0" w:tplc="4726FF7E">
      <w:start w:val="1"/>
      <w:numFmt w:val="lowerLetter"/>
      <w:lvlText w:val="%1."/>
      <w:lvlJc w:val="left"/>
      <w:pPr>
        <w:ind w:left="715" w:hanging="375"/>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9" w15:restartNumberingAfterBreak="0">
    <w:nsid w:val="248D6424"/>
    <w:multiLevelType w:val="hybridMultilevel"/>
    <w:tmpl w:val="5E545ABC"/>
    <w:lvl w:ilvl="0" w:tplc="3E9C45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BA39B3"/>
    <w:multiLevelType w:val="hybridMultilevel"/>
    <w:tmpl w:val="956E22B6"/>
    <w:lvl w:ilvl="0" w:tplc="07D48DC2">
      <w:start w:val="1"/>
      <w:numFmt w:val="lowerLetter"/>
      <w:lvlText w:val="%1."/>
      <w:lvlJc w:val="left"/>
      <w:pPr>
        <w:ind w:left="360" w:hanging="360"/>
      </w:pPr>
      <w:rPr>
        <w:rFonts w:ascii="Arial" w:eastAsiaTheme="minorHAnsi" w:hAnsi="Arial" w:cs="Arial"/>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ADB1076"/>
    <w:multiLevelType w:val="hybridMultilevel"/>
    <w:tmpl w:val="E2D0F0E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8E5388"/>
    <w:multiLevelType w:val="multilevel"/>
    <w:tmpl w:val="C542F766"/>
    <w:lvl w:ilvl="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205327"/>
    <w:multiLevelType w:val="hybridMultilevel"/>
    <w:tmpl w:val="EB42F5EA"/>
    <w:lvl w:ilvl="0" w:tplc="D52A6970">
      <w:start w:val="1"/>
      <w:numFmt w:val="lowerLetter"/>
      <w:lvlText w:val="%1."/>
      <w:lvlJc w:val="left"/>
      <w:pPr>
        <w:ind w:left="720" w:hanging="360"/>
      </w:pPr>
      <w:rPr>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406177"/>
    <w:multiLevelType w:val="multilevel"/>
    <w:tmpl w:val="C6A2CE5C"/>
    <w:lvl w:ilvl="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F17C45"/>
    <w:multiLevelType w:val="hybridMultilevel"/>
    <w:tmpl w:val="CC0ED2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1178A1EE"/>
    <w:lvl w:ilvl="0" w:tplc="EAFC5DB8">
      <w:start w:val="1"/>
      <w:numFmt w:val="decimal"/>
      <w:pStyle w:val="Numberedlist"/>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E6AB73E">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A84799C"/>
    <w:multiLevelType w:val="hybridMultilevel"/>
    <w:tmpl w:val="B7BC14FA"/>
    <w:lvl w:ilvl="0" w:tplc="3E9C45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16D7C11"/>
    <w:multiLevelType w:val="hybridMultilevel"/>
    <w:tmpl w:val="C2666040"/>
    <w:lvl w:ilvl="0" w:tplc="4726FF7E">
      <w:start w:val="1"/>
      <w:numFmt w:val="lowerLetter"/>
      <w:lvlText w:val="%1."/>
      <w:lvlJc w:val="left"/>
      <w:pPr>
        <w:ind w:left="1055" w:hanging="375"/>
      </w:pPr>
      <w:rPr>
        <w:rFonts w:hint="default"/>
      </w:rPr>
    </w:lvl>
    <w:lvl w:ilvl="1" w:tplc="08090019">
      <w:start w:val="1"/>
      <w:numFmt w:val="lowerLetter"/>
      <w:lvlText w:val="%2."/>
      <w:lvlJc w:val="left"/>
      <w:pPr>
        <w:ind w:left="1780" w:hanging="360"/>
      </w:pPr>
    </w:lvl>
    <w:lvl w:ilvl="2" w:tplc="0809001B" w:tentative="1">
      <w:start w:val="1"/>
      <w:numFmt w:val="lowerRoman"/>
      <w:lvlText w:val="%3."/>
      <w:lvlJc w:val="right"/>
      <w:pPr>
        <w:ind w:left="2500" w:hanging="180"/>
      </w:pPr>
    </w:lvl>
    <w:lvl w:ilvl="3" w:tplc="0809000F" w:tentative="1">
      <w:start w:val="1"/>
      <w:numFmt w:val="decimal"/>
      <w:lvlText w:val="%4."/>
      <w:lvlJc w:val="left"/>
      <w:pPr>
        <w:ind w:left="3220" w:hanging="360"/>
      </w:pPr>
    </w:lvl>
    <w:lvl w:ilvl="4" w:tplc="08090019" w:tentative="1">
      <w:start w:val="1"/>
      <w:numFmt w:val="lowerLetter"/>
      <w:lvlText w:val="%5."/>
      <w:lvlJc w:val="left"/>
      <w:pPr>
        <w:ind w:left="3940" w:hanging="360"/>
      </w:pPr>
    </w:lvl>
    <w:lvl w:ilvl="5" w:tplc="0809001B" w:tentative="1">
      <w:start w:val="1"/>
      <w:numFmt w:val="lowerRoman"/>
      <w:lvlText w:val="%6."/>
      <w:lvlJc w:val="right"/>
      <w:pPr>
        <w:ind w:left="4660" w:hanging="180"/>
      </w:pPr>
    </w:lvl>
    <w:lvl w:ilvl="6" w:tplc="0809000F" w:tentative="1">
      <w:start w:val="1"/>
      <w:numFmt w:val="decimal"/>
      <w:lvlText w:val="%7."/>
      <w:lvlJc w:val="left"/>
      <w:pPr>
        <w:ind w:left="5380" w:hanging="360"/>
      </w:pPr>
    </w:lvl>
    <w:lvl w:ilvl="7" w:tplc="08090019" w:tentative="1">
      <w:start w:val="1"/>
      <w:numFmt w:val="lowerLetter"/>
      <w:lvlText w:val="%8."/>
      <w:lvlJc w:val="left"/>
      <w:pPr>
        <w:ind w:left="6100" w:hanging="360"/>
      </w:pPr>
    </w:lvl>
    <w:lvl w:ilvl="8" w:tplc="0809001B" w:tentative="1">
      <w:start w:val="1"/>
      <w:numFmt w:val="lowerRoman"/>
      <w:lvlText w:val="%9."/>
      <w:lvlJc w:val="right"/>
      <w:pPr>
        <w:ind w:left="6820" w:hanging="180"/>
      </w:pPr>
    </w:lvl>
  </w:abstractNum>
  <w:abstractNum w:abstractNumId="20" w15:restartNumberingAfterBreak="0">
    <w:nsid w:val="58980FB7"/>
    <w:multiLevelType w:val="hybridMultilevel"/>
    <w:tmpl w:val="63A67414"/>
    <w:lvl w:ilvl="0" w:tplc="A036B1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86122E"/>
    <w:multiLevelType w:val="hybridMultilevel"/>
    <w:tmpl w:val="CAD2947C"/>
    <w:lvl w:ilvl="0" w:tplc="71C624BC">
      <w:start w:val="1"/>
      <w:numFmt w:val="decimal"/>
      <w:lvlText w:val="(%1"/>
      <w:lvlJc w:val="left"/>
      <w:pPr>
        <w:ind w:left="1140" w:hanging="36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22" w15:restartNumberingAfterBreak="0">
    <w:nsid w:val="5C771862"/>
    <w:multiLevelType w:val="hybridMultilevel"/>
    <w:tmpl w:val="FC340AD4"/>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1E26D2"/>
    <w:multiLevelType w:val="hybridMultilevel"/>
    <w:tmpl w:val="2C5072D4"/>
    <w:lvl w:ilvl="0" w:tplc="3E9C45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3A5543"/>
    <w:multiLevelType w:val="hybridMultilevel"/>
    <w:tmpl w:val="ED764F30"/>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1B02D7"/>
    <w:multiLevelType w:val="hybridMultilevel"/>
    <w:tmpl w:val="7926288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9B57191"/>
    <w:multiLevelType w:val="multilevel"/>
    <w:tmpl w:val="17020F7E"/>
    <w:lvl w:ilvl="0">
      <w:numFmt w:val="decimal"/>
      <w:lvlText w:val="%1"/>
      <w:lvlJc w:val="left"/>
      <w:pPr>
        <w:ind w:left="375" w:hanging="375"/>
      </w:pPr>
      <w:rPr>
        <w:rFonts w:hint="default"/>
      </w:rPr>
    </w:lvl>
    <w:lvl w:ilvl="1">
      <w:start w:val="2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9F4995"/>
    <w:multiLevelType w:val="hybridMultilevel"/>
    <w:tmpl w:val="98D6E6AE"/>
    <w:lvl w:ilvl="0" w:tplc="DB142E4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450E87"/>
    <w:multiLevelType w:val="hybridMultilevel"/>
    <w:tmpl w:val="1624E52E"/>
    <w:lvl w:ilvl="0" w:tplc="A5ECFC00">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num w:numId="1">
    <w:abstractNumId w:val="18"/>
  </w:num>
  <w:num w:numId="2">
    <w:abstractNumId w:val="16"/>
  </w:num>
  <w:num w:numId="3">
    <w:abstractNumId w:val="14"/>
  </w:num>
  <w:num w:numId="4">
    <w:abstractNumId w:val="10"/>
  </w:num>
  <w:num w:numId="5">
    <w:abstractNumId w:val="20"/>
  </w:num>
  <w:num w:numId="6">
    <w:abstractNumId w:val="15"/>
  </w:num>
  <w:num w:numId="7">
    <w:abstractNumId w:val="0"/>
  </w:num>
  <w:num w:numId="8">
    <w:abstractNumId w:val="27"/>
  </w:num>
  <w:num w:numId="9">
    <w:abstractNumId w:val="3"/>
  </w:num>
  <w:num w:numId="10">
    <w:abstractNumId w:val="17"/>
  </w:num>
  <w:num w:numId="11">
    <w:abstractNumId w:val="13"/>
  </w:num>
  <w:num w:numId="12">
    <w:abstractNumId w:val="9"/>
  </w:num>
  <w:num w:numId="13">
    <w:abstractNumId w:val="4"/>
  </w:num>
  <w:num w:numId="14">
    <w:abstractNumId w:val="11"/>
  </w:num>
  <w:num w:numId="15">
    <w:abstractNumId w:val="23"/>
  </w:num>
  <w:num w:numId="16">
    <w:abstractNumId w:val="5"/>
  </w:num>
  <w:num w:numId="17">
    <w:abstractNumId w:val="12"/>
  </w:num>
  <w:num w:numId="18">
    <w:abstractNumId w:val="25"/>
  </w:num>
  <w:num w:numId="19">
    <w:abstractNumId w:val="7"/>
  </w:num>
  <w:num w:numId="20">
    <w:abstractNumId w:val="26"/>
  </w:num>
  <w:num w:numId="21">
    <w:abstractNumId w:val="1"/>
  </w:num>
  <w:num w:numId="22">
    <w:abstractNumId w:val="22"/>
  </w:num>
  <w:num w:numId="23">
    <w:abstractNumId w:val="24"/>
  </w:num>
  <w:num w:numId="24">
    <w:abstractNumId w:val="16"/>
    <w:lvlOverride w:ilvl="0">
      <w:startOverride w:val="1"/>
    </w:lvlOverride>
  </w:num>
  <w:num w:numId="25">
    <w:abstractNumId w:val="8"/>
  </w:num>
  <w:num w:numId="26">
    <w:abstractNumId w:val="6"/>
  </w:num>
  <w:num w:numId="27">
    <w:abstractNumId w:val="19"/>
  </w:num>
  <w:num w:numId="28">
    <w:abstractNumId w:val="2"/>
  </w:num>
  <w:num w:numId="29">
    <w:abstractNumId w:val="28"/>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70"/>
    <w:rsid w:val="00012664"/>
    <w:rsid w:val="000355C3"/>
    <w:rsid w:val="00037B7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1923"/>
    <w:rsid w:val="00334EAD"/>
    <w:rsid w:val="00343CBA"/>
    <w:rsid w:val="00361A0D"/>
    <w:rsid w:val="003B3451"/>
    <w:rsid w:val="003C026F"/>
    <w:rsid w:val="003D3F02"/>
    <w:rsid w:val="003D54D0"/>
    <w:rsid w:val="003D6B89"/>
    <w:rsid w:val="003E2810"/>
    <w:rsid w:val="003F24EB"/>
    <w:rsid w:val="003F2825"/>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C703C"/>
    <w:rsid w:val="005065D4"/>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975A2"/>
    <w:rsid w:val="008A3B63"/>
    <w:rsid w:val="008A6AD0"/>
    <w:rsid w:val="008B3961"/>
    <w:rsid w:val="008C2782"/>
    <w:rsid w:val="008E2859"/>
    <w:rsid w:val="0090405B"/>
    <w:rsid w:val="00915C84"/>
    <w:rsid w:val="00923E53"/>
    <w:rsid w:val="00972310"/>
    <w:rsid w:val="00982F78"/>
    <w:rsid w:val="00987FC3"/>
    <w:rsid w:val="009C5777"/>
    <w:rsid w:val="009D4E77"/>
    <w:rsid w:val="009F0DFC"/>
    <w:rsid w:val="009F3445"/>
    <w:rsid w:val="00A50EEB"/>
    <w:rsid w:val="00A52886"/>
    <w:rsid w:val="00A75F4C"/>
    <w:rsid w:val="00A9584B"/>
    <w:rsid w:val="00AB1738"/>
    <w:rsid w:val="00AF3542"/>
    <w:rsid w:val="00AF776F"/>
    <w:rsid w:val="00B07B87"/>
    <w:rsid w:val="00B20041"/>
    <w:rsid w:val="00B27E70"/>
    <w:rsid w:val="00BA512C"/>
    <w:rsid w:val="00BB1F22"/>
    <w:rsid w:val="00C17DDC"/>
    <w:rsid w:val="00C3053B"/>
    <w:rsid w:val="00CB1B64"/>
    <w:rsid w:val="00CD10BF"/>
    <w:rsid w:val="00D174D9"/>
    <w:rsid w:val="00D20A6A"/>
    <w:rsid w:val="00D34A04"/>
    <w:rsid w:val="00D42664"/>
    <w:rsid w:val="00D5111B"/>
    <w:rsid w:val="00D54518"/>
    <w:rsid w:val="00D60214"/>
    <w:rsid w:val="00D62F8A"/>
    <w:rsid w:val="00D71A1A"/>
    <w:rsid w:val="00D90054"/>
    <w:rsid w:val="00DC493D"/>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E1A11F"/>
  <w15:docId w15:val="{6DC160F5-F075-4133-A532-5E03E68C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aliases w:val="RSC Ed Footer"/>
    <w:basedOn w:val="Normal"/>
    <w:link w:val="FooterChar"/>
    <w:unhideWhenUsed/>
    <w:qFormat/>
    <w:rsid w:val="00F47056"/>
    <w:pPr>
      <w:tabs>
        <w:tab w:val="center" w:pos="4513"/>
        <w:tab w:val="right" w:pos="9026"/>
      </w:tabs>
      <w:spacing w:after="0"/>
    </w:pPr>
  </w:style>
  <w:style w:type="character" w:customStyle="1" w:styleId="FooterChar">
    <w:name w:val="Footer Char"/>
    <w:aliases w:val="RSC Ed Footer Char"/>
    <w:basedOn w:val="DefaultParagraphFont"/>
    <w:link w:val="Footer"/>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customStyle="1" w:styleId="Introtext">
    <w:name w:val="Intro text"/>
    <w:basedOn w:val="NoSpacing"/>
    <w:link w:val="IntrotextChar"/>
    <w:qFormat/>
    <w:rsid w:val="00D42664"/>
    <w:pPr>
      <w:keepLines w:val="0"/>
      <w:spacing w:after="240" w:line="280" w:lineRule="exact"/>
    </w:pPr>
    <w:rPr>
      <w:rFonts w:eastAsia="Calibri"/>
      <w:lang w:val="cy-GB"/>
    </w:rPr>
  </w:style>
  <w:style w:type="character" w:customStyle="1" w:styleId="IntrotextChar">
    <w:name w:val="Intro text Char"/>
    <w:basedOn w:val="DefaultParagraphFont"/>
    <w:link w:val="Introtext"/>
    <w:rsid w:val="00D42664"/>
    <w:rPr>
      <w:rFonts w:ascii="Arial" w:eastAsia="Calibri" w:hAnsi="Arial" w:cs="Arial"/>
      <w:sz w:val="20"/>
      <w:szCs w:val="20"/>
      <w:lang w:val="cy-GB"/>
    </w:rPr>
  </w:style>
  <w:style w:type="paragraph" w:customStyle="1" w:styleId="Starterheading">
    <w:name w:val="Starter heading"/>
    <w:basedOn w:val="Normal"/>
    <w:link w:val="StarterheadingChar"/>
    <w:qFormat/>
    <w:rsid w:val="00D42664"/>
    <w:pPr>
      <w:keepLines w:val="0"/>
      <w:tabs>
        <w:tab w:val="left" w:pos="3402"/>
      </w:tabs>
      <w:spacing w:after="0" w:line="280" w:lineRule="atLeast"/>
      <w:ind w:left="1440" w:firstLine="1112"/>
      <w:jc w:val="center"/>
      <w:outlineLvl w:val="0"/>
    </w:pPr>
    <w:rPr>
      <w:b/>
      <w:sz w:val="28"/>
      <w:szCs w:val="28"/>
      <w:lang w:val="cy-GB" w:eastAsia="zh-CN"/>
    </w:rPr>
  </w:style>
  <w:style w:type="character" w:customStyle="1" w:styleId="StarterheadingChar">
    <w:name w:val="Starter heading Char"/>
    <w:basedOn w:val="DefaultParagraphFont"/>
    <w:link w:val="Starterheading"/>
    <w:rsid w:val="00D42664"/>
    <w:rPr>
      <w:rFonts w:ascii="Arial" w:hAnsi="Arial" w:cs="Arial"/>
      <w:b/>
      <w:sz w:val="28"/>
      <w:szCs w:val="28"/>
      <w:lang w:val="cy-GB" w:eastAsia="zh-CN"/>
    </w:rPr>
  </w:style>
  <w:style w:type="paragraph" w:styleId="NoSpacing">
    <w:name w:val="No Spacing"/>
    <w:uiPriority w:val="1"/>
    <w:rsid w:val="00D42664"/>
    <w:pPr>
      <w:keepLines/>
      <w:spacing w:before="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8.jpe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7.jpe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tersonk\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7e71ac9858219910aeca94ea653b0b2b">
  <xsd:schema xmlns:xsd="http://www.w3.org/2001/XMLSchema" xmlns:p="http://schemas.microsoft.com/office/2006/metadata/properties" xmlns:ns2="27d643f5-4560-4eff-9f48-d0fe6b2bec2d" targetNamespace="http://schemas.microsoft.com/office/2006/metadata/properties" ma:root="true" ma:fieldsID="a4439713b4959d5801aa5b3325bd52d4"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Props1.xml><?xml version="1.0" encoding="utf-8"?>
<ds:datastoreItem xmlns:ds="http://schemas.openxmlformats.org/officeDocument/2006/customXml" ds:itemID="{261EF790-071A-4220-9F73-ECD5824D2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34</TotalTime>
  <Pages>9</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Starters for ten - sgiliau pontio - 0.2 Cymwyseddau mathemateg sylfaenol</dc:title>
  <dc:creator>Kirsty Patterson</dc:creator>
  <dc:description>Welsh Language Translation</dc:description>
  <cp:lastModifiedBy>Kirsty Patterson</cp:lastModifiedBy>
  <cp:revision>6</cp:revision>
  <dcterms:created xsi:type="dcterms:W3CDTF">2020-07-16T11:33:00Z</dcterms:created>
  <dcterms:modified xsi:type="dcterms:W3CDTF">2020-08-18T11:37:00Z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