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027347" w14:textId="548806CC" w:rsidR="00A5740C" w:rsidRDefault="009202C6" w:rsidP="007859BF">
      <w:pPr>
        <w:pStyle w:val="RSCH1"/>
      </w:pPr>
      <w:r w:rsidRPr="009202C6">
        <w:t>Fact sheet: dot and cross diagrams</w:t>
      </w:r>
    </w:p>
    <w:p w14:paraId="2ABAAECD" w14:textId="54F2A354" w:rsidR="009202C6" w:rsidRPr="004231BD" w:rsidRDefault="009202C6" w:rsidP="009202C6">
      <w:pPr>
        <w:pStyle w:val="RSCBasictext"/>
      </w:pPr>
      <w:r>
        <w:t xml:space="preserve">Once they have mastered </w:t>
      </w:r>
      <w:r w:rsidRPr="004231BD">
        <w:rPr>
          <w:b/>
          <w:bCs/>
        </w:rPr>
        <w:t>electron configuration diagrams</w:t>
      </w:r>
      <w:r>
        <w:t xml:space="preserve">, show your learners how they can adapt them to show structure and bonding in </w:t>
      </w:r>
      <w:r w:rsidRPr="004231BD">
        <w:rPr>
          <w:b/>
          <w:bCs/>
        </w:rPr>
        <w:t>covalent</w:t>
      </w:r>
      <w:r>
        <w:t xml:space="preserve"> and</w:t>
      </w:r>
      <w:r w:rsidRPr="004231BD">
        <w:rPr>
          <w:b/>
          <w:bCs/>
        </w:rPr>
        <w:t xml:space="preserve"> ionic compounds</w:t>
      </w:r>
      <w:r>
        <w:t>. These</w:t>
      </w:r>
      <w:r w:rsidR="004231BD">
        <w:t xml:space="preserve"> structural</w:t>
      </w:r>
      <w:r>
        <w:t xml:space="preserve"> diagrams depict only the outer, or </w:t>
      </w:r>
      <w:r w:rsidRPr="004231BD">
        <w:rPr>
          <w:b/>
          <w:bCs/>
        </w:rPr>
        <w:t>valence</w:t>
      </w:r>
      <w:r>
        <w:t xml:space="preserve">, shell electrons and are known as </w:t>
      </w:r>
      <w:r w:rsidRPr="004231BD">
        <w:rPr>
          <w:b/>
          <w:bCs/>
        </w:rPr>
        <w:t>dot and cross diagrams</w:t>
      </w:r>
      <w:r>
        <w:t xml:space="preserve">. Electrons from different atoms use alternating symbols, usually a dot and a cross, to show which atom the electrons have come from. There </w:t>
      </w:r>
      <w:r w:rsidRPr="004231BD">
        <w:t>are three ways to draw these diagrams. Which will you choose?</w:t>
      </w:r>
    </w:p>
    <w:p w14:paraId="5772C2D9" w14:textId="56D0B5E1" w:rsidR="00F5325A" w:rsidRPr="004231BD" w:rsidRDefault="009202C6" w:rsidP="009202C6">
      <w:pPr>
        <w:pStyle w:val="RSCBasictext"/>
      </w:pPr>
      <w:r w:rsidRPr="004231BD">
        <w:t xml:space="preserve">Let’s take a closer look at some compounds containing </w:t>
      </w:r>
      <w:r w:rsidRPr="004231BD">
        <w:rPr>
          <w:b/>
          <w:bCs/>
        </w:rPr>
        <w:t>nitrogen</w:t>
      </w:r>
      <w:r w:rsidRPr="004231BD">
        <w:t xml:space="preserve">. Remember that nitrogen has </w:t>
      </w:r>
      <w:r w:rsidRPr="004231BD">
        <w:rPr>
          <w:b/>
          <w:bCs/>
        </w:rPr>
        <w:t>five electrons in its outer shel</w:t>
      </w:r>
      <w:r w:rsidRPr="004231BD">
        <w:t>l.</w:t>
      </w:r>
    </w:p>
    <w:p w14:paraId="64FB3E26" w14:textId="77777777" w:rsidR="009202C6" w:rsidRDefault="009202C6" w:rsidP="009202C6">
      <w:pPr>
        <w:pStyle w:val="RSCH2"/>
      </w:pPr>
      <w:r>
        <w:t>How to draw a dot and cross diagram for ammonia</w:t>
      </w:r>
    </w:p>
    <w:p w14:paraId="158C1611" w14:textId="77777777" w:rsidR="009202C6" w:rsidRDefault="009202C6" w:rsidP="009202C6">
      <w:pPr>
        <w:pStyle w:val="RSCBasictext"/>
      </w:pPr>
      <w:r>
        <w:t>In NH</w:t>
      </w:r>
      <w:r w:rsidRPr="009202C6">
        <w:rPr>
          <w:vertAlign w:val="subscript"/>
        </w:rPr>
        <w:t>3</w:t>
      </w:r>
      <w:r>
        <w:t xml:space="preserve">, commonly known as </w:t>
      </w:r>
      <w:r w:rsidRPr="009202C6">
        <w:rPr>
          <w:b/>
          <w:bCs/>
        </w:rPr>
        <w:t>ammonia</w:t>
      </w:r>
      <w:r>
        <w:t xml:space="preserve">, nitrogen forms three single </w:t>
      </w:r>
      <w:r w:rsidRPr="009202C6">
        <w:rPr>
          <w:b/>
          <w:bCs/>
        </w:rPr>
        <w:t>covalent bonds</w:t>
      </w:r>
      <w:r>
        <w:t xml:space="preserve"> with three hydrogen atoms. </w:t>
      </w:r>
    </w:p>
    <w:p w14:paraId="3A3750FC" w14:textId="69365408" w:rsidR="009202C6" w:rsidRDefault="009202C6" w:rsidP="009202C6">
      <w:pPr>
        <w:pStyle w:val="RSCnumberedlist"/>
      </w:pPr>
      <w:r>
        <w:t xml:space="preserve">While you are learning how to draw dot and cross diagrams it’s useful to start with something you are already familiar </w:t>
      </w:r>
      <w:proofErr w:type="gramStart"/>
      <w:r>
        <w:t>with:</w:t>
      </w:r>
      <w:proofErr w:type="gramEnd"/>
      <w:r>
        <w:t xml:space="preserve"> electron configuration diagrams. Sketch out the electron configuration diagrams for each of the atoms.</w:t>
      </w:r>
    </w:p>
    <w:p w14:paraId="772A9FF8" w14:textId="05EA7950" w:rsidR="009202C6" w:rsidRDefault="009202C6" w:rsidP="009202C6">
      <w:pPr>
        <w:pStyle w:val="RSCnumberedlist"/>
      </w:pPr>
      <w:r>
        <w:t xml:space="preserve">Draw the outer shell of each atom. It’s a good idea to draw the </w:t>
      </w:r>
      <w:r w:rsidRPr="004231BD">
        <w:rPr>
          <w:b/>
          <w:bCs/>
        </w:rPr>
        <w:t>electrons in pairs</w:t>
      </w:r>
      <w:r>
        <w:t xml:space="preserve"> but remember to use a pencil as you may have to move the electrons around to fit the structure. You don't need to put a circle around the symbol for the nucleus.</w:t>
      </w:r>
    </w:p>
    <w:p w14:paraId="3947F7C9" w14:textId="01429C89" w:rsidR="009202C6" w:rsidRDefault="009202C6" w:rsidP="009202C6">
      <w:pPr>
        <w:pStyle w:val="RSCnumberedlist"/>
      </w:pPr>
      <w:r>
        <w:t>Arrange the atoms so that the</w:t>
      </w:r>
      <w:r w:rsidRPr="004231BD">
        <w:rPr>
          <w:b/>
          <w:bCs/>
        </w:rPr>
        <w:t xml:space="preserve"> valence electrons</w:t>
      </w:r>
      <w:r>
        <w:t xml:space="preserve"> will complete the outer shells of all the atoms in a simple covalent molecule. While you are learning, draw each atom on a small piece of paper so you </w:t>
      </w:r>
    </w:p>
    <w:p w14:paraId="7CEEDE5C" w14:textId="149BD407" w:rsidR="00CB71A2" w:rsidRDefault="009202C6" w:rsidP="009202C6">
      <w:pPr>
        <w:pStyle w:val="RSCnumberedlist"/>
      </w:pPr>
      <w:r>
        <w:t xml:space="preserve">Draw the completed dot and cross diagram. Here we have changed the electrons on the hydrogen atoms to be dots. This dot and cross diagram </w:t>
      </w:r>
      <w:proofErr w:type="gramStart"/>
      <w:r>
        <w:t>shows</w:t>
      </w:r>
      <w:proofErr w:type="gramEnd"/>
      <w:r>
        <w:t xml:space="preserve"> the outer shells touching. This method is easiest for single covalent bonds as there is not much room where they touch for drawing lots of electron pairs.</w:t>
      </w:r>
    </w:p>
    <w:p w14:paraId="633E913F" w14:textId="0E2396CC" w:rsidR="009202C6" w:rsidRDefault="009202C6" w:rsidP="009202C6">
      <w:pPr>
        <w:pStyle w:val="RSCH2"/>
      </w:pPr>
      <w:r>
        <w:t>Drawing double bonds</w:t>
      </w:r>
    </w:p>
    <w:p w14:paraId="6DC1A7B0" w14:textId="19B1CA48" w:rsidR="009202C6" w:rsidRDefault="009202C6" w:rsidP="009202C6">
      <w:pPr>
        <w:pStyle w:val="RSCBasictext"/>
      </w:pPr>
      <w:proofErr w:type="spellStart"/>
      <w:r w:rsidRPr="009202C6">
        <w:rPr>
          <w:b/>
          <w:bCs/>
        </w:rPr>
        <w:t>Nitroxyl</w:t>
      </w:r>
      <w:proofErr w:type="spellEnd"/>
      <w:r>
        <w:t xml:space="preserve"> contains a single covalent bond between hydrogen and nitrogen and a </w:t>
      </w:r>
      <w:r w:rsidRPr="009202C6">
        <w:rPr>
          <w:b/>
          <w:bCs/>
        </w:rPr>
        <w:t>double covalent bond</w:t>
      </w:r>
      <w:r>
        <w:t xml:space="preserve"> between nitrogen and oxygen. Draw the dot and cross diagram with the outer shells overlapping. Then draw the shared electrons inside the overlapping section</w:t>
      </w:r>
      <w:r w:rsidR="004231BD">
        <w:t>, as there’s</w:t>
      </w:r>
      <w:r>
        <w:t xml:space="preserve"> more space for drawing </w:t>
      </w:r>
      <w:r w:rsidR="004231BD">
        <w:t xml:space="preserve">the </w:t>
      </w:r>
      <w:r>
        <w:t>electrons.</w:t>
      </w:r>
    </w:p>
    <w:p w14:paraId="11B6EDBA" w14:textId="77777777" w:rsidR="009202C6" w:rsidRDefault="009202C6" w:rsidP="009202C6">
      <w:pPr>
        <w:pStyle w:val="RSCH2"/>
        <w:rPr>
          <w:rFonts w:ascii="Arial" w:hAnsi="Arial"/>
          <w:lang w:eastAsia="en-US"/>
        </w:rPr>
      </w:pPr>
      <w:r>
        <w:t>Drawing triple bonds</w:t>
      </w:r>
    </w:p>
    <w:p w14:paraId="03781CD7" w14:textId="3E7772F6" w:rsidR="002C3596" w:rsidRDefault="009202C6" w:rsidP="009202C6">
      <w:pPr>
        <w:pStyle w:val="RSCBasictext"/>
      </w:pPr>
      <w:r>
        <w:t xml:space="preserve">Nitrogen gas occurs naturally as a </w:t>
      </w:r>
      <w:r>
        <w:rPr>
          <w:b/>
          <w:bCs/>
        </w:rPr>
        <w:t>diatomic molecule</w:t>
      </w:r>
      <w:r>
        <w:t xml:space="preserve">. The bond between the two nitrogen atoms is a </w:t>
      </w:r>
      <w:r>
        <w:rPr>
          <w:b/>
          <w:bCs/>
        </w:rPr>
        <w:t>triple bond</w:t>
      </w:r>
      <w:r>
        <w:t>. Again, draw the dot and cross diagram with the outer shells overlapping. However, this time draw the electrons on the lines rather than in the space between. This alternative method is useful for checking that you have drawn the right number of electrons in the outer shell of each atom</w:t>
      </w:r>
      <w:r w:rsidR="00625A66">
        <w:t>.</w:t>
      </w:r>
    </w:p>
    <w:sectPr w:rsidR="002C3596" w:rsidSect="00231C1C">
      <w:headerReference w:type="even" r:id="rId8"/>
      <w:headerReference w:type="default" r:id="rId9"/>
      <w:footerReference w:type="even" r:id="rId10"/>
      <w:footerReference w:type="default" r:id="rId11"/>
      <w:headerReference w:type="first" r:id="rId12"/>
      <w:footerReference w:type="first" r:id="rId13"/>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1E5480" w14:textId="77777777" w:rsidR="00505FA2" w:rsidRDefault="00505FA2" w:rsidP="008A1B0B">
      <w:pPr>
        <w:spacing w:after="0" w:line="240" w:lineRule="auto"/>
      </w:pPr>
      <w:r>
        <w:separator/>
      </w:r>
    </w:p>
  </w:endnote>
  <w:endnote w:type="continuationSeparator" w:id="0">
    <w:p w14:paraId="1F92E4DC" w14:textId="77777777" w:rsidR="00505FA2" w:rsidRDefault="00505FA2"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2BE80E" w14:textId="77777777" w:rsidR="00136799" w:rsidRDefault="001367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512596B7"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2021 </w:t>
    </w:r>
    <w:r w:rsidRPr="001C6249">
      <w:rPr>
        <w:rFonts w:ascii="Century Gothic" w:hAnsi="Century Gothic"/>
        <w:sz w:val="16"/>
        <w:szCs w:val="16"/>
      </w:rPr>
      <w:t>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9D9E3F" w14:textId="77777777" w:rsidR="00136799" w:rsidRDefault="001367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107DED" w14:textId="77777777" w:rsidR="00505FA2" w:rsidRDefault="00505FA2" w:rsidP="008A1B0B">
      <w:pPr>
        <w:spacing w:after="0" w:line="240" w:lineRule="auto"/>
      </w:pPr>
      <w:r>
        <w:separator/>
      </w:r>
    </w:p>
  </w:footnote>
  <w:footnote w:type="continuationSeparator" w:id="0">
    <w:p w14:paraId="0C987BB8" w14:textId="77777777" w:rsidR="00505FA2" w:rsidRDefault="00505FA2"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E6984" w14:textId="77777777" w:rsidR="00136799" w:rsidRDefault="001367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AB0CAA" w14:textId="7A470453" w:rsidR="008A1B0B" w:rsidRDefault="00136799" w:rsidP="00973447">
    <w:pPr>
      <w:spacing w:after="60" w:line="240" w:lineRule="auto"/>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58751" behindDoc="0" locked="0" layoutInCell="1" allowOverlap="1" wp14:anchorId="39720F91" wp14:editId="2B8DCEE5">
          <wp:simplePos x="0" y="0"/>
          <wp:positionH relativeFrom="column">
            <wp:posOffset>-551050</wp:posOffset>
          </wp:positionH>
          <wp:positionV relativeFrom="paragraph">
            <wp:posOffset>37465</wp:posOffset>
          </wp:positionV>
          <wp:extent cx="1801372" cy="359665"/>
          <wp:effectExtent l="0" t="0" r="0" b="2540"/>
          <wp:wrapThrough wrapText="bothSides">
            <wp:wrapPolygon edited="0">
              <wp:start x="457" y="0"/>
              <wp:lineTo x="0" y="2290"/>
              <wp:lineTo x="0" y="17173"/>
              <wp:lineTo x="228" y="20608"/>
              <wp:lineTo x="457" y="20608"/>
              <wp:lineTo x="20793" y="20608"/>
              <wp:lineTo x="21250" y="17173"/>
              <wp:lineTo x="21250" y="3435"/>
              <wp:lineTo x="20793" y="0"/>
              <wp:lineTo x="457" y="0"/>
            </wp:wrapPolygon>
          </wp:wrapThrough>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01372" cy="359665"/>
                  </a:xfrm>
                  <a:prstGeom prst="rect">
                    <a:avLst/>
                  </a:prstGeom>
                </pic:spPr>
              </pic:pic>
            </a:graphicData>
          </a:graphic>
        </wp:anchor>
      </w:drawing>
    </w:r>
    <w:r w:rsidR="00992AE2">
      <w:rPr>
        <w:rFonts w:ascii="Century Gothic" w:hAnsi="Century Gothic"/>
        <w:b/>
        <w:bCs/>
        <w:color w:val="C8102E"/>
        <w:sz w:val="30"/>
        <w:szCs w:val="30"/>
      </w:rPr>
      <w:t>E</w:t>
    </w:r>
    <w:r w:rsidR="006E4ABC">
      <w:rPr>
        <w:rFonts w:ascii="Century Gothic" w:hAnsi="Century Gothic"/>
        <w:b/>
        <w:bCs/>
        <w:color w:val="C8102E"/>
        <w:sz w:val="30"/>
        <w:szCs w:val="30"/>
      </w:rPr>
      <w:t>ducation in Chemistry</w:t>
    </w:r>
    <w:r w:rsidR="00CB246D">
      <w:rPr>
        <w:rFonts w:ascii="Century Gothic" w:hAnsi="Century Gothic"/>
        <w:b/>
        <w:bCs/>
        <w:color w:val="004976"/>
        <w:sz w:val="24"/>
        <w:szCs w:val="24"/>
      </w:rPr>
      <w:t xml:space="preserve"> </w:t>
    </w:r>
    <w:r w:rsidR="00E47CCE">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117DDBE4">
          <wp:simplePos x="0" y="0"/>
          <wp:positionH relativeFrom="column">
            <wp:posOffset>-933450</wp:posOffset>
          </wp:positionH>
          <wp:positionV relativeFrom="paragraph">
            <wp:posOffset>-267335</wp:posOffset>
          </wp:positionV>
          <wp:extent cx="7575550" cy="1072041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40F173F6" w:rsidR="00EF3FDA" w:rsidRPr="005F0459" w:rsidRDefault="00625A66" w:rsidP="00625A66">
    <w:pPr>
      <w:tabs>
        <w:tab w:val="left" w:pos="2265"/>
        <w:tab w:val="right" w:pos="9876"/>
      </w:tabs>
      <w:spacing w:after="86"/>
      <w:ind w:right="-850"/>
      <w:jc w:val="left"/>
      <w:rPr>
        <w:rFonts w:ascii="Century Gothic" w:hAnsi="Century Gothic"/>
        <w:b/>
        <w:bCs/>
        <w:color w:val="C8102E"/>
        <w:sz w:val="18"/>
        <w:szCs w:val="18"/>
      </w:rPr>
    </w:pPr>
    <w:r>
      <w:rPr>
        <w:rFonts w:ascii="Century Gothic" w:hAnsi="Century Gothic"/>
        <w:b/>
        <w:bCs/>
        <w:color w:val="000000" w:themeColor="text1"/>
        <w:sz w:val="18"/>
        <w:szCs w:val="18"/>
      </w:rPr>
      <w:tab/>
    </w:r>
    <w:r>
      <w:rPr>
        <w:rFonts w:ascii="Century Gothic" w:hAnsi="Century Gothic"/>
        <w:b/>
        <w:bCs/>
        <w:color w:val="000000" w:themeColor="text1"/>
        <w:sz w:val="18"/>
        <w:szCs w:val="18"/>
      </w:rPr>
      <w:tab/>
    </w:r>
    <w:r w:rsidR="00157131">
      <w:rPr>
        <w:rFonts w:ascii="Century Gothic" w:hAnsi="Century Gothic"/>
        <w:b/>
        <w:bCs/>
        <w:color w:val="000000" w:themeColor="text1"/>
        <w:sz w:val="18"/>
        <w:szCs w:val="18"/>
      </w:rPr>
      <w:t>D</w:t>
    </w:r>
    <w:r w:rsidR="003F2EF3">
      <w:rPr>
        <w:rFonts w:ascii="Century Gothic" w:hAnsi="Century Gothic"/>
        <w:b/>
        <w:bCs/>
        <w:color w:val="000000" w:themeColor="text1"/>
        <w:sz w:val="18"/>
        <w:szCs w:val="18"/>
      </w:rPr>
      <w:t>ownloaded from</w:t>
    </w:r>
    <w:r w:rsidR="00EF3FDA" w:rsidRPr="005F0459">
      <w:rPr>
        <w:rFonts w:ascii="Century Gothic" w:hAnsi="Century Gothic"/>
        <w:b/>
        <w:bCs/>
        <w:color w:val="000000" w:themeColor="text1"/>
        <w:sz w:val="18"/>
        <w:szCs w:val="18"/>
      </w:rPr>
      <w:t xml:space="preserve"> </w:t>
    </w:r>
    <w:hyperlink r:id="rId3" w:history="1">
      <w:hyperlink r:id="rId4" w:history="1">
        <w:r w:rsidR="00770451" w:rsidRPr="00092796">
          <w:rPr>
            <w:rStyle w:val="Hyperlink"/>
            <w:rFonts w:ascii="Century Gothic" w:hAnsi="Century Gothic"/>
            <w:b/>
            <w:bCs/>
            <w:color w:val="C00000"/>
            <w:sz w:val="18"/>
            <w:szCs w:val="18"/>
          </w:rPr>
          <w:t>https://rsc.li/</w:t>
        </w:r>
        <w:r w:rsidR="00770451">
          <w:rPr>
            <w:rStyle w:val="Hyperlink"/>
            <w:rFonts w:ascii="Century Gothic" w:hAnsi="Century Gothic"/>
            <w:b/>
            <w:bCs/>
            <w:color w:val="C00000"/>
            <w:sz w:val="18"/>
            <w:szCs w:val="18"/>
          </w:rPr>
          <w:t>3efdJQc</w:t>
        </w:r>
      </w:hyperlink>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ADAD6" w14:textId="77777777" w:rsidR="00136799" w:rsidRDefault="001367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71290E"/>
    <w:multiLevelType w:val="hybridMultilevel"/>
    <w:tmpl w:val="E514AD80"/>
    <w:lvl w:ilvl="0" w:tplc="72D4B02C">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DCAC30A6"/>
    <w:lvl w:ilvl="0" w:tplc="BC84CBAE">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1105FA"/>
    <w:multiLevelType w:val="hybridMultilevel"/>
    <w:tmpl w:val="77100F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28571F"/>
    <w:multiLevelType w:val="hybridMultilevel"/>
    <w:tmpl w:val="398E78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5"/>
  </w:num>
  <w:num w:numId="2">
    <w:abstractNumId w:val="9"/>
  </w:num>
  <w:num w:numId="3">
    <w:abstractNumId w:val="4"/>
  </w:num>
  <w:num w:numId="4">
    <w:abstractNumId w:val="6"/>
  </w:num>
  <w:num w:numId="5">
    <w:abstractNumId w:val="13"/>
  </w:num>
  <w:num w:numId="6">
    <w:abstractNumId w:val="14"/>
  </w:num>
  <w:num w:numId="7">
    <w:abstractNumId w:val="0"/>
  </w:num>
  <w:num w:numId="8">
    <w:abstractNumId w:val="3"/>
  </w:num>
  <w:num w:numId="9">
    <w:abstractNumId w:val="2"/>
  </w:num>
  <w:num w:numId="10">
    <w:abstractNumId w:val="1"/>
  </w:num>
  <w:num w:numId="11">
    <w:abstractNumId w:val="10"/>
  </w:num>
  <w:num w:numId="12">
    <w:abstractNumId w:val="1"/>
    <w:lvlOverride w:ilvl="0">
      <w:startOverride w:val="1"/>
    </w:lvlOverride>
  </w:num>
  <w:num w:numId="13">
    <w:abstractNumId w:val="12"/>
  </w:num>
  <w:num w:numId="14">
    <w:abstractNumId w:val="11"/>
  </w:num>
  <w:num w:numId="15">
    <w:abstractNumId w:val="8"/>
  </w:num>
  <w:num w:numId="16">
    <w:abstractNumId w:val="2"/>
    <w:lvlOverride w:ilvl="0">
      <w:startOverride w:val="1"/>
    </w:lvlOverride>
  </w:num>
  <w:num w:numId="17">
    <w:abstractNumId w:val="16"/>
  </w:num>
  <w:num w:numId="18">
    <w:abstractNumId w:val="2"/>
    <w:lvlOverride w:ilvl="0">
      <w:startOverride w:val="1"/>
    </w:lvlOverride>
  </w:num>
  <w:num w:numId="19">
    <w:abstractNumId w:val="5"/>
  </w:num>
  <w:num w:numId="20">
    <w:abstractNumId w:val="7"/>
  </w:num>
  <w:num w:numId="21">
    <w:abstractNumId w:val="1"/>
    <w:lvlOverride w:ilvl="0">
      <w:startOverride w:val="1"/>
    </w:lvlOverride>
  </w:num>
  <w:num w:numId="2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4D98"/>
    <w:rsid w:val="00007EB2"/>
    <w:rsid w:val="00016B9C"/>
    <w:rsid w:val="00020AAC"/>
    <w:rsid w:val="00031069"/>
    <w:rsid w:val="000337B7"/>
    <w:rsid w:val="000366F0"/>
    <w:rsid w:val="00044524"/>
    <w:rsid w:val="00053183"/>
    <w:rsid w:val="00060761"/>
    <w:rsid w:val="0006392F"/>
    <w:rsid w:val="00070D87"/>
    <w:rsid w:val="00072E01"/>
    <w:rsid w:val="00074990"/>
    <w:rsid w:val="00080140"/>
    <w:rsid w:val="000866AC"/>
    <w:rsid w:val="00092315"/>
    <w:rsid w:val="00092796"/>
    <w:rsid w:val="00092DE5"/>
    <w:rsid w:val="00093097"/>
    <w:rsid w:val="00093C38"/>
    <w:rsid w:val="000A31FD"/>
    <w:rsid w:val="000A768F"/>
    <w:rsid w:val="000B0FE6"/>
    <w:rsid w:val="000B4B82"/>
    <w:rsid w:val="000C19C8"/>
    <w:rsid w:val="000D5341"/>
    <w:rsid w:val="000E5F58"/>
    <w:rsid w:val="000F0D37"/>
    <w:rsid w:val="001039C7"/>
    <w:rsid w:val="001203CF"/>
    <w:rsid w:val="00131FB8"/>
    <w:rsid w:val="00132234"/>
    <w:rsid w:val="00132D91"/>
    <w:rsid w:val="001338C9"/>
    <w:rsid w:val="00134E62"/>
    <w:rsid w:val="00136799"/>
    <w:rsid w:val="00157131"/>
    <w:rsid w:val="001757C3"/>
    <w:rsid w:val="00180E75"/>
    <w:rsid w:val="001861E2"/>
    <w:rsid w:val="00196CC9"/>
    <w:rsid w:val="001B6E31"/>
    <w:rsid w:val="001D30E6"/>
    <w:rsid w:val="00204A6A"/>
    <w:rsid w:val="002104B7"/>
    <w:rsid w:val="00214B14"/>
    <w:rsid w:val="002254AD"/>
    <w:rsid w:val="00231C1C"/>
    <w:rsid w:val="0023536A"/>
    <w:rsid w:val="00235B39"/>
    <w:rsid w:val="0024525F"/>
    <w:rsid w:val="0025766B"/>
    <w:rsid w:val="0026087A"/>
    <w:rsid w:val="0026243D"/>
    <w:rsid w:val="00265741"/>
    <w:rsid w:val="00281894"/>
    <w:rsid w:val="00285131"/>
    <w:rsid w:val="00286752"/>
    <w:rsid w:val="002926EB"/>
    <w:rsid w:val="00294783"/>
    <w:rsid w:val="002A5836"/>
    <w:rsid w:val="002A782A"/>
    <w:rsid w:val="002B13ED"/>
    <w:rsid w:val="002B5989"/>
    <w:rsid w:val="002C2223"/>
    <w:rsid w:val="002C3596"/>
    <w:rsid w:val="002D34BA"/>
    <w:rsid w:val="002E0288"/>
    <w:rsid w:val="002E47CA"/>
    <w:rsid w:val="002F5573"/>
    <w:rsid w:val="003059AB"/>
    <w:rsid w:val="00340447"/>
    <w:rsid w:val="00341EA9"/>
    <w:rsid w:val="00343B4C"/>
    <w:rsid w:val="003541FC"/>
    <w:rsid w:val="003545C3"/>
    <w:rsid w:val="00356714"/>
    <w:rsid w:val="003647CC"/>
    <w:rsid w:val="00367572"/>
    <w:rsid w:val="003716B9"/>
    <w:rsid w:val="0038305F"/>
    <w:rsid w:val="003A037D"/>
    <w:rsid w:val="003A6537"/>
    <w:rsid w:val="003B40BA"/>
    <w:rsid w:val="003E47E2"/>
    <w:rsid w:val="003F2EF3"/>
    <w:rsid w:val="00410F09"/>
    <w:rsid w:val="00414D9A"/>
    <w:rsid w:val="004205CF"/>
    <w:rsid w:val="004231BD"/>
    <w:rsid w:val="00424179"/>
    <w:rsid w:val="004324CB"/>
    <w:rsid w:val="00432B3E"/>
    <w:rsid w:val="0045625A"/>
    <w:rsid w:val="0046389A"/>
    <w:rsid w:val="0048348D"/>
    <w:rsid w:val="0049074A"/>
    <w:rsid w:val="00496688"/>
    <w:rsid w:val="004A6C93"/>
    <w:rsid w:val="004B1F87"/>
    <w:rsid w:val="004B5572"/>
    <w:rsid w:val="004B7179"/>
    <w:rsid w:val="004E18FB"/>
    <w:rsid w:val="004F7530"/>
    <w:rsid w:val="00502FCB"/>
    <w:rsid w:val="00505FA2"/>
    <w:rsid w:val="00506F2B"/>
    <w:rsid w:val="005115BB"/>
    <w:rsid w:val="0051398A"/>
    <w:rsid w:val="00516443"/>
    <w:rsid w:val="00516F80"/>
    <w:rsid w:val="00525B8C"/>
    <w:rsid w:val="00530450"/>
    <w:rsid w:val="0054622A"/>
    <w:rsid w:val="00560449"/>
    <w:rsid w:val="005820B0"/>
    <w:rsid w:val="00582640"/>
    <w:rsid w:val="0058652B"/>
    <w:rsid w:val="00597D06"/>
    <w:rsid w:val="005A0EAC"/>
    <w:rsid w:val="005B5B5B"/>
    <w:rsid w:val="005D1861"/>
    <w:rsid w:val="005D6FD4"/>
    <w:rsid w:val="005E65BC"/>
    <w:rsid w:val="005E6F72"/>
    <w:rsid w:val="005F0459"/>
    <w:rsid w:val="005F726B"/>
    <w:rsid w:val="00625A66"/>
    <w:rsid w:val="00630643"/>
    <w:rsid w:val="006324CC"/>
    <w:rsid w:val="00633777"/>
    <w:rsid w:val="006477EF"/>
    <w:rsid w:val="006532E8"/>
    <w:rsid w:val="00664FC1"/>
    <w:rsid w:val="00673150"/>
    <w:rsid w:val="006820BE"/>
    <w:rsid w:val="0068249A"/>
    <w:rsid w:val="006A3120"/>
    <w:rsid w:val="006A3BC4"/>
    <w:rsid w:val="006B7CD4"/>
    <w:rsid w:val="006C7B0F"/>
    <w:rsid w:val="006D790E"/>
    <w:rsid w:val="006E4ABC"/>
    <w:rsid w:val="006F527E"/>
    <w:rsid w:val="006F65CA"/>
    <w:rsid w:val="0070184C"/>
    <w:rsid w:val="007042E5"/>
    <w:rsid w:val="00710B8D"/>
    <w:rsid w:val="0071231C"/>
    <w:rsid w:val="00715BA1"/>
    <w:rsid w:val="00724EAB"/>
    <w:rsid w:val="007402FA"/>
    <w:rsid w:val="00741ECD"/>
    <w:rsid w:val="007424D7"/>
    <w:rsid w:val="0074568C"/>
    <w:rsid w:val="00764810"/>
    <w:rsid w:val="00764C1A"/>
    <w:rsid w:val="00770451"/>
    <w:rsid w:val="00772C4B"/>
    <w:rsid w:val="00774B3F"/>
    <w:rsid w:val="007859BF"/>
    <w:rsid w:val="00786B52"/>
    <w:rsid w:val="00793A37"/>
    <w:rsid w:val="007A23F1"/>
    <w:rsid w:val="007A665A"/>
    <w:rsid w:val="007B0EA6"/>
    <w:rsid w:val="007B5CC2"/>
    <w:rsid w:val="007F347A"/>
    <w:rsid w:val="0080546C"/>
    <w:rsid w:val="00832FD9"/>
    <w:rsid w:val="008342C4"/>
    <w:rsid w:val="00835B9C"/>
    <w:rsid w:val="00841A83"/>
    <w:rsid w:val="00844248"/>
    <w:rsid w:val="00874082"/>
    <w:rsid w:val="00882B09"/>
    <w:rsid w:val="0089187A"/>
    <w:rsid w:val="0089383C"/>
    <w:rsid w:val="008A08F0"/>
    <w:rsid w:val="008A1B0B"/>
    <w:rsid w:val="008A6201"/>
    <w:rsid w:val="008C0669"/>
    <w:rsid w:val="008C4CD7"/>
    <w:rsid w:val="008C6297"/>
    <w:rsid w:val="008F60CB"/>
    <w:rsid w:val="00905873"/>
    <w:rsid w:val="00913985"/>
    <w:rsid w:val="00917830"/>
    <w:rsid w:val="009202C6"/>
    <w:rsid w:val="00926206"/>
    <w:rsid w:val="0093278B"/>
    <w:rsid w:val="00933194"/>
    <w:rsid w:val="00946874"/>
    <w:rsid w:val="0095239B"/>
    <w:rsid w:val="00963ED3"/>
    <w:rsid w:val="0096566A"/>
    <w:rsid w:val="0097190E"/>
    <w:rsid w:val="00973447"/>
    <w:rsid w:val="009827B3"/>
    <w:rsid w:val="0098408C"/>
    <w:rsid w:val="00992AE2"/>
    <w:rsid w:val="009935F5"/>
    <w:rsid w:val="009A3093"/>
    <w:rsid w:val="009A587D"/>
    <w:rsid w:val="009B2393"/>
    <w:rsid w:val="009B7962"/>
    <w:rsid w:val="009C3C6E"/>
    <w:rsid w:val="009C7B30"/>
    <w:rsid w:val="009D7453"/>
    <w:rsid w:val="009D75E5"/>
    <w:rsid w:val="009E202D"/>
    <w:rsid w:val="009E250D"/>
    <w:rsid w:val="00A16137"/>
    <w:rsid w:val="00A177A3"/>
    <w:rsid w:val="00A22398"/>
    <w:rsid w:val="00A26B9C"/>
    <w:rsid w:val="00A5348B"/>
    <w:rsid w:val="00A55D0E"/>
    <w:rsid w:val="00A571EB"/>
    <w:rsid w:val="00A5740C"/>
    <w:rsid w:val="00A65CAA"/>
    <w:rsid w:val="00A66348"/>
    <w:rsid w:val="00A71A35"/>
    <w:rsid w:val="00A725C3"/>
    <w:rsid w:val="00A73B63"/>
    <w:rsid w:val="00A82E85"/>
    <w:rsid w:val="00AE0021"/>
    <w:rsid w:val="00B02A45"/>
    <w:rsid w:val="00B03381"/>
    <w:rsid w:val="00B04626"/>
    <w:rsid w:val="00B071AC"/>
    <w:rsid w:val="00B07819"/>
    <w:rsid w:val="00B226A7"/>
    <w:rsid w:val="00B24AB7"/>
    <w:rsid w:val="00B32608"/>
    <w:rsid w:val="00B357D0"/>
    <w:rsid w:val="00B4686C"/>
    <w:rsid w:val="00B67A03"/>
    <w:rsid w:val="00B71E66"/>
    <w:rsid w:val="00B721F1"/>
    <w:rsid w:val="00B75688"/>
    <w:rsid w:val="00BB7983"/>
    <w:rsid w:val="00BC5741"/>
    <w:rsid w:val="00BD1443"/>
    <w:rsid w:val="00BE23F4"/>
    <w:rsid w:val="00BE65F3"/>
    <w:rsid w:val="00BF000F"/>
    <w:rsid w:val="00BF212C"/>
    <w:rsid w:val="00BF7794"/>
    <w:rsid w:val="00C0223D"/>
    <w:rsid w:val="00C1703F"/>
    <w:rsid w:val="00C31B1D"/>
    <w:rsid w:val="00C344DF"/>
    <w:rsid w:val="00C34AB1"/>
    <w:rsid w:val="00C359B7"/>
    <w:rsid w:val="00C4549A"/>
    <w:rsid w:val="00C5383A"/>
    <w:rsid w:val="00C55E27"/>
    <w:rsid w:val="00C6122F"/>
    <w:rsid w:val="00C644EC"/>
    <w:rsid w:val="00C67542"/>
    <w:rsid w:val="00C9165E"/>
    <w:rsid w:val="00C957EA"/>
    <w:rsid w:val="00CA0A8A"/>
    <w:rsid w:val="00CB246D"/>
    <w:rsid w:val="00CB71A2"/>
    <w:rsid w:val="00CB7584"/>
    <w:rsid w:val="00CD5E3C"/>
    <w:rsid w:val="00D12D5C"/>
    <w:rsid w:val="00D13E1B"/>
    <w:rsid w:val="00D33DE9"/>
    <w:rsid w:val="00D43661"/>
    <w:rsid w:val="00D46CA9"/>
    <w:rsid w:val="00D50B08"/>
    <w:rsid w:val="00D56C1B"/>
    <w:rsid w:val="00D62A21"/>
    <w:rsid w:val="00D71078"/>
    <w:rsid w:val="00D72021"/>
    <w:rsid w:val="00D732BB"/>
    <w:rsid w:val="00D92EA9"/>
    <w:rsid w:val="00D947AE"/>
    <w:rsid w:val="00D95956"/>
    <w:rsid w:val="00D96E59"/>
    <w:rsid w:val="00DA69BE"/>
    <w:rsid w:val="00DB560E"/>
    <w:rsid w:val="00DC3E1B"/>
    <w:rsid w:val="00DC5E8C"/>
    <w:rsid w:val="00DD10FB"/>
    <w:rsid w:val="00DD5959"/>
    <w:rsid w:val="00DE4519"/>
    <w:rsid w:val="00DF1C5C"/>
    <w:rsid w:val="00DF4EDD"/>
    <w:rsid w:val="00E174ED"/>
    <w:rsid w:val="00E20021"/>
    <w:rsid w:val="00E23EAC"/>
    <w:rsid w:val="00E3789E"/>
    <w:rsid w:val="00E408AC"/>
    <w:rsid w:val="00E47CCE"/>
    <w:rsid w:val="00E6675C"/>
    <w:rsid w:val="00E847A9"/>
    <w:rsid w:val="00E86862"/>
    <w:rsid w:val="00E930FD"/>
    <w:rsid w:val="00E9451B"/>
    <w:rsid w:val="00E96379"/>
    <w:rsid w:val="00E96DD1"/>
    <w:rsid w:val="00EA5F68"/>
    <w:rsid w:val="00EA6F55"/>
    <w:rsid w:val="00EB7C6E"/>
    <w:rsid w:val="00EC180A"/>
    <w:rsid w:val="00EC5135"/>
    <w:rsid w:val="00ED0E0C"/>
    <w:rsid w:val="00EF18E6"/>
    <w:rsid w:val="00EF3FDA"/>
    <w:rsid w:val="00F07B63"/>
    <w:rsid w:val="00F4793F"/>
    <w:rsid w:val="00F5325A"/>
    <w:rsid w:val="00F55FE1"/>
    <w:rsid w:val="00F629A5"/>
    <w:rsid w:val="00F65E90"/>
    <w:rsid w:val="00F709FB"/>
    <w:rsid w:val="00F71CF7"/>
    <w:rsid w:val="00F73A1E"/>
    <w:rsid w:val="00F7789E"/>
    <w:rsid w:val="00F83DE5"/>
    <w:rsid w:val="00F94905"/>
    <w:rsid w:val="00FB71BA"/>
    <w:rsid w:val="00FC1748"/>
    <w:rsid w:val="00FC1E61"/>
    <w:rsid w:val="00FC4BE2"/>
    <w:rsid w:val="00FC54F8"/>
    <w:rsid w:val="00FD124C"/>
    <w:rsid w:val="00FD6697"/>
    <w:rsid w:val="00FF74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6E4ABC"/>
    <w:rPr>
      <w:color w:val="605E5C"/>
      <w:shd w:val="clear" w:color="auto" w:fill="E1DFDD"/>
    </w:rPr>
  </w:style>
  <w:style w:type="paragraph" w:styleId="Title">
    <w:name w:val="Title"/>
    <w:basedOn w:val="Normal"/>
    <w:next w:val="Normal"/>
    <w:link w:val="TitleChar"/>
    <w:uiPriority w:val="10"/>
    <w:qFormat/>
    <w:rsid w:val="00625A6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5A66"/>
    <w:rPr>
      <w:rFonts w:asciiTheme="majorHAnsi" w:eastAsiaTheme="majorEastAsia" w:hAnsiTheme="majorHAnsi" w:cstheme="majorBidi"/>
      <w:spacing w:val="-10"/>
      <w:kern w:val="28"/>
      <w:sz w:val="56"/>
      <w:szCs w:val="5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0090539">
      <w:bodyDiv w:val="1"/>
      <w:marLeft w:val="0"/>
      <w:marRight w:val="0"/>
      <w:marTop w:val="0"/>
      <w:marBottom w:val="0"/>
      <w:divBdr>
        <w:top w:val="none" w:sz="0" w:space="0" w:color="auto"/>
        <w:left w:val="none" w:sz="0" w:space="0" w:color="auto"/>
        <w:bottom w:val="none" w:sz="0" w:space="0" w:color="auto"/>
        <w:right w:val="none" w:sz="0" w:space="0" w:color="auto"/>
      </w:divBdr>
    </w:div>
    <w:div w:id="1994333129">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https://rsc.li/3l0g6sR" TargetMode="External"/><Relationship Id="rId2" Type="http://schemas.openxmlformats.org/officeDocument/2006/relationships/image" Target="media/image2.emf"/><Relationship Id="rId1" Type="http://schemas.openxmlformats.org/officeDocument/2006/relationships/image" Target="media/image1.png"/><Relationship Id="rId4" Type="http://schemas.openxmlformats.org/officeDocument/2006/relationships/hyperlink" Target="https://rsc.li/3l0g6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1A9D0D-573D-40D4-9545-984938C1C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1257</TotalTime>
  <Pages>1</Pages>
  <Words>375</Words>
  <Characters>2140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Dot and cross diagrams fact sheet</vt:lpstr>
    </vt:vector>
  </TitlesOfParts>
  <Manager/>
  <Company>Royal Society Of Chemistry</Company>
  <LinksUpToDate>false</LinksUpToDate>
  <CharactersWithSpaces>2510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Dot and cross diagrams fact sheet</dc:title>
  <dc:subject/>
  <dc:creator>Royal Society Of Chemistry</dc:creator>
  <cp:keywords>covalent bonding, dot and cross, single bond, double bond, triple bond, simple covalent molecule, hydrocarbons, polymerisation</cp:keywords>
  <dc:description>From How to draw dot and cross diagrams, Education in Chemistry, https://rsc.li/3efdJQc</dc:description>
  <cp:lastModifiedBy>Georgia Murphy</cp:lastModifiedBy>
  <cp:revision>251</cp:revision>
  <cp:lastPrinted>2021-12-15T16:07:00Z</cp:lastPrinted>
  <dcterms:created xsi:type="dcterms:W3CDTF">2021-12-14T10:18:00Z</dcterms:created>
  <dcterms:modified xsi:type="dcterms:W3CDTF">2021-12-23T11:14:00Z</dcterms:modified>
  <cp:category/>
</cp:coreProperties>
</file>