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2E5E1" w14:textId="77777777" w:rsidR="00200E67" w:rsidRPr="007859BF" w:rsidRDefault="00200E67" w:rsidP="00200E67">
      <w:pPr>
        <w:pStyle w:val="RSCH1"/>
      </w:pPr>
      <w:r>
        <w:t>Superbugs and their chemical reactions</w:t>
      </w:r>
    </w:p>
    <w:p w14:paraId="5F06A890" w14:textId="61B58D1E" w:rsidR="00706989" w:rsidRPr="00953F31" w:rsidRDefault="00706989" w:rsidP="00706989">
      <w:pPr>
        <w:pStyle w:val="RSCH2"/>
      </w:pPr>
      <w:r w:rsidRPr="00706989">
        <w:t>Learning objectives</w:t>
      </w:r>
    </w:p>
    <w:p w14:paraId="1E34A690" w14:textId="77777777" w:rsidR="007348F1" w:rsidRDefault="007348F1" w:rsidP="007348F1">
      <w:pPr>
        <w:pStyle w:val="RSCLearningobjectives"/>
        <w:numPr>
          <w:ilvl w:val="0"/>
          <w:numId w:val="33"/>
        </w:numPr>
        <w:ind w:left="476" w:hanging="476"/>
      </w:pPr>
      <w:bookmarkStart w:id="0" w:name="_Hlk114848258"/>
      <w:r>
        <w:t>Draw an energy level diagram for both a catalysed and uncatalysed reaction.</w:t>
      </w:r>
    </w:p>
    <w:p w14:paraId="64E6B39C" w14:textId="45AF0D28" w:rsidR="007348F1" w:rsidRDefault="007348F1" w:rsidP="007348F1">
      <w:pPr>
        <w:pStyle w:val="RSCLearningobjectives"/>
        <w:numPr>
          <w:ilvl w:val="0"/>
          <w:numId w:val="33"/>
        </w:numPr>
        <w:ind w:left="476" w:hanging="476"/>
      </w:pPr>
      <w:r>
        <w:t>Explain the effect of catalysts on the profile of a reaction.</w:t>
      </w:r>
    </w:p>
    <w:p w14:paraId="5322202C" w14:textId="11388EA2" w:rsidR="00767982" w:rsidRDefault="00200E67" w:rsidP="00ED4DB6">
      <w:pPr>
        <w:pStyle w:val="RSCH2"/>
      </w:pPr>
      <w:r>
        <w:t>In</w:t>
      </w:r>
      <w:bookmarkEnd w:id="0"/>
      <w:r>
        <w:t>troduction</w:t>
      </w:r>
    </w:p>
    <w:p w14:paraId="091B5279" w14:textId="12550C68" w:rsidR="00200E67" w:rsidRDefault="00457E97" w:rsidP="008A76E0">
      <w:pPr>
        <w:pStyle w:val="RSCBasictext"/>
      </w:pPr>
      <w:r>
        <w:t>Energy changes in reactions can be described as exothermic and endothermic</w:t>
      </w:r>
      <w:r w:rsidR="00200E67">
        <w:t>.</w:t>
      </w:r>
      <w:r w:rsidR="00224FFE">
        <w:t xml:space="preserve"> E</w:t>
      </w:r>
      <w:r w:rsidR="00200E67">
        <w:t xml:space="preserve">ndothermic reactions absorb </w:t>
      </w:r>
      <w:r w:rsidR="00B00FF6">
        <w:t>e</w:t>
      </w:r>
      <w:r w:rsidR="00200E67">
        <w:t xml:space="preserve">nergy from the surroundings and exothermic reactions release energy to the surroundings. </w:t>
      </w:r>
    </w:p>
    <w:p w14:paraId="00616764" w14:textId="69389FCE" w:rsidR="00200E67" w:rsidRDefault="00457E97" w:rsidP="00457E97">
      <w:pPr>
        <w:pStyle w:val="RSCH3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040B3CA" wp14:editId="461A083D">
            <wp:simplePos x="0" y="0"/>
            <wp:positionH relativeFrom="margin">
              <wp:align>right</wp:align>
            </wp:positionH>
            <wp:positionV relativeFrom="paragraph">
              <wp:posOffset>123190</wp:posOffset>
            </wp:positionV>
            <wp:extent cx="3240000" cy="2159728"/>
            <wp:effectExtent l="0" t="0" r="0" b="0"/>
            <wp:wrapSquare wrapText="bothSides"/>
            <wp:docPr id="8" name="Picture 8" descr="A close-up of a bug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close-up of a bug&#10;&#10;Description automatically generated with medium confidenc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21597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0E67">
        <w:t>Bombardier beetle</w:t>
      </w:r>
    </w:p>
    <w:p w14:paraId="3FF4E045" w14:textId="77777777" w:rsidR="000643D9" w:rsidRDefault="00457E97" w:rsidP="000643D9">
      <w:pPr>
        <w:pStyle w:val="RSCBasictex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E251DBF" wp14:editId="5A7786C5">
                <wp:simplePos x="0" y="0"/>
                <wp:positionH relativeFrom="margin">
                  <wp:posOffset>3308350</wp:posOffset>
                </wp:positionH>
                <wp:positionV relativeFrom="paragraph">
                  <wp:posOffset>1804670</wp:posOffset>
                </wp:positionV>
                <wp:extent cx="2501900" cy="2857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19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DA8E9B" w14:textId="77777777" w:rsidR="00457E97" w:rsidRPr="00A900C3" w:rsidRDefault="00457E97" w:rsidP="00457E97">
                            <w:pPr>
                              <w:jc w:val="right"/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  <w:r w:rsidRPr="00A900C3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>©</w:t>
                            </w:r>
                            <w: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 xml:space="preserve"> Nature Production/naturepl.com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251D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0.5pt;margin-top:142.1pt;width:197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" filled="f" stroked="f">
                <v:textbox>
                  <w:txbxContent>
                    <w:p w14:paraId="50DA8E9B" w14:textId="77777777" w:rsidR="00457E97" w:rsidRPr="00A900C3" w:rsidRDefault="00457E97" w:rsidP="00457E97">
                      <w:pPr>
                        <w:jc w:val="right"/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  <w:r w:rsidRPr="00A900C3">
                        <w:rPr>
                          <w:rFonts w:ascii="Century Gothic" w:hAnsi="Century Gothic"/>
                          <w:sz w:val="18"/>
                          <w:szCs w:val="18"/>
                        </w:rPr>
                        <w:t>©</w:t>
                      </w:r>
                      <w:r>
                        <w:rPr>
                          <w:rFonts w:ascii="Century Gothic" w:hAnsi="Century Gothic"/>
                          <w:sz w:val="18"/>
                          <w:szCs w:val="18"/>
                        </w:rPr>
                        <w:t xml:space="preserve"> Nature Production/naturepl.com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00E67">
        <w:t>There are lots of examples of animals across nature which rely on chemicals or a mixture of chemicals to help them avoid being eaten. Some spray acid</w:t>
      </w:r>
      <w:r w:rsidR="002802B5">
        <w:t xml:space="preserve"> whereas</w:t>
      </w:r>
      <w:r w:rsidR="00200E67">
        <w:t xml:space="preserve"> some spray oils</w:t>
      </w:r>
      <w:r w:rsidR="002802B5">
        <w:t xml:space="preserve">. However, the bombardier beetle is slightly different. </w:t>
      </w:r>
      <w:r w:rsidR="000643D9">
        <w:t xml:space="preserve">In this activity you will read an excerpt from an article published in </w:t>
      </w:r>
      <w:r w:rsidR="000643D9" w:rsidRPr="00DD0484">
        <w:rPr>
          <w:i/>
          <w:iCs/>
        </w:rPr>
        <w:t>Education in Chemistry</w:t>
      </w:r>
      <w:r w:rsidR="000643D9">
        <w:t xml:space="preserve"> and then use your knowledge to answer some questions.</w:t>
      </w:r>
    </w:p>
    <w:p w14:paraId="5E90293A" w14:textId="20BE1A00" w:rsidR="00224FFE" w:rsidRDefault="000643D9" w:rsidP="00B00FF6">
      <w:pPr>
        <w:pStyle w:val="RSCH2"/>
      </w:pPr>
      <w:r>
        <w:t>An e</w:t>
      </w:r>
      <w:r w:rsidR="00224FFE">
        <w:t xml:space="preserve">xcerpt from </w:t>
      </w:r>
      <w:r w:rsidR="00457E97">
        <w:t>‘Wonder weapons’</w:t>
      </w:r>
    </w:p>
    <w:p w14:paraId="297FC371" w14:textId="59FF4B5A" w:rsidR="00457E97" w:rsidRDefault="00457E97" w:rsidP="00457E97">
      <w:pPr>
        <w:pStyle w:val="RSCH4"/>
      </w:pPr>
      <w:r>
        <w:t>Written by Emma Davies</w:t>
      </w:r>
    </w:p>
    <w:p w14:paraId="6F01ECCE" w14:textId="131CDEC5" w:rsidR="00C236C5" w:rsidRPr="00C236C5" w:rsidRDefault="00CB55F2" w:rsidP="00224FFE">
      <w:pPr>
        <w:pStyle w:val="RSCBasictext"/>
      </w:pPr>
      <w:r>
        <w:t>‘</w:t>
      </w:r>
      <w:r w:rsidR="00C236C5" w:rsidRPr="00C236C5">
        <w:t>When a bombardier beetle is under threat it produces a chemical explosion in its abdomen before expelling a jet of hot, noxious liquid, accompanied by a loud popping sound. The beetles can spray accurately in any direction up to distances of 20</w:t>
      </w:r>
      <w:r w:rsidR="003F3851">
        <w:t xml:space="preserve"> </w:t>
      </w:r>
      <w:r w:rsidR="00C236C5" w:rsidRPr="00C236C5">
        <w:t>c</w:t>
      </w:r>
      <w:r w:rsidR="003F3851">
        <w:t>enti</w:t>
      </w:r>
      <w:r w:rsidR="00C236C5" w:rsidRPr="00C236C5">
        <w:t>m</w:t>
      </w:r>
      <w:r w:rsidR="003F3851">
        <w:t>etres</w:t>
      </w:r>
      <w:r w:rsidR="00C236C5" w:rsidRPr="00C236C5">
        <w:t>.</w:t>
      </w:r>
    </w:p>
    <w:p w14:paraId="3C9039D6" w14:textId="2B488608" w:rsidR="00C236C5" w:rsidRDefault="00C236C5" w:rsidP="00224FFE">
      <w:pPr>
        <w:pStyle w:val="RSCBasictext"/>
      </w:pPr>
      <w:r w:rsidRPr="00C236C5">
        <w:t>With perfect timing, the beetles release hydroquinone and hydrogen peroxide from two reservoirs into a reaction chamber. There, the substances mix with catalase and peroxidase catalysts to create a foul-smelling, defensive spray containing two major quinones: 1,4-benzoquinone and 2-methyl-1,4-benzoquinone (</w:t>
      </w:r>
      <w:r w:rsidR="003F3851" w:rsidRPr="003F3851">
        <w:rPr>
          <w:i/>
          <w:iCs/>
        </w:rPr>
        <w:t>p-</w:t>
      </w:r>
      <w:proofErr w:type="spellStart"/>
      <w:r w:rsidRPr="00C236C5">
        <w:t>toluquinone</w:t>
      </w:r>
      <w:proofErr w:type="spellEnd"/>
      <w:r w:rsidRPr="00C236C5">
        <w:t>). Because the chemical reaction is strongly exothermic, the spray is close to boiling point when the beetles expel it.</w:t>
      </w:r>
      <w:r w:rsidR="00CB55F2">
        <w:t>’</w:t>
      </w:r>
    </w:p>
    <w:p w14:paraId="380138B9" w14:textId="2AE0A949" w:rsidR="00625E62" w:rsidRDefault="00C236C5" w:rsidP="00625E62">
      <w:pPr>
        <w:pStyle w:val="RSCH2"/>
      </w:pPr>
      <w:r>
        <w:lastRenderedPageBreak/>
        <w:t>Questions</w:t>
      </w:r>
    </w:p>
    <w:p w14:paraId="3A6DD2F5" w14:textId="7755154B" w:rsidR="00372F0D" w:rsidRPr="00554A13" w:rsidRDefault="005D535D" w:rsidP="00372F0D">
      <w:pPr>
        <w:pStyle w:val="RSCnumberedlist"/>
        <w:rPr>
          <w:b/>
          <w:bCs/>
        </w:rPr>
      </w:pPr>
      <w:r>
        <w:t>Draw an energy level diagram for thi</w:t>
      </w:r>
      <w:r w:rsidR="00372F0D">
        <w:t>s</w:t>
      </w:r>
      <w:r>
        <w:t xml:space="preserve"> reaction.</w:t>
      </w:r>
      <w:r w:rsidR="00372F0D">
        <w:t xml:space="preserve"> Label the diagram with the following: reactants, products, activation energy, energy, </w:t>
      </w:r>
      <w:r w:rsidR="00697C48">
        <w:t>reaction profile</w:t>
      </w:r>
      <w:r w:rsidR="00372F0D">
        <w:t>, enthalpy change.</w:t>
      </w:r>
    </w:p>
    <w:p w14:paraId="1DE3C4AC" w14:textId="2242CB69" w:rsidR="005D535D" w:rsidRDefault="005D535D" w:rsidP="00372F0D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0D66828B" w14:textId="6AEE964B" w:rsidR="00986CE3" w:rsidRDefault="00986CE3" w:rsidP="00004A4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5E08ADCF" w14:textId="77777777" w:rsidR="007B1B0C" w:rsidRDefault="007B1B0C" w:rsidP="00004A4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0DAB061D" w14:textId="75162DB8" w:rsidR="00004A43" w:rsidRDefault="00004A43" w:rsidP="00004A4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6EE4EBF8" w14:textId="5F3D7A4F" w:rsidR="00004A43" w:rsidRDefault="00004A43" w:rsidP="00004A4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548A1438" w14:textId="1769352A" w:rsidR="00004A43" w:rsidRDefault="00004A43" w:rsidP="00004A4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3A294906" w14:textId="5CE350EE" w:rsidR="005669FF" w:rsidRDefault="005669FF" w:rsidP="00004A4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17A4ADEE" w14:textId="23B1336B" w:rsidR="005669FF" w:rsidRDefault="005669FF" w:rsidP="00004A4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600E4CF0" w14:textId="1FAA6E74" w:rsidR="005669FF" w:rsidRDefault="005669FF" w:rsidP="00004A4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685C14C1" w14:textId="77777777" w:rsidR="005669FF" w:rsidRDefault="005669FF" w:rsidP="00004A4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59F00B6C" w14:textId="68F30825" w:rsidR="00004A43" w:rsidRDefault="00004A43" w:rsidP="00004A4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4E8C7272" w14:textId="7D0F54AE" w:rsidR="00004A43" w:rsidRDefault="00004A43" w:rsidP="00004A4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50308C2C" w14:textId="717E62A7" w:rsidR="00004A43" w:rsidRDefault="00004A43" w:rsidP="00004A4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189B8560" w14:textId="074F5D9E" w:rsidR="00004A43" w:rsidRDefault="00004A43" w:rsidP="00004A4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0AC72DA0" w14:textId="77777777" w:rsidR="007B1B0C" w:rsidRDefault="007B1B0C" w:rsidP="00004A4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2A7DD5AA" w14:textId="036B8830" w:rsidR="005669FF" w:rsidRDefault="005669FF" w:rsidP="00004A4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4F5458D4" w14:textId="086E196D" w:rsidR="00554A13" w:rsidRDefault="00554A13" w:rsidP="00004A4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02D21A08" w14:textId="513D578F" w:rsidR="00457E97" w:rsidRDefault="00457E97" w:rsidP="00004A4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3954DAB3" w14:textId="77777777" w:rsidR="00457E97" w:rsidRDefault="00457E97" w:rsidP="00004A4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4E1F7737" w14:textId="77777777" w:rsidR="00554A13" w:rsidRDefault="00554A13" w:rsidP="00004A4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2173040C" w14:textId="77777777" w:rsidR="00986CE3" w:rsidRDefault="00986CE3" w:rsidP="00004A4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77AAF78E" w14:textId="77777777" w:rsidR="00554A13" w:rsidRDefault="00554A13" w:rsidP="00554A1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5F63F319" w14:textId="74276BBC" w:rsidR="005669FF" w:rsidRPr="005669FF" w:rsidRDefault="005D535D" w:rsidP="005669FF">
      <w:pPr>
        <w:pStyle w:val="RSCnumberedlist"/>
        <w:rPr>
          <w:b/>
          <w:bCs/>
        </w:rPr>
      </w:pPr>
      <w:r>
        <w:t>What is the effect of the catalysts in this reaction?</w:t>
      </w:r>
    </w:p>
    <w:p w14:paraId="275D04FB" w14:textId="77777777" w:rsidR="005669FF" w:rsidRPr="005669FF" w:rsidRDefault="005669FF" w:rsidP="005669FF">
      <w:pPr>
        <w:pStyle w:val="RSCnumberedlist"/>
        <w:numPr>
          <w:ilvl w:val="0"/>
          <w:numId w:val="0"/>
        </w:numPr>
        <w:spacing w:line="360" w:lineRule="auto"/>
        <w:ind w:left="360"/>
        <w:rPr>
          <w:b/>
          <w:bCs/>
        </w:rPr>
      </w:pPr>
    </w:p>
    <w:p w14:paraId="5EBD62C2" w14:textId="77777777" w:rsidR="005669FF" w:rsidRDefault="005669FF" w:rsidP="005669FF">
      <w:pPr>
        <w:pStyle w:val="RSCnumberedlist"/>
        <w:numPr>
          <w:ilvl w:val="0"/>
          <w:numId w:val="0"/>
        </w:numPr>
        <w:pBdr>
          <w:top w:val="single" w:sz="6" w:space="1" w:color="auto"/>
          <w:bottom w:val="single" w:sz="6" w:space="1" w:color="auto"/>
        </w:pBdr>
        <w:spacing w:line="360" w:lineRule="auto"/>
        <w:ind w:left="360"/>
        <w:rPr>
          <w:b/>
          <w:bCs/>
        </w:rPr>
      </w:pPr>
    </w:p>
    <w:p w14:paraId="14EC18C0" w14:textId="0096D654" w:rsidR="005669FF" w:rsidRPr="00986CE3" w:rsidRDefault="005669FF" w:rsidP="005669FF">
      <w:pPr>
        <w:pStyle w:val="RSCnumberedlist"/>
        <w:numPr>
          <w:ilvl w:val="0"/>
          <w:numId w:val="0"/>
        </w:numPr>
        <w:rPr>
          <w:b/>
          <w:bCs/>
        </w:rPr>
      </w:pPr>
    </w:p>
    <w:p w14:paraId="5FDA4ECB" w14:textId="77777777" w:rsidR="00457E97" w:rsidRDefault="00457E97" w:rsidP="00457E97">
      <w:pPr>
        <w:pStyle w:val="RSCnumberedlist"/>
      </w:pPr>
      <w:r>
        <w:t xml:space="preserve">The article tells us that the reaction is exothermic. How might this benefit the beetle? </w:t>
      </w:r>
    </w:p>
    <w:p w14:paraId="3BDE7524" w14:textId="77777777" w:rsidR="00986CE3" w:rsidRDefault="00986CE3" w:rsidP="005669FF">
      <w:pPr>
        <w:pStyle w:val="RSCnumberedlist"/>
        <w:numPr>
          <w:ilvl w:val="0"/>
          <w:numId w:val="0"/>
        </w:numPr>
        <w:spacing w:line="360" w:lineRule="auto"/>
        <w:ind w:left="360"/>
        <w:rPr>
          <w:b/>
          <w:bCs/>
        </w:rPr>
      </w:pPr>
    </w:p>
    <w:p w14:paraId="695B5214" w14:textId="28127084" w:rsidR="005669FF" w:rsidRDefault="005669FF" w:rsidP="005669FF">
      <w:pPr>
        <w:pStyle w:val="RSCnumberedlist"/>
        <w:numPr>
          <w:ilvl w:val="0"/>
          <w:numId w:val="0"/>
        </w:numPr>
        <w:pBdr>
          <w:top w:val="single" w:sz="6" w:space="1" w:color="auto"/>
          <w:bottom w:val="single" w:sz="6" w:space="1" w:color="auto"/>
        </w:pBdr>
        <w:spacing w:line="360" w:lineRule="auto"/>
        <w:ind w:left="360"/>
        <w:rPr>
          <w:b/>
          <w:bCs/>
        </w:rPr>
      </w:pPr>
    </w:p>
    <w:p w14:paraId="2CF0AC65" w14:textId="77777777" w:rsidR="005669FF" w:rsidRDefault="005669FF" w:rsidP="005669FF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42E3F35F" w14:textId="38113A1B" w:rsidR="00986CE3" w:rsidRPr="00986CE3" w:rsidRDefault="00986CE3" w:rsidP="00004A4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11EA5219" w14:textId="77777777" w:rsidR="00457E97" w:rsidRPr="00986CE3" w:rsidRDefault="00457E97" w:rsidP="00457E97">
      <w:pPr>
        <w:pStyle w:val="RSCnumberedlist"/>
        <w:rPr>
          <w:b/>
          <w:bCs/>
        </w:rPr>
      </w:pPr>
      <w:r>
        <w:t>How might an exothermic reaction be a problem for the beetle?</w:t>
      </w:r>
    </w:p>
    <w:p w14:paraId="65934769" w14:textId="77777777" w:rsidR="005669FF" w:rsidRPr="00986CE3" w:rsidRDefault="005669FF" w:rsidP="005669FF">
      <w:pPr>
        <w:pStyle w:val="RSCnumberedlist"/>
        <w:numPr>
          <w:ilvl w:val="0"/>
          <w:numId w:val="0"/>
        </w:numPr>
        <w:spacing w:line="360" w:lineRule="auto"/>
        <w:ind w:left="360"/>
        <w:rPr>
          <w:b/>
          <w:bCs/>
        </w:rPr>
      </w:pPr>
    </w:p>
    <w:p w14:paraId="0A1BD87B" w14:textId="73C6790F" w:rsidR="005669FF" w:rsidRDefault="005669FF" w:rsidP="005669FF">
      <w:pPr>
        <w:pStyle w:val="RSCnumberedlist"/>
        <w:numPr>
          <w:ilvl w:val="0"/>
          <w:numId w:val="0"/>
        </w:numPr>
        <w:pBdr>
          <w:top w:val="single" w:sz="6" w:space="1" w:color="auto"/>
          <w:bottom w:val="single" w:sz="6" w:space="1" w:color="auto"/>
        </w:pBdr>
        <w:spacing w:line="360" w:lineRule="auto"/>
        <w:ind w:left="360"/>
        <w:rPr>
          <w:b/>
          <w:bCs/>
        </w:rPr>
      </w:pPr>
    </w:p>
    <w:p w14:paraId="292B0E0B" w14:textId="77777777" w:rsidR="005669FF" w:rsidRPr="005669FF" w:rsidRDefault="005669FF" w:rsidP="005669FF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2CEE2179" w14:textId="617CAEEB" w:rsidR="00372F0D" w:rsidRPr="007B1B0C" w:rsidRDefault="00457E97" w:rsidP="007B1B0C">
      <w:pPr>
        <w:pStyle w:val="RSCnumberedlist"/>
        <w:rPr>
          <w:b/>
          <w:bCs/>
        </w:rPr>
      </w:pPr>
      <w:r>
        <w:t xml:space="preserve">Draw another energy level diagram for this reaction if it was </w:t>
      </w:r>
      <w:r w:rsidRPr="00B44A66">
        <w:rPr>
          <w:i/>
          <w:iCs/>
        </w:rPr>
        <w:t>uncatalysed</w:t>
      </w:r>
      <w:r>
        <w:t xml:space="preserve"> (using a second colour on the same graph). </w:t>
      </w:r>
    </w:p>
    <w:p w14:paraId="1AD35704" w14:textId="39B4CFED" w:rsidR="00986CE3" w:rsidRPr="005D7154" w:rsidRDefault="00986CE3" w:rsidP="00B00FF6">
      <w:pPr>
        <w:pStyle w:val="RSCH3"/>
      </w:pPr>
      <w:r>
        <w:lastRenderedPageBreak/>
        <w:t>Extension questions</w:t>
      </w:r>
    </w:p>
    <w:p w14:paraId="364D3AFE" w14:textId="61F140DB" w:rsidR="00986CE3" w:rsidRDefault="00986CE3" w:rsidP="00004A43">
      <w:pPr>
        <w:pStyle w:val="RSCnumberedlist"/>
        <w:rPr>
          <w:b/>
          <w:bCs/>
        </w:rPr>
      </w:pPr>
      <w:r>
        <w:t xml:space="preserve">The overall </w:t>
      </w:r>
      <w:r w:rsidR="005D7154">
        <w:t>chemical</w:t>
      </w:r>
      <w:r>
        <w:t xml:space="preserve"> equation for this reaction is:</w:t>
      </w:r>
    </w:p>
    <w:p w14:paraId="0075BDE3" w14:textId="091CFF5D" w:rsidR="00986CE3" w:rsidRPr="00795FF5" w:rsidRDefault="00724BA9" w:rsidP="00986CE3">
      <w:pPr>
        <w:pStyle w:val="RSCH2"/>
        <w:ind w:left="720"/>
        <w:rPr>
          <w:b w:val="0"/>
          <w:bCs w:val="0"/>
          <w:color w:val="000000" w:themeColor="text1"/>
          <w:sz w:val="22"/>
        </w:rPr>
      </w:pPr>
      <w:bookmarkStart w:id="1" w:name="_Hlk114848782"/>
      <w:r w:rsidRPr="00795FF5">
        <w:rPr>
          <w:b w:val="0"/>
          <w:bCs w:val="0"/>
          <w:color w:val="000000" w:themeColor="text1"/>
          <w:sz w:val="22"/>
        </w:rPr>
        <w:t>____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  <w:color w:val="000000" w:themeColor="text1"/>
                <w:sz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2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2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  <w:b w:val="0"/>
                <w:bCs w:val="0"/>
                <w:i/>
                <w:color w:val="000000" w:themeColor="text1"/>
                <w:sz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2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2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b w:val="0"/>
                <w:bCs w:val="0"/>
                <w:i/>
                <w:color w:val="000000" w:themeColor="text1"/>
                <w:sz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b w:val="0"/>
                    <w:bCs w:val="0"/>
                    <w:i/>
                    <w:color w:val="000000" w:themeColor="text1"/>
                    <w:sz w:val="22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  <w:sz w:val="22"/>
                  </w:rPr>
                  <m:t>OH</m:t>
                </m:r>
              </m:e>
            </m:d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2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color w:val="000000" w:themeColor="text1"/>
            <w:sz w:val="22"/>
          </w:rPr>
          <m:t xml:space="preserve">(aq) </m:t>
        </m:r>
      </m:oMath>
      <w:r w:rsidR="00986CE3" w:rsidRPr="00795FF5">
        <w:rPr>
          <w:b w:val="0"/>
          <w:bCs w:val="0"/>
          <w:color w:val="000000" w:themeColor="text1"/>
          <w:sz w:val="22"/>
        </w:rPr>
        <w:t xml:space="preserve"> + </w:t>
      </w:r>
      <w:r w:rsidR="009D2E00" w:rsidRPr="00795FF5">
        <w:rPr>
          <w:b w:val="0"/>
          <w:bCs w:val="0"/>
          <w:color w:val="000000" w:themeColor="text1"/>
          <w:sz w:val="22"/>
        </w:rPr>
        <w:t xml:space="preserve">  </w:t>
      </w:r>
      <w:r w:rsidRPr="00795FF5">
        <w:rPr>
          <w:b w:val="0"/>
          <w:bCs w:val="0"/>
          <w:color w:val="000000" w:themeColor="text1"/>
          <w:sz w:val="22"/>
        </w:rPr>
        <w:t>____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  <w:color w:val="000000" w:themeColor="text1"/>
                <w:sz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2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b w:val="0"/>
                <w:bCs w:val="0"/>
                <w:i/>
                <w:color w:val="000000" w:themeColor="text1"/>
                <w:sz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2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2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color w:val="000000" w:themeColor="text1"/>
            <w:sz w:val="22"/>
          </w:rPr>
          <m:t>(aq)</m:t>
        </m:r>
      </m:oMath>
      <w:r w:rsidR="00986CE3" w:rsidRPr="00795FF5">
        <w:rPr>
          <w:b w:val="0"/>
          <w:bCs w:val="0"/>
          <w:color w:val="000000" w:themeColor="text1"/>
          <w:sz w:val="22"/>
        </w:rPr>
        <w:t xml:space="preserve"> </w:t>
      </w:r>
      <m:oMath>
        <m:r>
          <m:rPr>
            <m:sty m:val="bi"/>
          </m:rPr>
          <w:rPr>
            <w:rFonts w:ascii="Cambria Math" w:hAnsi="Cambria Math"/>
            <w:color w:val="000000" w:themeColor="text1"/>
            <w:sz w:val="22"/>
          </w:rPr>
          <m:t>→</m:t>
        </m:r>
      </m:oMath>
      <w:r w:rsidR="00986CE3" w:rsidRPr="00795FF5">
        <w:rPr>
          <w:b w:val="0"/>
          <w:bCs w:val="0"/>
          <w:color w:val="000000" w:themeColor="text1"/>
          <w:sz w:val="22"/>
        </w:rPr>
        <w:t xml:space="preserve"> </w:t>
      </w:r>
      <w:r w:rsidR="009D2E00" w:rsidRPr="00795FF5">
        <w:rPr>
          <w:b w:val="0"/>
          <w:bCs w:val="0"/>
          <w:color w:val="000000" w:themeColor="text1"/>
          <w:sz w:val="22"/>
        </w:rPr>
        <w:t xml:space="preserve">   </w:t>
      </w:r>
      <w:r w:rsidRPr="00795FF5">
        <w:rPr>
          <w:b w:val="0"/>
          <w:bCs w:val="0"/>
          <w:color w:val="000000" w:themeColor="text1"/>
          <w:sz w:val="22"/>
        </w:rPr>
        <w:t>____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  <w:color w:val="000000" w:themeColor="text1"/>
                <w:sz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2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2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  <w:b w:val="0"/>
                <w:bCs w:val="0"/>
                <w:i/>
                <w:color w:val="000000" w:themeColor="text1"/>
                <w:sz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2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2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b w:val="0"/>
                <w:bCs w:val="0"/>
                <w:i/>
                <w:color w:val="000000" w:themeColor="text1"/>
                <w:sz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2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2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color w:val="000000" w:themeColor="text1"/>
            <w:sz w:val="22"/>
          </w:rPr>
          <m:t>(aq)</m:t>
        </m:r>
      </m:oMath>
      <w:r w:rsidR="00986CE3" w:rsidRPr="00795FF5">
        <w:rPr>
          <w:b w:val="0"/>
          <w:bCs w:val="0"/>
          <w:color w:val="000000" w:themeColor="text1"/>
          <w:sz w:val="22"/>
        </w:rPr>
        <w:t xml:space="preserve"> + </w:t>
      </w:r>
      <w:r w:rsidR="009D2E00" w:rsidRPr="00795FF5">
        <w:rPr>
          <w:b w:val="0"/>
          <w:bCs w:val="0"/>
          <w:color w:val="000000" w:themeColor="text1"/>
          <w:sz w:val="22"/>
        </w:rPr>
        <w:t xml:space="preserve">   </w:t>
      </w:r>
      <w:r w:rsidRPr="00795FF5">
        <w:rPr>
          <w:b w:val="0"/>
          <w:bCs w:val="0"/>
          <w:color w:val="000000" w:themeColor="text1"/>
          <w:sz w:val="22"/>
        </w:rPr>
        <w:t>____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  <w:color w:val="000000" w:themeColor="text1"/>
                <w:sz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2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2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color w:val="000000" w:themeColor="text1"/>
            <w:sz w:val="22"/>
          </w:rPr>
          <m:t>O(l)</m:t>
        </m:r>
      </m:oMath>
    </w:p>
    <w:p w14:paraId="6ACE4030" w14:textId="54FEC8BA" w:rsidR="009D2E00" w:rsidRDefault="00724BA9" w:rsidP="00554A13">
      <w:pPr>
        <w:pStyle w:val="RSCH2"/>
        <w:ind w:left="360"/>
        <w:rPr>
          <w:b w:val="0"/>
          <w:bCs w:val="0"/>
          <w:color w:val="000000" w:themeColor="text1"/>
          <w:sz w:val="22"/>
        </w:rPr>
      </w:pPr>
      <w:r>
        <w:rPr>
          <w:b w:val="0"/>
          <w:bCs w:val="0"/>
          <w:color w:val="000000" w:themeColor="text1"/>
          <w:sz w:val="22"/>
        </w:rPr>
        <w:t>B</w:t>
      </w:r>
      <w:r w:rsidR="009D2E00">
        <w:rPr>
          <w:b w:val="0"/>
          <w:bCs w:val="0"/>
          <w:color w:val="000000" w:themeColor="text1"/>
          <w:sz w:val="22"/>
        </w:rPr>
        <w:t>alance the equation.</w:t>
      </w:r>
    </w:p>
    <w:bookmarkEnd w:id="1"/>
    <w:p w14:paraId="000AFAA1" w14:textId="77777777" w:rsidR="00965055" w:rsidRPr="00141A9A" w:rsidRDefault="00965055" w:rsidP="00965055">
      <w:pPr>
        <w:pStyle w:val="RSCnumberedlist"/>
        <w:rPr>
          <w:b/>
          <w:bCs/>
        </w:rPr>
      </w:pPr>
      <w:r>
        <w:t>The reaction is catalysed by catalase and peroxidase. Are the catalysts mentioned in the chemical equation above? Explain why.</w:t>
      </w:r>
    </w:p>
    <w:p w14:paraId="403DB5D9" w14:textId="77777777" w:rsidR="00965055" w:rsidRDefault="00965055" w:rsidP="00965055">
      <w:pPr>
        <w:pStyle w:val="RSCUnderline"/>
        <w:ind w:left="426"/>
        <w:rPr>
          <w:b/>
          <w:bCs/>
        </w:rPr>
      </w:pPr>
      <w:r>
        <w:t>_____________________________________________________________________________</w:t>
      </w:r>
    </w:p>
    <w:p w14:paraId="1A762AFD" w14:textId="77777777" w:rsidR="00965055" w:rsidRDefault="00965055" w:rsidP="00965055">
      <w:pPr>
        <w:pStyle w:val="RSCUnderline"/>
        <w:ind w:left="426"/>
        <w:rPr>
          <w:b/>
          <w:bCs/>
          <w:color w:val="000000" w:themeColor="text1"/>
        </w:rPr>
      </w:pPr>
      <w:r>
        <w:rPr>
          <w:color w:val="000000" w:themeColor="text1"/>
        </w:rPr>
        <w:t>______________________________________________________________________________</w:t>
      </w:r>
    </w:p>
    <w:p w14:paraId="425BF544" w14:textId="77777777" w:rsidR="00965055" w:rsidRDefault="00965055" w:rsidP="00965055">
      <w:pPr>
        <w:pStyle w:val="RSCnumberedlist"/>
        <w:numPr>
          <w:ilvl w:val="0"/>
          <w:numId w:val="0"/>
        </w:numPr>
        <w:ind w:left="360"/>
      </w:pPr>
    </w:p>
    <w:p w14:paraId="5CDD04DF" w14:textId="474550B0" w:rsidR="00965055" w:rsidRDefault="00965055" w:rsidP="00965055">
      <w:pPr>
        <w:pStyle w:val="RSCnumberedlist"/>
      </w:pPr>
      <w:r>
        <w:t>The overall chemical reaction gives out 202.6</w:t>
      </w:r>
      <w:r w:rsidR="00762866">
        <w:t xml:space="preserve"> k</w:t>
      </w:r>
      <w:r>
        <w:t xml:space="preserve">J. </w:t>
      </w:r>
      <w:r w:rsidR="00654581">
        <w:t>W</w:t>
      </w:r>
      <w:r>
        <w:t>hat sign (+/-) should be put in front of this number</w:t>
      </w:r>
      <w:r w:rsidR="00654581">
        <w:t>?</w:t>
      </w:r>
      <w:r>
        <w:t xml:space="preserve"> </w:t>
      </w:r>
      <w:r w:rsidR="00654581">
        <w:t>E</w:t>
      </w:r>
      <w:r>
        <w:t>xplain your choice.</w:t>
      </w:r>
    </w:p>
    <w:p w14:paraId="2610D0AE" w14:textId="77777777" w:rsidR="00965055" w:rsidRDefault="00965055" w:rsidP="00965055">
      <w:pPr>
        <w:pStyle w:val="RSCUnderline"/>
        <w:ind w:left="426"/>
        <w:rPr>
          <w:b/>
          <w:bCs/>
        </w:rPr>
      </w:pPr>
      <w:r>
        <w:t>_____________________________________________________________________________</w:t>
      </w:r>
    </w:p>
    <w:p w14:paraId="6E226BBD" w14:textId="77777777" w:rsidR="00965055" w:rsidRDefault="00965055" w:rsidP="00965055">
      <w:pPr>
        <w:pStyle w:val="RSCUnderline"/>
        <w:ind w:left="426"/>
        <w:rPr>
          <w:b/>
          <w:bCs/>
        </w:rPr>
      </w:pPr>
      <w:r>
        <w:t>______________________________________________________________________________</w:t>
      </w:r>
    </w:p>
    <w:p w14:paraId="020EC39B" w14:textId="77777777" w:rsidR="00554A13" w:rsidRDefault="00554A13" w:rsidP="00554A13">
      <w:pPr>
        <w:pStyle w:val="RSCnumberedlist"/>
        <w:numPr>
          <w:ilvl w:val="0"/>
          <w:numId w:val="0"/>
        </w:numPr>
        <w:ind w:left="360"/>
      </w:pPr>
    </w:p>
    <w:p w14:paraId="1CBDD589" w14:textId="104CCE69" w:rsidR="00554A13" w:rsidRDefault="0003107C" w:rsidP="00554A13">
      <w:pPr>
        <w:pStyle w:val="RSCnumberedlist"/>
      </w:pPr>
      <w:r>
        <w:t>As this reaction releases so much energy, what might happen to the water that is produced as a liquid in the chemical reaction?</w:t>
      </w:r>
    </w:p>
    <w:p w14:paraId="6D973F8C" w14:textId="5E6DE0E8" w:rsidR="00554A13" w:rsidRDefault="00554A13" w:rsidP="00B911E1">
      <w:pPr>
        <w:pStyle w:val="RSCnumberedlist"/>
        <w:numPr>
          <w:ilvl w:val="0"/>
          <w:numId w:val="0"/>
        </w:numPr>
        <w:pBdr>
          <w:bottom w:val="single" w:sz="6" w:space="1" w:color="auto"/>
        </w:pBdr>
        <w:spacing w:line="360" w:lineRule="auto"/>
        <w:ind w:left="360"/>
        <w:rPr>
          <w:b/>
          <w:bCs/>
        </w:rPr>
      </w:pPr>
    </w:p>
    <w:p w14:paraId="385A18A5" w14:textId="77777777" w:rsidR="00554A13" w:rsidRPr="00554A13" w:rsidRDefault="00554A13" w:rsidP="00B911E1">
      <w:pPr>
        <w:pStyle w:val="RSCnumberedlist"/>
        <w:numPr>
          <w:ilvl w:val="0"/>
          <w:numId w:val="0"/>
        </w:numPr>
        <w:pBdr>
          <w:bottom w:val="single" w:sz="6" w:space="1" w:color="auto"/>
        </w:pBdr>
        <w:tabs>
          <w:tab w:val="clear" w:pos="426"/>
          <w:tab w:val="center" w:pos="709"/>
        </w:tabs>
        <w:spacing w:line="360" w:lineRule="auto"/>
        <w:ind w:left="709" w:hanging="360"/>
        <w:rPr>
          <w:b/>
          <w:bCs/>
        </w:rPr>
      </w:pPr>
    </w:p>
    <w:p w14:paraId="08201CF1" w14:textId="77777777" w:rsidR="00554A13" w:rsidRPr="00554A13" w:rsidRDefault="00554A13" w:rsidP="00554A13">
      <w:pPr>
        <w:pStyle w:val="RSCnumberedlist"/>
        <w:numPr>
          <w:ilvl w:val="0"/>
          <w:numId w:val="0"/>
        </w:numPr>
        <w:ind w:left="360"/>
        <w:rPr>
          <w:b/>
          <w:bCs/>
        </w:rPr>
      </w:pPr>
    </w:p>
    <w:p w14:paraId="0D6D8E9F" w14:textId="0A427EBF" w:rsidR="00C26464" w:rsidRPr="005C39AE" w:rsidRDefault="00C26464" w:rsidP="0003107C">
      <w:pPr>
        <w:pStyle w:val="RSCMarks"/>
        <w:spacing w:before="120"/>
        <w:jc w:val="both"/>
      </w:pPr>
    </w:p>
    <w:sectPr w:rsidR="00C26464" w:rsidRPr="005C39AE" w:rsidSect="005C39AE">
      <w:headerReference w:type="default" r:id="rId12"/>
      <w:footerReference w:type="default" r:id="rId13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A44EF" w14:textId="77777777" w:rsidR="0002062B" w:rsidRDefault="0002062B" w:rsidP="00C51F51">
      <w:r>
        <w:separator/>
      </w:r>
    </w:p>
  </w:endnote>
  <w:endnote w:type="continuationSeparator" w:id="0">
    <w:p w14:paraId="1F783E91" w14:textId="77777777" w:rsidR="0002062B" w:rsidRDefault="0002062B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6D000DD7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2022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FEC98" w14:textId="77777777" w:rsidR="0002062B" w:rsidRDefault="0002062B" w:rsidP="00C51F51">
      <w:r>
        <w:separator/>
      </w:r>
    </w:p>
  </w:footnote>
  <w:footnote w:type="continuationSeparator" w:id="0">
    <w:p w14:paraId="7E0CAE8D" w14:textId="77777777" w:rsidR="0002062B" w:rsidRDefault="0002062B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7824BD1E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0A95E668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 descr="A red and white sig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and white sig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754EDAC6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4A43"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A6466A5" w14:textId="27E21D7F" w:rsidR="00EA2264" w:rsidRPr="00EA2264" w:rsidRDefault="00004A43" w:rsidP="00004A43">
    <w:pPr>
      <w:pStyle w:val="RSCURL"/>
      <w:jc w:val="right"/>
    </w:pPr>
    <w:r>
      <w:rPr>
        <w:color w:val="000000" w:themeColor="text1"/>
      </w:rPr>
      <w:t>A</w:t>
    </w:r>
    <w:bookmarkStart w:id="2" w:name="_Hlk113344138"/>
    <w:r>
      <w:rPr>
        <w:color w:val="000000" w:themeColor="text1"/>
      </w:rPr>
      <w:t>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r w:rsidR="00EA2264" w:rsidRPr="00004A43">
      <w:t>rsc.li/</w:t>
    </w:r>
    <w:r w:rsidR="008512E1">
      <w:t>3EaU569</w:t>
    </w:r>
    <w:r w:rsidR="008512E1" w:rsidRPr="008512E1">
      <w:rPr>
        <w:rFonts w:ascii="Roboto" w:hAnsi="Roboto"/>
        <w:color w:val="000000"/>
        <w:sz w:val="20"/>
        <w:szCs w:val="20"/>
        <w:shd w:val="clear" w:color="auto" w:fill="FFFFFF"/>
      </w:rPr>
      <w:t xml:space="preserve"> </w:t>
    </w:r>
  </w:p>
  <w:bookmarkEnd w:id="2"/>
  <w:p w14:paraId="3C90FD3C" w14:textId="14FF1BF1" w:rsidR="00EB7352" w:rsidRDefault="00EB7352"/>
  <w:p w14:paraId="1D2B5C70" w14:textId="77777777" w:rsidR="00EB7352" w:rsidRDefault="00EB73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41432"/>
    <w:multiLevelType w:val="hybridMultilevel"/>
    <w:tmpl w:val="AE78D360"/>
    <w:lvl w:ilvl="0" w:tplc="79645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50946">
    <w:abstractNumId w:val="10"/>
  </w:num>
  <w:num w:numId="2" w16cid:durableId="2017535471">
    <w:abstractNumId w:val="17"/>
  </w:num>
  <w:num w:numId="3" w16cid:durableId="33122833">
    <w:abstractNumId w:val="22"/>
  </w:num>
  <w:num w:numId="4" w16cid:durableId="1345283925">
    <w:abstractNumId w:val="19"/>
  </w:num>
  <w:num w:numId="5" w16cid:durableId="445586997">
    <w:abstractNumId w:val="14"/>
  </w:num>
  <w:num w:numId="6" w16cid:durableId="1180241404">
    <w:abstractNumId w:val="15"/>
  </w:num>
  <w:num w:numId="7" w16cid:durableId="1872692816">
    <w:abstractNumId w:val="15"/>
    <w:lvlOverride w:ilvl="0">
      <w:startOverride w:val="1"/>
    </w:lvlOverride>
  </w:num>
  <w:num w:numId="8" w16cid:durableId="1013141330">
    <w:abstractNumId w:val="18"/>
    <w:lvlOverride w:ilvl="0">
      <w:startOverride w:val="2"/>
    </w:lvlOverride>
  </w:num>
  <w:num w:numId="9" w16cid:durableId="453064780">
    <w:abstractNumId w:val="15"/>
    <w:lvlOverride w:ilvl="0">
      <w:startOverride w:val="1"/>
    </w:lvlOverride>
  </w:num>
  <w:num w:numId="10" w16cid:durableId="493960554">
    <w:abstractNumId w:val="16"/>
  </w:num>
  <w:num w:numId="11" w16cid:durableId="909541313">
    <w:abstractNumId w:val="16"/>
    <w:lvlOverride w:ilvl="0">
      <w:startOverride w:val="2"/>
    </w:lvlOverride>
  </w:num>
  <w:num w:numId="12" w16cid:durableId="937758830">
    <w:abstractNumId w:val="20"/>
  </w:num>
  <w:num w:numId="13" w16cid:durableId="1446189560">
    <w:abstractNumId w:val="24"/>
  </w:num>
  <w:num w:numId="14" w16cid:durableId="58985317">
    <w:abstractNumId w:val="16"/>
    <w:lvlOverride w:ilvl="0">
      <w:startOverride w:val="2"/>
    </w:lvlOverride>
  </w:num>
  <w:num w:numId="15" w16cid:durableId="1693451906">
    <w:abstractNumId w:val="15"/>
    <w:lvlOverride w:ilvl="0">
      <w:startOverride w:val="1"/>
    </w:lvlOverride>
  </w:num>
  <w:num w:numId="16" w16cid:durableId="1514684455">
    <w:abstractNumId w:val="23"/>
  </w:num>
  <w:num w:numId="17" w16cid:durableId="1425540104">
    <w:abstractNumId w:val="12"/>
  </w:num>
  <w:num w:numId="18" w16cid:durableId="1984116684">
    <w:abstractNumId w:val="11"/>
  </w:num>
  <w:num w:numId="19" w16cid:durableId="1518815627">
    <w:abstractNumId w:val="0"/>
  </w:num>
  <w:num w:numId="20" w16cid:durableId="1845364006">
    <w:abstractNumId w:val="1"/>
  </w:num>
  <w:num w:numId="21" w16cid:durableId="1846094041">
    <w:abstractNumId w:val="2"/>
  </w:num>
  <w:num w:numId="22" w16cid:durableId="1211723379">
    <w:abstractNumId w:val="3"/>
  </w:num>
  <w:num w:numId="23" w16cid:durableId="209078679">
    <w:abstractNumId w:val="8"/>
  </w:num>
  <w:num w:numId="24" w16cid:durableId="284121712">
    <w:abstractNumId w:val="4"/>
  </w:num>
  <w:num w:numId="25" w16cid:durableId="1629044620">
    <w:abstractNumId w:val="5"/>
  </w:num>
  <w:num w:numId="26" w16cid:durableId="264313807">
    <w:abstractNumId w:val="6"/>
  </w:num>
  <w:num w:numId="27" w16cid:durableId="228882993">
    <w:abstractNumId w:val="7"/>
  </w:num>
  <w:num w:numId="28" w16cid:durableId="280960954">
    <w:abstractNumId w:val="9"/>
  </w:num>
  <w:num w:numId="29" w16cid:durableId="940065385">
    <w:abstractNumId w:val="13"/>
  </w:num>
  <w:num w:numId="30" w16cid:durableId="1986542381">
    <w:abstractNumId w:val="16"/>
    <w:lvlOverride w:ilvl="0">
      <w:startOverride w:val="3"/>
    </w:lvlOverride>
  </w:num>
  <w:num w:numId="31" w16cid:durableId="35668791">
    <w:abstractNumId w:val="16"/>
    <w:lvlOverride w:ilvl="0">
      <w:startOverride w:val="1"/>
    </w:lvlOverride>
  </w:num>
  <w:num w:numId="32" w16cid:durableId="612058511">
    <w:abstractNumId w:val="21"/>
  </w:num>
  <w:num w:numId="33" w16cid:durableId="3775531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4A43"/>
    <w:rsid w:val="000051B9"/>
    <w:rsid w:val="00005B4D"/>
    <w:rsid w:val="00007EBF"/>
    <w:rsid w:val="00011336"/>
    <w:rsid w:val="00013C05"/>
    <w:rsid w:val="00014841"/>
    <w:rsid w:val="000160C3"/>
    <w:rsid w:val="0001765C"/>
    <w:rsid w:val="0002062B"/>
    <w:rsid w:val="00020F33"/>
    <w:rsid w:val="00022217"/>
    <w:rsid w:val="000233B3"/>
    <w:rsid w:val="00025A47"/>
    <w:rsid w:val="00025E75"/>
    <w:rsid w:val="00030E3B"/>
    <w:rsid w:val="0003107C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3EDB"/>
    <w:rsid w:val="00045494"/>
    <w:rsid w:val="00047323"/>
    <w:rsid w:val="00051BF0"/>
    <w:rsid w:val="00052523"/>
    <w:rsid w:val="00052F81"/>
    <w:rsid w:val="000548AA"/>
    <w:rsid w:val="000553A0"/>
    <w:rsid w:val="00062222"/>
    <w:rsid w:val="000643D9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9005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2126C"/>
    <w:rsid w:val="001228EC"/>
    <w:rsid w:val="00124DE7"/>
    <w:rsid w:val="00125301"/>
    <w:rsid w:val="0012670F"/>
    <w:rsid w:val="00130C34"/>
    <w:rsid w:val="00131044"/>
    <w:rsid w:val="001315CA"/>
    <w:rsid w:val="00133888"/>
    <w:rsid w:val="00133A3E"/>
    <w:rsid w:val="0013731C"/>
    <w:rsid w:val="00144CDA"/>
    <w:rsid w:val="0015105E"/>
    <w:rsid w:val="001547A9"/>
    <w:rsid w:val="00154EEB"/>
    <w:rsid w:val="00161950"/>
    <w:rsid w:val="00164B56"/>
    <w:rsid w:val="00170FA5"/>
    <w:rsid w:val="001714D0"/>
    <w:rsid w:val="001806ED"/>
    <w:rsid w:val="001831DC"/>
    <w:rsid w:val="00184B61"/>
    <w:rsid w:val="00185427"/>
    <w:rsid w:val="001906BA"/>
    <w:rsid w:val="001968DC"/>
    <w:rsid w:val="00196EFF"/>
    <w:rsid w:val="001A251E"/>
    <w:rsid w:val="001A27D9"/>
    <w:rsid w:val="001A2F7C"/>
    <w:rsid w:val="001A51F1"/>
    <w:rsid w:val="001A5E39"/>
    <w:rsid w:val="001A7A4D"/>
    <w:rsid w:val="001B1555"/>
    <w:rsid w:val="001B1781"/>
    <w:rsid w:val="001B2292"/>
    <w:rsid w:val="001B2EA8"/>
    <w:rsid w:val="001B4F05"/>
    <w:rsid w:val="001B5474"/>
    <w:rsid w:val="001C23F6"/>
    <w:rsid w:val="001C290F"/>
    <w:rsid w:val="001C6470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0E67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4FFE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2437"/>
    <w:rsid w:val="00267279"/>
    <w:rsid w:val="002716EA"/>
    <w:rsid w:val="002723D5"/>
    <w:rsid w:val="00276F81"/>
    <w:rsid w:val="002802B5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20E4D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2F0D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C14A2"/>
    <w:rsid w:val="003C1583"/>
    <w:rsid w:val="003C19FC"/>
    <w:rsid w:val="003C1F78"/>
    <w:rsid w:val="003C4116"/>
    <w:rsid w:val="003C5B91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851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57E97"/>
    <w:rsid w:val="00462C62"/>
    <w:rsid w:val="004647DD"/>
    <w:rsid w:val="00464DEB"/>
    <w:rsid w:val="00465239"/>
    <w:rsid w:val="004658D7"/>
    <w:rsid w:val="00466E24"/>
    <w:rsid w:val="00470A3A"/>
    <w:rsid w:val="0047293A"/>
    <w:rsid w:val="00472E80"/>
    <w:rsid w:val="00475C69"/>
    <w:rsid w:val="00475EAC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9D"/>
    <w:rsid w:val="004C317E"/>
    <w:rsid w:val="004C54E4"/>
    <w:rsid w:val="004C7173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0589"/>
    <w:rsid w:val="0050206B"/>
    <w:rsid w:val="00504336"/>
    <w:rsid w:val="00512EF1"/>
    <w:rsid w:val="005153EA"/>
    <w:rsid w:val="00517ED5"/>
    <w:rsid w:val="00522B05"/>
    <w:rsid w:val="00530A17"/>
    <w:rsid w:val="005329C8"/>
    <w:rsid w:val="00533730"/>
    <w:rsid w:val="00534C5E"/>
    <w:rsid w:val="0053639C"/>
    <w:rsid w:val="0053797D"/>
    <w:rsid w:val="00546756"/>
    <w:rsid w:val="005468E5"/>
    <w:rsid w:val="00551D55"/>
    <w:rsid w:val="00553540"/>
    <w:rsid w:val="00554A13"/>
    <w:rsid w:val="00554FEE"/>
    <w:rsid w:val="00561167"/>
    <w:rsid w:val="0056304F"/>
    <w:rsid w:val="005638C0"/>
    <w:rsid w:val="0056464B"/>
    <w:rsid w:val="00566255"/>
    <w:rsid w:val="005669FF"/>
    <w:rsid w:val="00570400"/>
    <w:rsid w:val="00570A3E"/>
    <w:rsid w:val="00571F1F"/>
    <w:rsid w:val="005739C1"/>
    <w:rsid w:val="00573AA1"/>
    <w:rsid w:val="00573B4A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7C9"/>
    <w:rsid w:val="005A5A6B"/>
    <w:rsid w:val="005B18A6"/>
    <w:rsid w:val="005B3BA5"/>
    <w:rsid w:val="005B55F2"/>
    <w:rsid w:val="005C22B9"/>
    <w:rsid w:val="005C39AE"/>
    <w:rsid w:val="005C3BF4"/>
    <w:rsid w:val="005C703B"/>
    <w:rsid w:val="005D0DB0"/>
    <w:rsid w:val="005D1E00"/>
    <w:rsid w:val="005D535D"/>
    <w:rsid w:val="005D69D4"/>
    <w:rsid w:val="005D6A71"/>
    <w:rsid w:val="005D7154"/>
    <w:rsid w:val="005E0657"/>
    <w:rsid w:val="005F39DD"/>
    <w:rsid w:val="005F5C28"/>
    <w:rsid w:val="005F6D0F"/>
    <w:rsid w:val="006056F3"/>
    <w:rsid w:val="006061F5"/>
    <w:rsid w:val="006078DB"/>
    <w:rsid w:val="006148BB"/>
    <w:rsid w:val="00616B9D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E9E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4581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97C48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1DD1"/>
    <w:rsid w:val="007022AC"/>
    <w:rsid w:val="007029F3"/>
    <w:rsid w:val="00703E5E"/>
    <w:rsid w:val="00706989"/>
    <w:rsid w:val="0071064A"/>
    <w:rsid w:val="007136E5"/>
    <w:rsid w:val="00713D02"/>
    <w:rsid w:val="00713DF8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24BA9"/>
    <w:rsid w:val="007328BF"/>
    <w:rsid w:val="007337AE"/>
    <w:rsid w:val="007348F1"/>
    <w:rsid w:val="00736435"/>
    <w:rsid w:val="00742794"/>
    <w:rsid w:val="00742E84"/>
    <w:rsid w:val="00747545"/>
    <w:rsid w:val="00751C1F"/>
    <w:rsid w:val="00752CBB"/>
    <w:rsid w:val="00753940"/>
    <w:rsid w:val="00754A45"/>
    <w:rsid w:val="00756B12"/>
    <w:rsid w:val="00760DE6"/>
    <w:rsid w:val="00762866"/>
    <w:rsid w:val="00763DA3"/>
    <w:rsid w:val="00767982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5FF5"/>
    <w:rsid w:val="007962B0"/>
    <w:rsid w:val="007A02F3"/>
    <w:rsid w:val="007A084A"/>
    <w:rsid w:val="007A10B2"/>
    <w:rsid w:val="007A1A13"/>
    <w:rsid w:val="007A33A2"/>
    <w:rsid w:val="007A35F0"/>
    <w:rsid w:val="007A486B"/>
    <w:rsid w:val="007A726C"/>
    <w:rsid w:val="007B1B0C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512E1"/>
    <w:rsid w:val="008618F3"/>
    <w:rsid w:val="0086417A"/>
    <w:rsid w:val="0086581C"/>
    <w:rsid w:val="00873024"/>
    <w:rsid w:val="00873625"/>
    <w:rsid w:val="0087744F"/>
    <w:rsid w:val="00881419"/>
    <w:rsid w:val="00882CA3"/>
    <w:rsid w:val="00883973"/>
    <w:rsid w:val="00884C77"/>
    <w:rsid w:val="008940CB"/>
    <w:rsid w:val="008960EA"/>
    <w:rsid w:val="008964D0"/>
    <w:rsid w:val="008969E1"/>
    <w:rsid w:val="008A6BC0"/>
    <w:rsid w:val="008A76E0"/>
    <w:rsid w:val="008B0123"/>
    <w:rsid w:val="008B01BB"/>
    <w:rsid w:val="008B4593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69C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2BB5"/>
    <w:rsid w:val="00964B17"/>
    <w:rsid w:val="00965055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6CE3"/>
    <w:rsid w:val="00987C4B"/>
    <w:rsid w:val="00991AFD"/>
    <w:rsid w:val="00992106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2E00"/>
    <w:rsid w:val="009D41B1"/>
    <w:rsid w:val="009D6F91"/>
    <w:rsid w:val="009E01F6"/>
    <w:rsid w:val="009E17B6"/>
    <w:rsid w:val="009E2F76"/>
    <w:rsid w:val="009E6C29"/>
    <w:rsid w:val="009F0460"/>
    <w:rsid w:val="009F3110"/>
    <w:rsid w:val="009F3D94"/>
    <w:rsid w:val="009F3FBF"/>
    <w:rsid w:val="00A03ADA"/>
    <w:rsid w:val="00A0567D"/>
    <w:rsid w:val="00A06224"/>
    <w:rsid w:val="00A07680"/>
    <w:rsid w:val="00A105CD"/>
    <w:rsid w:val="00A125D9"/>
    <w:rsid w:val="00A13B0E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42CD"/>
    <w:rsid w:val="00A356F4"/>
    <w:rsid w:val="00A35A10"/>
    <w:rsid w:val="00A429D0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820A2"/>
    <w:rsid w:val="00A8366D"/>
    <w:rsid w:val="00A85F0D"/>
    <w:rsid w:val="00A976F6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2097"/>
    <w:rsid w:val="00AE36DC"/>
    <w:rsid w:val="00AE39FE"/>
    <w:rsid w:val="00AE6B2C"/>
    <w:rsid w:val="00AE7272"/>
    <w:rsid w:val="00B000E3"/>
    <w:rsid w:val="00B00FF6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5760"/>
    <w:rsid w:val="00B572D8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558F"/>
    <w:rsid w:val="00B85BD9"/>
    <w:rsid w:val="00B86120"/>
    <w:rsid w:val="00B86A95"/>
    <w:rsid w:val="00B911E1"/>
    <w:rsid w:val="00B9142C"/>
    <w:rsid w:val="00B91E97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6C5"/>
    <w:rsid w:val="00C2398C"/>
    <w:rsid w:val="00C247CE"/>
    <w:rsid w:val="00C26464"/>
    <w:rsid w:val="00C316A0"/>
    <w:rsid w:val="00C37007"/>
    <w:rsid w:val="00C37C4A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73B60"/>
    <w:rsid w:val="00C74E0D"/>
    <w:rsid w:val="00C76645"/>
    <w:rsid w:val="00C77EE9"/>
    <w:rsid w:val="00C8107F"/>
    <w:rsid w:val="00C8199C"/>
    <w:rsid w:val="00C83704"/>
    <w:rsid w:val="00C84AFB"/>
    <w:rsid w:val="00C85619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55F2"/>
    <w:rsid w:val="00CB6529"/>
    <w:rsid w:val="00CB6E4B"/>
    <w:rsid w:val="00CC4195"/>
    <w:rsid w:val="00CC61AC"/>
    <w:rsid w:val="00CD2F1B"/>
    <w:rsid w:val="00CD36A3"/>
    <w:rsid w:val="00CD426D"/>
    <w:rsid w:val="00CD5DAF"/>
    <w:rsid w:val="00CE0E23"/>
    <w:rsid w:val="00CE182F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40C68"/>
    <w:rsid w:val="00D41DF1"/>
    <w:rsid w:val="00D4700B"/>
    <w:rsid w:val="00D470EA"/>
    <w:rsid w:val="00D5133A"/>
    <w:rsid w:val="00D52C92"/>
    <w:rsid w:val="00D537DB"/>
    <w:rsid w:val="00D6260B"/>
    <w:rsid w:val="00D634AE"/>
    <w:rsid w:val="00D644E6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DF66CF"/>
    <w:rsid w:val="00E02057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6065"/>
    <w:rsid w:val="00E60944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3473"/>
    <w:rsid w:val="00EC36F7"/>
    <w:rsid w:val="00EC7D8F"/>
    <w:rsid w:val="00ED24AD"/>
    <w:rsid w:val="00ED280A"/>
    <w:rsid w:val="00ED3C6B"/>
    <w:rsid w:val="00ED4DB6"/>
    <w:rsid w:val="00ED5EEE"/>
    <w:rsid w:val="00ED7B5C"/>
    <w:rsid w:val="00EE1FEE"/>
    <w:rsid w:val="00EE57F5"/>
    <w:rsid w:val="00EF036B"/>
    <w:rsid w:val="00EF10F3"/>
    <w:rsid w:val="00EF1DB2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30A9F"/>
    <w:rsid w:val="00F31BB0"/>
    <w:rsid w:val="00F45BFC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2339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8B4"/>
    <w:rsid w:val="00FD0C9D"/>
    <w:rsid w:val="00FD1D3C"/>
    <w:rsid w:val="00FD20D2"/>
    <w:rsid w:val="00FD42E1"/>
    <w:rsid w:val="00FD57B5"/>
    <w:rsid w:val="00FE2459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86CE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24F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24FF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224FFE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4F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24FFE"/>
    <w:rPr>
      <w:rFonts w:ascii="Arial" w:hAnsi="Arial" w:cs="Arial"/>
      <w:b/>
      <w:bCs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724BA9"/>
    <w:rPr>
      <w:color w:val="808080"/>
    </w:rPr>
  </w:style>
  <w:style w:type="paragraph" w:styleId="Revision">
    <w:name w:val="Revision"/>
    <w:hidden/>
    <w:uiPriority w:val="99"/>
    <w:semiHidden/>
    <w:rsid w:val="00534C5E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3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B9E6A3-E325-461F-8467-2CA615ECB59D}">
  <ds:schemaRefs>
    <ds:schemaRef ds:uri="http://purl.org/dc/elements/1.1/"/>
    <ds:schemaRef ds:uri="c4a1134a-ec95-48d0-8411-392686591e19"/>
    <ds:schemaRef ds:uri="http://schemas.microsoft.com/office/2006/documentManagement/types"/>
    <ds:schemaRef ds:uri="http://purl.org/dc/terms/"/>
    <ds:schemaRef ds:uri="a9c5b8cb-8b3b-4b00-8e13-e0891dd65cf1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40</TotalTime>
  <Pages>3</Pages>
  <Words>412</Words>
  <Characters>2595</Characters>
  <Application>Microsoft Office Word</Application>
  <DocSecurity>0</DocSecurity>
  <Lines>57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Superbugs and their chemical reactions - student sheet</vt:lpstr>
    </vt:vector>
  </TitlesOfParts>
  <Manager/>
  <Company>Royal Society of Chemistry</Company>
  <LinksUpToDate>false</LinksUpToDate>
  <CharactersWithSpaces>2980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Superbugs and their chemical reactions - student sheet</dc:title>
  <dc:subject/>
  <dc:creator>Royal Society Of Chemistry</dc:creator>
  <cp:keywords>reaction profile, endothermic, exothermic, enthalpy, energy level diagram</cp:keywords>
  <dc:description>From Wonder weapons, Education in Chemistry, https://rsc.li/3yi6pOc</dc:description>
  <cp:lastModifiedBy>Kirsty Patterson</cp:lastModifiedBy>
  <cp:revision>7</cp:revision>
  <cp:lastPrinted>2022-09-26T09:40:00Z</cp:lastPrinted>
  <dcterms:created xsi:type="dcterms:W3CDTF">2022-09-30T10:49:00Z</dcterms:created>
  <dcterms:modified xsi:type="dcterms:W3CDTF">2022-10-06T11:24:00Z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