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6579" w14:textId="55F91B14" w:rsidR="00DE5205" w:rsidRDefault="00B9507D" w:rsidP="00834385">
      <w:pPr>
        <w:pStyle w:val="RSCH1"/>
      </w:pPr>
      <w:r w:rsidRPr="00B9507D">
        <w:t>Revealing blueberries’ nanostructure</w:t>
      </w:r>
    </w:p>
    <w:p w14:paraId="320877FA" w14:textId="298A4E58"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B9507D" w:rsidRPr="00B9507D">
        <w:rPr>
          <w:b w:val="0"/>
          <w:bCs w:val="0"/>
          <w:i/>
          <w:iCs/>
          <w:sz w:val="20"/>
          <w:szCs w:val="20"/>
        </w:rPr>
        <w:t>Ada McVean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17C93846" w14:textId="20DA999B" w:rsidR="00552720" w:rsidRDefault="00B9507D" w:rsidP="00F53087">
      <w:pPr>
        <w:pStyle w:val="RSCBasictext"/>
        <w:rPr>
          <w:b/>
          <w:bCs/>
          <w:color w:val="C8102E"/>
          <w:lang w:eastAsia="en-GB"/>
        </w:rPr>
      </w:pPr>
      <w:r w:rsidRPr="00B9507D">
        <w:rPr>
          <w:b/>
          <w:bCs/>
          <w:color w:val="C8102E"/>
          <w:lang w:eastAsia="en-GB"/>
        </w:rPr>
        <w:t xml:space="preserve">It is structural tricks, not pigments that give blue fruits their attractive </w:t>
      </w:r>
      <w:proofErr w:type="gramStart"/>
      <w:r w:rsidRPr="00B9507D">
        <w:rPr>
          <w:b/>
          <w:bCs/>
          <w:color w:val="C8102E"/>
          <w:lang w:eastAsia="en-GB"/>
        </w:rPr>
        <w:t>hue</w:t>
      </w:r>
      <w:proofErr w:type="gramEnd"/>
    </w:p>
    <w:p w14:paraId="6133E88D" w14:textId="51EA1E99" w:rsidR="00B9507D" w:rsidRDefault="00B9507D" w:rsidP="00B9507D">
      <w:pPr>
        <w:pStyle w:val="RSCBasictext"/>
      </w:pPr>
      <w:r>
        <w:t>Despite their name and appearance, blueberries do not contain any blue pigments. New research attributes their blue hue to interactions between light and the nanostructures found in their waxy coating. Researchers suggest that further investigation of this wax in the laboratory may help inspire sustainable, coloured biomaterials that can self-assemble and self-heal.</w:t>
      </w:r>
    </w:p>
    <w:p w14:paraId="258B4730" w14:textId="5B196243" w:rsidR="00DE5205" w:rsidRDefault="00B9507D" w:rsidP="00B9507D">
      <w:pPr>
        <w:pStyle w:val="RSCBasictext"/>
      </w:pPr>
      <w:r>
        <w:t xml:space="preserve">Several blue fruits, including blueberries, </w:t>
      </w:r>
      <w:proofErr w:type="gramStart"/>
      <w:r>
        <w:t>damsons</w:t>
      </w:r>
      <w:proofErr w:type="gramEnd"/>
      <w:r>
        <w:t xml:space="preserve"> and </w:t>
      </w:r>
      <w:proofErr w:type="spellStart"/>
      <w:r>
        <w:t>sloes</w:t>
      </w:r>
      <w:proofErr w:type="spellEnd"/>
      <w:r>
        <w:t>, feature a waxy epicuticular coating that protects them from predators and pathogens. While these fruits are rich in dark red anthocyanin pigments, the coating makes them appear blue. Vertebrates can see blue light well and such fruits are attractive to them, but blue-reflective pigments are rare in living things. Nature more commonly uses structural colouration — the use of microscopic structures on surfaces that change how light is reflected. This trickery is seen in bluebells and some butterfly wings and bird feathers</w:t>
      </w:r>
      <w:r w:rsidR="00F53087">
        <w:t>.</w:t>
      </w:r>
    </w:p>
    <w:p w14:paraId="1696500F" w14:textId="1DA4C1BB" w:rsidR="00DE5205" w:rsidRDefault="00B9507D" w:rsidP="004F633D">
      <w:pPr>
        <w:pStyle w:val="RSCBasictext"/>
        <w:rPr>
          <w:b/>
          <w:bCs/>
          <w:color w:val="C8102E"/>
          <w:lang w:eastAsia="en-GB"/>
        </w:rPr>
      </w:pPr>
      <w:r>
        <w:rPr>
          <w:noProof/>
        </w:rPr>
        <mc:AlternateContent>
          <mc:Choice Requires="wpg">
            <w:drawing>
              <wp:anchor distT="0" distB="0" distL="114300" distR="114300" simplePos="0" relativeHeight="251660288" behindDoc="0" locked="0" layoutInCell="1" allowOverlap="1" wp14:anchorId="4A70B28A" wp14:editId="2483E937">
                <wp:simplePos x="0" y="0"/>
                <wp:positionH relativeFrom="margin">
                  <wp:posOffset>6985</wp:posOffset>
                </wp:positionH>
                <wp:positionV relativeFrom="paragraph">
                  <wp:posOffset>111760</wp:posOffset>
                </wp:positionV>
                <wp:extent cx="2800350" cy="2314575"/>
                <wp:effectExtent l="0" t="0" r="0" b="0"/>
                <wp:wrapSquare wrapText="bothSides"/>
                <wp:docPr id="1360237600"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800350" cy="2314575"/>
                          <a:chOff x="1" y="0"/>
                          <a:chExt cx="2800351" cy="2314575"/>
                        </a:xfrm>
                      </wpg:grpSpPr>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1" cstate="print">
                            <a:extLst>
                              <a:ext uri="{28A0092B-C50C-407E-A947-70E740481C1C}">
                                <a14:useLocalDpi xmlns:a14="http://schemas.microsoft.com/office/drawing/2010/main" val="0"/>
                              </a:ext>
                            </a:extLst>
                          </a:blip>
                          <a:srcRect t="2507" b="2507"/>
                          <a:stretch/>
                        </pic:blipFill>
                        <pic:spPr bwMode="auto">
                          <a:xfrm>
                            <a:off x="1" y="0"/>
                            <a:ext cx="2800350" cy="1773291"/>
                          </a:xfrm>
                          <a:prstGeom prst="rect">
                            <a:avLst/>
                          </a:prstGeom>
                          <a:noFill/>
                          <a:ln>
                            <a:noFill/>
                          </a:ln>
                          <a:extLst>
                            <a:ext uri="{53640926-AAD7-44D8-BBD7-CCE9431645EC}">
                              <a14:shadowObscured xmlns:a14="http://schemas.microsoft.com/office/drawing/2010/main"/>
                            </a:ext>
                          </a:extLst>
                        </pic:spPr>
                      </pic:pic>
                      <wps:wsp>
                        <wps:cNvPr id="217" name="Text Box 2">
                          <a:extLst>
                            <a:ext uri="{C183D7F6-B498-43B3-948B-1728B52AA6E4}">
                              <adec:decorative xmlns:adec="http://schemas.microsoft.com/office/drawing/2017/decorative" val="1"/>
                            </a:ext>
                          </a:extLst>
                        </wps:cNvPr>
                        <wps:cNvSpPr txBox="1">
                          <a:spLocks noChangeArrowheads="1"/>
                        </wps:cNvSpPr>
                        <wps:spPr bwMode="auto">
                          <a:xfrm>
                            <a:off x="1" y="1822450"/>
                            <a:ext cx="2800351" cy="492125"/>
                          </a:xfrm>
                          <a:prstGeom prst="rect">
                            <a:avLst/>
                          </a:prstGeom>
                          <a:noFill/>
                          <a:ln w="9525">
                            <a:noFill/>
                            <a:miter lim="800000"/>
                            <a:headEnd/>
                            <a:tailEnd/>
                          </a:ln>
                        </wps:spPr>
                        <wps:txbx>
                          <w:txbxContent>
                            <w:p w14:paraId="1CA918B7" w14:textId="0E394810"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B9507D" w:rsidRPr="00B9507D">
                                <w:rPr>
                                  <w:i/>
                                  <w:iCs/>
                                  <w:color w:val="C8102E"/>
                                  <w:sz w:val="18"/>
                                  <w:szCs w:val="18"/>
                                  <w:lang w:val="nl-NL"/>
                                </w:rPr>
                                <w:t>Grafisphos/Shutterstock</w:t>
                              </w:r>
                            </w:p>
                            <w:p w14:paraId="5CACE14D" w14:textId="38F47911" w:rsidR="002628CC" w:rsidRPr="00D37733" w:rsidRDefault="00B9507D" w:rsidP="00B9507D">
                              <w:pPr>
                                <w:pStyle w:val="RSCBasictext"/>
                                <w:ind w:left="-142"/>
                                <w:rPr>
                                  <w:color w:val="C8102E"/>
                                  <w:sz w:val="18"/>
                                  <w:szCs w:val="18"/>
                                </w:rPr>
                              </w:pPr>
                              <w:r w:rsidRPr="00B9507D">
                                <w:rPr>
                                  <w:i/>
                                  <w:iCs/>
                                  <w:color w:val="C8102E"/>
                                  <w:sz w:val="18"/>
                                  <w:szCs w:val="18"/>
                                </w:rPr>
                                <w:t>Ever wondered why blueberries aren’t blue?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70B28A" id="Group 1" o:spid="_x0000_s1026" alt="&quot;&quot;" style="position:absolute;margin-left:.55pt;margin-top:8.8pt;width:220.5pt;height:182.25pt;z-index:251660288;mso-position-horizontal-relative:margin;mso-width-relative:margin;mso-height-relative:margin" coordorigin="" coordsize="28003,231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&#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quot;&quot;" style="position:absolute;width:28003;height:177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">
                  <v:imagedata r:id="rId12" o:title="" croptop="1643f" cropbottom="1643f"/>
                </v:shape>
                <v:shapetype id="_x0000_t202" coordsize="21600,21600" o:spt="202" path="m,l,21600r21600,l21600,xe">
                  <v:stroke joinstyle="miter"/>
                  <v:path gradientshapeok="t" o:connecttype="rect"/>
                </v:shapetype>
                <v:shape id="Text Box 2" o:spid="_x0000_s1028" type="#_x0000_t202" alt="&quot;&quot;" style="position:absolute;top:18224;width:28003;height:4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1CA918B7" w14:textId="0E394810"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B9507D" w:rsidRPr="00B9507D">
                          <w:rPr>
                            <w:i/>
                            <w:iCs/>
                            <w:color w:val="C8102E"/>
                            <w:sz w:val="18"/>
                            <w:szCs w:val="18"/>
                            <w:lang w:val="nl-NL"/>
                          </w:rPr>
                          <w:t>Grafisphos/Shutterstock</w:t>
                        </w:r>
                      </w:p>
                      <w:p w14:paraId="5CACE14D" w14:textId="38F47911" w:rsidR="002628CC" w:rsidRPr="00D37733" w:rsidRDefault="00B9507D" w:rsidP="00B9507D">
                        <w:pPr>
                          <w:pStyle w:val="RSCBasictext"/>
                          <w:ind w:left="-142"/>
                          <w:rPr>
                            <w:color w:val="C8102E"/>
                            <w:sz w:val="18"/>
                            <w:szCs w:val="18"/>
                          </w:rPr>
                        </w:pPr>
                        <w:r w:rsidRPr="00B9507D">
                          <w:rPr>
                            <w:i/>
                            <w:iCs/>
                            <w:color w:val="C8102E"/>
                            <w:sz w:val="18"/>
                            <w:szCs w:val="18"/>
                          </w:rPr>
                          <w:t>Ever wondered why blueberries aren’t blue?</w:t>
                        </w:r>
                      </w:p>
                    </w:txbxContent>
                  </v:textbox>
                </v:shape>
                <w10:wrap type="square" anchorx="margin"/>
              </v:group>
            </w:pict>
          </mc:Fallback>
        </mc:AlternateContent>
      </w:r>
      <w:r w:rsidRPr="00B9507D">
        <w:rPr>
          <w:b/>
          <w:bCs/>
          <w:color w:val="C8102E"/>
          <w:lang w:eastAsia="en-GB"/>
        </w:rPr>
        <w:t>A clever trick of light</w:t>
      </w:r>
    </w:p>
    <w:p w14:paraId="0A77DD7E" w14:textId="39F997AE" w:rsidR="00B9507D" w:rsidRDefault="00B9507D" w:rsidP="00B9507D">
      <w:pPr>
        <w:pStyle w:val="RSCBasictext"/>
      </w:pPr>
      <w:r>
        <w:t xml:space="preserve">Researchers from Germany, Finland and the UK teamed up to sample a variety of blue fruits with waxy coatings. Analysing the coatings with scanning electron microscopy revealed randomly arranged, non-spherical nanostructures that interact with light, scattering it to create their blue hues. Across a range of fruits, the researchers found four wax crystal shapes: ring, rod, </w:t>
      </w:r>
      <w:proofErr w:type="gramStart"/>
      <w:r>
        <w:t>slab</w:t>
      </w:r>
      <w:proofErr w:type="gramEnd"/>
      <w:r>
        <w:t xml:space="preserve"> and tube. Despite differences in the morphologies of the wax nanostructures, they all produced very similar optical spectra and look alike to humans.</w:t>
      </w:r>
    </w:p>
    <w:p w14:paraId="3378D436" w14:textId="77777777" w:rsidR="00B9507D" w:rsidRDefault="00B9507D" w:rsidP="00B9507D">
      <w:pPr>
        <w:pStyle w:val="RSCBasictext"/>
      </w:pPr>
      <w:r>
        <w:t>The scientists then probed the coatings further. First, they washed the wax off the berries of the Oregon grape plant. Next, they recrystallised it onto card. Although the fruit wax appeared transparent when in solution, and white as a solute, when it was spread onto card, it self-assembled into a nanostructure with the same deep blue colour as the natural berry.</w:t>
      </w:r>
    </w:p>
    <w:p w14:paraId="3171B0CB" w14:textId="77777777" w:rsidR="00B9507D" w:rsidRDefault="00B9507D" w:rsidP="00B9507D">
      <w:pPr>
        <w:pStyle w:val="RSCBasictext"/>
      </w:pPr>
      <w:r>
        <w:t>The researchers believe fruit wax could inspire the design of novel non-toxic, self-assembled colourants and coatings. Due to the wax’s ability to self-assemble, these biomaterials could also be self-healing, meaning they could repair themselves if scratched or torn.</w:t>
      </w:r>
    </w:p>
    <w:p w14:paraId="3E4A567B" w14:textId="4C563879" w:rsidR="005A7F55" w:rsidRPr="005C39AE" w:rsidRDefault="00C75F75" w:rsidP="00E67FE2">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DE5205">
        <w:t>‘</w:t>
      </w:r>
      <w:r w:rsidR="00B9507D" w:rsidRPr="00B9507D">
        <w:rPr>
          <w:lang w:eastAsia="en-GB"/>
        </w:rPr>
        <w:t>Blueberries’ blue is just skin deep, depending on structure not pigments</w:t>
      </w:r>
      <w:r w:rsidR="00F53087">
        <w:rPr>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r w:rsidR="00F53087" w:rsidRPr="00F53087">
        <w:rPr>
          <w:b/>
          <w:bCs/>
          <w:lang w:eastAsia="en-GB"/>
        </w:rPr>
        <w:t>rsc.li/</w:t>
      </w:r>
      <w:r w:rsidR="00B9507D" w:rsidRPr="00B9507D">
        <w:rPr>
          <w:b/>
          <w:bCs/>
          <w:lang w:eastAsia="en-GB"/>
        </w:rPr>
        <w:t>3IPA59W</w:t>
      </w:r>
      <w:r w:rsidR="00F53087">
        <w:rPr>
          <w:lang w:eastAsia="en-GB"/>
        </w:rPr>
        <w:t>.</w:t>
      </w:r>
    </w:p>
    <w:sectPr w:rsidR="005A7F5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127BD4A0"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E7B1D">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3D9D1C92" w:rsidR="00B2509B" w:rsidRDefault="00917295" w:rsidP="002D5125">
    <w:pPr>
      <w:spacing w:after="0"/>
      <w:ind w:right="-850"/>
      <w:jc w:val="right"/>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F53087" w:rsidRPr="00F53087">
        <w:rPr>
          <w:rStyle w:val="Hyperlink"/>
          <w:rFonts w:ascii="Century Gothic" w:hAnsi="Century Gothic"/>
          <w:b/>
          <w:bCs/>
          <w:color w:val="C00000"/>
          <w:sz w:val="18"/>
          <w:szCs w:val="18"/>
        </w:rPr>
        <w:t>rsc.li/3HVs03k</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C8"/>
    <w:rsid w:val="00533730"/>
    <w:rsid w:val="0053639C"/>
    <w:rsid w:val="0053797D"/>
    <w:rsid w:val="00540C83"/>
    <w:rsid w:val="00546756"/>
    <w:rsid w:val="005468E5"/>
    <w:rsid w:val="00551D55"/>
    <w:rsid w:val="00552720"/>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2FB2"/>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0948"/>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5E90"/>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4C6C"/>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507D"/>
    <w:rsid w:val="00B964FB"/>
    <w:rsid w:val="00BA0095"/>
    <w:rsid w:val="00BA183F"/>
    <w:rsid w:val="00BA359E"/>
    <w:rsid w:val="00BA6652"/>
    <w:rsid w:val="00BA72E3"/>
    <w:rsid w:val="00BB2A22"/>
    <w:rsid w:val="00BB32CC"/>
    <w:rsid w:val="00BB5AE5"/>
    <w:rsid w:val="00BC1746"/>
    <w:rsid w:val="00BC2CDB"/>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3790A"/>
    <w:rsid w:val="00D40C68"/>
    <w:rsid w:val="00D41DF1"/>
    <w:rsid w:val="00D470EA"/>
    <w:rsid w:val="00D5133A"/>
    <w:rsid w:val="00D52C92"/>
    <w:rsid w:val="00D537DB"/>
    <w:rsid w:val="00D579D1"/>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205"/>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FE2"/>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087"/>
    <w:rsid w:val="00F53191"/>
    <w:rsid w:val="00F53633"/>
    <w:rsid w:val="00F56230"/>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HVs03k" TargetMode="External"/><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17B9E6A3-E325-461F-8467-2CA615ECB59D}">
  <ds:schemaRefs>
    <ds:schemaRef ds:uri="http://purl.org/dc/terms/"/>
    <ds:schemaRef ds:uri="http://purl.org/dc/elements/1.1/"/>
    <ds:schemaRef ds:uri="http://schemas.microsoft.com/office/2006/metadata/properties"/>
    <ds:schemaRef ds:uri="http://schemas.microsoft.com/office/2006/documentManagement/types"/>
    <ds:schemaRef ds:uri="c4a1134a-ec95-48d0-8411-392686591e19"/>
    <ds:schemaRef ds:uri="http://www.w3.org/XML/1998/namespace"/>
    <ds:schemaRef ds:uri="http://purl.org/dc/dcmitype/"/>
    <ds:schemaRef ds:uri="http://schemas.microsoft.com/office/infopath/2007/PartnerControls"/>
    <ds:schemaRef ds:uri="http://schemas.openxmlformats.org/package/2006/metadata/core-properties"/>
    <ds:schemaRef ds:uri="a9c5b8cb-8b3b-4b00-8e13-e0891dd65cf1"/>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Template>
  <TotalTime>214</TotalTime>
  <Pages>1</Pages>
  <Words>375</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High levels of nanoplastics found in bottled water</vt:lpstr>
    </vt:vector>
  </TitlesOfParts>
  <Manager/>
  <Company>Royal Society of Chemistry</Company>
  <LinksUpToDate>false</LinksUpToDate>
  <CharactersWithSpaces>2486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polluting red mud for greener metal production</dc:title>
  <dc:subject/>
  <dc:creator>Royal Society of Chemistry</dc:creator>
  <cp:keywords>science; research; news; chemistry; teaching; context; secondary;</cp:keywords>
  <dc:description>From Education in Chemistry High levels of nanoplastics found in bottled water</dc:description>
  <cp:lastModifiedBy>Katherine Hartop</cp:lastModifiedBy>
  <cp:revision>16</cp:revision>
  <cp:lastPrinted>2024-02-29T17:15:00Z</cp:lastPrinted>
  <dcterms:created xsi:type="dcterms:W3CDTF">2023-11-22T11:40:00Z</dcterms:created>
  <dcterms:modified xsi:type="dcterms:W3CDTF">2024-03-21T11:39:00Z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