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9214" w14:textId="581B9D68" w:rsidR="00A0567D" w:rsidRPr="00B06A1A" w:rsidRDefault="00363F38" w:rsidP="000E5C03">
      <w:pPr>
        <w:pStyle w:val="RSCH1"/>
        <w:ind w:right="-709"/>
      </w:pPr>
      <w:r>
        <w:t>Earth’s atmosphere</w:t>
      </w:r>
    </w:p>
    <w:p w14:paraId="66EFB5F2" w14:textId="19A87434" w:rsidR="00AC283E" w:rsidRDefault="00AC283E" w:rsidP="00AC283E">
      <w:pPr>
        <w:pStyle w:val="RSCH2"/>
      </w:pPr>
      <w:r>
        <w:t>Learning objectives</w:t>
      </w:r>
    </w:p>
    <w:p w14:paraId="703AACA7" w14:textId="69B1AF20" w:rsidR="001D1FF2" w:rsidRDefault="00EE0B56" w:rsidP="001D1FF2">
      <w:pPr>
        <w:pStyle w:val="RSCLearningobjectives"/>
      </w:pPr>
      <w:bookmarkStart w:id="0" w:name="_Hlk174874604"/>
      <w:r>
        <w:t>Name</w:t>
      </w:r>
      <w:r w:rsidR="001D1FF2">
        <w:t xml:space="preserve"> the distinct layers of Earth’s atmosphere.</w:t>
      </w:r>
    </w:p>
    <w:p w14:paraId="15FE772F" w14:textId="30513D35" w:rsidR="001D1FF2" w:rsidRDefault="001D1FF2" w:rsidP="001D1FF2">
      <w:pPr>
        <w:pStyle w:val="RSCLearningobjectives"/>
      </w:pPr>
      <w:r>
        <w:t>Analyse data on the composition and temperature of Earth’s atmosphere.</w:t>
      </w:r>
    </w:p>
    <w:p w14:paraId="5E2F0AEF" w14:textId="77777777" w:rsidR="001D1FF2" w:rsidRPr="0049734A" w:rsidRDefault="001D1FF2" w:rsidP="001D1FF2">
      <w:pPr>
        <w:pStyle w:val="RSCLearningobjectives"/>
      </w:pPr>
      <w:r>
        <w:t>Explain the role of the atmosphere for sustaining life on Earth.</w:t>
      </w:r>
    </w:p>
    <w:bookmarkEnd w:id="0"/>
    <w:p w14:paraId="6D96E77A" w14:textId="0132A1C1" w:rsidR="005739C1" w:rsidRPr="007022AC" w:rsidRDefault="00AC283E" w:rsidP="00D2698B">
      <w:pPr>
        <w:pStyle w:val="RSCH2"/>
      </w:pPr>
      <w:r>
        <w:t xml:space="preserve">Introduction </w:t>
      </w:r>
    </w:p>
    <w:p w14:paraId="7103421D" w14:textId="60985981" w:rsidR="004C65A0" w:rsidRDefault="004C65A0" w:rsidP="004C65A0">
      <w:pPr>
        <w:pStyle w:val="RSCBasictext"/>
        <w:spacing w:after="0"/>
      </w:pPr>
      <w:bookmarkStart w:id="1" w:name="_Hlk174874617"/>
      <w:r>
        <w:t xml:space="preserve">The Earth’s atmosphere is a mixture of gases </w:t>
      </w:r>
      <w:r w:rsidR="00BF7C43">
        <w:t>that</w:t>
      </w:r>
      <w:r>
        <w:t xml:space="preserve"> surround the Earth and are held in place by gravity. Scientists have divided the atmosphere into distinct layers based on how the temperature changes within those layers. Earth’s atmosphere sustains life by providing breathable air, shielding </w:t>
      </w:r>
      <w:r w:rsidR="00BF7C43">
        <w:t xml:space="preserve">us </w:t>
      </w:r>
      <w:r>
        <w:t xml:space="preserve">from UV radiation and regulating temperature. </w:t>
      </w:r>
    </w:p>
    <w:p w14:paraId="250C5057" w14:textId="77777777" w:rsidR="004C65A0" w:rsidRDefault="004C65A0" w:rsidP="004C65A0">
      <w:pPr>
        <w:pStyle w:val="RSCBasictext"/>
        <w:spacing w:after="0"/>
      </w:pPr>
    </w:p>
    <w:p w14:paraId="6472F28B" w14:textId="77777777" w:rsidR="004C65A0" w:rsidRDefault="004C65A0" w:rsidP="004C65A0">
      <w:pPr>
        <w:pStyle w:val="RSCBasictext"/>
        <w:spacing w:after="0"/>
      </w:pPr>
      <w:r>
        <w:t>Understanding the atmosphere is crucial as it helps us predict and respond to changes in weather patterns, climate change and air quality, enabling us to make informed decisions to protect our environment and wellbeing for the future.</w:t>
      </w:r>
    </w:p>
    <w:bookmarkEnd w:id="1"/>
    <w:p w14:paraId="3D5A3077" w14:textId="2143FE8E" w:rsidR="00FB6140" w:rsidRDefault="00E44008" w:rsidP="00FB6140">
      <w:pPr>
        <w:pStyle w:val="RSCH2"/>
      </w:pPr>
      <w:r>
        <w:t>Instructions</w:t>
      </w:r>
    </w:p>
    <w:p w14:paraId="68F9B4DE" w14:textId="388207E7" w:rsidR="00D91FE4" w:rsidRPr="00FB6140" w:rsidRDefault="00D91FE4" w:rsidP="00D91FE4">
      <w:pPr>
        <w:pStyle w:val="RSCBulletedlist"/>
      </w:pPr>
      <w:bookmarkStart w:id="2" w:name="_Hlk174874652"/>
      <w:r>
        <w:t xml:space="preserve">This is a Directed Activity Related to Text (DART). </w:t>
      </w:r>
      <w:r w:rsidR="00FF3CC6">
        <w:t>R</w:t>
      </w:r>
      <w:r>
        <w:t xml:space="preserve">ead the fact sheet and look at the infographic poster before attempting to answer the questions. </w:t>
      </w:r>
    </w:p>
    <w:p w14:paraId="4E9C91B3" w14:textId="4FAEA5DE" w:rsidR="00D91FE4" w:rsidRPr="008331A7" w:rsidRDefault="00D91FE4" w:rsidP="00D91FE4">
      <w:pPr>
        <w:pStyle w:val="RSCBulletedlist"/>
      </w:pPr>
      <w:r w:rsidRPr="008331A7">
        <w:t xml:space="preserve">Use your own knowledge and understanding, as well the resources provided, to answer the questions. </w:t>
      </w:r>
    </w:p>
    <w:p w14:paraId="678E4CD4" w14:textId="77777777" w:rsidR="00D91FE4" w:rsidRPr="008331A7" w:rsidRDefault="00D91FE4" w:rsidP="00D91FE4">
      <w:pPr>
        <w:pStyle w:val="RSCBulletedlist"/>
      </w:pPr>
      <w:r w:rsidRPr="008331A7">
        <w:t xml:space="preserve">Using the data in the table provided, complete the calculations about the Earth’s atmosphere. </w:t>
      </w:r>
    </w:p>
    <w:bookmarkEnd w:id="2"/>
    <w:p w14:paraId="2A3F5EF4" w14:textId="5C2A8251" w:rsidR="007877C9" w:rsidRDefault="007877C9" w:rsidP="00FB6140">
      <w:pPr>
        <w:pStyle w:val="RSCBasictext"/>
      </w:pPr>
    </w:p>
    <w:p w14:paraId="4B99BE33" w14:textId="77777777" w:rsidR="005D26ED" w:rsidRDefault="005D26ED" w:rsidP="00D303C4">
      <w:pPr>
        <w:outlineLvl w:val="9"/>
        <w:rPr>
          <w:rFonts w:ascii="Century Gothic" w:hAnsi="Century Gothic"/>
          <w:b/>
          <w:bCs/>
          <w:color w:val="006F62"/>
          <w:sz w:val="28"/>
          <w:szCs w:val="22"/>
        </w:rPr>
      </w:pPr>
      <w:r>
        <w:br w:type="page"/>
      </w:r>
    </w:p>
    <w:p w14:paraId="60595FA1" w14:textId="42609706" w:rsidR="00363F38" w:rsidRDefault="00FB6140" w:rsidP="000D2791">
      <w:pPr>
        <w:pStyle w:val="RSCH2"/>
      </w:pPr>
      <w:r>
        <w:lastRenderedPageBreak/>
        <w:t>Question</w:t>
      </w:r>
      <w:r w:rsidR="00E44008">
        <w:t>s</w:t>
      </w:r>
    </w:p>
    <w:p w14:paraId="514F1AF6" w14:textId="07B99FA2" w:rsidR="00CA07B0" w:rsidRDefault="000A4D27" w:rsidP="009812C8">
      <w:pPr>
        <w:pStyle w:val="RSCnumberedlist"/>
        <w:rPr>
          <w:b/>
          <w:bCs/>
        </w:rPr>
      </w:pPr>
      <w:r>
        <w:t>Name</w:t>
      </w:r>
      <w:r w:rsidR="004D1668" w:rsidRPr="00D303C4">
        <w:t xml:space="preserve"> the five main layers of Earth’s atmosphere, starting from the surface and moving outwards</w:t>
      </w:r>
      <w:r>
        <w:t>.</w:t>
      </w:r>
    </w:p>
    <w:p w14:paraId="4967411E" w14:textId="5642BB0A" w:rsidR="00D303C4" w:rsidRPr="009812C8" w:rsidRDefault="00D303C4" w:rsidP="009812C8">
      <w:pPr>
        <w:pStyle w:val="RSCUnderline"/>
      </w:pPr>
      <w:r w:rsidRPr="009812C8">
        <w:t>___________________________________________________________________________</w:t>
      </w:r>
      <w:r w:rsidR="009812C8">
        <w:t>_______</w:t>
      </w:r>
    </w:p>
    <w:p w14:paraId="14DD7EAA" w14:textId="4A9843D2" w:rsidR="004D1668" w:rsidRDefault="00D303C4" w:rsidP="009812C8">
      <w:pPr>
        <w:pStyle w:val="RSCnumberedlist"/>
        <w:rPr>
          <w:b/>
          <w:bCs/>
        </w:rPr>
      </w:pPr>
      <w:r>
        <w:t>H</w:t>
      </w:r>
      <w:r w:rsidR="004D1668" w:rsidRPr="00D303C4">
        <w:t>ow does the ozone layer protect life on Earth?</w:t>
      </w:r>
    </w:p>
    <w:p w14:paraId="05DC2772" w14:textId="167BCC1C" w:rsidR="00D303C4" w:rsidRPr="009812C8" w:rsidRDefault="00D303C4" w:rsidP="009812C8">
      <w:pPr>
        <w:pStyle w:val="RSCUnderline"/>
      </w:pPr>
      <w:r w:rsidRPr="009812C8">
        <w:t>___________________________________________________________________________</w:t>
      </w:r>
      <w:r w:rsidR="009812C8">
        <w:t>_______</w:t>
      </w:r>
    </w:p>
    <w:p w14:paraId="36050BCC" w14:textId="20F2821D" w:rsidR="00D303C4" w:rsidRPr="009812C8" w:rsidRDefault="00D303C4" w:rsidP="009812C8">
      <w:pPr>
        <w:pStyle w:val="RSCUnderline"/>
      </w:pPr>
      <w:r w:rsidRPr="009812C8">
        <w:t>___________________________________________________________________________</w:t>
      </w:r>
      <w:r w:rsidR="009812C8">
        <w:t>_______</w:t>
      </w:r>
    </w:p>
    <w:p w14:paraId="7654ED18" w14:textId="300E70D1" w:rsidR="004D1668" w:rsidRDefault="004D1668" w:rsidP="009812C8">
      <w:pPr>
        <w:pStyle w:val="RSCnumberedlist"/>
        <w:rPr>
          <w:b/>
          <w:bCs/>
        </w:rPr>
      </w:pPr>
      <w:r w:rsidRPr="00D303C4">
        <w:t xml:space="preserve">State the key differences between the composition of Earth’s early atmosphere </w:t>
      </w:r>
      <w:r w:rsidR="0055085A">
        <w:t>and</w:t>
      </w:r>
      <w:r w:rsidRPr="00D303C4">
        <w:t xml:space="preserve"> </w:t>
      </w:r>
      <w:proofErr w:type="gramStart"/>
      <w:r w:rsidRPr="00D303C4">
        <w:t>today</w:t>
      </w:r>
      <w:r w:rsidR="0055085A">
        <w:t>’</w:t>
      </w:r>
      <w:r w:rsidRPr="00D303C4">
        <w:t>s</w:t>
      </w:r>
      <w:proofErr w:type="gramEnd"/>
      <w:r w:rsidRPr="00D303C4">
        <w:t xml:space="preserve"> in terms of the most abundant gases.</w:t>
      </w:r>
    </w:p>
    <w:p w14:paraId="2556C005" w14:textId="1D70ADF8" w:rsidR="00D303C4" w:rsidRPr="009812C8" w:rsidRDefault="00D303C4" w:rsidP="009812C8">
      <w:pPr>
        <w:pStyle w:val="RSCUnderline"/>
      </w:pPr>
      <w:r w:rsidRPr="009812C8">
        <w:t>___________________________________________________________________________</w:t>
      </w:r>
      <w:r w:rsidR="009812C8">
        <w:t>_______</w:t>
      </w:r>
    </w:p>
    <w:p w14:paraId="072FDF18" w14:textId="1FEC6B9D" w:rsidR="00D303C4" w:rsidRPr="009812C8" w:rsidRDefault="00D303C4" w:rsidP="009812C8">
      <w:pPr>
        <w:pStyle w:val="RSCUnderline"/>
      </w:pPr>
      <w:r w:rsidRPr="009812C8">
        <w:t>___________________________________________________________________________</w:t>
      </w:r>
      <w:r w:rsidR="009812C8">
        <w:t>_______</w:t>
      </w:r>
    </w:p>
    <w:p w14:paraId="2763BF15" w14:textId="0F42A662" w:rsidR="004D1668" w:rsidRDefault="004D1668" w:rsidP="009812C8">
      <w:pPr>
        <w:pStyle w:val="RSCnumberedlist"/>
        <w:rPr>
          <w:b/>
          <w:bCs/>
        </w:rPr>
      </w:pPr>
      <w:r w:rsidRPr="00D303C4">
        <w:t xml:space="preserve">Why did the level of carbon dioxide in the atmosphere decrease with time? </w:t>
      </w:r>
    </w:p>
    <w:p w14:paraId="2CEC0FB2" w14:textId="77777777" w:rsidR="00A12A67" w:rsidRDefault="00A12A67" w:rsidP="00A12A67">
      <w:pPr>
        <w:pStyle w:val="RSCUnderline"/>
      </w:pPr>
      <w:r>
        <w:t>__________________________________________________________________________________</w:t>
      </w:r>
    </w:p>
    <w:p w14:paraId="757291ED" w14:textId="551BA10D" w:rsidR="00A12A67" w:rsidRPr="009812C8" w:rsidRDefault="00A12A67" w:rsidP="00A12A67">
      <w:pPr>
        <w:pStyle w:val="RSCUnderline"/>
      </w:pPr>
      <w:r>
        <w:t>__________________________________________________________________________________</w:t>
      </w:r>
    </w:p>
    <w:p w14:paraId="732B5ADE" w14:textId="77777777" w:rsidR="00DD1E50" w:rsidRPr="00A04A4D" w:rsidRDefault="00DD1E50" w:rsidP="00DD1E50">
      <w:pPr>
        <w:pStyle w:val="RSCnumberedlist"/>
        <w:rPr>
          <w:b/>
          <w:bCs/>
        </w:rPr>
      </w:pPr>
      <w:r>
        <w:t>Describe the organisms that lived on Earth before the increase in oxygen gas.</w:t>
      </w:r>
    </w:p>
    <w:p w14:paraId="111AC59D" w14:textId="40287D97" w:rsidR="00D303C4" w:rsidRPr="009812C8" w:rsidRDefault="00D303C4" w:rsidP="009812C8">
      <w:pPr>
        <w:pStyle w:val="RSCUnderline"/>
      </w:pPr>
      <w:r w:rsidRPr="009812C8">
        <w:t>___________________________________________________________________________</w:t>
      </w:r>
      <w:r w:rsidR="009812C8">
        <w:t>_______</w:t>
      </w:r>
    </w:p>
    <w:p w14:paraId="4E9AC49B" w14:textId="2D9E81C2" w:rsidR="00D303C4" w:rsidRPr="009812C8" w:rsidRDefault="00D303C4" w:rsidP="009812C8">
      <w:pPr>
        <w:pStyle w:val="RSCUnderline"/>
      </w:pPr>
      <w:r w:rsidRPr="009812C8">
        <w:t>___________________________________________________________________________</w:t>
      </w:r>
      <w:r w:rsidR="009812C8">
        <w:t>_______</w:t>
      </w:r>
    </w:p>
    <w:p w14:paraId="3D37A000" w14:textId="4DE239BD" w:rsidR="004D1668" w:rsidRDefault="004D1668" w:rsidP="009812C8">
      <w:pPr>
        <w:pStyle w:val="RSCnumberedlist"/>
        <w:rPr>
          <w:b/>
          <w:bCs/>
        </w:rPr>
      </w:pPr>
      <w:r w:rsidRPr="00D303C4">
        <w:t>Name the hottest layer in the atmosphere.</w:t>
      </w:r>
    </w:p>
    <w:p w14:paraId="043F3DAC" w14:textId="5622115F" w:rsidR="00D303C4" w:rsidRPr="009812C8" w:rsidRDefault="00D303C4" w:rsidP="009812C8">
      <w:pPr>
        <w:pStyle w:val="RSCUnderline"/>
      </w:pPr>
      <w:r>
        <w:t>___________________________________________________________________________</w:t>
      </w:r>
      <w:r w:rsidR="009812C8">
        <w:t>_______</w:t>
      </w:r>
    </w:p>
    <w:p w14:paraId="4A7B58B4" w14:textId="1254E6A0" w:rsidR="004D1668" w:rsidRDefault="004D1668" w:rsidP="009812C8">
      <w:pPr>
        <w:pStyle w:val="RSCnumberedlist"/>
        <w:rPr>
          <w:b/>
          <w:bCs/>
        </w:rPr>
      </w:pPr>
      <w:r w:rsidRPr="00D303C4">
        <w:t xml:space="preserve">Explain, in your own words, why this layer is the hottest. </w:t>
      </w:r>
    </w:p>
    <w:p w14:paraId="1FB3A3A6" w14:textId="02ACB54B" w:rsidR="00D303C4" w:rsidRPr="009812C8" w:rsidRDefault="00D303C4" w:rsidP="009812C8">
      <w:pPr>
        <w:pStyle w:val="RSCUnderline"/>
      </w:pPr>
      <w:r w:rsidRPr="009812C8">
        <w:t>___________________________________________________________________________</w:t>
      </w:r>
      <w:r w:rsidR="009812C8">
        <w:t>_______</w:t>
      </w:r>
    </w:p>
    <w:p w14:paraId="0966A760" w14:textId="73ADD79B" w:rsidR="00D303C4" w:rsidRPr="009812C8" w:rsidRDefault="00D303C4" w:rsidP="009812C8">
      <w:pPr>
        <w:pStyle w:val="RSCUnderline"/>
      </w:pPr>
      <w:r w:rsidRPr="009812C8">
        <w:t>___________________________________________________________________________</w:t>
      </w:r>
      <w:r w:rsidR="009812C8">
        <w:t>_______</w:t>
      </w:r>
    </w:p>
    <w:p w14:paraId="72DB7095" w14:textId="325FB1A3" w:rsidR="00EE0B56" w:rsidRDefault="00EE0B56" w:rsidP="00EE0B56">
      <w:pPr>
        <w:pStyle w:val="RSCnumberedlist"/>
      </w:pPr>
      <w:bookmarkStart w:id="3" w:name="_Hlk175846325"/>
      <w:r w:rsidRPr="00F17233">
        <w:t xml:space="preserve">Describe and explain </w:t>
      </w:r>
      <w:r>
        <w:rPr>
          <w:b/>
          <w:bCs/>
        </w:rPr>
        <w:t>two</w:t>
      </w:r>
      <w:r w:rsidRPr="00F17233">
        <w:t xml:space="preserve"> factor</w:t>
      </w:r>
      <w:r>
        <w:t>s</w:t>
      </w:r>
      <w:r w:rsidRPr="00F17233">
        <w:t xml:space="preserve"> that cause an increase in carbon dioxide in the atmosphere, leading to global warming. </w:t>
      </w:r>
    </w:p>
    <w:bookmarkEnd w:id="3"/>
    <w:p w14:paraId="1D6A2E46" w14:textId="77777777" w:rsidR="00DD4F85" w:rsidRDefault="00DD4F85" w:rsidP="00DD4F85">
      <w:pPr>
        <w:pStyle w:val="RSCUnderline"/>
      </w:pPr>
      <w:r w:rsidRPr="004263F9">
        <w:t>__________________________________________________________________________________</w:t>
      </w:r>
    </w:p>
    <w:p w14:paraId="0D7DE9C2" w14:textId="77777777" w:rsidR="00DD4F85" w:rsidRDefault="00DD4F85" w:rsidP="00DD4F85">
      <w:pPr>
        <w:pStyle w:val="RSCUnderline"/>
      </w:pPr>
      <w:r w:rsidRPr="004263F9">
        <w:t>__________________________________________________________________________________</w:t>
      </w:r>
    </w:p>
    <w:p w14:paraId="1EEE5A00" w14:textId="327D5F0A" w:rsidR="00D303C4" w:rsidRDefault="00DD4F85" w:rsidP="00DD4F85">
      <w:pPr>
        <w:pStyle w:val="RSCUnderline"/>
      </w:pPr>
      <w:r w:rsidRPr="004263F9">
        <w:t>__________________________________________________________________________________</w:t>
      </w:r>
    </w:p>
    <w:p w14:paraId="62655186" w14:textId="77777777" w:rsidR="00C41A89" w:rsidRDefault="00C41A89" w:rsidP="00C41A89">
      <w:pPr>
        <w:pStyle w:val="RSCUnderline"/>
      </w:pPr>
      <w:r w:rsidRPr="004263F9">
        <w:t>__________________________________________________________________________________</w:t>
      </w:r>
    </w:p>
    <w:p w14:paraId="724EEE8A" w14:textId="619FDAB1" w:rsidR="00C41A89" w:rsidRPr="009812C8" w:rsidRDefault="00C41A89" w:rsidP="00DD4F85">
      <w:pPr>
        <w:pStyle w:val="RSCUnderline"/>
      </w:pPr>
      <w:r w:rsidRPr="004263F9">
        <w:t>________________________________________________________________________________</w:t>
      </w:r>
      <w:r>
        <w:t>__</w:t>
      </w:r>
    </w:p>
    <w:p w14:paraId="11C7B99F" w14:textId="623966BD" w:rsidR="00EE0B56" w:rsidRPr="00EE0B56" w:rsidRDefault="00EE0B56" w:rsidP="00EE0B56">
      <w:pPr>
        <w:pStyle w:val="RSCnumberedlist"/>
        <w:rPr>
          <w:b/>
          <w:bCs/>
        </w:rPr>
      </w:pPr>
      <w:r w:rsidRPr="00D303C4">
        <w:t>Suggest a way to</w:t>
      </w:r>
      <w:r>
        <w:t xml:space="preserve"> reduce carbon dioxide in the atmosphere</w:t>
      </w:r>
      <w:r w:rsidRPr="00D303C4">
        <w:t xml:space="preserve">. </w:t>
      </w:r>
    </w:p>
    <w:p w14:paraId="55E4CB59" w14:textId="5124F494" w:rsidR="004263F9" w:rsidRDefault="004263F9" w:rsidP="00EE0B56">
      <w:pPr>
        <w:pStyle w:val="RSCUnderline"/>
      </w:pPr>
      <w:r w:rsidRPr="004263F9">
        <w:t>__________________________________________________________________________________</w:t>
      </w:r>
    </w:p>
    <w:p w14:paraId="0DBBE061" w14:textId="77777777" w:rsidR="004263F9" w:rsidRDefault="004263F9" w:rsidP="00EE0B56">
      <w:pPr>
        <w:pStyle w:val="RSCUnderline"/>
      </w:pPr>
      <w:r w:rsidRPr="004263F9">
        <w:t>__________________________________________________________________________________</w:t>
      </w:r>
    </w:p>
    <w:p w14:paraId="1DCA08A4" w14:textId="46B7A182" w:rsidR="00B91BF1" w:rsidRPr="004263F9" w:rsidRDefault="004263F9" w:rsidP="00EE0B56">
      <w:pPr>
        <w:pStyle w:val="RSCUnderline"/>
      </w:pPr>
      <w:r w:rsidRPr="004263F9">
        <w:t>__________________________________________________________________________________</w:t>
      </w:r>
      <w:r w:rsidR="00B91BF1" w:rsidRPr="004263F9">
        <w:br w:type="page"/>
      </w:r>
    </w:p>
    <w:p w14:paraId="43412029" w14:textId="77777777" w:rsidR="00EF5F5E" w:rsidRDefault="00EF5F5E" w:rsidP="00EF5F5E">
      <w:pPr>
        <w:pStyle w:val="RSCnumberedlist"/>
      </w:pPr>
      <w:r>
        <w:lastRenderedPageBreak/>
        <w:t xml:space="preserve">Imagine travelling back in time to the early Earth, over 4 billion years ago. As you step out of your time machine, you find yourself in a world vastly different from today. Describe what you see. </w:t>
      </w:r>
    </w:p>
    <w:p w14:paraId="00954D75" w14:textId="7768BC1E" w:rsidR="00D303C4" w:rsidRPr="009812C8" w:rsidRDefault="00D303C4" w:rsidP="009812C8">
      <w:pPr>
        <w:pStyle w:val="RSCUnderline"/>
      </w:pPr>
      <w:r w:rsidRPr="009812C8">
        <w:t>___________________________________________________________________________</w:t>
      </w:r>
      <w:r w:rsidR="009812C8">
        <w:t>_______</w:t>
      </w:r>
    </w:p>
    <w:p w14:paraId="7AC938DF" w14:textId="69583ED6" w:rsidR="00D303C4" w:rsidRPr="009812C8" w:rsidRDefault="00D303C4" w:rsidP="009812C8">
      <w:pPr>
        <w:pStyle w:val="RSCUnderline"/>
      </w:pPr>
      <w:r w:rsidRPr="009812C8">
        <w:t>___________________________________________________________________________</w:t>
      </w:r>
      <w:r w:rsidR="009812C8">
        <w:t>_______</w:t>
      </w:r>
    </w:p>
    <w:p w14:paraId="1497CC22" w14:textId="35BFD0DA" w:rsidR="00D303C4" w:rsidRPr="009812C8" w:rsidRDefault="00D303C4" w:rsidP="009812C8">
      <w:pPr>
        <w:pStyle w:val="RSCUnderline"/>
      </w:pPr>
      <w:r w:rsidRPr="009812C8">
        <w:t>___________________________________________________________________________</w:t>
      </w:r>
      <w:r w:rsidR="009812C8">
        <w:t>_______</w:t>
      </w:r>
    </w:p>
    <w:p w14:paraId="30225A99" w14:textId="77777777" w:rsidR="00EF5F5E" w:rsidRPr="009812C8" w:rsidRDefault="00EF5F5E" w:rsidP="00EF5F5E">
      <w:pPr>
        <w:pStyle w:val="RSCUnderline"/>
      </w:pPr>
      <w:r w:rsidRPr="009812C8">
        <w:t>___________________________________________________________________________</w:t>
      </w:r>
      <w:r>
        <w:t>_______</w:t>
      </w:r>
    </w:p>
    <w:p w14:paraId="30FA73A7" w14:textId="77777777" w:rsidR="00EF5F5E" w:rsidRPr="009812C8" w:rsidRDefault="00EF5F5E" w:rsidP="00EF5F5E">
      <w:pPr>
        <w:pStyle w:val="RSCUnderline"/>
      </w:pPr>
      <w:r w:rsidRPr="009812C8">
        <w:t>___________________________________________________________________________</w:t>
      </w:r>
      <w:r>
        <w:t>_______</w:t>
      </w:r>
    </w:p>
    <w:p w14:paraId="13339FDE" w14:textId="77777777" w:rsidR="00EF5F5E" w:rsidRPr="009812C8" w:rsidRDefault="00EF5F5E" w:rsidP="00EF5F5E">
      <w:pPr>
        <w:pStyle w:val="RSCUnderline"/>
      </w:pPr>
      <w:r w:rsidRPr="009812C8">
        <w:t>___________________________________________________________________________</w:t>
      </w:r>
      <w:r>
        <w:t>_______</w:t>
      </w:r>
    </w:p>
    <w:p w14:paraId="183D7430" w14:textId="77777777" w:rsidR="00EF5F5E" w:rsidRPr="009812C8" w:rsidRDefault="00EF5F5E" w:rsidP="00EF5F5E">
      <w:pPr>
        <w:pStyle w:val="RSCUnderline"/>
      </w:pPr>
      <w:r w:rsidRPr="009812C8">
        <w:t>___________________________________________________________________________</w:t>
      </w:r>
      <w:r>
        <w:t>_______</w:t>
      </w:r>
    </w:p>
    <w:p w14:paraId="089F22EB" w14:textId="77777777" w:rsidR="00EF5F5E" w:rsidRPr="009812C8" w:rsidRDefault="00EF5F5E" w:rsidP="00EF5F5E">
      <w:pPr>
        <w:pStyle w:val="RSCUnderline"/>
      </w:pPr>
      <w:r w:rsidRPr="009812C8">
        <w:t>___________________________________________________________________________</w:t>
      </w:r>
      <w:r>
        <w:t>_______</w:t>
      </w:r>
    </w:p>
    <w:p w14:paraId="5C0B3DCD" w14:textId="77777777" w:rsidR="00EF5F5E" w:rsidRPr="009812C8" w:rsidRDefault="00EF5F5E" w:rsidP="00EF5F5E">
      <w:pPr>
        <w:pStyle w:val="RSCUnderline"/>
      </w:pPr>
      <w:r w:rsidRPr="009812C8">
        <w:t>___________________________________________________________________________</w:t>
      </w:r>
      <w:r>
        <w:t>_______</w:t>
      </w:r>
    </w:p>
    <w:p w14:paraId="4FFB82EB" w14:textId="77777777" w:rsidR="00EF5F5E" w:rsidRPr="009812C8" w:rsidRDefault="00EF5F5E" w:rsidP="00EF5F5E">
      <w:pPr>
        <w:pStyle w:val="RSCUnderline"/>
      </w:pPr>
      <w:r w:rsidRPr="009812C8">
        <w:t>___________________________________________________________________________</w:t>
      </w:r>
      <w:r>
        <w:t>_______</w:t>
      </w:r>
    </w:p>
    <w:p w14:paraId="7EDA4B6E" w14:textId="77777777" w:rsidR="00EF5F5E" w:rsidRPr="009812C8" w:rsidRDefault="00EF5F5E" w:rsidP="00EF5F5E">
      <w:pPr>
        <w:pStyle w:val="RSCUnderline"/>
      </w:pPr>
      <w:r w:rsidRPr="009812C8">
        <w:t>___________________________________________________________________________</w:t>
      </w:r>
      <w:r>
        <w:t>_______</w:t>
      </w:r>
    </w:p>
    <w:p w14:paraId="178CC7E7" w14:textId="77777777" w:rsidR="00EF5F5E" w:rsidRPr="009812C8" w:rsidRDefault="00EF5F5E" w:rsidP="00EF5F5E">
      <w:pPr>
        <w:pStyle w:val="RSCUnderline"/>
      </w:pPr>
      <w:r w:rsidRPr="009812C8">
        <w:t>___________________________________________________________________________</w:t>
      </w:r>
      <w:r>
        <w:t>_______</w:t>
      </w:r>
    </w:p>
    <w:p w14:paraId="09A34C84" w14:textId="77777777" w:rsidR="00EF5F5E" w:rsidRPr="009812C8" w:rsidRDefault="00EF5F5E" w:rsidP="00EF5F5E">
      <w:pPr>
        <w:pStyle w:val="RSCUnderline"/>
      </w:pPr>
      <w:r w:rsidRPr="009812C8">
        <w:t>___________________________________________________________________________</w:t>
      </w:r>
      <w:r>
        <w:t>_______</w:t>
      </w:r>
    </w:p>
    <w:p w14:paraId="58BB12EF" w14:textId="77777777" w:rsidR="00EF5F5E" w:rsidRPr="009812C8" w:rsidRDefault="00EF5F5E" w:rsidP="00EF5F5E">
      <w:pPr>
        <w:pStyle w:val="RSCUnderline"/>
      </w:pPr>
      <w:r w:rsidRPr="009812C8">
        <w:t>___________________________________________________________________________</w:t>
      </w:r>
      <w:r>
        <w:t>_______</w:t>
      </w:r>
    </w:p>
    <w:p w14:paraId="1BD23065" w14:textId="77777777" w:rsidR="00EF5F5E" w:rsidRPr="009812C8" w:rsidRDefault="00EF5F5E" w:rsidP="00EF5F5E">
      <w:pPr>
        <w:pStyle w:val="RSCUnderline"/>
      </w:pPr>
      <w:r w:rsidRPr="009812C8">
        <w:t>___________________________________________________________________________</w:t>
      </w:r>
      <w:r>
        <w:t>_______</w:t>
      </w:r>
    </w:p>
    <w:p w14:paraId="091DEDF0" w14:textId="77777777" w:rsidR="00EF5F5E" w:rsidRPr="009812C8" w:rsidRDefault="00EF5F5E" w:rsidP="00EF5F5E">
      <w:pPr>
        <w:pStyle w:val="RSCUnderline"/>
      </w:pPr>
      <w:r w:rsidRPr="009812C8">
        <w:t>___________________________________________________________________________</w:t>
      </w:r>
      <w:r>
        <w:t>_______</w:t>
      </w:r>
    </w:p>
    <w:p w14:paraId="5C3DC4F0" w14:textId="77777777" w:rsidR="00EF5F5E" w:rsidRPr="009812C8" w:rsidRDefault="00EF5F5E" w:rsidP="00EF5F5E">
      <w:pPr>
        <w:pStyle w:val="RSCUnderline"/>
      </w:pPr>
      <w:r w:rsidRPr="009812C8">
        <w:t>___________________________________________________________________________</w:t>
      </w:r>
      <w:r>
        <w:t>_______</w:t>
      </w:r>
    </w:p>
    <w:p w14:paraId="48B9003B" w14:textId="77777777" w:rsidR="00EF5F5E" w:rsidRPr="009812C8" w:rsidRDefault="00EF5F5E" w:rsidP="00EF5F5E">
      <w:pPr>
        <w:pStyle w:val="RSCUnderline"/>
      </w:pPr>
      <w:r w:rsidRPr="009812C8">
        <w:t>___________________________________________________________________________</w:t>
      </w:r>
      <w:r>
        <w:t>_______</w:t>
      </w:r>
    </w:p>
    <w:p w14:paraId="08B97C40" w14:textId="77777777" w:rsidR="00EF5F5E" w:rsidRPr="009812C8" w:rsidRDefault="00EF5F5E" w:rsidP="00EF5F5E">
      <w:pPr>
        <w:pStyle w:val="RSCUnderline"/>
      </w:pPr>
      <w:r w:rsidRPr="009812C8">
        <w:t>___________________________________________________________________________</w:t>
      </w:r>
      <w:r>
        <w:t>_______</w:t>
      </w:r>
    </w:p>
    <w:p w14:paraId="4EE05C45" w14:textId="77777777" w:rsidR="00EF5F5E" w:rsidRPr="009812C8" w:rsidRDefault="00EF5F5E" w:rsidP="00EF5F5E">
      <w:pPr>
        <w:pStyle w:val="RSCUnderline"/>
      </w:pPr>
      <w:r w:rsidRPr="009812C8">
        <w:t>___________________________________________________________________________</w:t>
      </w:r>
      <w:r>
        <w:t>_______</w:t>
      </w:r>
    </w:p>
    <w:p w14:paraId="1040A5AD" w14:textId="77777777" w:rsidR="00EF5F5E" w:rsidRPr="009812C8" w:rsidRDefault="00EF5F5E" w:rsidP="00EF5F5E">
      <w:pPr>
        <w:pStyle w:val="RSCUnderline"/>
      </w:pPr>
      <w:r w:rsidRPr="009812C8">
        <w:t>___________________________________________________________________________</w:t>
      </w:r>
      <w:r>
        <w:t>_______</w:t>
      </w:r>
    </w:p>
    <w:p w14:paraId="66A2ACF9" w14:textId="77777777" w:rsidR="00EF5F5E" w:rsidRPr="009812C8" w:rsidRDefault="00EF5F5E" w:rsidP="00EF5F5E">
      <w:pPr>
        <w:pStyle w:val="RSCUnderline"/>
      </w:pPr>
      <w:r w:rsidRPr="009812C8">
        <w:t>___________________________________________________________________________</w:t>
      </w:r>
      <w:r>
        <w:t>_______</w:t>
      </w:r>
    </w:p>
    <w:p w14:paraId="09D2AC72" w14:textId="77777777" w:rsidR="00EF5F5E" w:rsidRPr="009812C8" w:rsidRDefault="00EF5F5E" w:rsidP="00EF5F5E">
      <w:pPr>
        <w:pStyle w:val="RSCUnderline"/>
      </w:pPr>
      <w:r w:rsidRPr="009812C8">
        <w:t>___________________________________________________________________________</w:t>
      </w:r>
      <w:r>
        <w:t>_______</w:t>
      </w:r>
    </w:p>
    <w:p w14:paraId="722E4423" w14:textId="77777777" w:rsidR="00EF5F5E" w:rsidRPr="009812C8" w:rsidRDefault="00EF5F5E" w:rsidP="00EF5F5E">
      <w:pPr>
        <w:pStyle w:val="RSCUnderline"/>
      </w:pPr>
      <w:r w:rsidRPr="009812C8">
        <w:t>___________________________________________________________________________</w:t>
      </w:r>
      <w:r>
        <w:t>_______</w:t>
      </w:r>
    </w:p>
    <w:p w14:paraId="1941D12C" w14:textId="77777777" w:rsidR="00EF5F5E" w:rsidRPr="009812C8" w:rsidRDefault="00EF5F5E" w:rsidP="00EF5F5E">
      <w:pPr>
        <w:pStyle w:val="RSCUnderline"/>
      </w:pPr>
      <w:r w:rsidRPr="009812C8">
        <w:t>___________________________________________________________________________</w:t>
      </w:r>
      <w:r>
        <w:t>_______</w:t>
      </w:r>
    </w:p>
    <w:p w14:paraId="0D024640" w14:textId="77777777" w:rsidR="00EF5F5E" w:rsidRPr="009812C8" w:rsidRDefault="00EF5F5E" w:rsidP="00EF5F5E">
      <w:pPr>
        <w:pStyle w:val="RSCUnderline"/>
      </w:pPr>
      <w:r w:rsidRPr="009812C8">
        <w:t>___________________________________________________________________________</w:t>
      </w:r>
      <w:r>
        <w:t>_______</w:t>
      </w:r>
    </w:p>
    <w:p w14:paraId="2B4DC0BF" w14:textId="77777777" w:rsidR="00EF5F5E" w:rsidRPr="009812C8" w:rsidRDefault="00EF5F5E" w:rsidP="00EF5F5E">
      <w:pPr>
        <w:pStyle w:val="RSCUnderline"/>
      </w:pPr>
      <w:r w:rsidRPr="009812C8">
        <w:t>___________________________________________________________________________</w:t>
      </w:r>
      <w:r>
        <w:t>_______</w:t>
      </w:r>
    </w:p>
    <w:p w14:paraId="2ECF82F0" w14:textId="77777777" w:rsidR="00EF5F5E" w:rsidRPr="009812C8" w:rsidRDefault="00EF5F5E" w:rsidP="00EF5F5E">
      <w:pPr>
        <w:pStyle w:val="RSCUnderline"/>
      </w:pPr>
      <w:r w:rsidRPr="009812C8">
        <w:t>___________________________________________________________________________</w:t>
      </w:r>
      <w:r>
        <w:t>_______</w:t>
      </w:r>
    </w:p>
    <w:p w14:paraId="69DF016F" w14:textId="77777777" w:rsidR="00EF5F5E" w:rsidRPr="009812C8" w:rsidRDefault="00EF5F5E" w:rsidP="00EF5F5E">
      <w:pPr>
        <w:pStyle w:val="RSCUnderline"/>
      </w:pPr>
      <w:r w:rsidRPr="009812C8">
        <w:t>___________________________________________________________________________</w:t>
      </w:r>
      <w:r>
        <w:t>_______</w:t>
      </w:r>
    </w:p>
    <w:p w14:paraId="2B46EDC5" w14:textId="77777777" w:rsidR="00EF5F5E" w:rsidRPr="009812C8" w:rsidRDefault="00EF5F5E" w:rsidP="00EF5F5E">
      <w:pPr>
        <w:pStyle w:val="RSCUnderline"/>
      </w:pPr>
      <w:r w:rsidRPr="009812C8">
        <w:t>___________________________________________________________________________</w:t>
      </w:r>
      <w:r>
        <w:t>_______</w:t>
      </w:r>
    </w:p>
    <w:p w14:paraId="6D0B78EB" w14:textId="3D4E29A2" w:rsidR="00C7551D" w:rsidRDefault="00EF5F5E" w:rsidP="00EF5F5E">
      <w:pPr>
        <w:pStyle w:val="RSCUnderline"/>
        <w:rPr>
          <w:b/>
          <w:bCs/>
          <w:color w:val="006F62"/>
          <w:sz w:val="28"/>
        </w:rPr>
      </w:pPr>
      <w:r w:rsidRPr="009812C8">
        <w:t>___________________________________________________________________________</w:t>
      </w:r>
      <w:r>
        <w:t>_______</w:t>
      </w:r>
      <w:r w:rsidR="00C7551D">
        <w:br w:type="page"/>
      </w:r>
    </w:p>
    <w:p w14:paraId="23967B3B" w14:textId="7F11E858" w:rsidR="00216D60" w:rsidRPr="0021503F" w:rsidRDefault="00B75F46" w:rsidP="00B75F46">
      <w:pPr>
        <w:pStyle w:val="RSCH2"/>
      </w:pPr>
      <w:r>
        <w:lastRenderedPageBreak/>
        <w:t>Earth’s atmosphere</w:t>
      </w:r>
      <w:r w:rsidR="006C3729">
        <w:t xml:space="preserve"> today</w:t>
      </w:r>
      <w:r>
        <w:t xml:space="preserve">: </w:t>
      </w:r>
      <w:r w:rsidR="006336FB">
        <w:t xml:space="preserve">data analysis and </w:t>
      </w:r>
      <w:r>
        <w:t>calculations</w:t>
      </w:r>
    </w:p>
    <w:tbl>
      <w:tblPr>
        <w:tblStyle w:val="TableGrid"/>
        <w:tblW w:w="9209" w:type="dxa"/>
        <w:jc w:val="center"/>
        <w:tblLook w:val="04A0" w:firstRow="1" w:lastRow="0" w:firstColumn="1" w:lastColumn="0" w:noHBand="0" w:noVBand="1"/>
      </w:tblPr>
      <w:tblGrid>
        <w:gridCol w:w="1622"/>
        <w:gridCol w:w="993"/>
        <w:gridCol w:w="1041"/>
        <w:gridCol w:w="1478"/>
        <w:gridCol w:w="1077"/>
        <w:gridCol w:w="1026"/>
        <w:gridCol w:w="1972"/>
      </w:tblGrid>
      <w:tr w:rsidR="0079767C" w:rsidRPr="00985C41" w14:paraId="3983CE34" w14:textId="13501153" w:rsidTr="0079767C">
        <w:trPr>
          <w:trHeight w:val="482"/>
          <w:jc w:val="center"/>
        </w:trPr>
        <w:tc>
          <w:tcPr>
            <w:tcW w:w="1622" w:type="dxa"/>
            <w:shd w:val="clear" w:color="auto" w:fill="E0E88E"/>
            <w:vAlign w:val="center"/>
          </w:tcPr>
          <w:p w14:paraId="61F5405C" w14:textId="7CA040C4" w:rsidR="0079767C" w:rsidRPr="00E73726" w:rsidRDefault="0079767C" w:rsidP="00363F38">
            <w:pPr>
              <w:spacing w:before="60" w:after="60" w:line="259" w:lineRule="auto"/>
              <w:ind w:right="34"/>
              <w:jc w:val="center"/>
              <w:rPr>
                <w:rFonts w:ascii="Century Gothic" w:hAnsi="Century Gothic"/>
                <w:b/>
                <w:bCs/>
                <w:color w:val="006F62"/>
              </w:rPr>
            </w:pPr>
            <w:bookmarkStart w:id="4" w:name="_Hlk110936187"/>
            <w:r>
              <w:rPr>
                <w:rFonts w:ascii="Century Gothic" w:hAnsi="Century Gothic"/>
                <w:b/>
                <w:bCs/>
                <w:color w:val="006F62"/>
              </w:rPr>
              <w:t>Layer</w:t>
            </w:r>
          </w:p>
        </w:tc>
        <w:tc>
          <w:tcPr>
            <w:tcW w:w="993" w:type="dxa"/>
            <w:shd w:val="clear" w:color="auto" w:fill="E0E88E"/>
          </w:tcPr>
          <w:p w14:paraId="6F638C1B" w14:textId="3175C909"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Altitude (km)</w:t>
            </w:r>
          </w:p>
        </w:tc>
        <w:tc>
          <w:tcPr>
            <w:tcW w:w="1041" w:type="dxa"/>
            <w:shd w:val="clear" w:color="auto" w:fill="E0E88E"/>
          </w:tcPr>
          <w:p w14:paraId="24DB479E" w14:textId="77777777"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Pressure</w:t>
            </w:r>
          </w:p>
          <w:p w14:paraId="76F8F878" w14:textId="56D62CA0"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(kPa)</w:t>
            </w:r>
          </w:p>
        </w:tc>
        <w:tc>
          <w:tcPr>
            <w:tcW w:w="1478" w:type="dxa"/>
            <w:shd w:val="clear" w:color="auto" w:fill="E0E88E"/>
          </w:tcPr>
          <w:p w14:paraId="16B3A096" w14:textId="28257997"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Temperature (</w:t>
            </w:r>
            <w:r w:rsidRPr="00363F38">
              <w:rPr>
                <w:rFonts w:ascii="Century Gothic" w:hAnsi="Century Gothic"/>
                <w:b/>
                <w:bCs/>
                <w:color w:val="006F62"/>
                <w:vertAlign w:val="superscript"/>
              </w:rPr>
              <w:t>o</w:t>
            </w:r>
            <w:r>
              <w:rPr>
                <w:rFonts w:ascii="Century Gothic" w:hAnsi="Century Gothic"/>
                <w:b/>
                <w:bCs/>
                <w:color w:val="006F62"/>
              </w:rPr>
              <w:t>C)</w:t>
            </w:r>
          </w:p>
        </w:tc>
        <w:tc>
          <w:tcPr>
            <w:tcW w:w="1077" w:type="dxa"/>
            <w:shd w:val="clear" w:color="auto" w:fill="E0E88E"/>
          </w:tcPr>
          <w:p w14:paraId="0F30B77C" w14:textId="2AE18CD3"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Nitrogen</w:t>
            </w:r>
          </w:p>
          <w:p w14:paraId="3AA7422A" w14:textId="2F7BEA4C"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026" w:type="dxa"/>
            <w:shd w:val="clear" w:color="auto" w:fill="E0E88E"/>
            <w:vAlign w:val="center"/>
          </w:tcPr>
          <w:p w14:paraId="7E7CC5D0" w14:textId="77777777" w:rsidR="0079767C"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Oxygen</w:t>
            </w:r>
          </w:p>
          <w:p w14:paraId="18B2EF1A" w14:textId="695A9A29" w:rsidR="0079767C" w:rsidRPr="00E73726" w:rsidRDefault="0079767C" w:rsidP="00363F38">
            <w:pPr>
              <w:spacing w:before="60" w:after="60" w:line="259" w:lineRule="auto"/>
              <w:ind w:right="33"/>
              <w:jc w:val="center"/>
              <w:rPr>
                <w:rFonts w:ascii="Century Gothic" w:hAnsi="Century Gothic"/>
                <w:b/>
                <w:bCs/>
                <w:color w:val="006F62"/>
              </w:rPr>
            </w:pPr>
            <w:r>
              <w:rPr>
                <w:rFonts w:ascii="Century Gothic" w:hAnsi="Century Gothic"/>
                <w:b/>
                <w:bCs/>
                <w:color w:val="006F62"/>
              </w:rPr>
              <w:t>(%)</w:t>
            </w:r>
          </w:p>
        </w:tc>
        <w:tc>
          <w:tcPr>
            <w:tcW w:w="1972" w:type="dxa"/>
            <w:shd w:val="clear" w:color="auto" w:fill="E0E88E"/>
            <w:vAlign w:val="center"/>
          </w:tcPr>
          <w:p w14:paraId="238B7E95" w14:textId="0947279A" w:rsidR="0079767C" w:rsidRPr="00E73726" w:rsidRDefault="0079767C" w:rsidP="00363F38">
            <w:pPr>
              <w:spacing w:before="60" w:after="60" w:line="259" w:lineRule="auto"/>
              <w:ind w:right="-1"/>
              <w:jc w:val="center"/>
              <w:rPr>
                <w:rFonts w:ascii="Century Gothic" w:hAnsi="Century Gothic"/>
                <w:b/>
                <w:bCs/>
                <w:color w:val="006F62"/>
              </w:rPr>
            </w:pPr>
            <w:r>
              <w:rPr>
                <w:rFonts w:ascii="Century Gothic" w:hAnsi="Century Gothic"/>
                <w:b/>
                <w:bCs/>
                <w:color w:val="006F62"/>
              </w:rPr>
              <w:t>Traces of ammonia and methane (%)</w:t>
            </w:r>
          </w:p>
        </w:tc>
      </w:tr>
      <w:tr w:rsidR="0079767C" w:rsidRPr="00985C41" w14:paraId="5A8F4231" w14:textId="256430D5" w:rsidTr="0079767C">
        <w:trPr>
          <w:trHeight w:val="107"/>
          <w:jc w:val="center"/>
        </w:trPr>
        <w:tc>
          <w:tcPr>
            <w:tcW w:w="1622" w:type="dxa"/>
            <w:vAlign w:val="center"/>
          </w:tcPr>
          <w:p w14:paraId="108A83F3" w14:textId="4C51D5E9" w:rsidR="0079767C" w:rsidRPr="00985C41" w:rsidRDefault="0079767C" w:rsidP="00FC72C8">
            <w:pPr>
              <w:spacing w:line="259" w:lineRule="auto"/>
              <w:ind w:right="34"/>
              <w:jc w:val="center"/>
              <w:rPr>
                <w:rFonts w:ascii="Century Gothic" w:hAnsi="Century Gothic"/>
              </w:rPr>
            </w:pPr>
            <w:r>
              <w:rPr>
                <w:rFonts w:ascii="Century Gothic" w:hAnsi="Century Gothic"/>
              </w:rPr>
              <w:t xml:space="preserve">Sea </w:t>
            </w:r>
            <w:r w:rsidR="00371746">
              <w:rPr>
                <w:rFonts w:ascii="Century Gothic" w:hAnsi="Century Gothic"/>
              </w:rPr>
              <w:t>l</w:t>
            </w:r>
            <w:r>
              <w:rPr>
                <w:rFonts w:ascii="Century Gothic" w:hAnsi="Century Gothic"/>
              </w:rPr>
              <w:t>evel</w:t>
            </w:r>
          </w:p>
        </w:tc>
        <w:tc>
          <w:tcPr>
            <w:tcW w:w="993" w:type="dxa"/>
          </w:tcPr>
          <w:p w14:paraId="5B0520E1" w14:textId="5919C426"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0</w:t>
            </w:r>
          </w:p>
        </w:tc>
        <w:tc>
          <w:tcPr>
            <w:tcW w:w="1041" w:type="dxa"/>
          </w:tcPr>
          <w:p w14:paraId="4EABD195" w14:textId="7B887C37"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101.3</w:t>
            </w:r>
          </w:p>
        </w:tc>
        <w:tc>
          <w:tcPr>
            <w:tcW w:w="1478" w:type="dxa"/>
          </w:tcPr>
          <w:p w14:paraId="014883D4" w14:textId="61E83FD8" w:rsidR="0079767C" w:rsidRDefault="0079767C" w:rsidP="00B75F46">
            <w:pPr>
              <w:tabs>
                <w:tab w:val="left" w:pos="1593"/>
              </w:tabs>
              <w:spacing w:line="259" w:lineRule="auto"/>
              <w:ind w:right="33"/>
              <w:jc w:val="center"/>
              <w:rPr>
                <w:rFonts w:ascii="Century Gothic" w:hAnsi="Century Gothic"/>
              </w:rPr>
            </w:pPr>
            <w:r>
              <w:rPr>
                <w:rFonts w:ascii="Century Gothic" w:hAnsi="Century Gothic"/>
              </w:rPr>
              <w:t>15</w:t>
            </w:r>
          </w:p>
        </w:tc>
        <w:tc>
          <w:tcPr>
            <w:tcW w:w="1077" w:type="dxa"/>
          </w:tcPr>
          <w:p w14:paraId="0D708C33" w14:textId="04D8465D" w:rsidR="0079767C" w:rsidRDefault="0079767C" w:rsidP="0079767C">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2CF4B9B3" w14:textId="6811CAE0"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4384D940" w14:textId="119204CF" w:rsidR="00CA07B0" w:rsidRPr="00985C41" w:rsidRDefault="0079767C" w:rsidP="00CA07B0">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52340949" w14:textId="405AA8EB" w:rsidTr="0079767C">
        <w:trPr>
          <w:trHeight w:val="246"/>
          <w:jc w:val="center"/>
        </w:trPr>
        <w:tc>
          <w:tcPr>
            <w:tcW w:w="1622" w:type="dxa"/>
            <w:vAlign w:val="center"/>
          </w:tcPr>
          <w:p w14:paraId="44EB38C1" w14:textId="11EFB556" w:rsidR="0079767C" w:rsidRPr="00985C41" w:rsidRDefault="0079767C" w:rsidP="00FC72C8">
            <w:pPr>
              <w:spacing w:line="259" w:lineRule="auto"/>
              <w:ind w:right="34"/>
              <w:jc w:val="center"/>
              <w:rPr>
                <w:rFonts w:ascii="Century Gothic" w:hAnsi="Century Gothic"/>
              </w:rPr>
            </w:pPr>
            <w:r>
              <w:rPr>
                <w:rFonts w:ascii="Century Gothic" w:hAnsi="Century Gothic"/>
              </w:rPr>
              <w:t>Troposphere</w:t>
            </w:r>
          </w:p>
        </w:tc>
        <w:tc>
          <w:tcPr>
            <w:tcW w:w="993" w:type="dxa"/>
          </w:tcPr>
          <w:p w14:paraId="05D4D9F3" w14:textId="5BA68C45"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12</w:t>
            </w:r>
          </w:p>
        </w:tc>
        <w:tc>
          <w:tcPr>
            <w:tcW w:w="1041" w:type="dxa"/>
          </w:tcPr>
          <w:p w14:paraId="3B741DEF" w14:textId="47F04E85"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26.5</w:t>
            </w:r>
          </w:p>
        </w:tc>
        <w:tc>
          <w:tcPr>
            <w:tcW w:w="1478" w:type="dxa"/>
          </w:tcPr>
          <w:p w14:paraId="5B418C02" w14:textId="4C5242DA"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-50</w:t>
            </w:r>
          </w:p>
        </w:tc>
        <w:tc>
          <w:tcPr>
            <w:tcW w:w="1077" w:type="dxa"/>
          </w:tcPr>
          <w:p w14:paraId="10E728C5" w14:textId="275C6F77"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EED0D9F" w14:textId="00775D49"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37304782" w14:textId="3203D740"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79699366" w14:textId="6BD3D7F3" w:rsidTr="0079767C">
        <w:trPr>
          <w:trHeight w:val="315"/>
          <w:jc w:val="center"/>
        </w:trPr>
        <w:tc>
          <w:tcPr>
            <w:tcW w:w="1622" w:type="dxa"/>
            <w:vAlign w:val="center"/>
          </w:tcPr>
          <w:p w14:paraId="3155252A" w14:textId="03A3B634" w:rsidR="0079767C" w:rsidRPr="00985C41" w:rsidRDefault="0079767C" w:rsidP="00FC72C8">
            <w:pPr>
              <w:spacing w:line="259" w:lineRule="auto"/>
              <w:ind w:right="34"/>
              <w:jc w:val="center"/>
              <w:rPr>
                <w:rFonts w:ascii="Century Gothic" w:hAnsi="Century Gothic"/>
              </w:rPr>
            </w:pPr>
            <w:r>
              <w:rPr>
                <w:rFonts w:ascii="Century Gothic" w:hAnsi="Century Gothic"/>
              </w:rPr>
              <w:t>Stratosphere</w:t>
            </w:r>
          </w:p>
        </w:tc>
        <w:tc>
          <w:tcPr>
            <w:tcW w:w="993" w:type="dxa"/>
          </w:tcPr>
          <w:p w14:paraId="6380805B" w14:textId="21F61612"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50</w:t>
            </w:r>
          </w:p>
        </w:tc>
        <w:tc>
          <w:tcPr>
            <w:tcW w:w="1041" w:type="dxa"/>
          </w:tcPr>
          <w:p w14:paraId="3C485919" w14:textId="48FF277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5.5</w:t>
            </w:r>
          </w:p>
        </w:tc>
        <w:tc>
          <w:tcPr>
            <w:tcW w:w="1478" w:type="dxa"/>
          </w:tcPr>
          <w:p w14:paraId="60D64C8E" w14:textId="79263494"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-55</w:t>
            </w:r>
          </w:p>
        </w:tc>
        <w:tc>
          <w:tcPr>
            <w:tcW w:w="1077" w:type="dxa"/>
          </w:tcPr>
          <w:p w14:paraId="03C7B5D6" w14:textId="202CF81B"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2A7F8876" w14:textId="7E425C0F"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79A2E64A" w14:textId="58657F0D"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540C1EAB" w14:textId="484B2389" w:rsidTr="0079767C">
        <w:trPr>
          <w:trHeight w:val="260"/>
          <w:jc w:val="center"/>
        </w:trPr>
        <w:tc>
          <w:tcPr>
            <w:tcW w:w="1622" w:type="dxa"/>
            <w:vAlign w:val="center"/>
          </w:tcPr>
          <w:p w14:paraId="6248AD42" w14:textId="3778596C" w:rsidR="0079767C" w:rsidRPr="00985C41" w:rsidRDefault="0079767C" w:rsidP="00FC72C8">
            <w:pPr>
              <w:spacing w:line="259" w:lineRule="auto"/>
              <w:ind w:right="34"/>
              <w:jc w:val="center"/>
              <w:rPr>
                <w:rFonts w:ascii="Century Gothic" w:hAnsi="Century Gothic"/>
              </w:rPr>
            </w:pPr>
            <w:r>
              <w:rPr>
                <w:rFonts w:ascii="Century Gothic" w:hAnsi="Century Gothic"/>
              </w:rPr>
              <w:t>Mesosphere</w:t>
            </w:r>
          </w:p>
        </w:tc>
        <w:tc>
          <w:tcPr>
            <w:tcW w:w="993" w:type="dxa"/>
          </w:tcPr>
          <w:p w14:paraId="62E53AD8" w14:textId="0ACFCD9E"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80</w:t>
            </w:r>
          </w:p>
        </w:tc>
        <w:tc>
          <w:tcPr>
            <w:tcW w:w="1041" w:type="dxa"/>
          </w:tcPr>
          <w:p w14:paraId="0CEB412B" w14:textId="0351691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0.001</w:t>
            </w:r>
          </w:p>
        </w:tc>
        <w:tc>
          <w:tcPr>
            <w:tcW w:w="1478" w:type="dxa"/>
          </w:tcPr>
          <w:p w14:paraId="7AA14670" w14:textId="188EDAA0"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-90</w:t>
            </w:r>
          </w:p>
        </w:tc>
        <w:tc>
          <w:tcPr>
            <w:tcW w:w="1077" w:type="dxa"/>
          </w:tcPr>
          <w:p w14:paraId="12C2C6FE" w14:textId="7836EF68"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192BAAE6" w14:textId="52D2A189"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3B47FEF0" w14:textId="48C7F688"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4BEF9BEC" w14:textId="44B37C82" w:rsidTr="0079767C">
        <w:trPr>
          <w:trHeight w:val="245"/>
          <w:jc w:val="center"/>
        </w:trPr>
        <w:tc>
          <w:tcPr>
            <w:tcW w:w="1622" w:type="dxa"/>
            <w:vAlign w:val="center"/>
          </w:tcPr>
          <w:p w14:paraId="70016C05" w14:textId="00DAD1DC" w:rsidR="0079767C" w:rsidRPr="00985C41" w:rsidRDefault="0079767C" w:rsidP="00FC72C8">
            <w:pPr>
              <w:spacing w:line="259" w:lineRule="auto"/>
              <w:ind w:right="34"/>
              <w:jc w:val="center"/>
              <w:rPr>
                <w:rFonts w:ascii="Century Gothic" w:hAnsi="Century Gothic"/>
              </w:rPr>
            </w:pPr>
            <w:r>
              <w:rPr>
                <w:rFonts w:ascii="Century Gothic" w:hAnsi="Century Gothic"/>
              </w:rPr>
              <w:t>Thermosphere</w:t>
            </w:r>
          </w:p>
        </w:tc>
        <w:tc>
          <w:tcPr>
            <w:tcW w:w="993" w:type="dxa"/>
          </w:tcPr>
          <w:p w14:paraId="590FC575" w14:textId="0877814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700</w:t>
            </w:r>
          </w:p>
        </w:tc>
        <w:tc>
          <w:tcPr>
            <w:tcW w:w="1041" w:type="dxa"/>
          </w:tcPr>
          <w:p w14:paraId="1B0DCC91" w14:textId="1A54B7AD"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0.0003</w:t>
            </w:r>
          </w:p>
        </w:tc>
        <w:tc>
          <w:tcPr>
            <w:tcW w:w="1478" w:type="dxa"/>
          </w:tcPr>
          <w:p w14:paraId="72FBE636" w14:textId="30A1E4A3" w:rsidR="0079767C" w:rsidRPr="00985C41" w:rsidRDefault="00BE0886" w:rsidP="00B75F46">
            <w:pPr>
              <w:tabs>
                <w:tab w:val="left" w:pos="1593"/>
              </w:tabs>
              <w:spacing w:line="259" w:lineRule="auto"/>
              <w:ind w:right="33"/>
              <w:jc w:val="center"/>
              <w:rPr>
                <w:rFonts w:ascii="Century Gothic" w:hAnsi="Century Gothic"/>
              </w:rPr>
            </w:pPr>
            <w:r>
              <w:rPr>
                <w:rFonts w:ascii="Century Gothic" w:hAnsi="Century Gothic"/>
              </w:rPr>
              <w:t>2000</w:t>
            </w:r>
          </w:p>
        </w:tc>
        <w:tc>
          <w:tcPr>
            <w:tcW w:w="1077" w:type="dxa"/>
          </w:tcPr>
          <w:p w14:paraId="494B6608" w14:textId="6E8B738C"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78.08</w:t>
            </w:r>
          </w:p>
        </w:tc>
        <w:tc>
          <w:tcPr>
            <w:tcW w:w="1026" w:type="dxa"/>
            <w:vAlign w:val="center"/>
          </w:tcPr>
          <w:p w14:paraId="0199FD39" w14:textId="758BF456" w:rsidR="0079767C" w:rsidRPr="00985C41" w:rsidRDefault="0079767C" w:rsidP="0079767C">
            <w:pPr>
              <w:tabs>
                <w:tab w:val="left" w:pos="1593"/>
              </w:tabs>
              <w:spacing w:line="259" w:lineRule="auto"/>
              <w:ind w:right="33"/>
              <w:jc w:val="center"/>
              <w:rPr>
                <w:rFonts w:ascii="Century Gothic" w:hAnsi="Century Gothic"/>
              </w:rPr>
            </w:pPr>
            <w:r>
              <w:rPr>
                <w:rFonts w:ascii="Century Gothic" w:hAnsi="Century Gothic"/>
              </w:rPr>
              <w:t>20.95</w:t>
            </w:r>
          </w:p>
        </w:tc>
        <w:tc>
          <w:tcPr>
            <w:tcW w:w="1972" w:type="dxa"/>
            <w:vAlign w:val="center"/>
          </w:tcPr>
          <w:p w14:paraId="0B941B7F" w14:textId="3A498CF5" w:rsidR="0079767C" w:rsidRPr="00985C41" w:rsidRDefault="0079767C" w:rsidP="0079767C">
            <w:pPr>
              <w:tabs>
                <w:tab w:val="left" w:pos="6128"/>
              </w:tabs>
              <w:spacing w:line="259" w:lineRule="auto"/>
              <w:ind w:right="-1"/>
              <w:jc w:val="center"/>
              <w:rPr>
                <w:rFonts w:ascii="Century Gothic" w:hAnsi="Century Gothic"/>
              </w:rPr>
            </w:pPr>
            <w:r>
              <w:rPr>
                <w:rFonts w:ascii="Century Gothic" w:hAnsi="Century Gothic"/>
              </w:rPr>
              <w:t>1</w:t>
            </w:r>
          </w:p>
        </w:tc>
      </w:tr>
      <w:tr w:rsidR="0079767C" w:rsidRPr="00985C41" w14:paraId="4651462E" w14:textId="36FC1C58" w:rsidTr="0079767C">
        <w:trPr>
          <w:trHeight w:val="71"/>
          <w:jc w:val="center"/>
        </w:trPr>
        <w:tc>
          <w:tcPr>
            <w:tcW w:w="1622" w:type="dxa"/>
            <w:vAlign w:val="center"/>
          </w:tcPr>
          <w:p w14:paraId="423D8856" w14:textId="766449FD" w:rsidR="0079767C" w:rsidRPr="00985C41" w:rsidRDefault="0079767C" w:rsidP="00FC72C8">
            <w:pPr>
              <w:spacing w:line="259" w:lineRule="auto"/>
              <w:ind w:right="34"/>
              <w:jc w:val="center"/>
              <w:rPr>
                <w:rFonts w:ascii="Century Gothic" w:hAnsi="Century Gothic"/>
              </w:rPr>
            </w:pPr>
            <w:r>
              <w:rPr>
                <w:rFonts w:ascii="Century Gothic" w:hAnsi="Century Gothic"/>
              </w:rPr>
              <w:t xml:space="preserve">Exosphere </w:t>
            </w:r>
          </w:p>
        </w:tc>
        <w:tc>
          <w:tcPr>
            <w:tcW w:w="993" w:type="dxa"/>
          </w:tcPr>
          <w:p w14:paraId="03F84EDA" w14:textId="7272850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10,000</w:t>
            </w:r>
          </w:p>
        </w:tc>
        <w:tc>
          <w:tcPr>
            <w:tcW w:w="1041" w:type="dxa"/>
          </w:tcPr>
          <w:p w14:paraId="372E2B40" w14:textId="3F172A89"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0</w:t>
            </w:r>
          </w:p>
        </w:tc>
        <w:tc>
          <w:tcPr>
            <w:tcW w:w="1478" w:type="dxa"/>
          </w:tcPr>
          <w:p w14:paraId="6CE6A5B1" w14:textId="13F73926"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1000</w:t>
            </w:r>
          </w:p>
        </w:tc>
        <w:tc>
          <w:tcPr>
            <w:tcW w:w="1077" w:type="dxa"/>
          </w:tcPr>
          <w:p w14:paraId="54145400" w14:textId="0C77E5EE"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Trace</w:t>
            </w:r>
          </w:p>
        </w:tc>
        <w:tc>
          <w:tcPr>
            <w:tcW w:w="1026" w:type="dxa"/>
            <w:vAlign w:val="center"/>
          </w:tcPr>
          <w:p w14:paraId="4DA41412" w14:textId="54F88BE8" w:rsidR="0079767C" w:rsidRPr="00985C41" w:rsidRDefault="0079767C" w:rsidP="00B75F46">
            <w:pPr>
              <w:tabs>
                <w:tab w:val="left" w:pos="1593"/>
              </w:tabs>
              <w:spacing w:line="259" w:lineRule="auto"/>
              <w:ind w:right="33"/>
              <w:jc w:val="center"/>
              <w:rPr>
                <w:rFonts w:ascii="Century Gothic" w:hAnsi="Century Gothic"/>
              </w:rPr>
            </w:pPr>
            <w:r>
              <w:rPr>
                <w:rFonts w:ascii="Century Gothic" w:hAnsi="Century Gothic"/>
              </w:rPr>
              <w:t>Trace</w:t>
            </w:r>
          </w:p>
        </w:tc>
        <w:tc>
          <w:tcPr>
            <w:tcW w:w="1972" w:type="dxa"/>
            <w:vAlign w:val="center"/>
          </w:tcPr>
          <w:p w14:paraId="2AA2E5A9" w14:textId="2D6E96C9" w:rsidR="0079767C" w:rsidRPr="00985C41" w:rsidRDefault="0079767C" w:rsidP="00B75F46">
            <w:pPr>
              <w:tabs>
                <w:tab w:val="left" w:pos="6128"/>
              </w:tabs>
              <w:spacing w:line="259" w:lineRule="auto"/>
              <w:ind w:right="-1"/>
              <w:jc w:val="center"/>
              <w:rPr>
                <w:rFonts w:ascii="Century Gothic" w:hAnsi="Century Gothic"/>
              </w:rPr>
            </w:pPr>
            <w:r>
              <w:rPr>
                <w:rFonts w:ascii="Century Gothic" w:hAnsi="Century Gothic"/>
              </w:rPr>
              <w:t>Trace</w:t>
            </w:r>
          </w:p>
        </w:tc>
      </w:tr>
    </w:tbl>
    <w:bookmarkEnd w:id="4"/>
    <w:p w14:paraId="4D364344" w14:textId="21E6EDC3" w:rsidR="006336FB" w:rsidRPr="00D54834" w:rsidRDefault="009069F8" w:rsidP="00D54834">
      <w:pPr>
        <w:pStyle w:val="RSCH3"/>
        <w:jc w:val="right"/>
        <w:rPr>
          <w:b w:val="0"/>
          <w:bCs w:val="0"/>
          <w:color w:val="000000" w:themeColor="text1"/>
          <w:sz w:val="16"/>
          <w:szCs w:val="16"/>
        </w:rPr>
      </w:pPr>
      <w:r w:rsidRPr="00F30ADC">
        <w:rPr>
          <w:color w:val="000000" w:themeColor="text1"/>
          <w:sz w:val="16"/>
          <w:szCs w:val="16"/>
        </w:rPr>
        <w:t>Table</w:t>
      </w:r>
      <w:r w:rsidR="006336FB" w:rsidRPr="00F30ADC">
        <w:rPr>
          <w:color w:val="000000" w:themeColor="text1"/>
          <w:sz w:val="16"/>
          <w:szCs w:val="16"/>
        </w:rPr>
        <w:t xml:space="preserve">: </w:t>
      </w:r>
      <w:r w:rsidR="00371746" w:rsidRPr="00F30ADC">
        <w:rPr>
          <w:color w:val="000000" w:themeColor="text1"/>
          <w:sz w:val="16"/>
          <w:szCs w:val="16"/>
        </w:rPr>
        <w:t>d</w:t>
      </w:r>
      <w:r w:rsidR="00D54834" w:rsidRPr="00F30ADC">
        <w:rPr>
          <w:color w:val="000000" w:themeColor="text1"/>
          <w:sz w:val="16"/>
          <w:szCs w:val="16"/>
        </w:rPr>
        <w:t xml:space="preserve">ata from </w:t>
      </w:r>
      <w:r w:rsidR="00D54834" w:rsidRPr="00301F3A">
        <w:rPr>
          <w:color w:val="000000" w:themeColor="text1"/>
          <w:sz w:val="16"/>
          <w:szCs w:val="16"/>
        </w:rPr>
        <w:t>NASA</w:t>
      </w:r>
      <w:r w:rsidR="00371746" w:rsidRPr="00301F3A">
        <w:rPr>
          <w:color w:val="000000" w:themeColor="text1"/>
          <w:sz w:val="16"/>
          <w:szCs w:val="16"/>
        </w:rPr>
        <w:t>’s</w:t>
      </w:r>
      <w:r w:rsidR="00D54834">
        <w:rPr>
          <w:color w:val="000000" w:themeColor="text1"/>
          <w:sz w:val="16"/>
          <w:szCs w:val="16"/>
        </w:rPr>
        <w:t xml:space="preserve"> </w:t>
      </w:r>
      <w:r w:rsidR="00371746">
        <w:rPr>
          <w:color w:val="000000" w:themeColor="text1"/>
          <w:sz w:val="16"/>
          <w:szCs w:val="16"/>
        </w:rPr>
        <w:t>‘</w:t>
      </w:r>
      <w:r w:rsidR="00D54834" w:rsidRPr="00D54834">
        <w:rPr>
          <w:color w:val="000000" w:themeColor="text1"/>
          <w:sz w:val="16"/>
          <w:szCs w:val="16"/>
        </w:rPr>
        <w:t>Earth Atmosphere Model</w:t>
      </w:r>
      <w:r w:rsidR="00371746">
        <w:rPr>
          <w:color w:val="000000" w:themeColor="text1"/>
          <w:sz w:val="16"/>
          <w:szCs w:val="16"/>
        </w:rPr>
        <w:t>’</w:t>
      </w:r>
    </w:p>
    <w:p w14:paraId="6DC6A284" w14:textId="2E7DDE47" w:rsidR="00B75F46" w:rsidRPr="009812C8" w:rsidRDefault="00B75F46" w:rsidP="009812C8">
      <w:pPr>
        <w:pStyle w:val="RSCnumberedlist"/>
        <w:numPr>
          <w:ilvl w:val="0"/>
          <w:numId w:val="28"/>
        </w:numPr>
        <w:rPr>
          <w:b/>
          <w:bCs/>
        </w:rPr>
      </w:pPr>
      <w:r w:rsidRPr="00B75F46">
        <w:t xml:space="preserve">Calculate the temperature difference between sea level and the top of the </w:t>
      </w:r>
      <w:r w:rsidR="001135E8">
        <w:t>t</w:t>
      </w:r>
      <w:r w:rsidRPr="00B75F46">
        <w:t xml:space="preserve">roposphere, using </w:t>
      </w:r>
      <w:r w:rsidR="009069F8">
        <w:t>the table</w:t>
      </w:r>
      <w:r w:rsidRPr="003215FF">
        <w:t>.</w:t>
      </w:r>
    </w:p>
    <w:p w14:paraId="208AD084" w14:textId="19F68522" w:rsidR="00B75F46" w:rsidRPr="009812C8" w:rsidRDefault="00B75F46" w:rsidP="009812C8">
      <w:pPr>
        <w:pStyle w:val="RSCUnderline"/>
      </w:pPr>
      <w:r w:rsidRPr="009812C8">
        <w:t>___________________________________________________________________________</w:t>
      </w:r>
      <w:r w:rsidR="009812C8">
        <w:t>_______</w:t>
      </w:r>
    </w:p>
    <w:p w14:paraId="3E6E0192" w14:textId="5AEBD0DC" w:rsidR="00B75F46" w:rsidRDefault="00B75F46" w:rsidP="009812C8">
      <w:pPr>
        <w:pStyle w:val="RSCUnderline"/>
      </w:pPr>
      <w:r w:rsidRPr="009812C8">
        <w:t>___________________________________________________________________________</w:t>
      </w:r>
      <w:r w:rsidR="009812C8">
        <w:t>_______</w:t>
      </w:r>
    </w:p>
    <w:p w14:paraId="44B4FC1D" w14:textId="77777777" w:rsidR="00B75F46" w:rsidRDefault="00B75F46" w:rsidP="00B75F46">
      <w:pPr>
        <w:pStyle w:val="RSCUnderline"/>
        <w:ind w:firstLine="720"/>
      </w:pPr>
    </w:p>
    <w:p w14:paraId="0AA6387C" w14:textId="25A2AECB" w:rsidR="00B75F46" w:rsidRPr="003215FF" w:rsidRDefault="00B75F46" w:rsidP="009812C8">
      <w:pPr>
        <w:pStyle w:val="RSCnumberedlist"/>
      </w:pPr>
      <w:r>
        <w:t xml:space="preserve">Arrange the layers in order of increasing temperature, </w:t>
      </w:r>
      <w:r w:rsidRPr="003215FF">
        <w:t xml:space="preserve">using </w:t>
      </w:r>
      <w:r w:rsidR="009069F8">
        <w:t>the table</w:t>
      </w:r>
      <w:r w:rsidRPr="00F30ADC">
        <w:t>.</w:t>
      </w:r>
    </w:p>
    <w:p w14:paraId="4060382F" w14:textId="0A4344A4" w:rsidR="00B75F46" w:rsidRPr="009812C8" w:rsidRDefault="00B75F46" w:rsidP="009812C8">
      <w:pPr>
        <w:pStyle w:val="RSCUnderline"/>
      </w:pPr>
      <w:r w:rsidRPr="009812C8">
        <w:t>___________________________________________________________________________</w:t>
      </w:r>
      <w:r w:rsidR="009812C8">
        <w:t>_______</w:t>
      </w:r>
    </w:p>
    <w:p w14:paraId="46582B28" w14:textId="3E19EC9B" w:rsidR="00B75F46" w:rsidRPr="009812C8" w:rsidRDefault="00B75F46" w:rsidP="009812C8">
      <w:pPr>
        <w:pStyle w:val="RSCUnderline"/>
      </w:pPr>
      <w:r w:rsidRPr="009812C8">
        <w:t>___________________________________________________________________________</w:t>
      </w:r>
      <w:r w:rsidR="009812C8">
        <w:t>_______</w:t>
      </w:r>
    </w:p>
    <w:p w14:paraId="11993C40" w14:textId="77777777" w:rsidR="009812C8" w:rsidRDefault="009812C8" w:rsidP="009812C8">
      <w:pPr>
        <w:pStyle w:val="RSCnumberedlist"/>
        <w:numPr>
          <w:ilvl w:val="0"/>
          <w:numId w:val="0"/>
        </w:numPr>
        <w:ind w:left="360"/>
      </w:pPr>
    </w:p>
    <w:p w14:paraId="1E0C6B7E" w14:textId="30503F4D" w:rsidR="006336FB" w:rsidRDefault="006336FB" w:rsidP="009812C8">
      <w:pPr>
        <w:pStyle w:val="RSCnumberedlist"/>
      </w:pPr>
      <w:r>
        <w:t>State what happens to the pressure in kPa as the altitude in km increases.</w:t>
      </w:r>
    </w:p>
    <w:p w14:paraId="441C39AB" w14:textId="7A515997" w:rsidR="006336FB" w:rsidRPr="009812C8" w:rsidRDefault="006336FB" w:rsidP="009812C8">
      <w:pPr>
        <w:pStyle w:val="RSCUnderline"/>
      </w:pPr>
      <w:r w:rsidRPr="0021503F">
        <w:t>___________________________________________________________________________</w:t>
      </w:r>
      <w:r w:rsidR="009812C8">
        <w:t>_______</w:t>
      </w:r>
    </w:p>
    <w:p w14:paraId="2597D632" w14:textId="77777777" w:rsidR="00B75F46" w:rsidRDefault="00B75F46" w:rsidP="00B75F46">
      <w:pPr>
        <w:pStyle w:val="RSCUnderline"/>
        <w:ind w:left="720"/>
      </w:pPr>
    </w:p>
    <w:p w14:paraId="46DD123A" w14:textId="7C431DDA" w:rsidR="0079767C" w:rsidRDefault="00CA07B0" w:rsidP="009812C8">
      <w:pPr>
        <w:pStyle w:val="RSCnumberedlist"/>
      </w:pPr>
      <w:r>
        <w:t>If there are 1,000,000 molecules of air at sea level, calculate how many of these are oxygen molecules</w:t>
      </w:r>
      <w:r w:rsidR="00E321AA">
        <w:t>.</w:t>
      </w:r>
    </w:p>
    <w:p w14:paraId="1F4A37C3" w14:textId="734D77D2" w:rsidR="00CA07B0" w:rsidRPr="009812C8" w:rsidRDefault="00CA07B0" w:rsidP="009812C8">
      <w:pPr>
        <w:pStyle w:val="RSCUnderline"/>
      </w:pPr>
      <w:r w:rsidRPr="009812C8">
        <w:t>___________________________________________________________________________</w:t>
      </w:r>
      <w:r w:rsidR="009812C8">
        <w:t>_______</w:t>
      </w:r>
    </w:p>
    <w:p w14:paraId="7D49F613" w14:textId="2CAC581F" w:rsidR="00CA07B0" w:rsidRPr="009812C8" w:rsidRDefault="00CA07B0" w:rsidP="009812C8">
      <w:pPr>
        <w:pStyle w:val="RSCUnderline"/>
      </w:pPr>
      <w:r w:rsidRPr="009812C8">
        <w:t>___________________________________________________________________________</w:t>
      </w:r>
      <w:r w:rsidR="009812C8">
        <w:t>_______</w:t>
      </w:r>
    </w:p>
    <w:p w14:paraId="197226A0" w14:textId="118EDA0F" w:rsidR="00CA07B0" w:rsidRPr="009812C8" w:rsidRDefault="00CA07B0" w:rsidP="009812C8">
      <w:pPr>
        <w:pStyle w:val="RSCUnderline"/>
      </w:pPr>
      <w:r w:rsidRPr="009812C8">
        <w:t>___________________________________________________________________________</w:t>
      </w:r>
      <w:r w:rsidR="009812C8">
        <w:t>_______</w:t>
      </w:r>
    </w:p>
    <w:p w14:paraId="4A762297" w14:textId="77777777" w:rsidR="00B75F46" w:rsidRPr="00B75F46" w:rsidRDefault="00B75F46" w:rsidP="00B75F46">
      <w:pPr>
        <w:pStyle w:val="RSCH3"/>
        <w:ind w:left="720"/>
        <w:rPr>
          <w:b w:val="0"/>
          <w:bCs w:val="0"/>
          <w:color w:val="000000" w:themeColor="text1"/>
        </w:rPr>
      </w:pPr>
    </w:p>
    <w:p w14:paraId="2E486355" w14:textId="77777777" w:rsidR="00B75F46" w:rsidRDefault="00B75F46" w:rsidP="00B75F46">
      <w:pPr>
        <w:pStyle w:val="RSCH3"/>
      </w:pPr>
    </w:p>
    <w:p w14:paraId="4A54ADDB" w14:textId="77777777" w:rsidR="00470401" w:rsidRDefault="00470401" w:rsidP="00B75F46">
      <w:pPr>
        <w:pStyle w:val="RSCH3"/>
      </w:pPr>
    </w:p>
    <w:p w14:paraId="35E547BE" w14:textId="77777777" w:rsidR="00470401" w:rsidRDefault="00470401" w:rsidP="00B75F46">
      <w:pPr>
        <w:pStyle w:val="RSCH3"/>
      </w:pPr>
    </w:p>
    <w:p w14:paraId="611AFD9E" w14:textId="77777777" w:rsidR="00470401" w:rsidRPr="00EF237E" w:rsidRDefault="00470401" w:rsidP="00B75F46">
      <w:pPr>
        <w:pStyle w:val="RSCH3"/>
      </w:pPr>
    </w:p>
    <w:sectPr w:rsidR="00470401" w:rsidRPr="00EF237E" w:rsidSect="000D2791">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1D579" w14:textId="77777777" w:rsidR="004D486C" w:rsidRDefault="004D486C" w:rsidP="00C51F51">
      <w:r>
        <w:separator/>
      </w:r>
    </w:p>
  </w:endnote>
  <w:endnote w:type="continuationSeparator" w:id="0">
    <w:p w14:paraId="4BDCC64D" w14:textId="77777777" w:rsidR="004D486C" w:rsidRDefault="004D486C"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57AE390F"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9812C8">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84F26" w14:textId="77777777" w:rsidR="004D486C" w:rsidRDefault="004D486C" w:rsidP="00C51F51">
      <w:r>
        <w:separator/>
      </w:r>
    </w:p>
  </w:footnote>
  <w:footnote w:type="continuationSeparator" w:id="0">
    <w:p w14:paraId="22FC54EC" w14:textId="77777777" w:rsidR="004D486C" w:rsidRDefault="004D486C"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12850" w14:textId="2A0B1D45" w:rsidR="00012E5C" w:rsidRDefault="009812C8" w:rsidP="003759CC">
    <w:pPr>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72576" behindDoc="0" locked="0" layoutInCell="1" allowOverlap="1" wp14:anchorId="50FBAC65" wp14:editId="7F633B08">
          <wp:simplePos x="0" y="0"/>
          <wp:positionH relativeFrom="column">
            <wp:posOffset>1417320</wp:posOffset>
          </wp:positionH>
          <wp:positionV relativeFrom="paragraph">
            <wp:posOffset>83820</wp:posOffset>
          </wp:positionV>
          <wp:extent cx="283845" cy="283845"/>
          <wp:effectExtent l="0" t="0" r="1905" b="1905"/>
          <wp:wrapNone/>
          <wp:docPr id="1921559321" name="Picture 19215593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845" cy="283845"/>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bCs/>
        <w:noProof/>
        <w:color w:val="C8102E"/>
        <w:sz w:val="30"/>
        <w:szCs w:val="30"/>
      </w:rPr>
      <w:drawing>
        <wp:anchor distT="0" distB="0" distL="114300" distR="114300" simplePos="0" relativeHeight="251671552" behindDoc="0" locked="0" layoutInCell="1" allowOverlap="1" wp14:anchorId="09C6A07D" wp14:editId="49709725">
          <wp:simplePos x="0" y="0"/>
          <wp:positionH relativeFrom="column">
            <wp:posOffset>1695450</wp:posOffset>
          </wp:positionH>
          <wp:positionV relativeFrom="paragraph">
            <wp:posOffset>83820</wp:posOffset>
          </wp:positionV>
          <wp:extent cx="283845" cy="283845"/>
          <wp:effectExtent l="0" t="0" r="1905" b="1905"/>
          <wp:wrapNone/>
          <wp:docPr id="2049595631" name="Picture 20495956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845" cy="283845"/>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bCs/>
        <w:noProof/>
        <w:color w:val="C8102E"/>
        <w:sz w:val="30"/>
        <w:szCs w:val="30"/>
      </w:rPr>
      <w:drawing>
        <wp:anchor distT="0" distB="0" distL="114300" distR="114300" simplePos="0" relativeHeight="251670528" behindDoc="0" locked="0" layoutInCell="1" allowOverlap="1" wp14:anchorId="0CD6A067" wp14:editId="79EAF1BA">
          <wp:simplePos x="0" y="0"/>
          <wp:positionH relativeFrom="column">
            <wp:posOffset>1988185</wp:posOffset>
          </wp:positionH>
          <wp:positionV relativeFrom="paragraph">
            <wp:posOffset>83820</wp:posOffset>
          </wp:positionV>
          <wp:extent cx="283845" cy="283845"/>
          <wp:effectExtent l="0" t="0" r="1905" b="1905"/>
          <wp:wrapNone/>
          <wp:docPr id="1832713064" name="Picture 18327130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845" cy="283845"/>
                  </a:xfrm>
                  <a:prstGeom prst="rect">
                    <a:avLst/>
                  </a:prstGeom>
                </pic:spPr>
              </pic:pic>
            </a:graphicData>
          </a:graphic>
          <wp14:sizeRelH relativeFrom="margin">
            <wp14:pctWidth>0</wp14:pctWidth>
          </wp14:sizeRelH>
          <wp14:sizeRelV relativeFrom="margin">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12E5C">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837A1">
      <w:rPr>
        <w:rFonts w:ascii="Century Gothic" w:hAnsi="Century Gothic"/>
        <w:b/>
        <w:bCs/>
        <w:color w:val="006F62"/>
        <w:sz w:val="30"/>
        <w:szCs w:val="30"/>
      </w:rPr>
      <w:t>Education in Chemistry</w:t>
    </w:r>
    <w:r w:rsidR="00012E5C">
      <w:rPr>
        <w:rFonts w:ascii="Century Gothic" w:hAnsi="Century Gothic"/>
        <w:b/>
        <w:bCs/>
        <w:color w:val="004976"/>
        <w:sz w:val="24"/>
        <w:szCs w:val="24"/>
      </w:rPr>
      <w:t xml:space="preserve">   </w:t>
    </w:r>
    <w:r w:rsidR="00012E5C">
      <w:rPr>
        <w:rFonts w:ascii="Century Gothic" w:hAnsi="Century Gothic"/>
        <w:b/>
        <w:bCs/>
        <w:color w:val="000000" w:themeColor="text1"/>
        <w:sz w:val="24"/>
        <w:szCs w:val="24"/>
      </w:rPr>
      <w:t>11–14 years</w:t>
    </w:r>
  </w:p>
  <w:p w14:paraId="673455FC" w14:textId="0797C2D2"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4" w:history="1">
      <w:r w:rsidR="00012E5C" w:rsidRPr="009F18E6">
        <w:rPr>
          <w:rStyle w:val="Hyperlink"/>
          <w:color w:val="006F62"/>
          <w:sz w:val="18"/>
          <w:szCs w:val="18"/>
        </w:rPr>
        <w:t>rsc.li/</w:t>
      </w:r>
      <w:r w:rsidR="00F30ADC" w:rsidRPr="00F30ADC">
        <w:rPr>
          <w:rStyle w:val="Hyperlink"/>
          <w:color w:val="006F62"/>
          <w:sz w:val="18"/>
          <w:szCs w:val="18"/>
        </w:rPr>
        <w:t>3YKjs94</w:t>
      </w:r>
      <w:r w:rsidRPr="008837A1">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F91D11"/>
    <w:multiLevelType w:val="hybridMultilevel"/>
    <w:tmpl w:val="50E6D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50197"/>
    <w:multiLevelType w:val="hybridMultilevel"/>
    <w:tmpl w:val="50E6D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347A72"/>
    <w:multiLevelType w:val="hybridMultilevel"/>
    <w:tmpl w:val="C6FC2632"/>
    <w:lvl w:ilvl="0" w:tplc="C568D28E">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CA0DD2"/>
    <w:multiLevelType w:val="hybridMultilevel"/>
    <w:tmpl w:val="DB6E923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1F2F4A"/>
    <w:multiLevelType w:val="hybridMultilevel"/>
    <w:tmpl w:val="A6BC03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9"/>
  </w:num>
  <w:num w:numId="3" w16cid:durableId="2086103693">
    <w:abstractNumId w:val="14"/>
  </w:num>
  <w:num w:numId="4" w16cid:durableId="1033189771">
    <w:abstractNumId w:val="12"/>
  </w:num>
  <w:num w:numId="5" w16cid:durableId="1292322004">
    <w:abstractNumId w:val="5"/>
  </w:num>
  <w:num w:numId="6" w16cid:durableId="1373732049">
    <w:abstractNumId w:val="7"/>
  </w:num>
  <w:num w:numId="7" w16cid:durableId="807015791">
    <w:abstractNumId w:val="7"/>
    <w:lvlOverride w:ilvl="0">
      <w:startOverride w:val="1"/>
    </w:lvlOverride>
  </w:num>
  <w:num w:numId="8" w16cid:durableId="2063020308">
    <w:abstractNumId w:val="11"/>
    <w:lvlOverride w:ilvl="0">
      <w:startOverride w:val="2"/>
    </w:lvlOverride>
  </w:num>
  <w:num w:numId="9" w16cid:durableId="1338341915">
    <w:abstractNumId w:val="7"/>
    <w:lvlOverride w:ilvl="0">
      <w:startOverride w:val="1"/>
    </w:lvlOverride>
  </w:num>
  <w:num w:numId="10" w16cid:durableId="488060111">
    <w:abstractNumId w:val="8"/>
  </w:num>
  <w:num w:numId="11" w16cid:durableId="1064790893">
    <w:abstractNumId w:val="8"/>
    <w:lvlOverride w:ilvl="0">
      <w:startOverride w:val="2"/>
    </w:lvlOverride>
  </w:num>
  <w:num w:numId="12" w16cid:durableId="1382825417">
    <w:abstractNumId w:val="13"/>
  </w:num>
  <w:num w:numId="13" w16cid:durableId="1656378252">
    <w:abstractNumId w:val="20"/>
  </w:num>
  <w:num w:numId="14" w16cid:durableId="859003048">
    <w:abstractNumId w:val="8"/>
    <w:lvlOverride w:ilvl="0">
      <w:startOverride w:val="2"/>
    </w:lvlOverride>
  </w:num>
  <w:num w:numId="15" w16cid:durableId="1267928796">
    <w:abstractNumId w:val="7"/>
    <w:lvlOverride w:ilvl="0">
      <w:startOverride w:val="1"/>
    </w:lvlOverride>
  </w:num>
  <w:num w:numId="16" w16cid:durableId="651641126">
    <w:abstractNumId w:val="19"/>
  </w:num>
  <w:num w:numId="17" w16cid:durableId="2082603706">
    <w:abstractNumId w:val="2"/>
  </w:num>
  <w:num w:numId="18" w16cid:durableId="2007781767">
    <w:abstractNumId w:val="1"/>
  </w:num>
  <w:num w:numId="19" w16cid:durableId="1192066616">
    <w:abstractNumId w:val="10"/>
  </w:num>
  <w:num w:numId="20" w16cid:durableId="748306853">
    <w:abstractNumId w:val="18"/>
  </w:num>
  <w:num w:numId="21" w16cid:durableId="151990667">
    <w:abstractNumId w:val="15"/>
  </w:num>
  <w:num w:numId="22" w16cid:durableId="1365980042">
    <w:abstractNumId w:val="8"/>
    <w:lvlOverride w:ilvl="0">
      <w:startOverride w:val="1"/>
    </w:lvlOverride>
  </w:num>
  <w:num w:numId="23" w16cid:durableId="1996831773">
    <w:abstractNumId w:val="3"/>
  </w:num>
  <w:num w:numId="24" w16cid:durableId="847132569">
    <w:abstractNumId w:val="6"/>
  </w:num>
  <w:num w:numId="25" w16cid:durableId="771781271">
    <w:abstractNumId w:val="17"/>
  </w:num>
  <w:num w:numId="26" w16cid:durableId="1583950115">
    <w:abstractNumId w:val="4"/>
  </w:num>
  <w:num w:numId="27" w16cid:durableId="1460147156">
    <w:abstractNumId w:val="16"/>
  </w:num>
  <w:num w:numId="28" w16cid:durableId="1292446396">
    <w:abstractNumId w:val="7"/>
    <w:lvlOverride w:ilvl="0">
      <w:startOverride w:val="1"/>
    </w:lvlOverride>
  </w:num>
  <w:num w:numId="29" w16cid:durableId="1019889833">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5066"/>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A031F"/>
    <w:rsid w:val="000A162C"/>
    <w:rsid w:val="000A1C7A"/>
    <w:rsid w:val="000A324B"/>
    <w:rsid w:val="000A4D27"/>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35E8"/>
    <w:rsid w:val="001145DE"/>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64DBD"/>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1FF2"/>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BF2"/>
    <w:rsid w:val="00215CA2"/>
    <w:rsid w:val="00216D60"/>
    <w:rsid w:val="0022129F"/>
    <w:rsid w:val="00221BC3"/>
    <w:rsid w:val="00223D44"/>
    <w:rsid w:val="00227D80"/>
    <w:rsid w:val="0023055D"/>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0FCA"/>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1F3A"/>
    <w:rsid w:val="00303E06"/>
    <w:rsid w:val="003071E5"/>
    <w:rsid w:val="003108F7"/>
    <w:rsid w:val="00311379"/>
    <w:rsid w:val="00314EDA"/>
    <w:rsid w:val="003161DC"/>
    <w:rsid w:val="00316B59"/>
    <w:rsid w:val="00320E4D"/>
    <w:rsid w:val="003215FF"/>
    <w:rsid w:val="003234B7"/>
    <w:rsid w:val="00324BA5"/>
    <w:rsid w:val="00325444"/>
    <w:rsid w:val="003306A0"/>
    <w:rsid w:val="00330E9E"/>
    <w:rsid w:val="00331D3D"/>
    <w:rsid w:val="00334372"/>
    <w:rsid w:val="00334C46"/>
    <w:rsid w:val="0033529C"/>
    <w:rsid w:val="00336CB7"/>
    <w:rsid w:val="0034189A"/>
    <w:rsid w:val="00342FEE"/>
    <w:rsid w:val="00343802"/>
    <w:rsid w:val="00344B73"/>
    <w:rsid w:val="00344B7D"/>
    <w:rsid w:val="0034595D"/>
    <w:rsid w:val="00350232"/>
    <w:rsid w:val="00350B11"/>
    <w:rsid w:val="00357166"/>
    <w:rsid w:val="00363C2F"/>
    <w:rsid w:val="00363F38"/>
    <w:rsid w:val="003642B4"/>
    <w:rsid w:val="00367470"/>
    <w:rsid w:val="00367A2D"/>
    <w:rsid w:val="00371746"/>
    <w:rsid w:val="00372FB2"/>
    <w:rsid w:val="003759CC"/>
    <w:rsid w:val="00376E7E"/>
    <w:rsid w:val="00380CBC"/>
    <w:rsid w:val="003811A9"/>
    <w:rsid w:val="003816FA"/>
    <w:rsid w:val="003845BF"/>
    <w:rsid w:val="00392607"/>
    <w:rsid w:val="0039430F"/>
    <w:rsid w:val="003946FE"/>
    <w:rsid w:val="00394A9D"/>
    <w:rsid w:val="00396469"/>
    <w:rsid w:val="00396481"/>
    <w:rsid w:val="003A28A5"/>
    <w:rsid w:val="003A2DE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3F9"/>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401"/>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38D3"/>
    <w:rsid w:val="004A5C3E"/>
    <w:rsid w:val="004B2318"/>
    <w:rsid w:val="004B3C1B"/>
    <w:rsid w:val="004B4E9D"/>
    <w:rsid w:val="004C317E"/>
    <w:rsid w:val="004C54E4"/>
    <w:rsid w:val="004C65A0"/>
    <w:rsid w:val="004C7173"/>
    <w:rsid w:val="004D038C"/>
    <w:rsid w:val="004D0DA6"/>
    <w:rsid w:val="004D1668"/>
    <w:rsid w:val="004D3C89"/>
    <w:rsid w:val="004D486C"/>
    <w:rsid w:val="004D4D5D"/>
    <w:rsid w:val="004E1D97"/>
    <w:rsid w:val="004E283C"/>
    <w:rsid w:val="004E2D4A"/>
    <w:rsid w:val="004E35A4"/>
    <w:rsid w:val="004E7DE0"/>
    <w:rsid w:val="004F1810"/>
    <w:rsid w:val="004F6690"/>
    <w:rsid w:val="005000BF"/>
    <w:rsid w:val="0050206B"/>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085A"/>
    <w:rsid w:val="00551D55"/>
    <w:rsid w:val="00554FEE"/>
    <w:rsid w:val="00557907"/>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2E39"/>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33025"/>
    <w:rsid w:val="006336FB"/>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A68B8"/>
    <w:rsid w:val="006B00A8"/>
    <w:rsid w:val="006B0621"/>
    <w:rsid w:val="006B1C7F"/>
    <w:rsid w:val="006B293A"/>
    <w:rsid w:val="006B4939"/>
    <w:rsid w:val="006B6B63"/>
    <w:rsid w:val="006B7A0D"/>
    <w:rsid w:val="006C0786"/>
    <w:rsid w:val="006C2AAF"/>
    <w:rsid w:val="006C3729"/>
    <w:rsid w:val="006C44F0"/>
    <w:rsid w:val="006D0DA0"/>
    <w:rsid w:val="006D0E2D"/>
    <w:rsid w:val="006D1240"/>
    <w:rsid w:val="006D29FF"/>
    <w:rsid w:val="006D5A3F"/>
    <w:rsid w:val="006D6201"/>
    <w:rsid w:val="006E3409"/>
    <w:rsid w:val="006E3851"/>
    <w:rsid w:val="006E41FE"/>
    <w:rsid w:val="006E6357"/>
    <w:rsid w:val="006F05F4"/>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3F02"/>
    <w:rsid w:val="00766BC8"/>
    <w:rsid w:val="007730DE"/>
    <w:rsid w:val="00775411"/>
    <w:rsid w:val="0077545E"/>
    <w:rsid w:val="00776C72"/>
    <w:rsid w:val="00776FB7"/>
    <w:rsid w:val="007777A2"/>
    <w:rsid w:val="00783478"/>
    <w:rsid w:val="00786966"/>
    <w:rsid w:val="007877C9"/>
    <w:rsid w:val="0079329D"/>
    <w:rsid w:val="007934DC"/>
    <w:rsid w:val="00794D42"/>
    <w:rsid w:val="007962B0"/>
    <w:rsid w:val="0079767C"/>
    <w:rsid w:val="007A02F3"/>
    <w:rsid w:val="007A084A"/>
    <w:rsid w:val="007A1A13"/>
    <w:rsid w:val="007A2211"/>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618F3"/>
    <w:rsid w:val="0086417A"/>
    <w:rsid w:val="0086581C"/>
    <w:rsid w:val="00867252"/>
    <w:rsid w:val="00873024"/>
    <w:rsid w:val="00873625"/>
    <w:rsid w:val="00881419"/>
    <w:rsid w:val="00882CA3"/>
    <w:rsid w:val="008837A1"/>
    <w:rsid w:val="00883973"/>
    <w:rsid w:val="00884C77"/>
    <w:rsid w:val="0088712A"/>
    <w:rsid w:val="008940CB"/>
    <w:rsid w:val="008960EA"/>
    <w:rsid w:val="008969E1"/>
    <w:rsid w:val="008A6BC0"/>
    <w:rsid w:val="008B0123"/>
    <w:rsid w:val="008B01BB"/>
    <w:rsid w:val="008B226C"/>
    <w:rsid w:val="008B4593"/>
    <w:rsid w:val="008B5225"/>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9F8"/>
    <w:rsid w:val="00906BF6"/>
    <w:rsid w:val="00907671"/>
    <w:rsid w:val="00907BE0"/>
    <w:rsid w:val="00911E97"/>
    <w:rsid w:val="00914564"/>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2C8"/>
    <w:rsid w:val="009816ED"/>
    <w:rsid w:val="00985810"/>
    <w:rsid w:val="00985C41"/>
    <w:rsid w:val="00991AFD"/>
    <w:rsid w:val="009A0229"/>
    <w:rsid w:val="009A342C"/>
    <w:rsid w:val="009A3DA6"/>
    <w:rsid w:val="009A5CFE"/>
    <w:rsid w:val="009A6BE3"/>
    <w:rsid w:val="009B1035"/>
    <w:rsid w:val="009C1359"/>
    <w:rsid w:val="009C61BF"/>
    <w:rsid w:val="009C724E"/>
    <w:rsid w:val="009C75FC"/>
    <w:rsid w:val="009D2384"/>
    <w:rsid w:val="009D41B1"/>
    <w:rsid w:val="009D74BA"/>
    <w:rsid w:val="009E01F6"/>
    <w:rsid w:val="009E17B6"/>
    <w:rsid w:val="009E2F76"/>
    <w:rsid w:val="009E6035"/>
    <w:rsid w:val="009E6C29"/>
    <w:rsid w:val="009F0460"/>
    <w:rsid w:val="009F18E6"/>
    <w:rsid w:val="009F3D94"/>
    <w:rsid w:val="00A03ADA"/>
    <w:rsid w:val="00A0567D"/>
    <w:rsid w:val="00A06224"/>
    <w:rsid w:val="00A07680"/>
    <w:rsid w:val="00A125D9"/>
    <w:rsid w:val="00A12A67"/>
    <w:rsid w:val="00A15071"/>
    <w:rsid w:val="00A161BC"/>
    <w:rsid w:val="00A16B12"/>
    <w:rsid w:val="00A206D5"/>
    <w:rsid w:val="00A222AD"/>
    <w:rsid w:val="00A22662"/>
    <w:rsid w:val="00A22837"/>
    <w:rsid w:val="00A26DD8"/>
    <w:rsid w:val="00A313DA"/>
    <w:rsid w:val="00A31E3F"/>
    <w:rsid w:val="00A33366"/>
    <w:rsid w:val="00A35089"/>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A4C38"/>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34F8"/>
    <w:rsid w:val="00B04611"/>
    <w:rsid w:val="00B046F1"/>
    <w:rsid w:val="00B0508A"/>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3486"/>
    <w:rsid w:val="00B34C56"/>
    <w:rsid w:val="00B366E9"/>
    <w:rsid w:val="00B41519"/>
    <w:rsid w:val="00B4299A"/>
    <w:rsid w:val="00B42F35"/>
    <w:rsid w:val="00B4519D"/>
    <w:rsid w:val="00B46E49"/>
    <w:rsid w:val="00B572D8"/>
    <w:rsid w:val="00B60D0C"/>
    <w:rsid w:val="00B65C61"/>
    <w:rsid w:val="00B66E80"/>
    <w:rsid w:val="00B7153D"/>
    <w:rsid w:val="00B71721"/>
    <w:rsid w:val="00B71832"/>
    <w:rsid w:val="00B7501D"/>
    <w:rsid w:val="00B75F46"/>
    <w:rsid w:val="00B76FDA"/>
    <w:rsid w:val="00B82B0C"/>
    <w:rsid w:val="00B83328"/>
    <w:rsid w:val="00B85BD9"/>
    <w:rsid w:val="00B86120"/>
    <w:rsid w:val="00B86A95"/>
    <w:rsid w:val="00B9142C"/>
    <w:rsid w:val="00B91BF1"/>
    <w:rsid w:val="00B91E97"/>
    <w:rsid w:val="00B95CDE"/>
    <w:rsid w:val="00BA0095"/>
    <w:rsid w:val="00BA183F"/>
    <w:rsid w:val="00BA33A2"/>
    <w:rsid w:val="00BA359E"/>
    <w:rsid w:val="00BA72E3"/>
    <w:rsid w:val="00BB2A22"/>
    <w:rsid w:val="00BB32CC"/>
    <w:rsid w:val="00BB35BE"/>
    <w:rsid w:val="00BB5AE5"/>
    <w:rsid w:val="00BC1746"/>
    <w:rsid w:val="00BC29D1"/>
    <w:rsid w:val="00BC3844"/>
    <w:rsid w:val="00BD000A"/>
    <w:rsid w:val="00BD004E"/>
    <w:rsid w:val="00BD1046"/>
    <w:rsid w:val="00BD18F5"/>
    <w:rsid w:val="00BD2A7F"/>
    <w:rsid w:val="00BD2C74"/>
    <w:rsid w:val="00BD6B2B"/>
    <w:rsid w:val="00BD7CD4"/>
    <w:rsid w:val="00BE0886"/>
    <w:rsid w:val="00BE7E74"/>
    <w:rsid w:val="00BF02A9"/>
    <w:rsid w:val="00BF0AA8"/>
    <w:rsid w:val="00BF7C43"/>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1A89"/>
    <w:rsid w:val="00C44E45"/>
    <w:rsid w:val="00C45CA1"/>
    <w:rsid w:val="00C46131"/>
    <w:rsid w:val="00C47043"/>
    <w:rsid w:val="00C51F51"/>
    <w:rsid w:val="00C5416B"/>
    <w:rsid w:val="00C55994"/>
    <w:rsid w:val="00C6382F"/>
    <w:rsid w:val="00C64140"/>
    <w:rsid w:val="00C663C0"/>
    <w:rsid w:val="00C665FB"/>
    <w:rsid w:val="00C67207"/>
    <w:rsid w:val="00C7551D"/>
    <w:rsid w:val="00C76636"/>
    <w:rsid w:val="00C76645"/>
    <w:rsid w:val="00C8107F"/>
    <w:rsid w:val="00C812DE"/>
    <w:rsid w:val="00C8199C"/>
    <w:rsid w:val="00C84AFB"/>
    <w:rsid w:val="00C87965"/>
    <w:rsid w:val="00C90060"/>
    <w:rsid w:val="00C9096E"/>
    <w:rsid w:val="00C91017"/>
    <w:rsid w:val="00C925EA"/>
    <w:rsid w:val="00CA07B0"/>
    <w:rsid w:val="00CA0E16"/>
    <w:rsid w:val="00CA1F50"/>
    <w:rsid w:val="00CA4FE9"/>
    <w:rsid w:val="00CA5099"/>
    <w:rsid w:val="00CA6A3E"/>
    <w:rsid w:val="00CA7FD5"/>
    <w:rsid w:val="00CB10F6"/>
    <w:rsid w:val="00CB1BE1"/>
    <w:rsid w:val="00CB6529"/>
    <w:rsid w:val="00CB6E4B"/>
    <w:rsid w:val="00CC397E"/>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03C4"/>
    <w:rsid w:val="00D30B7E"/>
    <w:rsid w:val="00D32C6A"/>
    <w:rsid w:val="00D40C68"/>
    <w:rsid w:val="00D41DF1"/>
    <w:rsid w:val="00D470EA"/>
    <w:rsid w:val="00D5133A"/>
    <w:rsid w:val="00D537DB"/>
    <w:rsid w:val="00D54834"/>
    <w:rsid w:val="00D57AEC"/>
    <w:rsid w:val="00D60756"/>
    <w:rsid w:val="00D634AE"/>
    <w:rsid w:val="00D71F8B"/>
    <w:rsid w:val="00D7317E"/>
    <w:rsid w:val="00D75DE7"/>
    <w:rsid w:val="00D76C95"/>
    <w:rsid w:val="00D77703"/>
    <w:rsid w:val="00D77E9B"/>
    <w:rsid w:val="00D80221"/>
    <w:rsid w:val="00D80857"/>
    <w:rsid w:val="00D8129D"/>
    <w:rsid w:val="00D847E4"/>
    <w:rsid w:val="00D85DE0"/>
    <w:rsid w:val="00D86232"/>
    <w:rsid w:val="00D86E2E"/>
    <w:rsid w:val="00D91FE4"/>
    <w:rsid w:val="00DA4E14"/>
    <w:rsid w:val="00DB0C47"/>
    <w:rsid w:val="00DB2CBD"/>
    <w:rsid w:val="00DB59B2"/>
    <w:rsid w:val="00DB59CE"/>
    <w:rsid w:val="00DB7804"/>
    <w:rsid w:val="00DC441E"/>
    <w:rsid w:val="00DC46B8"/>
    <w:rsid w:val="00DC4B5C"/>
    <w:rsid w:val="00DC533A"/>
    <w:rsid w:val="00DC5862"/>
    <w:rsid w:val="00DC79B4"/>
    <w:rsid w:val="00DC7E1E"/>
    <w:rsid w:val="00DD1E50"/>
    <w:rsid w:val="00DD2160"/>
    <w:rsid w:val="00DD3A79"/>
    <w:rsid w:val="00DD3AB3"/>
    <w:rsid w:val="00DD4B32"/>
    <w:rsid w:val="00DD4F85"/>
    <w:rsid w:val="00DD638A"/>
    <w:rsid w:val="00DE08BF"/>
    <w:rsid w:val="00DF1B6E"/>
    <w:rsid w:val="00DF4D09"/>
    <w:rsid w:val="00DF5545"/>
    <w:rsid w:val="00DF5D59"/>
    <w:rsid w:val="00E02057"/>
    <w:rsid w:val="00E04231"/>
    <w:rsid w:val="00E07D34"/>
    <w:rsid w:val="00E100EC"/>
    <w:rsid w:val="00E13686"/>
    <w:rsid w:val="00E2490B"/>
    <w:rsid w:val="00E25B03"/>
    <w:rsid w:val="00E268C4"/>
    <w:rsid w:val="00E321AA"/>
    <w:rsid w:val="00E36242"/>
    <w:rsid w:val="00E368F5"/>
    <w:rsid w:val="00E373D4"/>
    <w:rsid w:val="00E409BE"/>
    <w:rsid w:val="00E42DB3"/>
    <w:rsid w:val="00E44008"/>
    <w:rsid w:val="00E454BB"/>
    <w:rsid w:val="00E473C9"/>
    <w:rsid w:val="00E47BD0"/>
    <w:rsid w:val="00E47E4D"/>
    <w:rsid w:val="00E50A8B"/>
    <w:rsid w:val="00E50FBA"/>
    <w:rsid w:val="00E51E7E"/>
    <w:rsid w:val="00E52473"/>
    <w:rsid w:val="00E56065"/>
    <w:rsid w:val="00E60944"/>
    <w:rsid w:val="00E66920"/>
    <w:rsid w:val="00E66B0A"/>
    <w:rsid w:val="00E66C90"/>
    <w:rsid w:val="00E66F06"/>
    <w:rsid w:val="00E6742A"/>
    <w:rsid w:val="00E70D8E"/>
    <w:rsid w:val="00E7185F"/>
    <w:rsid w:val="00E72821"/>
    <w:rsid w:val="00E73726"/>
    <w:rsid w:val="00E75D57"/>
    <w:rsid w:val="00E80627"/>
    <w:rsid w:val="00E81331"/>
    <w:rsid w:val="00E82F7C"/>
    <w:rsid w:val="00E848CD"/>
    <w:rsid w:val="00E85208"/>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0B56"/>
    <w:rsid w:val="00EE1FEE"/>
    <w:rsid w:val="00EE57F5"/>
    <w:rsid w:val="00EF036B"/>
    <w:rsid w:val="00EF1DB2"/>
    <w:rsid w:val="00EF237E"/>
    <w:rsid w:val="00EF3A02"/>
    <w:rsid w:val="00EF5F5E"/>
    <w:rsid w:val="00EF7364"/>
    <w:rsid w:val="00F00B0D"/>
    <w:rsid w:val="00F023F4"/>
    <w:rsid w:val="00F04854"/>
    <w:rsid w:val="00F0720C"/>
    <w:rsid w:val="00F1032B"/>
    <w:rsid w:val="00F10C80"/>
    <w:rsid w:val="00F17042"/>
    <w:rsid w:val="00F21826"/>
    <w:rsid w:val="00F2296C"/>
    <w:rsid w:val="00F232D7"/>
    <w:rsid w:val="00F30A9F"/>
    <w:rsid w:val="00F30ADC"/>
    <w:rsid w:val="00F31BB0"/>
    <w:rsid w:val="00F34538"/>
    <w:rsid w:val="00F51039"/>
    <w:rsid w:val="00F513AE"/>
    <w:rsid w:val="00F527E6"/>
    <w:rsid w:val="00F53191"/>
    <w:rsid w:val="00F53633"/>
    <w:rsid w:val="00F56DAA"/>
    <w:rsid w:val="00F56FED"/>
    <w:rsid w:val="00F57BC7"/>
    <w:rsid w:val="00F57C30"/>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365"/>
    <w:rsid w:val="00FC7B0D"/>
    <w:rsid w:val="00FD0C9D"/>
    <w:rsid w:val="00FD1D3C"/>
    <w:rsid w:val="00FD57B5"/>
    <w:rsid w:val="00FE2459"/>
    <w:rsid w:val="00FF24B3"/>
    <w:rsid w:val="00FF31CE"/>
    <w:rsid w:val="00FF357F"/>
    <w:rsid w:val="00FF3CC6"/>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9812C8"/>
    <w:rPr>
      <w:sz w:val="16"/>
      <w:szCs w:val="16"/>
    </w:rPr>
  </w:style>
  <w:style w:type="paragraph" w:styleId="CommentText">
    <w:name w:val="annotation text"/>
    <w:basedOn w:val="Normal"/>
    <w:link w:val="CommentTextChar"/>
    <w:unhideWhenUsed/>
    <w:rsid w:val="009812C8"/>
    <w:pPr>
      <w:spacing w:line="240" w:lineRule="auto"/>
    </w:pPr>
  </w:style>
  <w:style w:type="character" w:customStyle="1" w:styleId="CommentTextChar">
    <w:name w:val="Comment Text Char"/>
    <w:basedOn w:val="DefaultParagraphFont"/>
    <w:link w:val="CommentText"/>
    <w:rsid w:val="009812C8"/>
    <w:rPr>
      <w:rFonts w:ascii="Arial" w:hAnsi="Arial" w:cs="Arial"/>
      <w:lang w:eastAsia="zh-CN"/>
    </w:rPr>
  </w:style>
  <w:style w:type="paragraph" w:styleId="CommentSubject">
    <w:name w:val="annotation subject"/>
    <w:basedOn w:val="CommentText"/>
    <w:next w:val="CommentText"/>
    <w:link w:val="CommentSubjectChar"/>
    <w:semiHidden/>
    <w:unhideWhenUsed/>
    <w:rsid w:val="009812C8"/>
    <w:rPr>
      <w:b/>
      <w:bCs/>
    </w:rPr>
  </w:style>
  <w:style w:type="character" w:customStyle="1" w:styleId="CommentSubjectChar">
    <w:name w:val="Comment Subject Char"/>
    <w:basedOn w:val="CommentTextChar"/>
    <w:link w:val="CommentSubject"/>
    <w:semiHidden/>
    <w:rsid w:val="009812C8"/>
    <w:rPr>
      <w:rFonts w:ascii="Arial" w:hAnsi="Arial" w:cs="Arial"/>
      <w:b/>
      <w:bCs/>
      <w:lang w:eastAsia="zh-CN"/>
    </w:rPr>
  </w:style>
  <w:style w:type="paragraph" w:styleId="Revision">
    <w:name w:val="Revision"/>
    <w:hidden/>
    <w:uiPriority w:val="99"/>
    <w:semiHidden/>
    <w:rsid w:val="003816FA"/>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YKjs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c4a1134a-ec95-48d0-8411-392686591e19"/>
    <ds:schemaRef ds:uri="http://purl.org/dc/dcmitype/"/>
    <ds:schemaRef ds:uri="http://schemas.openxmlformats.org/package/2006/metadata/core-properties"/>
    <ds:schemaRef ds:uri="http://www.w3.org/XML/1998/namespace"/>
    <ds:schemaRef ds:uri="http://purl.org/dc/terms/"/>
    <ds:schemaRef ds:uri="http://schemas.microsoft.com/office/2006/documentManagement/types"/>
    <ds:schemaRef ds:uri="a9c5b8cb-8b3b-4b00-8e13-e0891dd65cf1"/>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3</TotalTime>
  <Pages>4</Pages>
  <Words>540</Words>
  <Characters>7272</Characters>
  <Application>Microsoft Office Word</Application>
  <DocSecurity>0</DocSecurity>
  <Lines>177</Lines>
  <Paragraphs>111</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7701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Earth's atmosphere student worksheet partially unscaffolded</dc:title>
  <dc:subject/>
  <dc:creator>Royal Society of Chemistry</dc:creator>
  <cp:keywords>Earth's atmosphere, composition, layers, nitrogen, oxygen, early atmosphere, carbon dioxide, global warming</cp:keywords>
  <dc:description>From How to teach Earth's atmosphere infographic poster, Education in Chemistry: https://rsc.li/3YKjs94</dc:description>
  <cp:lastModifiedBy>Kirsty Patterson</cp:lastModifiedBy>
  <cp:revision>3</cp:revision>
  <cp:lastPrinted>2012-04-18T08:40:00Z</cp:lastPrinted>
  <dcterms:created xsi:type="dcterms:W3CDTF">2024-08-29T16:55:00Z</dcterms:created>
  <dcterms:modified xsi:type="dcterms:W3CDTF">2024-08-29T16:59:00Z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