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09214" w14:textId="5953E201" w:rsidR="00A0567D" w:rsidRPr="00B06A1A" w:rsidRDefault="004E62A3" w:rsidP="000E5C03">
      <w:pPr>
        <w:pStyle w:val="RSCH1"/>
        <w:ind w:right="-709"/>
      </w:pPr>
      <w:r>
        <w:t>Clearing the air: atmospheric pollution and fake news</w:t>
      </w:r>
    </w:p>
    <w:p w14:paraId="66EFB5F2" w14:textId="19A87434" w:rsidR="00AC283E" w:rsidRDefault="00AC283E" w:rsidP="00AC283E">
      <w:pPr>
        <w:pStyle w:val="RSCH2"/>
      </w:pPr>
      <w:bookmarkStart w:id="0" w:name="_Hlk190110737"/>
      <w:r>
        <w:t>Learning objectives</w:t>
      </w:r>
    </w:p>
    <w:p w14:paraId="0680DBD7" w14:textId="67B06E45" w:rsidR="00A0567D" w:rsidRPr="0049734A" w:rsidRDefault="00574F81" w:rsidP="00AC283E">
      <w:pPr>
        <w:pStyle w:val="RSCLearningobjectives"/>
      </w:pPr>
      <w:r>
        <w:t>Identify atmospheric pollutants and how they are produced.</w:t>
      </w:r>
    </w:p>
    <w:p w14:paraId="187E8107" w14:textId="1D9F6275" w:rsidR="00A0567D" w:rsidRPr="0049734A" w:rsidRDefault="00574F81" w:rsidP="00AE2097">
      <w:pPr>
        <w:pStyle w:val="RSCLearningobjectives"/>
      </w:pPr>
      <w:r>
        <w:t>Describe the impact that these pollutants have on society and the environment.</w:t>
      </w:r>
    </w:p>
    <w:p w14:paraId="4828ACAE" w14:textId="7A414BDF" w:rsidR="00A0567D" w:rsidRPr="0049734A" w:rsidRDefault="00574F81" w:rsidP="00AE2097">
      <w:pPr>
        <w:pStyle w:val="RSCLearningobjectives"/>
      </w:pPr>
      <w:r>
        <w:t>Create a news article to summarise your findings</w:t>
      </w:r>
      <w:r w:rsidR="004E62A3">
        <w:t>.</w:t>
      </w:r>
    </w:p>
    <w:p w14:paraId="40DBF9F3" w14:textId="36089B9B" w:rsidR="00A0567D" w:rsidRPr="007022AC" w:rsidRDefault="00574F81" w:rsidP="007022AC">
      <w:pPr>
        <w:pStyle w:val="RSCLearningobjectives"/>
      </w:pPr>
      <w:r>
        <w:t xml:space="preserve">Evaluate sources for </w:t>
      </w:r>
      <w:r w:rsidR="003373C4">
        <w:t>reliability</w:t>
      </w:r>
      <w:r w:rsidR="004E62A3">
        <w:t>.</w:t>
      </w:r>
    </w:p>
    <w:bookmarkEnd w:id="0"/>
    <w:p w14:paraId="6D96E77A" w14:textId="07A0C519" w:rsidR="005739C1" w:rsidRPr="007022AC" w:rsidRDefault="00574F81" w:rsidP="00D2698B">
      <w:pPr>
        <w:pStyle w:val="RSCH2"/>
      </w:pPr>
      <w:r>
        <w:t>Introduction</w:t>
      </w:r>
    </w:p>
    <w:p w14:paraId="197BC8A3" w14:textId="21E142DA" w:rsidR="00AC283E" w:rsidRDefault="00574F81" w:rsidP="006B6B63">
      <w:pPr>
        <w:pStyle w:val="RSCBasictext"/>
        <w:spacing w:after="0"/>
      </w:pPr>
      <w:r>
        <w:t>Atmospheric pollution is when chemical compounds</w:t>
      </w:r>
      <w:r w:rsidR="00AC2DBA">
        <w:t xml:space="preserve"> in the atmosphere</w:t>
      </w:r>
      <w:r>
        <w:t xml:space="preserve">, usually made by human activity, have a negative impact on us and our </w:t>
      </w:r>
      <w:r w:rsidR="00AC2DBA">
        <w:t>environment</w:t>
      </w:r>
      <w:r>
        <w:t>. Often, they are produced when fossil fuels are burned and contribute to climate change, acid rain and smog.</w:t>
      </w:r>
    </w:p>
    <w:p w14:paraId="3D5A3077" w14:textId="6CEE5E40" w:rsidR="00FB6140" w:rsidRDefault="003373C4" w:rsidP="00FB6140">
      <w:pPr>
        <w:pStyle w:val="RSCH2"/>
      </w:pPr>
      <w:r>
        <w:t>Instructions</w:t>
      </w:r>
    </w:p>
    <w:p w14:paraId="26856571" w14:textId="311D1F76" w:rsidR="00FB6140" w:rsidRPr="00FB6140" w:rsidRDefault="003373C4" w:rsidP="00FB6140">
      <w:pPr>
        <w:pStyle w:val="RSCBulletedlist"/>
      </w:pPr>
      <w:r>
        <w:t>Use the infographic poster and fact sheet to learn more about atmospheric pollutants, how they are formed and their impact on society and the environment.</w:t>
      </w:r>
    </w:p>
    <w:p w14:paraId="14C94AF4" w14:textId="1EACED78" w:rsidR="00FB6140" w:rsidRPr="00FB6140" w:rsidRDefault="00F833AF" w:rsidP="00FB6140">
      <w:pPr>
        <w:pStyle w:val="RSCBulletedlist"/>
      </w:pPr>
      <w:r>
        <w:t>U</w:t>
      </w:r>
      <w:r w:rsidR="003373C4">
        <w:t xml:space="preserve">se the internet to research atmospheric pollutants. </w:t>
      </w:r>
      <w:r w:rsidR="001C598D">
        <w:t>E</w:t>
      </w:r>
      <w:r w:rsidR="003373C4">
        <w:t>nsure that the sources of information you find are reliable and are not sources of misinformation</w:t>
      </w:r>
      <w:r w:rsidR="00FC475A">
        <w:t>.</w:t>
      </w:r>
      <w:r w:rsidR="00E90A81">
        <w:t xml:space="preserve"> </w:t>
      </w:r>
      <w:r w:rsidR="001C598D">
        <w:t>R</w:t>
      </w:r>
      <w:r w:rsidR="00E90A81">
        <w:t>ecord the full URL for the source of any information you find so that your reader can check for reliability.</w:t>
      </w:r>
    </w:p>
    <w:p w14:paraId="1F4973EC" w14:textId="00F455F1" w:rsidR="00081606" w:rsidRDefault="00FC475A" w:rsidP="00FC475A">
      <w:pPr>
        <w:pStyle w:val="RSCBulletedlist"/>
      </w:pPr>
      <w:r>
        <w:t xml:space="preserve">Create a news article summarising your findings on atmospheric pollutants. You can use </w:t>
      </w:r>
      <w:r w:rsidR="00D94190">
        <w:t xml:space="preserve">one of </w:t>
      </w:r>
      <w:r>
        <w:t>the template</w:t>
      </w:r>
      <w:r w:rsidR="00D94190">
        <w:t>s</w:t>
      </w:r>
      <w:r>
        <w:t xml:space="preserve"> provided or make up your own format to suit your article and audience.</w:t>
      </w:r>
      <w:r w:rsidR="00081606">
        <w:t xml:space="preserve"> </w:t>
      </w:r>
      <w:r w:rsidR="004D0CE1">
        <w:t>I</w:t>
      </w:r>
      <w:r w:rsidR="00081606">
        <w:t>nclude the following:</w:t>
      </w:r>
    </w:p>
    <w:p w14:paraId="2119B377" w14:textId="2477D644" w:rsidR="00081606" w:rsidRPr="00081606" w:rsidRDefault="00081606" w:rsidP="00081606">
      <w:pPr>
        <w:pStyle w:val="RSCBulletedlist"/>
        <w:numPr>
          <w:ilvl w:val="1"/>
          <w:numId w:val="5"/>
        </w:numPr>
      </w:pPr>
      <w:r w:rsidRPr="00081606">
        <w:t>What are the names and formula</w:t>
      </w:r>
      <w:r w:rsidR="004D0CE1">
        <w:t>s</w:t>
      </w:r>
      <w:r w:rsidRPr="00081606">
        <w:t xml:space="preserve"> of the pollutants?</w:t>
      </w:r>
    </w:p>
    <w:p w14:paraId="7206A3B6" w14:textId="77777777" w:rsidR="00081606" w:rsidRPr="00081606" w:rsidRDefault="00081606" w:rsidP="00081606">
      <w:pPr>
        <w:pStyle w:val="RSCBulletedlist"/>
        <w:numPr>
          <w:ilvl w:val="1"/>
          <w:numId w:val="5"/>
        </w:numPr>
      </w:pPr>
      <w:r w:rsidRPr="00081606">
        <w:t>How are they formed?</w:t>
      </w:r>
    </w:p>
    <w:p w14:paraId="03C361E6" w14:textId="77777777" w:rsidR="00081606" w:rsidRPr="00081606" w:rsidRDefault="00081606" w:rsidP="00081606">
      <w:pPr>
        <w:pStyle w:val="RSCBulletedlist"/>
        <w:numPr>
          <w:ilvl w:val="1"/>
          <w:numId w:val="5"/>
        </w:numPr>
      </w:pPr>
      <w:r w:rsidRPr="00081606">
        <w:t>What impact do they have on society?</w:t>
      </w:r>
    </w:p>
    <w:p w14:paraId="798F73DE" w14:textId="77777777" w:rsidR="00081606" w:rsidRPr="00081606" w:rsidRDefault="00081606" w:rsidP="00081606">
      <w:pPr>
        <w:pStyle w:val="RSCBulletedlist"/>
        <w:numPr>
          <w:ilvl w:val="1"/>
          <w:numId w:val="5"/>
        </w:numPr>
      </w:pPr>
      <w:r w:rsidRPr="00081606">
        <w:t>What impact do they have on the environment?</w:t>
      </w:r>
    </w:p>
    <w:p w14:paraId="0F5CF826" w14:textId="77777777" w:rsidR="00081606" w:rsidRPr="00081606" w:rsidRDefault="00081606" w:rsidP="00081606">
      <w:pPr>
        <w:pStyle w:val="RSCBulletedlist"/>
        <w:numPr>
          <w:ilvl w:val="1"/>
          <w:numId w:val="5"/>
        </w:numPr>
      </w:pPr>
      <w:r w:rsidRPr="00081606">
        <w:t>Can you describe these impacts using your chemical knowledge?</w:t>
      </w:r>
    </w:p>
    <w:p w14:paraId="7CA87DE0" w14:textId="77777777" w:rsidR="00081606" w:rsidRPr="00081606" w:rsidRDefault="00081606" w:rsidP="00081606">
      <w:pPr>
        <w:pStyle w:val="RSCBulletedlist"/>
        <w:numPr>
          <w:ilvl w:val="1"/>
          <w:numId w:val="5"/>
        </w:numPr>
      </w:pPr>
      <w:r w:rsidRPr="00081606">
        <w:t>What can be done to minimise these impacts?</w:t>
      </w:r>
    </w:p>
    <w:p w14:paraId="236DA3A9" w14:textId="2A33C641" w:rsidR="005A6493" w:rsidRPr="00FC475A" w:rsidRDefault="005A6493" w:rsidP="00FC475A">
      <w:pPr>
        <w:pStyle w:val="RSCBulletedlist"/>
      </w:pPr>
      <w:r>
        <w:br w:type="page"/>
      </w:r>
    </w:p>
    <w:p w14:paraId="1FE45FFA" w14:textId="4F7C28D6" w:rsidR="005A6493" w:rsidRDefault="004F3F2C" w:rsidP="005A6493">
      <w:pPr>
        <w:pStyle w:val="RSCBasictext"/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35F27B" wp14:editId="77AFA2EA">
                <wp:simplePos x="0" y="0"/>
                <wp:positionH relativeFrom="margin">
                  <wp:align>center</wp:align>
                </wp:positionH>
                <wp:positionV relativeFrom="paragraph">
                  <wp:posOffset>280035</wp:posOffset>
                </wp:positionV>
                <wp:extent cx="719455" cy="719455"/>
                <wp:effectExtent l="19050" t="19050" r="42545" b="42545"/>
                <wp:wrapNone/>
                <wp:docPr id="30" name="Diamond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455" cy="719455"/>
                        </a:xfrm>
                        <a:prstGeom prst="diamond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57150">
                          <a:solidFill>
                            <a:srgbClr val="006F6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8272D87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1" o:spid="_x0000_s1026" type="#_x0000_t4" alt="&quot;&quot;" style="position:absolute;margin-left:0;margin-top:22.05pt;width:56.65pt;height:56.6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" fillcolor="#eaf1dd [662]" strokecolor="#006f62" strokeweight="4.5pt">
                <w10:wrap anchorx="margin"/>
              </v:shape>
            </w:pict>
          </mc:Fallback>
        </mc:AlternateContent>
      </w:r>
      <w:r w:rsidR="005A6493">
        <w:t xml:space="preserve">Use this template to </w:t>
      </w:r>
      <w:r w:rsidR="004E62A3">
        <w:t>write</w:t>
      </w:r>
      <w:r w:rsidR="005A6493">
        <w:t xml:space="preserve"> your news story.</w:t>
      </w:r>
    </w:p>
    <w:tbl>
      <w:tblPr>
        <w:tblStyle w:val="TableGrid"/>
        <w:tblW w:w="0" w:type="auto"/>
        <w:tblBorders>
          <w:top w:val="single" w:sz="12" w:space="0" w:color="006F62"/>
          <w:left w:val="single" w:sz="12" w:space="0" w:color="006F62"/>
          <w:bottom w:val="single" w:sz="12" w:space="0" w:color="006F62"/>
          <w:right w:val="single" w:sz="12" w:space="0" w:color="006F62"/>
          <w:insideH w:val="single" w:sz="12" w:space="0" w:color="006F62"/>
          <w:insideV w:val="single" w:sz="12" w:space="0" w:color="006F62"/>
        </w:tblBorders>
        <w:tblLook w:val="04A0" w:firstRow="1" w:lastRow="0" w:firstColumn="1" w:lastColumn="0" w:noHBand="0" w:noVBand="1"/>
      </w:tblPr>
      <w:tblGrid>
        <w:gridCol w:w="3064"/>
        <w:gridCol w:w="2966"/>
        <w:gridCol w:w="2966"/>
      </w:tblGrid>
      <w:tr w:rsidR="005A6493" w14:paraId="0222A031" w14:textId="77777777" w:rsidTr="004F3F2C">
        <w:trPr>
          <w:trHeight w:val="1256"/>
        </w:trPr>
        <w:tc>
          <w:tcPr>
            <w:tcW w:w="8996" w:type="dxa"/>
            <w:gridSpan w:val="3"/>
            <w:vAlign w:val="center"/>
          </w:tcPr>
          <w:p w14:paraId="611F202F" w14:textId="3EB3C91A" w:rsidR="005A6493" w:rsidRPr="004F3F2C" w:rsidRDefault="004F3F2C" w:rsidP="004F3F2C">
            <w:pPr>
              <w:pStyle w:val="RSCBasictext"/>
              <w:jc w:val="right"/>
              <w:rPr>
                <w:rFonts w:asciiTheme="majorHAnsi" w:hAnsiTheme="majorHAnsi"/>
                <w:b/>
                <w:bCs/>
              </w:rPr>
            </w:pPr>
            <w:r w:rsidRPr="004F3F2C">
              <w:rPr>
                <w:rFonts w:asciiTheme="majorHAnsi" w:hAnsiTheme="majorHAnsi"/>
                <w:b/>
                <w:bCs/>
                <w:noProof/>
                <w:color w:val="006F62"/>
                <w:sz w:val="72"/>
                <w:szCs w:val="72"/>
                <w:lang w:eastAsia="en-GB"/>
              </w:rPr>
              <w:drawing>
                <wp:anchor distT="0" distB="0" distL="114300" distR="114300" simplePos="0" relativeHeight="251660288" behindDoc="0" locked="0" layoutInCell="1" allowOverlap="1" wp14:anchorId="0A39271E" wp14:editId="5F5F1894">
                  <wp:simplePos x="0" y="0"/>
                  <wp:positionH relativeFrom="column">
                    <wp:posOffset>2559685</wp:posOffset>
                  </wp:positionH>
                  <wp:positionV relativeFrom="paragraph">
                    <wp:posOffset>43815</wp:posOffset>
                  </wp:positionV>
                  <wp:extent cx="428625" cy="428625"/>
                  <wp:effectExtent l="0" t="0" r="9525" b="9525"/>
                  <wp:wrapNone/>
                  <wp:docPr id="29" name="Picture 2" descr="See the source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9" descr="See the source image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F3F2C">
              <w:rPr>
                <w:rFonts w:asciiTheme="majorHAnsi" w:hAnsiTheme="majorHAnsi"/>
                <w:b/>
                <w:bCs/>
                <w:color w:val="006F62"/>
                <w:sz w:val="72"/>
                <w:szCs w:val="72"/>
              </w:rPr>
              <w:t xml:space="preserve">Chemistry </w:t>
            </w:r>
            <w:r>
              <w:rPr>
                <w:rFonts w:asciiTheme="majorHAnsi" w:hAnsiTheme="majorHAnsi"/>
                <w:b/>
                <w:bCs/>
                <w:color w:val="006F62"/>
                <w:sz w:val="72"/>
                <w:szCs w:val="72"/>
              </w:rPr>
              <w:t xml:space="preserve">        </w:t>
            </w:r>
            <w:r w:rsidRPr="004F3F2C">
              <w:rPr>
                <w:rFonts w:asciiTheme="majorHAnsi" w:hAnsiTheme="majorHAnsi"/>
                <w:b/>
                <w:bCs/>
                <w:color w:val="006F62"/>
                <w:sz w:val="72"/>
                <w:szCs w:val="72"/>
              </w:rPr>
              <w:t>Daily News</w:t>
            </w:r>
            <w:r w:rsidR="000920F2">
              <w:rPr>
                <w:rFonts w:asciiTheme="majorHAnsi" w:hAnsiTheme="majorHAnsi"/>
                <w:b/>
                <w:bCs/>
                <w:color w:val="006F62"/>
                <w:sz w:val="72"/>
                <w:szCs w:val="72"/>
              </w:rPr>
              <w:t xml:space="preserve"> </w:t>
            </w:r>
            <w:r>
              <w:rPr>
                <w:rFonts w:asciiTheme="majorHAnsi" w:hAnsiTheme="majorHAnsi"/>
                <w:b/>
                <w:bCs/>
                <w:color w:val="006F62"/>
                <w:sz w:val="72"/>
                <w:szCs w:val="72"/>
              </w:rPr>
              <w:t xml:space="preserve"> </w:t>
            </w:r>
          </w:p>
        </w:tc>
      </w:tr>
      <w:tr w:rsidR="000920F2" w14:paraId="34614E5E" w14:textId="77777777" w:rsidTr="000920F2">
        <w:trPr>
          <w:trHeight w:val="2540"/>
        </w:trPr>
        <w:tc>
          <w:tcPr>
            <w:tcW w:w="3064" w:type="dxa"/>
          </w:tcPr>
          <w:p w14:paraId="0568279C" w14:textId="5D24AD9C" w:rsidR="000920F2" w:rsidRPr="004F3F2C" w:rsidRDefault="000920F2" w:rsidP="004F3F2C">
            <w:pPr>
              <w:pStyle w:val="RSCBasictext"/>
              <w:jc w:val="center"/>
              <w:rPr>
                <w:sz w:val="64"/>
                <w:szCs w:val="64"/>
              </w:rPr>
            </w:pPr>
            <w:r>
              <w:rPr>
                <w:color w:val="D9D9D9" w:themeColor="background1" w:themeShade="D9"/>
                <w:sz w:val="64"/>
                <w:szCs w:val="64"/>
              </w:rPr>
              <w:t>&lt;</w:t>
            </w:r>
            <w:r w:rsidRPr="004F3F2C">
              <w:rPr>
                <w:color w:val="D9D9D9" w:themeColor="background1" w:themeShade="D9"/>
                <w:sz w:val="64"/>
                <w:szCs w:val="64"/>
              </w:rPr>
              <w:t>Your Headline Here</w:t>
            </w:r>
            <w:r>
              <w:rPr>
                <w:color w:val="D9D9D9" w:themeColor="background1" w:themeShade="D9"/>
                <w:sz w:val="64"/>
                <w:szCs w:val="64"/>
              </w:rPr>
              <w:t>&gt;</w:t>
            </w:r>
          </w:p>
        </w:tc>
        <w:tc>
          <w:tcPr>
            <w:tcW w:w="5932" w:type="dxa"/>
            <w:gridSpan w:val="2"/>
            <w:vMerge w:val="restart"/>
            <w:vAlign w:val="center"/>
          </w:tcPr>
          <w:p w14:paraId="0E10C4F9" w14:textId="23E2B651" w:rsidR="000920F2" w:rsidRPr="004F3F2C" w:rsidRDefault="000920F2" w:rsidP="004F3F2C">
            <w:pPr>
              <w:pStyle w:val="RSCBasictext"/>
              <w:jc w:val="center"/>
              <w:rPr>
                <w:b/>
                <w:bCs/>
              </w:rPr>
            </w:pPr>
            <w:r w:rsidRPr="004F3F2C">
              <w:rPr>
                <w:b/>
                <w:bCs/>
                <w:color w:val="D9D9D9" w:themeColor="background1" w:themeShade="D9"/>
              </w:rPr>
              <w:t>&lt;Main image here&gt;</w:t>
            </w:r>
          </w:p>
        </w:tc>
      </w:tr>
      <w:tr w:rsidR="000920F2" w14:paraId="23C91B47" w14:textId="77777777" w:rsidTr="000920F2">
        <w:tc>
          <w:tcPr>
            <w:tcW w:w="3064" w:type="dxa"/>
          </w:tcPr>
          <w:p w14:paraId="5F4CDA60" w14:textId="0DEB9F5A" w:rsidR="000920F2" w:rsidRPr="004F3F2C" w:rsidRDefault="000920F2" w:rsidP="00FB6140">
            <w:pPr>
              <w:pStyle w:val="RSCBasictext"/>
              <w:rPr>
                <w:b/>
                <w:bCs/>
              </w:rPr>
            </w:pPr>
            <w:r w:rsidRPr="004F3F2C">
              <w:rPr>
                <w:b/>
                <w:bCs/>
              </w:rPr>
              <w:t xml:space="preserve">By </w:t>
            </w:r>
            <w:r w:rsidRPr="004F3F2C">
              <w:rPr>
                <w:b/>
                <w:bCs/>
                <w:color w:val="D9D9D9" w:themeColor="background1" w:themeShade="D9"/>
              </w:rPr>
              <w:t>&lt;name of author&gt;</w:t>
            </w:r>
          </w:p>
        </w:tc>
        <w:tc>
          <w:tcPr>
            <w:tcW w:w="5932" w:type="dxa"/>
            <w:gridSpan w:val="2"/>
            <w:vMerge/>
          </w:tcPr>
          <w:p w14:paraId="39CA5FC7" w14:textId="77777777" w:rsidR="000920F2" w:rsidRDefault="000920F2" w:rsidP="00FB6140">
            <w:pPr>
              <w:pStyle w:val="RSCBasictext"/>
            </w:pPr>
          </w:p>
        </w:tc>
      </w:tr>
      <w:tr w:rsidR="000920F2" w14:paraId="124B86AD" w14:textId="77777777" w:rsidTr="000920F2">
        <w:trPr>
          <w:trHeight w:val="2322"/>
        </w:trPr>
        <w:tc>
          <w:tcPr>
            <w:tcW w:w="3064" w:type="dxa"/>
            <w:vMerge w:val="restart"/>
          </w:tcPr>
          <w:p w14:paraId="04DDE28E" w14:textId="40DA9DF1" w:rsidR="000920F2" w:rsidRDefault="000920F2" w:rsidP="004F3F2C">
            <w:pPr>
              <w:pStyle w:val="RSCUnderline"/>
            </w:pPr>
            <w:r w:rsidRPr="004F3F2C">
              <w:rPr>
                <w:b/>
                <w:bCs/>
                <w:color w:val="D9D9D9" w:themeColor="background1" w:themeShade="D9"/>
              </w:rPr>
              <w:t>&lt;First column of text here&gt;</w:t>
            </w:r>
            <w:r>
              <w:br/>
              <w:t>_________________________</w:t>
            </w:r>
          </w:p>
          <w:p w14:paraId="2719CD84" w14:textId="64FFB549" w:rsidR="000920F2" w:rsidRDefault="000920F2" w:rsidP="004F3F2C">
            <w:pPr>
              <w:pStyle w:val="RSCUnderline"/>
            </w:pPr>
            <w:r>
              <w:t>_________________________</w:t>
            </w:r>
          </w:p>
          <w:p w14:paraId="444F7B51" w14:textId="4B8C6B5D" w:rsidR="000920F2" w:rsidRDefault="000920F2" w:rsidP="004F3F2C">
            <w:pPr>
              <w:pStyle w:val="RSCUnderline"/>
            </w:pPr>
            <w:r>
              <w:t>_________________________</w:t>
            </w:r>
          </w:p>
          <w:p w14:paraId="19F73768" w14:textId="130896C3" w:rsidR="000920F2" w:rsidRDefault="000920F2" w:rsidP="004F3F2C">
            <w:pPr>
              <w:pStyle w:val="RSCUnderline"/>
            </w:pPr>
            <w:r>
              <w:t>_________________________</w:t>
            </w:r>
          </w:p>
          <w:p w14:paraId="3C1551F8" w14:textId="46B46EB9" w:rsidR="000920F2" w:rsidRDefault="000920F2" w:rsidP="004F3F2C">
            <w:pPr>
              <w:pStyle w:val="RSCUnderline"/>
            </w:pPr>
            <w:r>
              <w:t>_________________________</w:t>
            </w:r>
          </w:p>
          <w:p w14:paraId="18F671FC" w14:textId="2F6166E0" w:rsidR="000920F2" w:rsidRDefault="000920F2" w:rsidP="004F3F2C">
            <w:pPr>
              <w:pStyle w:val="RSCUnderline"/>
            </w:pPr>
            <w:r>
              <w:t>_________________________</w:t>
            </w:r>
          </w:p>
          <w:p w14:paraId="417F90B0" w14:textId="108091AD" w:rsidR="000920F2" w:rsidRDefault="000920F2" w:rsidP="004F3F2C">
            <w:pPr>
              <w:pStyle w:val="RSCUnderline"/>
            </w:pPr>
            <w:r>
              <w:t>_________________________</w:t>
            </w:r>
          </w:p>
          <w:p w14:paraId="55DE75FF" w14:textId="3E6053ED" w:rsidR="000920F2" w:rsidRDefault="000920F2" w:rsidP="004F3F2C">
            <w:pPr>
              <w:pStyle w:val="RSCUnderline"/>
            </w:pPr>
            <w:r>
              <w:t>_________________________</w:t>
            </w:r>
          </w:p>
          <w:p w14:paraId="52618B1B" w14:textId="21546982" w:rsidR="000920F2" w:rsidRDefault="000920F2" w:rsidP="004F3F2C">
            <w:pPr>
              <w:pStyle w:val="RSCUnderline"/>
            </w:pPr>
            <w:r>
              <w:t>_________________________</w:t>
            </w:r>
          </w:p>
          <w:p w14:paraId="75283F4B" w14:textId="7DD7366A" w:rsidR="000920F2" w:rsidRPr="004F3F2C" w:rsidRDefault="000920F2" w:rsidP="004F3F2C">
            <w:pPr>
              <w:pStyle w:val="RSCUnderline"/>
            </w:pPr>
          </w:p>
        </w:tc>
        <w:tc>
          <w:tcPr>
            <w:tcW w:w="5932" w:type="dxa"/>
            <w:gridSpan w:val="2"/>
            <w:vMerge/>
            <w:vAlign w:val="center"/>
          </w:tcPr>
          <w:p w14:paraId="3CF4B188" w14:textId="7D7E267B" w:rsidR="000920F2" w:rsidRPr="004F3F2C" w:rsidRDefault="000920F2" w:rsidP="004F3F2C">
            <w:pPr>
              <w:pStyle w:val="RSCBasictext"/>
              <w:jc w:val="center"/>
              <w:rPr>
                <w:b/>
                <w:bCs/>
              </w:rPr>
            </w:pPr>
          </w:p>
        </w:tc>
      </w:tr>
      <w:tr w:rsidR="000920F2" w14:paraId="77FE3861" w14:textId="77777777" w:rsidTr="000920F2">
        <w:trPr>
          <w:trHeight w:val="689"/>
        </w:trPr>
        <w:tc>
          <w:tcPr>
            <w:tcW w:w="3064" w:type="dxa"/>
            <w:vMerge/>
          </w:tcPr>
          <w:p w14:paraId="767A4D45" w14:textId="6CC6C72B" w:rsidR="000920F2" w:rsidRPr="004F3F2C" w:rsidRDefault="000920F2" w:rsidP="004F3F2C">
            <w:pPr>
              <w:pStyle w:val="RSCBasictext"/>
              <w:jc w:val="center"/>
              <w:rPr>
                <w:b/>
                <w:bCs/>
              </w:rPr>
            </w:pPr>
          </w:p>
        </w:tc>
        <w:tc>
          <w:tcPr>
            <w:tcW w:w="5932" w:type="dxa"/>
            <w:gridSpan w:val="2"/>
            <w:vAlign w:val="center"/>
          </w:tcPr>
          <w:p w14:paraId="2EC28893" w14:textId="3BBDB2F7" w:rsidR="000920F2" w:rsidRPr="000920F2" w:rsidRDefault="000920F2" w:rsidP="000920F2">
            <w:pPr>
              <w:pStyle w:val="RSCBasictext"/>
              <w:jc w:val="center"/>
              <w:rPr>
                <w:b/>
                <w:bCs/>
                <w:color w:val="D9D9D9" w:themeColor="background1" w:themeShade="D9"/>
              </w:rPr>
            </w:pPr>
            <w:r w:rsidRPr="000920F2">
              <w:rPr>
                <w:b/>
                <w:bCs/>
                <w:color w:val="D9D9D9" w:themeColor="background1" w:themeShade="D9"/>
              </w:rPr>
              <w:t>&lt;Image caption here&gt;</w:t>
            </w:r>
          </w:p>
        </w:tc>
      </w:tr>
      <w:tr w:rsidR="000920F2" w14:paraId="2758A16B" w14:textId="77777777" w:rsidTr="000920F2">
        <w:tc>
          <w:tcPr>
            <w:tcW w:w="3064" w:type="dxa"/>
            <w:vMerge/>
          </w:tcPr>
          <w:p w14:paraId="46361977" w14:textId="77777777" w:rsidR="000920F2" w:rsidRPr="004F3F2C" w:rsidRDefault="000920F2" w:rsidP="004F3F2C">
            <w:pPr>
              <w:pStyle w:val="RSCBasictext"/>
              <w:jc w:val="center"/>
              <w:rPr>
                <w:b/>
                <w:bCs/>
                <w:color w:val="D9D9D9" w:themeColor="background1" w:themeShade="D9"/>
              </w:rPr>
            </w:pPr>
          </w:p>
        </w:tc>
        <w:tc>
          <w:tcPr>
            <w:tcW w:w="5932" w:type="dxa"/>
            <w:gridSpan w:val="2"/>
            <w:vAlign w:val="center"/>
          </w:tcPr>
          <w:p w14:paraId="3C4E6A81" w14:textId="6F079170" w:rsidR="000920F2" w:rsidRDefault="000920F2" w:rsidP="000920F2">
            <w:pPr>
              <w:pStyle w:val="RSCBasictext"/>
              <w:jc w:val="center"/>
            </w:pPr>
            <w:r w:rsidRPr="004F3F2C">
              <w:rPr>
                <w:b/>
                <w:bCs/>
                <w:color w:val="D9D9D9" w:themeColor="background1" w:themeShade="D9"/>
              </w:rPr>
              <w:t>&lt;Sub</w:t>
            </w:r>
            <w:r>
              <w:rPr>
                <w:b/>
                <w:bCs/>
                <w:color w:val="D9D9D9" w:themeColor="background1" w:themeShade="D9"/>
              </w:rPr>
              <w:t>heading</w:t>
            </w:r>
            <w:r w:rsidRPr="004F3F2C">
              <w:rPr>
                <w:b/>
                <w:bCs/>
                <w:color w:val="D9D9D9" w:themeColor="background1" w:themeShade="D9"/>
              </w:rPr>
              <w:t xml:space="preserve"> here&gt;</w:t>
            </w:r>
          </w:p>
        </w:tc>
      </w:tr>
      <w:tr w:rsidR="004F3F2C" w14:paraId="50462B99" w14:textId="77777777" w:rsidTr="000920F2">
        <w:tc>
          <w:tcPr>
            <w:tcW w:w="3064" w:type="dxa"/>
          </w:tcPr>
          <w:p w14:paraId="77295E5F" w14:textId="0127BE93" w:rsidR="004F3F2C" w:rsidRPr="004F3F2C" w:rsidRDefault="000920F2" w:rsidP="004F3F2C">
            <w:pPr>
              <w:pStyle w:val="RSCBasictext"/>
              <w:jc w:val="center"/>
              <w:rPr>
                <w:b/>
                <w:bCs/>
                <w:color w:val="D9D9D9" w:themeColor="background1" w:themeShade="D9"/>
              </w:rPr>
            </w:pPr>
            <w:r w:rsidRPr="004F3F2C">
              <w:rPr>
                <w:b/>
                <w:bCs/>
                <w:color w:val="D9D9D9" w:themeColor="background1" w:themeShade="D9"/>
              </w:rPr>
              <w:t>&lt;Second image here&gt;</w:t>
            </w:r>
          </w:p>
        </w:tc>
        <w:tc>
          <w:tcPr>
            <w:tcW w:w="2966" w:type="dxa"/>
          </w:tcPr>
          <w:p w14:paraId="6166C3B3" w14:textId="478E811F" w:rsidR="000920F2" w:rsidRDefault="000920F2" w:rsidP="000920F2">
            <w:pPr>
              <w:pStyle w:val="RSCUnderline"/>
            </w:pPr>
            <w:r w:rsidRPr="004F3F2C">
              <w:rPr>
                <w:b/>
                <w:bCs/>
                <w:color w:val="D9D9D9" w:themeColor="background1" w:themeShade="D9"/>
              </w:rPr>
              <w:t>&lt;</w:t>
            </w:r>
            <w:r>
              <w:rPr>
                <w:b/>
                <w:bCs/>
                <w:color w:val="D9D9D9" w:themeColor="background1" w:themeShade="D9"/>
              </w:rPr>
              <w:t>Second</w:t>
            </w:r>
            <w:r w:rsidRPr="004F3F2C">
              <w:rPr>
                <w:b/>
                <w:bCs/>
                <w:color w:val="D9D9D9" w:themeColor="background1" w:themeShade="D9"/>
              </w:rPr>
              <w:t xml:space="preserve"> column of text here&gt;</w:t>
            </w:r>
            <w:r>
              <w:br/>
              <w:t>_________________________</w:t>
            </w:r>
          </w:p>
          <w:p w14:paraId="3E6EA18A" w14:textId="37C15060" w:rsidR="000920F2" w:rsidRDefault="000920F2" w:rsidP="000920F2">
            <w:pPr>
              <w:pStyle w:val="RSCUnderline"/>
            </w:pPr>
            <w:r>
              <w:t>_________________________</w:t>
            </w:r>
          </w:p>
          <w:p w14:paraId="3537FA1C" w14:textId="123173DA" w:rsidR="000920F2" w:rsidRDefault="000920F2" w:rsidP="000920F2">
            <w:pPr>
              <w:pStyle w:val="RSCUnderline"/>
            </w:pPr>
            <w:r>
              <w:t>_________________________</w:t>
            </w:r>
          </w:p>
          <w:p w14:paraId="3F82C8E2" w14:textId="039A4CDF" w:rsidR="000920F2" w:rsidRDefault="000920F2" w:rsidP="000920F2">
            <w:pPr>
              <w:pStyle w:val="RSCUnderline"/>
            </w:pPr>
            <w:r>
              <w:t>_________________________</w:t>
            </w:r>
          </w:p>
          <w:p w14:paraId="17614F3C" w14:textId="3736A0DB" w:rsidR="000920F2" w:rsidRDefault="000920F2" w:rsidP="000920F2">
            <w:pPr>
              <w:pStyle w:val="RSCUnderline"/>
            </w:pPr>
            <w:r>
              <w:t>_________________________</w:t>
            </w:r>
          </w:p>
          <w:p w14:paraId="0B296F11" w14:textId="1DBA1E94" w:rsidR="000920F2" w:rsidRDefault="000920F2" w:rsidP="000920F2">
            <w:pPr>
              <w:pStyle w:val="RSCUnderline"/>
            </w:pPr>
            <w:r>
              <w:t>_________________________</w:t>
            </w:r>
          </w:p>
          <w:p w14:paraId="4F96907A" w14:textId="0381CFDA" w:rsidR="000920F2" w:rsidRDefault="000920F2" w:rsidP="000920F2">
            <w:pPr>
              <w:pStyle w:val="RSCUnderline"/>
            </w:pPr>
            <w:r>
              <w:t>_________________________</w:t>
            </w:r>
          </w:p>
          <w:p w14:paraId="5E318617" w14:textId="29ED12A1" w:rsidR="000920F2" w:rsidRDefault="000920F2" w:rsidP="000920F2">
            <w:pPr>
              <w:pStyle w:val="RSCUnderline"/>
            </w:pPr>
            <w:r>
              <w:t>_________________________</w:t>
            </w:r>
          </w:p>
          <w:p w14:paraId="2CF1FE2B" w14:textId="00B86013" w:rsidR="000920F2" w:rsidRDefault="000920F2" w:rsidP="000920F2">
            <w:pPr>
              <w:pStyle w:val="RSCUnderline"/>
            </w:pPr>
            <w:r>
              <w:t>_________________________</w:t>
            </w:r>
          </w:p>
          <w:p w14:paraId="09166ABC" w14:textId="77777777" w:rsidR="004F3F2C" w:rsidRDefault="004F3F2C" w:rsidP="00FB6140">
            <w:pPr>
              <w:pStyle w:val="RSCBasictext"/>
            </w:pPr>
          </w:p>
        </w:tc>
        <w:tc>
          <w:tcPr>
            <w:tcW w:w="2966" w:type="dxa"/>
          </w:tcPr>
          <w:p w14:paraId="170C72B5" w14:textId="2314EC84" w:rsidR="000920F2" w:rsidRDefault="000920F2" w:rsidP="000920F2">
            <w:pPr>
              <w:pStyle w:val="RSCUnderline"/>
            </w:pPr>
            <w:r w:rsidRPr="004F3F2C">
              <w:rPr>
                <w:b/>
                <w:bCs/>
                <w:color w:val="D9D9D9" w:themeColor="background1" w:themeShade="D9"/>
              </w:rPr>
              <w:t>&lt;</w:t>
            </w:r>
            <w:r>
              <w:rPr>
                <w:b/>
                <w:bCs/>
                <w:color w:val="D9D9D9" w:themeColor="background1" w:themeShade="D9"/>
              </w:rPr>
              <w:t>Third</w:t>
            </w:r>
            <w:r w:rsidRPr="004F3F2C">
              <w:rPr>
                <w:b/>
                <w:bCs/>
                <w:color w:val="D9D9D9" w:themeColor="background1" w:themeShade="D9"/>
              </w:rPr>
              <w:t xml:space="preserve"> column of text here&gt;</w:t>
            </w:r>
            <w:r>
              <w:br/>
              <w:t>_________________________</w:t>
            </w:r>
          </w:p>
          <w:p w14:paraId="53994505" w14:textId="77777777" w:rsidR="000920F2" w:rsidRDefault="000920F2" w:rsidP="000920F2">
            <w:pPr>
              <w:pStyle w:val="RSCUnderline"/>
            </w:pPr>
            <w:r>
              <w:t>_________________________</w:t>
            </w:r>
          </w:p>
          <w:p w14:paraId="39F9C4A8" w14:textId="77777777" w:rsidR="000920F2" w:rsidRDefault="000920F2" w:rsidP="000920F2">
            <w:pPr>
              <w:pStyle w:val="RSCUnderline"/>
            </w:pPr>
            <w:r>
              <w:t>_________________________</w:t>
            </w:r>
          </w:p>
          <w:p w14:paraId="3DFA33D4" w14:textId="77777777" w:rsidR="000920F2" w:rsidRDefault="000920F2" w:rsidP="000920F2">
            <w:pPr>
              <w:pStyle w:val="RSCUnderline"/>
            </w:pPr>
            <w:r>
              <w:t>_________________________</w:t>
            </w:r>
          </w:p>
          <w:p w14:paraId="42A31AD7" w14:textId="77777777" w:rsidR="000920F2" w:rsidRDefault="000920F2" w:rsidP="000920F2">
            <w:pPr>
              <w:pStyle w:val="RSCUnderline"/>
            </w:pPr>
            <w:r>
              <w:t>_________________________</w:t>
            </w:r>
          </w:p>
          <w:p w14:paraId="0649873F" w14:textId="77777777" w:rsidR="000920F2" w:rsidRDefault="000920F2" w:rsidP="000920F2">
            <w:pPr>
              <w:pStyle w:val="RSCUnderline"/>
            </w:pPr>
            <w:r>
              <w:t>_________________________</w:t>
            </w:r>
          </w:p>
          <w:p w14:paraId="4DD626E5" w14:textId="77777777" w:rsidR="000920F2" w:rsidRDefault="000920F2" w:rsidP="000920F2">
            <w:pPr>
              <w:pStyle w:val="RSCUnderline"/>
            </w:pPr>
            <w:r>
              <w:t>_________________________</w:t>
            </w:r>
          </w:p>
          <w:p w14:paraId="2B9F0313" w14:textId="77777777" w:rsidR="000920F2" w:rsidRDefault="000920F2" w:rsidP="000920F2">
            <w:pPr>
              <w:pStyle w:val="RSCUnderline"/>
            </w:pPr>
            <w:r>
              <w:t>_________________________</w:t>
            </w:r>
          </w:p>
          <w:p w14:paraId="0E45A840" w14:textId="77777777" w:rsidR="000920F2" w:rsidRDefault="000920F2" w:rsidP="000920F2">
            <w:pPr>
              <w:pStyle w:val="RSCUnderline"/>
            </w:pPr>
            <w:r>
              <w:t>_________________________</w:t>
            </w:r>
          </w:p>
          <w:p w14:paraId="3C096A77" w14:textId="77777777" w:rsidR="004F3F2C" w:rsidRDefault="004F3F2C" w:rsidP="00FB6140">
            <w:pPr>
              <w:pStyle w:val="RSCBasictext"/>
            </w:pPr>
          </w:p>
        </w:tc>
      </w:tr>
    </w:tbl>
    <w:p w14:paraId="3E5D305D" w14:textId="5186BA76" w:rsidR="000920F2" w:rsidRDefault="000920F2" w:rsidP="000920F2">
      <w:pPr>
        <w:pStyle w:val="RSCBasictext"/>
      </w:pPr>
      <w:r>
        <w:lastRenderedPageBreak/>
        <w:t xml:space="preserve">Use this template to </w:t>
      </w:r>
      <w:r w:rsidR="004E62A3">
        <w:t>write</w:t>
      </w:r>
      <w:r>
        <w:t xml:space="preserve"> your news story.</w:t>
      </w:r>
    </w:p>
    <w:tbl>
      <w:tblPr>
        <w:tblStyle w:val="TableGrid"/>
        <w:tblW w:w="0" w:type="auto"/>
        <w:tblBorders>
          <w:top w:val="single" w:sz="12" w:space="0" w:color="006F62"/>
          <w:left w:val="single" w:sz="12" w:space="0" w:color="006F62"/>
          <w:bottom w:val="single" w:sz="12" w:space="0" w:color="006F62"/>
          <w:right w:val="single" w:sz="12" w:space="0" w:color="006F62"/>
          <w:insideH w:val="single" w:sz="12" w:space="0" w:color="006F62"/>
          <w:insideV w:val="single" w:sz="12" w:space="0" w:color="006F62"/>
        </w:tblBorders>
        <w:tblLook w:val="04A0" w:firstRow="1" w:lastRow="0" w:firstColumn="1" w:lastColumn="0" w:noHBand="0" w:noVBand="1"/>
      </w:tblPr>
      <w:tblGrid>
        <w:gridCol w:w="3064"/>
        <w:gridCol w:w="2966"/>
        <w:gridCol w:w="2966"/>
      </w:tblGrid>
      <w:tr w:rsidR="000920F2" w14:paraId="30D6445B" w14:textId="77777777" w:rsidTr="00B618DD">
        <w:trPr>
          <w:trHeight w:val="1256"/>
        </w:trPr>
        <w:tc>
          <w:tcPr>
            <w:tcW w:w="8996" w:type="dxa"/>
            <w:gridSpan w:val="3"/>
            <w:vAlign w:val="center"/>
          </w:tcPr>
          <w:p w14:paraId="69B3C695" w14:textId="65901C4B" w:rsidR="000920F2" w:rsidRPr="004F3F2C" w:rsidRDefault="00B618DD" w:rsidP="00B618DD">
            <w:pPr>
              <w:pStyle w:val="RSCBasictext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  <w:noProof/>
                <w:color w:val="006F62"/>
                <w:sz w:val="72"/>
                <w:szCs w:val="72"/>
                <w:lang w:eastAsia="en-GB"/>
              </w:rPr>
              <w:drawing>
                <wp:anchor distT="0" distB="0" distL="114300" distR="114300" simplePos="0" relativeHeight="251661312" behindDoc="0" locked="0" layoutInCell="1" allowOverlap="1" wp14:anchorId="270CCBEA" wp14:editId="6D5E1F57">
                  <wp:simplePos x="0" y="0"/>
                  <wp:positionH relativeFrom="column">
                    <wp:posOffset>2436495</wp:posOffset>
                  </wp:positionH>
                  <wp:positionV relativeFrom="paragraph">
                    <wp:posOffset>-64770</wp:posOffset>
                  </wp:positionV>
                  <wp:extent cx="541020" cy="541020"/>
                  <wp:effectExtent l="0" t="0" r="0" b="0"/>
                  <wp:wrapNone/>
                  <wp:docPr id="437973444" name="Graphic 1" descr="Flask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7973444" name="Graphic 437973444" descr="Flask with solid fill"/>
                          <pic:cNvPicPr/>
                        </pic:nvPicPr>
                        <pic:blipFill>
                          <a:blip r:embed="rId12">
                            <a:extLs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020" cy="541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Theme="majorHAnsi" w:hAnsiTheme="majorHAnsi"/>
                <w:b/>
                <w:bCs/>
                <w:noProof/>
                <w:color w:val="006F62"/>
                <w:sz w:val="72"/>
                <w:szCs w:val="7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8239" behindDoc="0" locked="0" layoutInCell="1" allowOverlap="1" wp14:anchorId="571A6764" wp14:editId="2809D3C2">
                      <wp:simplePos x="0" y="0"/>
                      <wp:positionH relativeFrom="column">
                        <wp:posOffset>2379345</wp:posOffset>
                      </wp:positionH>
                      <wp:positionV relativeFrom="paragraph">
                        <wp:posOffset>-84455</wp:posOffset>
                      </wp:positionV>
                      <wp:extent cx="647700" cy="647700"/>
                      <wp:effectExtent l="0" t="0" r="19050" b="19050"/>
                      <wp:wrapNone/>
                      <wp:docPr id="283952305" name="Oval 2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7700" cy="647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6F62"/>
                              </a:solidFill>
                              <a:ln>
                                <a:solidFill>
                                  <a:srgbClr val="006F6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7564B35" id="Oval 2" o:spid="_x0000_s1026" alt="&quot;&quot;" style="position:absolute;margin-left:187.35pt;margin-top:-6.65pt;width:51pt;height:51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" fillcolor="#006f62" strokecolor="#006f62" strokeweight="2pt"/>
                  </w:pict>
                </mc:Fallback>
              </mc:AlternateContent>
            </w:r>
            <w:r w:rsidR="000920F2" w:rsidRPr="004F3F2C">
              <w:rPr>
                <w:rFonts w:asciiTheme="majorHAnsi" w:hAnsiTheme="majorHAnsi"/>
                <w:b/>
                <w:bCs/>
                <w:color w:val="006F62"/>
                <w:sz w:val="72"/>
                <w:szCs w:val="72"/>
              </w:rPr>
              <w:t>Chemistry</w:t>
            </w:r>
            <w:r>
              <w:rPr>
                <w:rFonts w:asciiTheme="majorHAnsi" w:hAnsiTheme="majorHAnsi"/>
                <w:b/>
                <w:bCs/>
                <w:color w:val="006F62"/>
                <w:sz w:val="72"/>
                <w:szCs w:val="72"/>
              </w:rPr>
              <w:t xml:space="preserve">    </w:t>
            </w:r>
            <w:r w:rsidR="000920F2">
              <w:rPr>
                <w:rFonts w:asciiTheme="majorHAnsi" w:hAnsiTheme="majorHAnsi"/>
                <w:b/>
                <w:bCs/>
                <w:color w:val="006F62"/>
                <w:sz w:val="72"/>
                <w:szCs w:val="72"/>
              </w:rPr>
              <w:t xml:space="preserve"> </w:t>
            </w:r>
            <w:r>
              <w:rPr>
                <w:rFonts w:asciiTheme="majorHAnsi" w:hAnsiTheme="majorHAnsi"/>
                <w:b/>
                <w:bCs/>
                <w:color w:val="006F62"/>
                <w:sz w:val="72"/>
                <w:szCs w:val="72"/>
              </w:rPr>
              <w:t xml:space="preserve">   </w:t>
            </w:r>
            <w:r w:rsidR="000920F2" w:rsidRPr="004F3F2C">
              <w:rPr>
                <w:rFonts w:asciiTheme="majorHAnsi" w:hAnsiTheme="majorHAnsi"/>
                <w:b/>
                <w:bCs/>
                <w:color w:val="006F62"/>
                <w:sz w:val="72"/>
                <w:szCs w:val="72"/>
              </w:rPr>
              <w:t>Daily News</w:t>
            </w:r>
          </w:p>
        </w:tc>
      </w:tr>
      <w:tr w:rsidR="00B618DD" w14:paraId="47F8F0E9" w14:textId="77777777" w:rsidTr="00B618DD">
        <w:trPr>
          <w:trHeight w:val="1104"/>
        </w:trPr>
        <w:tc>
          <w:tcPr>
            <w:tcW w:w="6030" w:type="dxa"/>
            <w:gridSpan w:val="2"/>
            <w:vAlign w:val="center"/>
          </w:tcPr>
          <w:p w14:paraId="292588FD" w14:textId="474CB847" w:rsidR="00B618DD" w:rsidRPr="00B618DD" w:rsidRDefault="00B618DD" w:rsidP="00B618DD">
            <w:pPr>
              <w:pStyle w:val="RSCUnderline"/>
              <w:jc w:val="center"/>
              <w:rPr>
                <w:color w:val="D9D9D9" w:themeColor="background1" w:themeShade="D9"/>
                <w:sz w:val="54"/>
                <w:szCs w:val="54"/>
              </w:rPr>
            </w:pPr>
            <w:r w:rsidRPr="00B618DD">
              <w:rPr>
                <w:color w:val="D9D9D9" w:themeColor="background1" w:themeShade="D9"/>
                <w:sz w:val="54"/>
                <w:szCs w:val="54"/>
              </w:rPr>
              <w:t>&lt;Your Headline Here&gt;</w:t>
            </w:r>
          </w:p>
        </w:tc>
        <w:tc>
          <w:tcPr>
            <w:tcW w:w="2966" w:type="dxa"/>
            <w:vMerge w:val="restart"/>
            <w:vAlign w:val="center"/>
          </w:tcPr>
          <w:p w14:paraId="3826EA58" w14:textId="6C8FE7C4" w:rsidR="00B618DD" w:rsidRDefault="00B618DD" w:rsidP="00B618DD">
            <w:pPr>
              <w:pStyle w:val="RSCUnderline"/>
              <w:jc w:val="center"/>
            </w:pPr>
            <w:r w:rsidRPr="004F3F2C">
              <w:rPr>
                <w:b/>
                <w:bCs/>
                <w:color w:val="D9D9D9" w:themeColor="background1" w:themeShade="D9"/>
              </w:rPr>
              <w:t>&lt;Main image here&gt;</w:t>
            </w:r>
          </w:p>
        </w:tc>
      </w:tr>
      <w:tr w:rsidR="00B618DD" w14:paraId="11DC5CA7" w14:textId="77777777" w:rsidTr="00B618DD">
        <w:tc>
          <w:tcPr>
            <w:tcW w:w="6030" w:type="dxa"/>
            <w:gridSpan w:val="2"/>
            <w:vAlign w:val="center"/>
          </w:tcPr>
          <w:p w14:paraId="1B2BA2AB" w14:textId="2B6AB603" w:rsidR="00B618DD" w:rsidRPr="004F3F2C" w:rsidRDefault="00B618DD" w:rsidP="00B71C7F">
            <w:pPr>
              <w:pStyle w:val="RSCUnderline"/>
              <w:jc w:val="left"/>
              <w:rPr>
                <w:b/>
                <w:bCs/>
                <w:color w:val="D9D9D9" w:themeColor="background1" w:themeShade="D9"/>
              </w:rPr>
            </w:pPr>
            <w:r w:rsidRPr="004F3F2C">
              <w:rPr>
                <w:b/>
                <w:bCs/>
              </w:rPr>
              <w:t xml:space="preserve">By </w:t>
            </w:r>
            <w:r w:rsidRPr="004F3F2C">
              <w:rPr>
                <w:b/>
                <w:bCs/>
                <w:color w:val="D9D9D9" w:themeColor="background1" w:themeShade="D9"/>
              </w:rPr>
              <w:t>&lt;name of author&gt;</w:t>
            </w:r>
          </w:p>
        </w:tc>
        <w:tc>
          <w:tcPr>
            <w:tcW w:w="2966" w:type="dxa"/>
            <w:vMerge/>
          </w:tcPr>
          <w:p w14:paraId="740C2B0C" w14:textId="77777777" w:rsidR="00B618DD" w:rsidRPr="004F3F2C" w:rsidRDefault="00B618DD" w:rsidP="000F6186">
            <w:pPr>
              <w:pStyle w:val="RSCUnderline"/>
              <w:rPr>
                <w:b/>
                <w:bCs/>
                <w:color w:val="D9D9D9" w:themeColor="background1" w:themeShade="D9"/>
              </w:rPr>
            </w:pPr>
          </w:p>
        </w:tc>
      </w:tr>
      <w:tr w:rsidR="00B618DD" w14:paraId="585354B9" w14:textId="77777777" w:rsidTr="000F6186">
        <w:tc>
          <w:tcPr>
            <w:tcW w:w="3064" w:type="dxa"/>
          </w:tcPr>
          <w:p w14:paraId="5A115F9A" w14:textId="0B89C98C" w:rsidR="00B618DD" w:rsidRDefault="00B618DD" w:rsidP="003465D5">
            <w:pPr>
              <w:pStyle w:val="RSCUnderline"/>
            </w:pPr>
            <w:r w:rsidRPr="004F3F2C">
              <w:rPr>
                <w:b/>
                <w:bCs/>
                <w:color w:val="D9D9D9" w:themeColor="background1" w:themeShade="D9"/>
              </w:rPr>
              <w:t>&lt;</w:t>
            </w:r>
            <w:r w:rsidR="003465D5">
              <w:rPr>
                <w:b/>
                <w:bCs/>
                <w:color w:val="D9D9D9" w:themeColor="background1" w:themeShade="D9"/>
              </w:rPr>
              <w:t>First</w:t>
            </w:r>
            <w:r w:rsidRPr="004F3F2C">
              <w:rPr>
                <w:b/>
                <w:bCs/>
                <w:color w:val="D9D9D9" w:themeColor="background1" w:themeShade="D9"/>
              </w:rPr>
              <w:t xml:space="preserve"> column of text here&gt;</w:t>
            </w:r>
            <w:r>
              <w:br/>
              <w:t>_________________________</w:t>
            </w:r>
          </w:p>
          <w:p w14:paraId="678D78E0" w14:textId="77777777" w:rsidR="00B618DD" w:rsidRDefault="00B618DD" w:rsidP="003465D5">
            <w:pPr>
              <w:pStyle w:val="RSCUnderline"/>
            </w:pPr>
            <w:r>
              <w:t>_________________________</w:t>
            </w:r>
          </w:p>
          <w:p w14:paraId="396312BA" w14:textId="77777777" w:rsidR="00B618DD" w:rsidRDefault="00B618DD" w:rsidP="003465D5">
            <w:pPr>
              <w:pStyle w:val="RSCUnderline"/>
            </w:pPr>
            <w:r>
              <w:t>_________________________</w:t>
            </w:r>
          </w:p>
          <w:p w14:paraId="28D22BE2" w14:textId="77777777" w:rsidR="00B618DD" w:rsidRDefault="00B618DD" w:rsidP="003465D5">
            <w:pPr>
              <w:pStyle w:val="RSCUnderline"/>
            </w:pPr>
            <w:r>
              <w:t>_________________________</w:t>
            </w:r>
          </w:p>
          <w:p w14:paraId="21EA4D6D" w14:textId="77777777" w:rsidR="00B618DD" w:rsidRDefault="00B618DD" w:rsidP="003465D5">
            <w:pPr>
              <w:pStyle w:val="RSCUnderline"/>
            </w:pPr>
            <w:r>
              <w:t>_________________________</w:t>
            </w:r>
          </w:p>
          <w:p w14:paraId="34A91DA6" w14:textId="77777777" w:rsidR="00B618DD" w:rsidRDefault="00B618DD" w:rsidP="003465D5">
            <w:pPr>
              <w:pStyle w:val="RSCUnderline"/>
            </w:pPr>
            <w:r>
              <w:t>_________________________</w:t>
            </w:r>
          </w:p>
          <w:p w14:paraId="56E334FB" w14:textId="77777777" w:rsidR="00B618DD" w:rsidRPr="00B618DD" w:rsidRDefault="00B618DD" w:rsidP="003465D5">
            <w:pPr>
              <w:pStyle w:val="RSCUnderline"/>
            </w:pPr>
            <w:r w:rsidRPr="00B618DD">
              <w:t>_________________________</w:t>
            </w:r>
          </w:p>
          <w:p w14:paraId="65746C8E" w14:textId="77777777" w:rsidR="00B618DD" w:rsidRPr="00B618DD" w:rsidRDefault="00B618DD" w:rsidP="003465D5">
            <w:pPr>
              <w:pStyle w:val="RSCUnderline"/>
            </w:pPr>
            <w:r w:rsidRPr="00B618DD">
              <w:t>_________________________</w:t>
            </w:r>
          </w:p>
          <w:p w14:paraId="18A53DDB" w14:textId="77777777" w:rsidR="00B618DD" w:rsidRPr="00B618DD" w:rsidRDefault="00B618DD" w:rsidP="003465D5">
            <w:pPr>
              <w:pStyle w:val="RSCUnderline"/>
            </w:pPr>
            <w:r w:rsidRPr="00B618DD">
              <w:t>_________________________</w:t>
            </w:r>
          </w:p>
          <w:p w14:paraId="0FC11D03" w14:textId="77777777" w:rsidR="00B618DD" w:rsidRDefault="00B618DD" w:rsidP="003465D5">
            <w:pPr>
              <w:pStyle w:val="RSCUnderline"/>
            </w:pPr>
            <w:r>
              <w:t>_________________________</w:t>
            </w:r>
          </w:p>
          <w:p w14:paraId="7E82B58E" w14:textId="77777777" w:rsidR="00B618DD" w:rsidRDefault="00B618DD" w:rsidP="003465D5">
            <w:pPr>
              <w:pStyle w:val="RSCUnderline"/>
            </w:pPr>
            <w:r>
              <w:t>_________________________</w:t>
            </w:r>
          </w:p>
          <w:p w14:paraId="7787A4E7" w14:textId="777C1500" w:rsidR="00B618DD" w:rsidRPr="004F3F2C" w:rsidRDefault="00B618DD" w:rsidP="003465D5">
            <w:pPr>
              <w:pStyle w:val="RSCUnderline"/>
              <w:rPr>
                <w:b/>
                <w:bCs/>
                <w:color w:val="D9D9D9" w:themeColor="background1" w:themeShade="D9"/>
              </w:rPr>
            </w:pPr>
            <w:r>
              <w:t>_________________________</w:t>
            </w:r>
          </w:p>
        </w:tc>
        <w:tc>
          <w:tcPr>
            <w:tcW w:w="2966" w:type="dxa"/>
            <w:vMerge w:val="restart"/>
          </w:tcPr>
          <w:p w14:paraId="75EF82C9" w14:textId="77777777" w:rsidR="00B618DD" w:rsidRDefault="00B618DD" w:rsidP="00B618DD">
            <w:pPr>
              <w:pStyle w:val="RSCUnderline"/>
            </w:pPr>
            <w:r w:rsidRPr="004F3F2C">
              <w:rPr>
                <w:b/>
                <w:bCs/>
                <w:color w:val="D9D9D9" w:themeColor="background1" w:themeShade="D9"/>
              </w:rPr>
              <w:t>&lt;</w:t>
            </w:r>
            <w:r>
              <w:rPr>
                <w:b/>
                <w:bCs/>
                <w:color w:val="D9D9D9" w:themeColor="background1" w:themeShade="D9"/>
              </w:rPr>
              <w:t>Second</w:t>
            </w:r>
            <w:r w:rsidRPr="004F3F2C">
              <w:rPr>
                <w:b/>
                <w:bCs/>
                <w:color w:val="D9D9D9" w:themeColor="background1" w:themeShade="D9"/>
              </w:rPr>
              <w:t xml:space="preserve"> column of text here&gt;</w:t>
            </w:r>
            <w:r>
              <w:br/>
              <w:t>_________________________</w:t>
            </w:r>
          </w:p>
          <w:p w14:paraId="00794751" w14:textId="77777777" w:rsidR="00B618DD" w:rsidRDefault="00B618DD" w:rsidP="00B618DD">
            <w:pPr>
              <w:pStyle w:val="RSCUnderline"/>
            </w:pPr>
            <w:r>
              <w:t>_________________________</w:t>
            </w:r>
          </w:p>
          <w:p w14:paraId="47B1B04A" w14:textId="77777777" w:rsidR="00B618DD" w:rsidRDefault="00B618DD" w:rsidP="00B618DD">
            <w:pPr>
              <w:pStyle w:val="RSCUnderline"/>
            </w:pPr>
            <w:r>
              <w:t>_________________________</w:t>
            </w:r>
          </w:p>
          <w:p w14:paraId="06C4D3C4" w14:textId="77777777" w:rsidR="00B618DD" w:rsidRDefault="00B618DD" w:rsidP="00B618DD">
            <w:pPr>
              <w:pStyle w:val="RSCUnderline"/>
            </w:pPr>
            <w:r>
              <w:t>_________________________</w:t>
            </w:r>
          </w:p>
          <w:p w14:paraId="47FCACB7" w14:textId="77777777" w:rsidR="00B618DD" w:rsidRDefault="00B618DD" w:rsidP="00B618DD">
            <w:pPr>
              <w:pStyle w:val="RSCUnderline"/>
            </w:pPr>
            <w:r>
              <w:t>_________________________</w:t>
            </w:r>
          </w:p>
          <w:p w14:paraId="437AD042" w14:textId="77777777" w:rsidR="00B618DD" w:rsidRDefault="00B618DD" w:rsidP="00B618DD">
            <w:pPr>
              <w:pStyle w:val="RSCUnderline"/>
            </w:pPr>
            <w:r>
              <w:t>_________________________</w:t>
            </w:r>
          </w:p>
          <w:p w14:paraId="59943D68" w14:textId="77777777" w:rsidR="00B618DD" w:rsidRDefault="00B618DD" w:rsidP="00B618DD">
            <w:pPr>
              <w:pStyle w:val="RSCUnderline"/>
            </w:pPr>
            <w:r>
              <w:t>_________________________</w:t>
            </w:r>
          </w:p>
          <w:p w14:paraId="270498EC" w14:textId="77777777" w:rsidR="00B618DD" w:rsidRDefault="00B618DD" w:rsidP="00B618DD">
            <w:pPr>
              <w:pStyle w:val="RSCUnderline"/>
            </w:pPr>
            <w:r>
              <w:t>_________________________</w:t>
            </w:r>
          </w:p>
          <w:p w14:paraId="766B5CEA" w14:textId="77777777" w:rsidR="00B618DD" w:rsidRDefault="00B618DD" w:rsidP="00B618DD">
            <w:pPr>
              <w:pStyle w:val="RSCUnderline"/>
            </w:pPr>
            <w:r>
              <w:t>_________________________</w:t>
            </w:r>
          </w:p>
          <w:p w14:paraId="0FD86C48" w14:textId="77777777" w:rsidR="00B618DD" w:rsidRDefault="00B618DD" w:rsidP="00B618DD">
            <w:pPr>
              <w:pStyle w:val="RSCUnderline"/>
            </w:pPr>
            <w:r>
              <w:t>_________________________</w:t>
            </w:r>
          </w:p>
          <w:p w14:paraId="7CBEAF97" w14:textId="77777777" w:rsidR="00B618DD" w:rsidRDefault="00B618DD" w:rsidP="00B618DD">
            <w:pPr>
              <w:pStyle w:val="RSCUnderline"/>
            </w:pPr>
            <w:r>
              <w:t>_________________________</w:t>
            </w:r>
          </w:p>
          <w:p w14:paraId="748654BE" w14:textId="77777777" w:rsidR="00B618DD" w:rsidRDefault="00B618DD" w:rsidP="00B618DD">
            <w:pPr>
              <w:pStyle w:val="RSCUnderline"/>
            </w:pPr>
            <w:r>
              <w:t>_________________________</w:t>
            </w:r>
          </w:p>
          <w:p w14:paraId="25817098" w14:textId="57BD4D06" w:rsidR="00B618DD" w:rsidRPr="00B618DD" w:rsidRDefault="00B618DD" w:rsidP="00B618DD">
            <w:pPr>
              <w:pStyle w:val="RSCUnderline"/>
            </w:pPr>
            <w:r w:rsidRPr="00B618DD">
              <w:t>_________________________</w:t>
            </w:r>
          </w:p>
          <w:p w14:paraId="71C94E82" w14:textId="77777777" w:rsidR="00B618DD" w:rsidRPr="00B618DD" w:rsidRDefault="00B618DD" w:rsidP="00B618DD">
            <w:pPr>
              <w:pStyle w:val="RSCUnderline"/>
            </w:pPr>
            <w:r w:rsidRPr="00B618DD">
              <w:t>_________________________</w:t>
            </w:r>
          </w:p>
          <w:p w14:paraId="55E5E0D0" w14:textId="77777777" w:rsidR="00B618DD" w:rsidRPr="00B618DD" w:rsidRDefault="00B618DD" w:rsidP="00B618DD">
            <w:pPr>
              <w:pStyle w:val="RSCUnderline"/>
            </w:pPr>
            <w:r w:rsidRPr="00B618DD">
              <w:t>_________________________</w:t>
            </w:r>
          </w:p>
          <w:p w14:paraId="119CDAD7" w14:textId="77777777" w:rsidR="00B618DD" w:rsidRPr="00B618DD" w:rsidRDefault="00B618DD" w:rsidP="00B618DD">
            <w:pPr>
              <w:pStyle w:val="RSCUnderline"/>
            </w:pPr>
            <w:r w:rsidRPr="00B618DD">
              <w:t>_________________________</w:t>
            </w:r>
          </w:p>
          <w:p w14:paraId="4984193C" w14:textId="77777777" w:rsidR="00B618DD" w:rsidRPr="00B618DD" w:rsidRDefault="00B618DD" w:rsidP="00B618DD">
            <w:pPr>
              <w:pStyle w:val="RSCUnderline"/>
            </w:pPr>
            <w:r w:rsidRPr="00B618DD">
              <w:t>_________________________</w:t>
            </w:r>
          </w:p>
          <w:p w14:paraId="1B630BD4" w14:textId="77777777" w:rsidR="00B618DD" w:rsidRPr="00B618DD" w:rsidRDefault="00B618DD" w:rsidP="00B618DD">
            <w:pPr>
              <w:pStyle w:val="RSCUnderline"/>
            </w:pPr>
            <w:r w:rsidRPr="00B618DD">
              <w:t>_________________________</w:t>
            </w:r>
          </w:p>
          <w:p w14:paraId="51D1657E" w14:textId="77777777" w:rsidR="00B618DD" w:rsidRPr="00B618DD" w:rsidRDefault="00B618DD" w:rsidP="00B618DD">
            <w:pPr>
              <w:pStyle w:val="RSCUnderline"/>
            </w:pPr>
            <w:r w:rsidRPr="00B618DD">
              <w:t>_________________________</w:t>
            </w:r>
          </w:p>
          <w:p w14:paraId="692F80B1" w14:textId="77777777" w:rsidR="00B618DD" w:rsidRPr="00B618DD" w:rsidRDefault="00B618DD" w:rsidP="00B618DD">
            <w:pPr>
              <w:pStyle w:val="RSCUnderline"/>
            </w:pPr>
            <w:r w:rsidRPr="00B618DD">
              <w:t>_________________________</w:t>
            </w:r>
          </w:p>
          <w:p w14:paraId="463FF902" w14:textId="77777777" w:rsidR="00B618DD" w:rsidRPr="00B618DD" w:rsidRDefault="00B618DD" w:rsidP="00B618DD">
            <w:pPr>
              <w:pStyle w:val="RSCUnderline"/>
            </w:pPr>
            <w:r w:rsidRPr="00B618DD">
              <w:t>_________________________</w:t>
            </w:r>
          </w:p>
          <w:p w14:paraId="035F44E8" w14:textId="77777777" w:rsidR="00B618DD" w:rsidRPr="00B618DD" w:rsidRDefault="00B618DD" w:rsidP="00B618DD">
            <w:pPr>
              <w:pStyle w:val="RSCUnderline"/>
            </w:pPr>
            <w:r w:rsidRPr="00B618DD">
              <w:t>_________________________</w:t>
            </w:r>
          </w:p>
          <w:p w14:paraId="29CE26CF" w14:textId="354968F8" w:rsidR="00B618DD" w:rsidRPr="00B618DD" w:rsidRDefault="00B618DD" w:rsidP="00B618DD">
            <w:pPr>
              <w:pStyle w:val="RSCUnderline"/>
            </w:pPr>
            <w:r w:rsidRPr="00B618DD">
              <w:t>_________________________</w:t>
            </w:r>
          </w:p>
        </w:tc>
        <w:tc>
          <w:tcPr>
            <w:tcW w:w="2966" w:type="dxa"/>
            <w:vMerge/>
          </w:tcPr>
          <w:p w14:paraId="64B39476" w14:textId="77777777" w:rsidR="00B618DD" w:rsidRPr="004F3F2C" w:rsidRDefault="00B618DD" w:rsidP="000F6186">
            <w:pPr>
              <w:pStyle w:val="RSCUnderline"/>
              <w:rPr>
                <w:b/>
                <w:bCs/>
                <w:color w:val="D9D9D9" w:themeColor="background1" w:themeShade="D9"/>
              </w:rPr>
            </w:pPr>
          </w:p>
        </w:tc>
      </w:tr>
      <w:tr w:rsidR="00B618DD" w14:paraId="048179E6" w14:textId="77777777" w:rsidTr="00B618DD">
        <w:tc>
          <w:tcPr>
            <w:tcW w:w="3064" w:type="dxa"/>
            <w:vAlign w:val="center"/>
          </w:tcPr>
          <w:p w14:paraId="6E8CC5F3" w14:textId="0564BCE1" w:rsidR="00B618DD" w:rsidRPr="004F3F2C" w:rsidRDefault="00B618DD" w:rsidP="00B618DD">
            <w:pPr>
              <w:pStyle w:val="RSCBasictext"/>
              <w:jc w:val="center"/>
              <w:rPr>
                <w:b/>
                <w:bCs/>
                <w:color w:val="D9D9D9" w:themeColor="background1" w:themeShade="D9"/>
              </w:rPr>
            </w:pPr>
            <w:r w:rsidRPr="004F3F2C">
              <w:rPr>
                <w:b/>
                <w:bCs/>
                <w:color w:val="D9D9D9" w:themeColor="background1" w:themeShade="D9"/>
              </w:rPr>
              <w:t>&lt;Second image here&gt;</w:t>
            </w:r>
          </w:p>
        </w:tc>
        <w:tc>
          <w:tcPr>
            <w:tcW w:w="2966" w:type="dxa"/>
            <w:vMerge/>
          </w:tcPr>
          <w:p w14:paraId="2992DB90" w14:textId="77777777" w:rsidR="00B618DD" w:rsidRPr="004F3F2C" w:rsidRDefault="00B618DD" w:rsidP="000F6186">
            <w:pPr>
              <w:pStyle w:val="RSCUnderline"/>
              <w:rPr>
                <w:b/>
                <w:bCs/>
                <w:color w:val="D9D9D9" w:themeColor="background1" w:themeShade="D9"/>
              </w:rPr>
            </w:pPr>
          </w:p>
        </w:tc>
        <w:tc>
          <w:tcPr>
            <w:tcW w:w="2966" w:type="dxa"/>
          </w:tcPr>
          <w:p w14:paraId="0E919265" w14:textId="77777777" w:rsidR="00B618DD" w:rsidRDefault="00B618DD" w:rsidP="000920F2">
            <w:pPr>
              <w:pStyle w:val="RSCUnderline"/>
            </w:pPr>
            <w:r w:rsidRPr="004F3F2C">
              <w:rPr>
                <w:b/>
                <w:bCs/>
                <w:color w:val="D9D9D9" w:themeColor="background1" w:themeShade="D9"/>
              </w:rPr>
              <w:t>&lt;</w:t>
            </w:r>
            <w:r>
              <w:rPr>
                <w:b/>
                <w:bCs/>
                <w:color w:val="D9D9D9" w:themeColor="background1" w:themeShade="D9"/>
              </w:rPr>
              <w:t>Third</w:t>
            </w:r>
            <w:r w:rsidRPr="004F3F2C">
              <w:rPr>
                <w:b/>
                <w:bCs/>
                <w:color w:val="D9D9D9" w:themeColor="background1" w:themeShade="D9"/>
              </w:rPr>
              <w:t xml:space="preserve"> column of text here&gt;</w:t>
            </w:r>
            <w:r>
              <w:br/>
              <w:t>_________________________</w:t>
            </w:r>
          </w:p>
          <w:p w14:paraId="01A9E005" w14:textId="77777777" w:rsidR="00B618DD" w:rsidRDefault="00B618DD" w:rsidP="000920F2">
            <w:pPr>
              <w:pStyle w:val="RSCUnderline"/>
            </w:pPr>
            <w:r>
              <w:t>_________________________</w:t>
            </w:r>
          </w:p>
          <w:p w14:paraId="6D03E38D" w14:textId="77777777" w:rsidR="00B618DD" w:rsidRDefault="00B618DD" w:rsidP="000920F2">
            <w:pPr>
              <w:pStyle w:val="RSCUnderline"/>
            </w:pPr>
            <w:r>
              <w:t>_________________________</w:t>
            </w:r>
          </w:p>
          <w:p w14:paraId="493D79DB" w14:textId="77777777" w:rsidR="00B618DD" w:rsidRDefault="00B618DD" w:rsidP="000920F2">
            <w:pPr>
              <w:pStyle w:val="RSCUnderline"/>
            </w:pPr>
            <w:r>
              <w:t>_________________________</w:t>
            </w:r>
          </w:p>
          <w:p w14:paraId="56789FA6" w14:textId="77777777" w:rsidR="00B618DD" w:rsidRDefault="00B618DD" w:rsidP="000920F2">
            <w:pPr>
              <w:pStyle w:val="RSCUnderline"/>
            </w:pPr>
            <w:r>
              <w:t>_________________________</w:t>
            </w:r>
          </w:p>
          <w:p w14:paraId="6C917C04" w14:textId="77777777" w:rsidR="00B618DD" w:rsidRDefault="00B618DD" w:rsidP="000920F2">
            <w:pPr>
              <w:pStyle w:val="RSCUnderline"/>
            </w:pPr>
            <w:r>
              <w:t>_________________________</w:t>
            </w:r>
          </w:p>
          <w:p w14:paraId="244FA80E" w14:textId="77777777" w:rsidR="00B618DD" w:rsidRDefault="00B618DD" w:rsidP="000920F2">
            <w:pPr>
              <w:pStyle w:val="RSCUnderline"/>
            </w:pPr>
            <w:r>
              <w:t>_________________________</w:t>
            </w:r>
          </w:p>
          <w:p w14:paraId="1EEEEBA4" w14:textId="77777777" w:rsidR="00B618DD" w:rsidRDefault="00B618DD" w:rsidP="000920F2">
            <w:pPr>
              <w:pStyle w:val="RSCUnderline"/>
            </w:pPr>
            <w:r>
              <w:t>_________________________</w:t>
            </w:r>
          </w:p>
          <w:p w14:paraId="5BFE0D84" w14:textId="77777777" w:rsidR="00B618DD" w:rsidRDefault="00B618DD" w:rsidP="000920F2">
            <w:pPr>
              <w:pStyle w:val="RSCUnderline"/>
            </w:pPr>
            <w:r>
              <w:t>_________________________</w:t>
            </w:r>
          </w:p>
          <w:p w14:paraId="01FDE687" w14:textId="69C13CE1" w:rsidR="00B618DD" w:rsidRPr="00B618DD" w:rsidRDefault="00B618DD" w:rsidP="00B618DD">
            <w:pPr>
              <w:pStyle w:val="RSCUnderline"/>
            </w:pPr>
            <w:r w:rsidRPr="00B618DD">
              <w:t>_________________________</w:t>
            </w:r>
          </w:p>
        </w:tc>
      </w:tr>
    </w:tbl>
    <w:p w14:paraId="68167AC0" w14:textId="053F1825" w:rsidR="00DE79E5" w:rsidRDefault="00DE79E5" w:rsidP="00DE79E5">
      <w:pPr>
        <w:pStyle w:val="RSCH2"/>
      </w:pPr>
      <w:r>
        <w:lastRenderedPageBreak/>
        <w:t>Article planning checklist</w:t>
      </w:r>
    </w:p>
    <w:p w14:paraId="028DDB9B" w14:textId="3526A4E0" w:rsidR="00DE79E5" w:rsidRDefault="00DE79E5" w:rsidP="00DE79E5">
      <w:pPr>
        <w:pStyle w:val="RSCBasictext"/>
      </w:pPr>
      <w:r>
        <w:t xml:space="preserve">Use the following questions to help you research and plan what you are going to include in your article. </w:t>
      </w:r>
      <w:r w:rsidR="006C0DE7">
        <w:t>Put a tick in the final column</w:t>
      </w:r>
      <w:r>
        <w:t xml:space="preserve"> once you have added the content to your article.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00"/>
        <w:gridCol w:w="516"/>
      </w:tblGrid>
      <w:tr w:rsidR="00DE79E5" w14:paraId="5AA29FF3" w14:textId="260134BC" w:rsidTr="00DE79E5">
        <w:tc>
          <w:tcPr>
            <w:tcW w:w="8500" w:type="dxa"/>
            <w:shd w:val="clear" w:color="auto" w:fill="E0E88E"/>
          </w:tcPr>
          <w:p w14:paraId="63B9669E" w14:textId="6088B5B4" w:rsidR="00DE79E5" w:rsidRPr="00DE79E5" w:rsidRDefault="00DE79E5" w:rsidP="00DE79E5">
            <w:pPr>
              <w:pStyle w:val="RSCBulletedlist"/>
              <w:numPr>
                <w:ilvl w:val="0"/>
                <w:numId w:val="0"/>
              </w:numPr>
              <w:ind w:left="363" w:hanging="363"/>
              <w:rPr>
                <w:b/>
                <w:bCs/>
                <w:color w:val="006F62"/>
              </w:rPr>
            </w:pPr>
            <w:r w:rsidRPr="00DE79E5">
              <w:rPr>
                <w:b/>
                <w:bCs/>
                <w:color w:val="006F62"/>
              </w:rPr>
              <w:t>What are the names and formula</w:t>
            </w:r>
            <w:r w:rsidR="00D94190">
              <w:rPr>
                <w:b/>
                <w:bCs/>
                <w:color w:val="006F62"/>
              </w:rPr>
              <w:t>s</w:t>
            </w:r>
            <w:r w:rsidRPr="00DE79E5">
              <w:rPr>
                <w:b/>
                <w:bCs/>
                <w:color w:val="006F62"/>
              </w:rPr>
              <w:t xml:space="preserve"> of the pollutants?</w:t>
            </w:r>
          </w:p>
        </w:tc>
        <w:tc>
          <w:tcPr>
            <w:tcW w:w="516" w:type="dxa"/>
            <w:shd w:val="clear" w:color="auto" w:fill="E0E88E"/>
          </w:tcPr>
          <w:p w14:paraId="1750E079" w14:textId="548B3F17" w:rsidR="00DE79E5" w:rsidRPr="00DE79E5" w:rsidRDefault="00DE79E5" w:rsidP="00DE79E5">
            <w:pPr>
              <w:pStyle w:val="RSCBulletedlist"/>
              <w:numPr>
                <w:ilvl w:val="0"/>
                <w:numId w:val="0"/>
              </w:numPr>
              <w:ind w:left="363" w:hanging="363"/>
              <w:jc w:val="center"/>
              <w:rPr>
                <w:b/>
                <w:bCs/>
                <w:color w:val="006F62"/>
              </w:rPr>
            </w:pPr>
            <w:r>
              <w:rPr>
                <w:b/>
                <w:bCs/>
                <w:noProof/>
                <w:color w:val="006F62"/>
              </w:rPr>
              <w:drawing>
                <wp:inline distT="0" distB="0" distL="0" distR="0" wp14:anchorId="391B850E" wp14:editId="62BFB90A">
                  <wp:extent cx="175260" cy="175260"/>
                  <wp:effectExtent l="0" t="0" r="0" b="0"/>
                  <wp:docPr id="1275715099" name="Graphic 1" descr="Checkmark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5715099" name="Graphic 1275715099" descr="Checkmark with solid fill"/>
                          <pic:cNvPicPr/>
                        </pic:nvPicPr>
                        <pic:blipFill>
                          <a:blip r:embed="rId14">
                            <a:extLs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" cy="175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79E5" w14:paraId="2A81E923" w14:textId="14C04313" w:rsidTr="00DE79E5">
        <w:trPr>
          <w:trHeight w:val="1151"/>
        </w:trPr>
        <w:tc>
          <w:tcPr>
            <w:tcW w:w="8500" w:type="dxa"/>
          </w:tcPr>
          <w:p w14:paraId="2BDF2457" w14:textId="77777777" w:rsidR="00DE79E5" w:rsidRPr="00DE79E5" w:rsidRDefault="00DE79E5" w:rsidP="00DE79E5">
            <w:pPr>
              <w:pStyle w:val="RSCBasictext"/>
            </w:pPr>
          </w:p>
        </w:tc>
        <w:tc>
          <w:tcPr>
            <w:tcW w:w="516" w:type="dxa"/>
          </w:tcPr>
          <w:p w14:paraId="2ED9DD76" w14:textId="77777777" w:rsidR="00DE79E5" w:rsidRPr="00DE79E5" w:rsidRDefault="00DE79E5" w:rsidP="00DE79E5">
            <w:pPr>
              <w:pStyle w:val="RSCBasictext"/>
            </w:pPr>
          </w:p>
        </w:tc>
      </w:tr>
      <w:tr w:rsidR="00DE79E5" w14:paraId="3B13FE44" w14:textId="7711BC20" w:rsidTr="00DE79E5">
        <w:tc>
          <w:tcPr>
            <w:tcW w:w="8500" w:type="dxa"/>
            <w:shd w:val="clear" w:color="auto" w:fill="E0E88E"/>
          </w:tcPr>
          <w:p w14:paraId="54D99AC9" w14:textId="59862308" w:rsidR="00DE79E5" w:rsidRPr="00DE79E5" w:rsidRDefault="00DE79E5" w:rsidP="00DE79E5">
            <w:pPr>
              <w:pStyle w:val="RSCBulletedlist"/>
              <w:numPr>
                <w:ilvl w:val="0"/>
                <w:numId w:val="0"/>
              </w:numPr>
              <w:ind w:left="363" w:hanging="363"/>
              <w:rPr>
                <w:b/>
                <w:bCs/>
                <w:color w:val="006F62"/>
              </w:rPr>
            </w:pPr>
            <w:r w:rsidRPr="00DE79E5">
              <w:rPr>
                <w:b/>
                <w:bCs/>
                <w:color w:val="006F62"/>
              </w:rPr>
              <w:t>How are they formed?</w:t>
            </w:r>
          </w:p>
        </w:tc>
        <w:tc>
          <w:tcPr>
            <w:tcW w:w="516" w:type="dxa"/>
            <w:shd w:val="clear" w:color="auto" w:fill="E0E88E"/>
          </w:tcPr>
          <w:p w14:paraId="7E6B03AB" w14:textId="51078E17" w:rsidR="00DE79E5" w:rsidRPr="00DE79E5" w:rsidRDefault="00DE79E5" w:rsidP="00DE79E5">
            <w:pPr>
              <w:pStyle w:val="RSCBulletedlist"/>
              <w:numPr>
                <w:ilvl w:val="0"/>
                <w:numId w:val="0"/>
              </w:numPr>
              <w:ind w:left="363" w:hanging="363"/>
              <w:rPr>
                <w:b/>
                <w:bCs/>
                <w:color w:val="006F62"/>
              </w:rPr>
            </w:pPr>
            <w:r>
              <w:rPr>
                <w:b/>
                <w:bCs/>
                <w:noProof/>
                <w:color w:val="006F62"/>
              </w:rPr>
              <w:drawing>
                <wp:inline distT="0" distB="0" distL="0" distR="0" wp14:anchorId="29E2F23B" wp14:editId="02738E2A">
                  <wp:extent cx="175260" cy="175260"/>
                  <wp:effectExtent l="0" t="0" r="0" b="0"/>
                  <wp:docPr id="39744190" name="Graphic 1" descr="Checkmark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5715099" name="Graphic 1275715099" descr="Checkmark with solid fill"/>
                          <pic:cNvPicPr/>
                        </pic:nvPicPr>
                        <pic:blipFill>
                          <a:blip r:embed="rId14">
                            <a:extLs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" cy="175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79E5" w14:paraId="043D814B" w14:textId="6A78B4A0" w:rsidTr="00DE79E5">
        <w:trPr>
          <w:trHeight w:val="1398"/>
        </w:trPr>
        <w:tc>
          <w:tcPr>
            <w:tcW w:w="8500" w:type="dxa"/>
          </w:tcPr>
          <w:p w14:paraId="090E4A1A" w14:textId="77777777" w:rsidR="00DE79E5" w:rsidRPr="00DE79E5" w:rsidRDefault="00DE79E5" w:rsidP="00DE79E5">
            <w:pPr>
              <w:pStyle w:val="RSCBasictext"/>
            </w:pPr>
          </w:p>
        </w:tc>
        <w:tc>
          <w:tcPr>
            <w:tcW w:w="516" w:type="dxa"/>
          </w:tcPr>
          <w:p w14:paraId="33B6418E" w14:textId="77777777" w:rsidR="00DE79E5" w:rsidRPr="00DE79E5" w:rsidRDefault="00DE79E5" w:rsidP="00DE79E5">
            <w:pPr>
              <w:pStyle w:val="RSCBasictext"/>
            </w:pPr>
          </w:p>
        </w:tc>
      </w:tr>
      <w:tr w:rsidR="00DE79E5" w14:paraId="7D4F74E0" w14:textId="71FDBFD9" w:rsidTr="00DE79E5">
        <w:tc>
          <w:tcPr>
            <w:tcW w:w="8500" w:type="dxa"/>
            <w:shd w:val="clear" w:color="auto" w:fill="E0E88E"/>
          </w:tcPr>
          <w:p w14:paraId="4695D66A" w14:textId="179A352B" w:rsidR="00DE79E5" w:rsidRPr="00DE79E5" w:rsidRDefault="00DE79E5" w:rsidP="00DE79E5">
            <w:pPr>
              <w:pStyle w:val="RSCBulletedlist"/>
              <w:numPr>
                <w:ilvl w:val="0"/>
                <w:numId w:val="0"/>
              </w:numPr>
              <w:ind w:left="363" w:hanging="363"/>
              <w:rPr>
                <w:b/>
                <w:bCs/>
                <w:color w:val="006F62"/>
              </w:rPr>
            </w:pPr>
            <w:r w:rsidRPr="00DE79E5">
              <w:rPr>
                <w:b/>
                <w:bCs/>
                <w:color w:val="006F62"/>
              </w:rPr>
              <w:t>What impact do they have on society?</w:t>
            </w:r>
          </w:p>
        </w:tc>
        <w:tc>
          <w:tcPr>
            <w:tcW w:w="516" w:type="dxa"/>
            <w:shd w:val="clear" w:color="auto" w:fill="E0E88E"/>
          </w:tcPr>
          <w:p w14:paraId="2EB5CAD0" w14:textId="2E84E372" w:rsidR="00DE79E5" w:rsidRPr="00DE79E5" w:rsidRDefault="00DE79E5" w:rsidP="00DE79E5">
            <w:pPr>
              <w:pStyle w:val="RSCBulletedlist"/>
              <w:numPr>
                <w:ilvl w:val="0"/>
                <w:numId w:val="0"/>
              </w:numPr>
              <w:ind w:left="363" w:hanging="363"/>
              <w:rPr>
                <w:b/>
                <w:bCs/>
                <w:color w:val="006F62"/>
              </w:rPr>
            </w:pPr>
            <w:r>
              <w:rPr>
                <w:b/>
                <w:bCs/>
                <w:noProof/>
                <w:color w:val="006F62"/>
              </w:rPr>
              <w:drawing>
                <wp:inline distT="0" distB="0" distL="0" distR="0" wp14:anchorId="3B165A7D" wp14:editId="639A5196">
                  <wp:extent cx="175260" cy="175260"/>
                  <wp:effectExtent l="0" t="0" r="0" b="0"/>
                  <wp:docPr id="1849407026" name="Graphic 1" descr="Checkmark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5715099" name="Graphic 1275715099" descr="Checkmark with solid fill"/>
                          <pic:cNvPicPr/>
                        </pic:nvPicPr>
                        <pic:blipFill>
                          <a:blip r:embed="rId14">
                            <a:extLs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" cy="175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79E5" w14:paraId="79E21FCE" w14:textId="0F326575" w:rsidTr="00DE79E5">
        <w:trPr>
          <w:trHeight w:val="1677"/>
        </w:trPr>
        <w:tc>
          <w:tcPr>
            <w:tcW w:w="8500" w:type="dxa"/>
          </w:tcPr>
          <w:p w14:paraId="6C43A371" w14:textId="77777777" w:rsidR="00DE79E5" w:rsidRPr="00DE79E5" w:rsidRDefault="00DE79E5" w:rsidP="00DE79E5">
            <w:pPr>
              <w:pStyle w:val="RSCBasictext"/>
            </w:pPr>
          </w:p>
        </w:tc>
        <w:tc>
          <w:tcPr>
            <w:tcW w:w="516" w:type="dxa"/>
          </w:tcPr>
          <w:p w14:paraId="1B6AEF74" w14:textId="77777777" w:rsidR="00DE79E5" w:rsidRPr="00DE79E5" w:rsidRDefault="00DE79E5" w:rsidP="00DE79E5">
            <w:pPr>
              <w:pStyle w:val="RSCBasictext"/>
            </w:pPr>
          </w:p>
        </w:tc>
      </w:tr>
      <w:tr w:rsidR="00DE79E5" w14:paraId="4BB5AEA3" w14:textId="70710696" w:rsidTr="00DE79E5">
        <w:tc>
          <w:tcPr>
            <w:tcW w:w="8500" w:type="dxa"/>
            <w:shd w:val="clear" w:color="auto" w:fill="E0E88E"/>
          </w:tcPr>
          <w:p w14:paraId="49F4B44C" w14:textId="11F670AA" w:rsidR="00DE79E5" w:rsidRPr="00DE79E5" w:rsidRDefault="00DE79E5" w:rsidP="00DE79E5">
            <w:pPr>
              <w:pStyle w:val="RSCBulletedlist"/>
              <w:numPr>
                <w:ilvl w:val="0"/>
                <w:numId w:val="0"/>
              </w:numPr>
              <w:ind w:left="363" w:hanging="363"/>
              <w:rPr>
                <w:b/>
                <w:bCs/>
                <w:color w:val="006F62"/>
              </w:rPr>
            </w:pPr>
            <w:r w:rsidRPr="00DE79E5">
              <w:rPr>
                <w:b/>
                <w:bCs/>
                <w:color w:val="006F62"/>
              </w:rPr>
              <w:t>What impact do they have on the environment?</w:t>
            </w:r>
          </w:p>
        </w:tc>
        <w:tc>
          <w:tcPr>
            <w:tcW w:w="516" w:type="dxa"/>
            <w:shd w:val="clear" w:color="auto" w:fill="E0E88E"/>
          </w:tcPr>
          <w:p w14:paraId="3B169357" w14:textId="5B1E3526" w:rsidR="00DE79E5" w:rsidRPr="00DE79E5" w:rsidRDefault="00DE79E5" w:rsidP="00DE79E5">
            <w:pPr>
              <w:pStyle w:val="RSCBulletedlist"/>
              <w:numPr>
                <w:ilvl w:val="0"/>
                <w:numId w:val="0"/>
              </w:numPr>
              <w:ind w:left="363" w:hanging="363"/>
              <w:rPr>
                <w:b/>
                <w:bCs/>
                <w:color w:val="006F62"/>
              </w:rPr>
            </w:pPr>
            <w:r>
              <w:rPr>
                <w:b/>
                <w:bCs/>
                <w:noProof/>
                <w:color w:val="006F62"/>
              </w:rPr>
              <w:drawing>
                <wp:inline distT="0" distB="0" distL="0" distR="0" wp14:anchorId="30E9DAE2" wp14:editId="167ECF0B">
                  <wp:extent cx="175260" cy="175260"/>
                  <wp:effectExtent l="0" t="0" r="0" b="0"/>
                  <wp:docPr id="1233957629" name="Graphic 1" descr="Checkmark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5715099" name="Graphic 1275715099" descr="Checkmark with solid fill"/>
                          <pic:cNvPicPr/>
                        </pic:nvPicPr>
                        <pic:blipFill>
                          <a:blip r:embed="rId14">
                            <a:extLs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" cy="175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79E5" w14:paraId="34FDC4EE" w14:textId="6C1F4B57" w:rsidTr="00CF2215">
        <w:trPr>
          <w:trHeight w:val="1625"/>
        </w:trPr>
        <w:tc>
          <w:tcPr>
            <w:tcW w:w="8500" w:type="dxa"/>
          </w:tcPr>
          <w:p w14:paraId="752C0662" w14:textId="77777777" w:rsidR="00DE79E5" w:rsidRPr="00DE79E5" w:rsidRDefault="00DE79E5" w:rsidP="00DE79E5">
            <w:pPr>
              <w:pStyle w:val="RSCBasictext"/>
            </w:pPr>
          </w:p>
        </w:tc>
        <w:tc>
          <w:tcPr>
            <w:tcW w:w="516" w:type="dxa"/>
          </w:tcPr>
          <w:p w14:paraId="079A478A" w14:textId="77777777" w:rsidR="00DE79E5" w:rsidRPr="00DE79E5" w:rsidRDefault="00DE79E5" w:rsidP="00DE79E5">
            <w:pPr>
              <w:pStyle w:val="RSCBasictext"/>
            </w:pPr>
          </w:p>
        </w:tc>
      </w:tr>
      <w:tr w:rsidR="00DE79E5" w14:paraId="5483E732" w14:textId="44B72138" w:rsidTr="00DE79E5">
        <w:tc>
          <w:tcPr>
            <w:tcW w:w="8500" w:type="dxa"/>
            <w:shd w:val="clear" w:color="auto" w:fill="E0E88E"/>
          </w:tcPr>
          <w:p w14:paraId="5D4C55C9" w14:textId="364CEC85" w:rsidR="00DE79E5" w:rsidRPr="00DE79E5" w:rsidRDefault="00DE79E5" w:rsidP="00DE79E5">
            <w:pPr>
              <w:pStyle w:val="RSCBulletedlist"/>
              <w:numPr>
                <w:ilvl w:val="0"/>
                <w:numId w:val="0"/>
              </w:numPr>
              <w:ind w:left="363" w:hanging="363"/>
              <w:rPr>
                <w:b/>
                <w:bCs/>
                <w:color w:val="006F62"/>
              </w:rPr>
            </w:pPr>
            <w:r w:rsidRPr="00DE79E5">
              <w:rPr>
                <w:b/>
                <w:bCs/>
                <w:color w:val="006F62"/>
              </w:rPr>
              <w:t>Can you describe these impacts using your chemical knowledge?</w:t>
            </w:r>
          </w:p>
        </w:tc>
        <w:tc>
          <w:tcPr>
            <w:tcW w:w="516" w:type="dxa"/>
            <w:shd w:val="clear" w:color="auto" w:fill="E0E88E"/>
          </w:tcPr>
          <w:p w14:paraId="40824200" w14:textId="5D23F1B6" w:rsidR="00DE79E5" w:rsidRPr="00DE79E5" w:rsidRDefault="00DE79E5" w:rsidP="00DE79E5">
            <w:pPr>
              <w:pStyle w:val="RSCBulletedlist"/>
              <w:numPr>
                <w:ilvl w:val="0"/>
                <w:numId w:val="0"/>
              </w:numPr>
              <w:ind w:left="363" w:hanging="363"/>
              <w:rPr>
                <w:b/>
                <w:bCs/>
                <w:color w:val="006F62"/>
              </w:rPr>
            </w:pPr>
            <w:r>
              <w:rPr>
                <w:b/>
                <w:bCs/>
                <w:noProof/>
                <w:color w:val="006F62"/>
              </w:rPr>
              <w:drawing>
                <wp:inline distT="0" distB="0" distL="0" distR="0" wp14:anchorId="46FCB6D9" wp14:editId="67FF739A">
                  <wp:extent cx="175260" cy="175260"/>
                  <wp:effectExtent l="0" t="0" r="0" b="0"/>
                  <wp:docPr id="1398067803" name="Graphic 1" descr="Checkmark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5715099" name="Graphic 1275715099" descr="Checkmark with solid fill"/>
                          <pic:cNvPicPr/>
                        </pic:nvPicPr>
                        <pic:blipFill>
                          <a:blip r:embed="rId14">
                            <a:extLs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" cy="175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79E5" w14:paraId="6A6FB73A" w14:textId="602ADFFA" w:rsidTr="00CF2215">
        <w:trPr>
          <w:trHeight w:val="1808"/>
        </w:trPr>
        <w:tc>
          <w:tcPr>
            <w:tcW w:w="8500" w:type="dxa"/>
          </w:tcPr>
          <w:p w14:paraId="3A3A522F" w14:textId="77777777" w:rsidR="00DE79E5" w:rsidRPr="00DE79E5" w:rsidRDefault="00DE79E5" w:rsidP="00DE79E5">
            <w:pPr>
              <w:pStyle w:val="RSCBasictext"/>
            </w:pPr>
          </w:p>
        </w:tc>
        <w:tc>
          <w:tcPr>
            <w:tcW w:w="516" w:type="dxa"/>
          </w:tcPr>
          <w:p w14:paraId="67DF5BD3" w14:textId="77777777" w:rsidR="00DE79E5" w:rsidRPr="00DE79E5" w:rsidRDefault="00DE79E5" w:rsidP="00DE79E5">
            <w:pPr>
              <w:pStyle w:val="RSCBasictext"/>
            </w:pPr>
          </w:p>
        </w:tc>
      </w:tr>
      <w:tr w:rsidR="00DE79E5" w14:paraId="3BF73CAE" w14:textId="7ED29DF7" w:rsidTr="00DE79E5">
        <w:tc>
          <w:tcPr>
            <w:tcW w:w="8500" w:type="dxa"/>
            <w:shd w:val="clear" w:color="auto" w:fill="E0E88E"/>
          </w:tcPr>
          <w:p w14:paraId="3EC58E77" w14:textId="10D40B82" w:rsidR="00DE79E5" w:rsidRPr="00DE79E5" w:rsidRDefault="00DE79E5" w:rsidP="00DE79E5">
            <w:pPr>
              <w:pStyle w:val="RSCBulletedlist"/>
              <w:numPr>
                <w:ilvl w:val="0"/>
                <w:numId w:val="0"/>
              </w:numPr>
              <w:ind w:left="363" w:hanging="363"/>
              <w:rPr>
                <w:b/>
                <w:bCs/>
                <w:color w:val="006F62"/>
              </w:rPr>
            </w:pPr>
            <w:r w:rsidRPr="00DE79E5">
              <w:rPr>
                <w:b/>
                <w:bCs/>
                <w:color w:val="006F62"/>
              </w:rPr>
              <w:t>What can be done to minimise these impacts?</w:t>
            </w:r>
          </w:p>
        </w:tc>
        <w:tc>
          <w:tcPr>
            <w:tcW w:w="516" w:type="dxa"/>
            <w:shd w:val="clear" w:color="auto" w:fill="E0E88E"/>
          </w:tcPr>
          <w:p w14:paraId="710317A5" w14:textId="534F5751" w:rsidR="00DE79E5" w:rsidRPr="00DE79E5" w:rsidRDefault="00DE79E5" w:rsidP="00DE79E5">
            <w:pPr>
              <w:pStyle w:val="RSCBulletedlist"/>
              <w:numPr>
                <w:ilvl w:val="0"/>
                <w:numId w:val="0"/>
              </w:numPr>
              <w:ind w:left="363" w:hanging="363"/>
              <w:rPr>
                <w:b/>
                <w:bCs/>
                <w:color w:val="006F62"/>
              </w:rPr>
            </w:pPr>
            <w:r>
              <w:rPr>
                <w:b/>
                <w:bCs/>
                <w:noProof/>
                <w:color w:val="006F62"/>
              </w:rPr>
              <w:drawing>
                <wp:inline distT="0" distB="0" distL="0" distR="0" wp14:anchorId="25D59C63" wp14:editId="0EDD5344">
                  <wp:extent cx="175260" cy="175260"/>
                  <wp:effectExtent l="0" t="0" r="0" b="0"/>
                  <wp:docPr id="1078160889" name="Graphic 1" descr="Checkmark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5715099" name="Graphic 1275715099" descr="Checkmark with solid fill"/>
                          <pic:cNvPicPr/>
                        </pic:nvPicPr>
                        <pic:blipFill>
                          <a:blip r:embed="rId14">
                            <a:extLs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" cy="175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79E5" w14:paraId="71C9DCEB" w14:textId="1EAF0C28" w:rsidTr="00CF2215">
        <w:trPr>
          <w:trHeight w:val="1953"/>
        </w:trPr>
        <w:tc>
          <w:tcPr>
            <w:tcW w:w="8500" w:type="dxa"/>
          </w:tcPr>
          <w:p w14:paraId="65A12308" w14:textId="77777777" w:rsidR="00DE79E5" w:rsidRPr="00081606" w:rsidRDefault="00DE79E5" w:rsidP="00DE79E5">
            <w:pPr>
              <w:pStyle w:val="RSCBasictext"/>
            </w:pPr>
          </w:p>
        </w:tc>
        <w:tc>
          <w:tcPr>
            <w:tcW w:w="516" w:type="dxa"/>
          </w:tcPr>
          <w:p w14:paraId="3C720DB5" w14:textId="77777777" w:rsidR="00DE79E5" w:rsidRPr="00081606" w:rsidRDefault="00DE79E5" w:rsidP="00DE79E5">
            <w:pPr>
              <w:pStyle w:val="RSCBasictext"/>
            </w:pPr>
          </w:p>
        </w:tc>
      </w:tr>
    </w:tbl>
    <w:p w14:paraId="33591DE3" w14:textId="77777777" w:rsidR="00DE79E5" w:rsidRPr="00EF237E" w:rsidRDefault="00DE79E5" w:rsidP="00DE79E5">
      <w:pPr>
        <w:pStyle w:val="RSCH3"/>
      </w:pPr>
    </w:p>
    <w:sectPr w:rsidR="00DE79E5" w:rsidRPr="00EF237E" w:rsidSect="000D2791">
      <w:headerReference w:type="default" r:id="rId16"/>
      <w:footerReference w:type="default" r:id="rId17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254AC" w14:textId="77777777" w:rsidR="00811D19" w:rsidRDefault="00811D19" w:rsidP="00C51F51">
      <w:r>
        <w:separator/>
      </w:r>
    </w:p>
  </w:endnote>
  <w:endnote w:type="continuationSeparator" w:id="0">
    <w:p w14:paraId="3C1C675B" w14:textId="77777777" w:rsidR="00811D19" w:rsidRDefault="00811D19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206355097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6A16242" w14:textId="04042362" w:rsidR="00012E5C" w:rsidRDefault="00012E5C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 w:rsidR="00FC475A">
          <w:rPr>
            <w:rStyle w:val="PageNumber"/>
            <w:rFonts w:ascii="Century Gothic" w:hAnsi="Century Gothic"/>
            <w:b/>
            <w:bCs/>
            <w:noProof/>
            <w:sz w:val="18"/>
            <w:szCs w:val="18"/>
          </w:rPr>
          <w:t>9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84345FC" w14:textId="5AE41033" w:rsidR="00012E5C" w:rsidRPr="006757A8" w:rsidRDefault="00012E5C" w:rsidP="00F17042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3465D5">
      <w:rPr>
        <w:rFonts w:ascii="Century Gothic" w:hAnsi="Century Gothic"/>
        <w:sz w:val="16"/>
        <w:szCs w:val="16"/>
      </w:rPr>
      <w:t>5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E9A542" w14:textId="77777777" w:rsidR="00811D19" w:rsidRDefault="00811D19" w:rsidP="00C51F51">
      <w:r>
        <w:separator/>
      </w:r>
    </w:p>
  </w:footnote>
  <w:footnote w:type="continuationSeparator" w:id="0">
    <w:p w14:paraId="6191821D" w14:textId="77777777" w:rsidR="00811D19" w:rsidRDefault="00811D19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12850" w14:textId="0C7B3BDC" w:rsidR="00012E5C" w:rsidRDefault="00012E5C" w:rsidP="003759CC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006F62"/>
        <w:sz w:val="30"/>
        <w:szCs w:val="30"/>
        <w:lang w:eastAsia="en-GB"/>
      </w:rPr>
      <w:drawing>
        <wp:anchor distT="0" distB="0" distL="114300" distR="114300" simplePos="0" relativeHeight="251668480" behindDoc="0" locked="0" layoutInCell="1" allowOverlap="1" wp14:anchorId="5F025AFE" wp14:editId="1310DBD7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893600" cy="3564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36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noProof/>
        <w:color w:val="006F62"/>
        <w:sz w:val="30"/>
        <w:szCs w:val="30"/>
        <w:lang w:eastAsia="en-GB"/>
      </w:rPr>
      <w:drawing>
        <wp:anchor distT="0" distB="0" distL="114300" distR="114300" simplePos="0" relativeHeight="251667456" behindDoc="1" locked="0" layoutInCell="1" allowOverlap="1" wp14:anchorId="08BBDD82" wp14:editId="28942C5F">
          <wp:simplePos x="0" y="0"/>
          <wp:positionH relativeFrom="column">
            <wp:posOffset>-933450</wp:posOffset>
          </wp:positionH>
          <wp:positionV relativeFrom="paragraph">
            <wp:posOffset>-273685</wp:posOffset>
          </wp:positionV>
          <wp:extent cx="7575550" cy="10720419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2711" cy="107305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37A1">
      <w:rPr>
        <w:rFonts w:ascii="Century Gothic" w:hAnsi="Century Gothic"/>
        <w:b/>
        <w:bCs/>
        <w:color w:val="006F62"/>
        <w:sz w:val="30"/>
        <w:szCs w:val="30"/>
      </w:rPr>
      <w:t>Education in Chemistry</w:t>
    </w:r>
    <w:r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>
      <w:rPr>
        <w:rFonts w:ascii="Century Gothic" w:hAnsi="Century Gothic"/>
        <w:b/>
        <w:bCs/>
        <w:color w:val="000000" w:themeColor="text1"/>
        <w:sz w:val="24"/>
        <w:szCs w:val="24"/>
      </w:rPr>
      <w:t>11–14 years</w:t>
    </w:r>
  </w:p>
  <w:p w14:paraId="673455FC" w14:textId="2E8A301C" w:rsidR="00012E5C" w:rsidRPr="009F18E6" w:rsidRDefault="008837A1" w:rsidP="000B003A">
    <w:pPr>
      <w:pStyle w:val="RSCH3"/>
      <w:spacing w:before="0" w:after="0"/>
      <w:ind w:right="-850"/>
      <w:jc w:val="right"/>
      <w:rPr>
        <w:sz w:val="18"/>
        <w:szCs w:val="18"/>
      </w:rPr>
    </w:pPr>
    <w:r>
      <w:rPr>
        <w:color w:val="000000" w:themeColor="text1"/>
        <w:sz w:val="18"/>
        <w:szCs w:val="18"/>
      </w:rPr>
      <w:t>Available</w:t>
    </w:r>
    <w:r w:rsidR="00012E5C">
      <w:rPr>
        <w:color w:val="000000" w:themeColor="text1"/>
        <w:sz w:val="18"/>
        <w:szCs w:val="18"/>
      </w:rPr>
      <w:t xml:space="preserve"> from</w:t>
    </w:r>
    <w:r w:rsidR="00012E5C" w:rsidRPr="009F18E6">
      <w:rPr>
        <w:color w:val="000000" w:themeColor="text1"/>
        <w:sz w:val="18"/>
        <w:szCs w:val="18"/>
      </w:rPr>
      <w:t xml:space="preserve"> </w:t>
    </w:r>
    <w:hyperlink r:id="rId3" w:history="1">
      <w:r w:rsidR="00012E5C" w:rsidRPr="009F18E6">
        <w:rPr>
          <w:rStyle w:val="Hyperlink"/>
          <w:color w:val="006F62"/>
          <w:sz w:val="18"/>
          <w:szCs w:val="18"/>
        </w:rPr>
        <w:t>rsc.li/</w:t>
      </w:r>
      <w:r w:rsidR="00631123">
        <w:rPr>
          <w:rStyle w:val="Hyperlink"/>
          <w:color w:val="006F62"/>
          <w:sz w:val="18"/>
          <w:szCs w:val="18"/>
        </w:rPr>
        <w:t>3QsKdb</w:t>
      </w:r>
      <w:r w:rsidRPr="008837A1">
        <w:rPr>
          <w:rStyle w:val="Hyperlink"/>
          <w:color w:val="006F62"/>
          <w:sz w:val="18"/>
          <w:szCs w:val="18"/>
        </w:rPr>
        <w:t xml:space="preserve"> 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92C17EF"/>
    <w:multiLevelType w:val="multilevel"/>
    <w:tmpl w:val="0809001D"/>
    <w:styleLink w:val="CurrentList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347A72"/>
    <w:multiLevelType w:val="hybridMultilevel"/>
    <w:tmpl w:val="A732D7F6"/>
    <w:lvl w:ilvl="0" w:tplc="88F2335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0671E"/>
    <w:multiLevelType w:val="hybridMultilevel"/>
    <w:tmpl w:val="4C98E9D0"/>
    <w:lvl w:ilvl="0" w:tplc="4E68401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304F146F"/>
    <w:multiLevelType w:val="hybridMultilevel"/>
    <w:tmpl w:val="A1445C26"/>
    <w:lvl w:ilvl="0" w:tplc="8A44CE78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234E51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0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CB3ABB"/>
    <w:multiLevelType w:val="hybridMultilevel"/>
    <w:tmpl w:val="99A4A094"/>
    <w:lvl w:ilvl="0" w:tplc="F8A69E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9845C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3014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F49F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4AAF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E027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A6D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22BC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A204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347047"/>
    <w:multiLevelType w:val="multilevel"/>
    <w:tmpl w:val="0809001D"/>
    <w:styleLink w:val="CurrentList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9606380"/>
    <w:multiLevelType w:val="multilevel"/>
    <w:tmpl w:val="0809001D"/>
    <w:styleLink w:val="CurrentList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98535824">
    <w:abstractNumId w:val="0"/>
  </w:num>
  <w:num w:numId="2" w16cid:durableId="1875654333">
    <w:abstractNumId w:val="7"/>
  </w:num>
  <w:num w:numId="3" w16cid:durableId="398211311">
    <w:abstractNumId w:val="13"/>
  </w:num>
  <w:num w:numId="4" w16cid:durableId="8021998">
    <w:abstractNumId w:val="10"/>
  </w:num>
  <w:num w:numId="5" w16cid:durableId="2090539021">
    <w:abstractNumId w:val="4"/>
  </w:num>
  <w:num w:numId="6" w16cid:durableId="1577863918">
    <w:abstractNumId w:val="5"/>
  </w:num>
  <w:num w:numId="7" w16cid:durableId="250283460">
    <w:abstractNumId w:val="5"/>
    <w:lvlOverride w:ilvl="0">
      <w:startOverride w:val="1"/>
    </w:lvlOverride>
  </w:num>
  <w:num w:numId="8" w16cid:durableId="2011711621">
    <w:abstractNumId w:val="9"/>
    <w:lvlOverride w:ilvl="0">
      <w:startOverride w:val="2"/>
    </w:lvlOverride>
  </w:num>
  <w:num w:numId="9" w16cid:durableId="218978892">
    <w:abstractNumId w:val="5"/>
    <w:lvlOverride w:ilvl="0">
      <w:startOverride w:val="1"/>
    </w:lvlOverride>
  </w:num>
  <w:num w:numId="10" w16cid:durableId="846403606">
    <w:abstractNumId w:val="6"/>
  </w:num>
  <w:num w:numId="11" w16cid:durableId="210390567">
    <w:abstractNumId w:val="6"/>
    <w:lvlOverride w:ilvl="0">
      <w:startOverride w:val="2"/>
    </w:lvlOverride>
  </w:num>
  <w:num w:numId="12" w16cid:durableId="258679395">
    <w:abstractNumId w:val="11"/>
  </w:num>
  <w:num w:numId="13" w16cid:durableId="656760354">
    <w:abstractNumId w:val="17"/>
  </w:num>
  <w:num w:numId="14" w16cid:durableId="906109997">
    <w:abstractNumId w:val="6"/>
    <w:lvlOverride w:ilvl="0">
      <w:startOverride w:val="2"/>
    </w:lvlOverride>
  </w:num>
  <w:num w:numId="15" w16cid:durableId="874972797">
    <w:abstractNumId w:val="5"/>
    <w:lvlOverride w:ilvl="0">
      <w:startOverride w:val="1"/>
    </w:lvlOverride>
  </w:num>
  <w:num w:numId="16" w16cid:durableId="469519350">
    <w:abstractNumId w:val="16"/>
  </w:num>
  <w:num w:numId="17" w16cid:durableId="652759290">
    <w:abstractNumId w:val="2"/>
  </w:num>
  <w:num w:numId="18" w16cid:durableId="1369985972">
    <w:abstractNumId w:val="1"/>
  </w:num>
  <w:num w:numId="19" w16cid:durableId="1423724824">
    <w:abstractNumId w:val="8"/>
  </w:num>
  <w:num w:numId="20" w16cid:durableId="307175155">
    <w:abstractNumId w:val="15"/>
  </w:num>
  <w:num w:numId="21" w16cid:durableId="1686009129">
    <w:abstractNumId w:val="14"/>
  </w:num>
  <w:num w:numId="22" w16cid:durableId="458300694">
    <w:abstractNumId w:val="6"/>
    <w:lvlOverride w:ilvl="0">
      <w:startOverride w:val="1"/>
    </w:lvlOverride>
  </w:num>
  <w:num w:numId="23" w16cid:durableId="1352759805">
    <w:abstractNumId w:val="3"/>
  </w:num>
  <w:num w:numId="24" w16cid:durableId="45029891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2E5C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26F8"/>
    <w:rsid w:val="00047323"/>
    <w:rsid w:val="00051BF0"/>
    <w:rsid w:val="00052523"/>
    <w:rsid w:val="00052F81"/>
    <w:rsid w:val="000548AA"/>
    <w:rsid w:val="000553A0"/>
    <w:rsid w:val="00062222"/>
    <w:rsid w:val="00067B49"/>
    <w:rsid w:val="00067BDA"/>
    <w:rsid w:val="0007172C"/>
    <w:rsid w:val="00071874"/>
    <w:rsid w:val="000730BB"/>
    <w:rsid w:val="0007319D"/>
    <w:rsid w:val="000801FC"/>
    <w:rsid w:val="0008114E"/>
    <w:rsid w:val="00081606"/>
    <w:rsid w:val="00082489"/>
    <w:rsid w:val="000825E0"/>
    <w:rsid w:val="00084B0D"/>
    <w:rsid w:val="00090EE8"/>
    <w:rsid w:val="000920F2"/>
    <w:rsid w:val="000953D5"/>
    <w:rsid w:val="000A031F"/>
    <w:rsid w:val="000A162C"/>
    <w:rsid w:val="000A1C7A"/>
    <w:rsid w:val="000A324B"/>
    <w:rsid w:val="000A6C0C"/>
    <w:rsid w:val="000B003A"/>
    <w:rsid w:val="000B11A8"/>
    <w:rsid w:val="000B1952"/>
    <w:rsid w:val="000B3DA6"/>
    <w:rsid w:val="000C3EA9"/>
    <w:rsid w:val="000C4533"/>
    <w:rsid w:val="000C4E88"/>
    <w:rsid w:val="000C54D2"/>
    <w:rsid w:val="000C6C91"/>
    <w:rsid w:val="000C735F"/>
    <w:rsid w:val="000D0774"/>
    <w:rsid w:val="000D13A7"/>
    <w:rsid w:val="000D2791"/>
    <w:rsid w:val="000D4202"/>
    <w:rsid w:val="000D79F2"/>
    <w:rsid w:val="000D7C33"/>
    <w:rsid w:val="000E1286"/>
    <w:rsid w:val="000E4BDA"/>
    <w:rsid w:val="000E5C03"/>
    <w:rsid w:val="000E6162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31A2"/>
    <w:rsid w:val="0011632E"/>
    <w:rsid w:val="001228EC"/>
    <w:rsid w:val="001238E9"/>
    <w:rsid w:val="00124DE7"/>
    <w:rsid w:val="00125301"/>
    <w:rsid w:val="0012670F"/>
    <w:rsid w:val="001301AF"/>
    <w:rsid w:val="00131044"/>
    <w:rsid w:val="001315CA"/>
    <w:rsid w:val="00132EB4"/>
    <w:rsid w:val="00133888"/>
    <w:rsid w:val="00133A3E"/>
    <w:rsid w:val="0013731C"/>
    <w:rsid w:val="00144CDA"/>
    <w:rsid w:val="0015105E"/>
    <w:rsid w:val="00152693"/>
    <w:rsid w:val="001547A9"/>
    <w:rsid w:val="00154EEB"/>
    <w:rsid w:val="00160CCC"/>
    <w:rsid w:val="00164B56"/>
    <w:rsid w:val="00170FA5"/>
    <w:rsid w:val="001714D0"/>
    <w:rsid w:val="001806ED"/>
    <w:rsid w:val="001831DC"/>
    <w:rsid w:val="00183757"/>
    <w:rsid w:val="00184B61"/>
    <w:rsid w:val="00185427"/>
    <w:rsid w:val="0018667F"/>
    <w:rsid w:val="001968DC"/>
    <w:rsid w:val="00196EFF"/>
    <w:rsid w:val="001A251E"/>
    <w:rsid w:val="001A27D9"/>
    <w:rsid w:val="001A2F7C"/>
    <w:rsid w:val="001A5E39"/>
    <w:rsid w:val="001B1555"/>
    <w:rsid w:val="001B2292"/>
    <w:rsid w:val="001B5474"/>
    <w:rsid w:val="001C23F6"/>
    <w:rsid w:val="001C290F"/>
    <w:rsid w:val="001C598D"/>
    <w:rsid w:val="001C6470"/>
    <w:rsid w:val="001D57A7"/>
    <w:rsid w:val="001D7B9F"/>
    <w:rsid w:val="001E2DA2"/>
    <w:rsid w:val="001F0451"/>
    <w:rsid w:val="001F2C34"/>
    <w:rsid w:val="001F5394"/>
    <w:rsid w:val="001F73C1"/>
    <w:rsid w:val="00200439"/>
    <w:rsid w:val="0020188D"/>
    <w:rsid w:val="00202F49"/>
    <w:rsid w:val="00203039"/>
    <w:rsid w:val="00204957"/>
    <w:rsid w:val="002063BF"/>
    <w:rsid w:val="002073C9"/>
    <w:rsid w:val="0021063E"/>
    <w:rsid w:val="002118A2"/>
    <w:rsid w:val="002119DF"/>
    <w:rsid w:val="0021462B"/>
    <w:rsid w:val="0021503F"/>
    <w:rsid w:val="00215CA2"/>
    <w:rsid w:val="00216D60"/>
    <w:rsid w:val="0022129F"/>
    <w:rsid w:val="00221BC3"/>
    <w:rsid w:val="00223D44"/>
    <w:rsid w:val="00227D80"/>
    <w:rsid w:val="0023055D"/>
    <w:rsid w:val="0023378E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B8A"/>
    <w:rsid w:val="00247F5F"/>
    <w:rsid w:val="002510C3"/>
    <w:rsid w:val="0025661E"/>
    <w:rsid w:val="00267279"/>
    <w:rsid w:val="002716EA"/>
    <w:rsid w:val="002723D5"/>
    <w:rsid w:val="00276F81"/>
    <w:rsid w:val="00281D7B"/>
    <w:rsid w:val="00283107"/>
    <w:rsid w:val="00283DFC"/>
    <w:rsid w:val="0028615D"/>
    <w:rsid w:val="00290972"/>
    <w:rsid w:val="00293322"/>
    <w:rsid w:val="002944CA"/>
    <w:rsid w:val="00295986"/>
    <w:rsid w:val="00295CA1"/>
    <w:rsid w:val="00296F91"/>
    <w:rsid w:val="002975B4"/>
    <w:rsid w:val="002A3B57"/>
    <w:rsid w:val="002A4AD8"/>
    <w:rsid w:val="002A6E5A"/>
    <w:rsid w:val="002A6FDE"/>
    <w:rsid w:val="002B28FD"/>
    <w:rsid w:val="002B4F41"/>
    <w:rsid w:val="002B5206"/>
    <w:rsid w:val="002B5EB5"/>
    <w:rsid w:val="002C16FA"/>
    <w:rsid w:val="002C5391"/>
    <w:rsid w:val="002C5ED2"/>
    <w:rsid w:val="002C6D90"/>
    <w:rsid w:val="002C762B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F2F8F"/>
    <w:rsid w:val="002F7189"/>
    <w:rsid w:val="00303E06"/>
    <w:rsid w:val="003071E5"/>
    <w:rsid w:val="003108F7"/>
    <w:rsid w:val="00311379"/>
    <w:rsid w:val="00314EDA"/>
    <w:rsid w:val="003161DC"/>
    <w:rsid w:val="00316B59"/>
    <w:rsid w:val="00320E4D"/>
    <w:rsid w:val="003234B7"/>
    <w:rsid w:val="00324BA5"/>
    <w:rsid w:val="00325444"/>
    <w:rsid w:val="003306A0"/>
    <w:rsid w:val="00330E9E"/>
    <w:rsid w:val="00331D3D"/>
    <w:rsid w:val="00334372"/>
    <w:rsid w:val="00334C46"/>
    <w:rsid w:val="0033529C"/>
    <w:rsid w:val="00336CB7"/>
    <w:rsid w:val="003373C4"/>
    <w:rsid w:val="0034189A"/>
    <w:rsid w:val="00342FEE"/>
    <w:rsid w:val="00343802"/>
    <w:rsid w:val="00344B7D"/>
    <w:rsid w:val="0034595D"/>
    <w:rsid w:val="003465D5"/>
    <w:rsid w:val="00350232"/>
    <w:rsid w:val="00350B11"/>
    <w:rsid w:val="00357166"/>
    <w:rsid w:val="00363C2F"/>
    <w:rsid w:val="003642B4"/>
    <w:rsid w:val="00367470"/>
    <w:rsid w:val="00367A2D"/>
    <w:rsid w:val="00372FB2"/>
    <w:rsid w:val="003759CC"/>
    <w:rsid w:val="00376E7E"/>
    <w:rsid w:val="00380CBC"/>
    <w:rsid w:val="003811A9"/>
    <w:rsid w:val="003845BF"/>
    <w:rsid w:val="00392607"/>
    <w:rsid w:val="0039430F"/>
    <w:rsid w:val="003946FE"/>
    <w:rsid w:val="00394A9D"/>
    <w:rsid w:val="00396469"/>
    <w:rsid w:val="00396481"/>
    <w:rsid w:val="003A28A5"/>
    <w:rsid w:val="003A5C87"/>
    <w:rsid w:val="003B120F"/>
    <w:rsid w:val="003B1737"/>
    <w:rsid w:val="003B17F2"/>
    <w:rsid w:val="003B1B2A"/>
    <w:rsid w:val="003B3284"/>
    <w:rsid w:val="003B431D"/>
    <w:rsid w:val="003C1583"/>
    <w:rsid w:val="003C19FC"/>
    <w:rsid w:val="003C1F78"/>
    <w:rsid w:val="003C4116"/>
    <w:rsid w:val="003C5B91"/>
    <w:rsid w:val="003D3DC2"/>
    <w:rsid w:val="003D560B"/>
    <w:rsid w:val="003D62C1"/>
    <w:rsid w:val="003D65B5"/>
    <w:rsid w:val="003D6DD9"/>
    <w:rsid w:val="003E1DD5"/>
    <w:rsid w:val="003E20FC"/>
    <w:rsid w:val="003E5946"/>
    <w:rsid w:val="003E5B13"/>
    <w:rsid w:val="003E7C69"/>
    <w:rsid w:val="003F0BEA"/>
    <w:rsid w:val="003F124B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7257"/>
    <w:rsid w:val="00420029"/>
    <w:rsid w:val="00421BF6"/>
    <w:rsid w:val="0042614E"/>
    <w:rsid w:val="004261BB"/>
    <w:rsid w:val="004265A5"/>
    <w:rsid w:val="00431CC4"/>
    <w:rsid w:val="004321CD"/>
    <w:rsid w:val="004321D7"/>
    <w:rsid w:val="00434027"/>
    <w:rsid w:val="004345EE"/>
    <w:rsid w:val="00435D98"/>
    <w:rsid w:val="00440A92"/>
    <w:rsid w:val="004421D1"/>
    <w:rsid w:val="004463A0"/>
    <w:rsid w:val="00446DAA"/>
    <w:rsid w:val="00447805"/>
    <w:rsid w:val="00451A34"/>
    <w:rsid w:val="0045569A"/>
    <w:rsid w:val="0046032D"/>
    <w:rsid w:val="00462C62"/>
    <w:rsid w:val="004647DD"/>
    <w:rsid w:val="00464DEB"/>
    <w:rsid w:val="00466E24"/>
    <w:rsid w:val="00470A3A"/>
    <w:rsid w:val="0047293A"/>
    <w:rsid w:val="00472E80"/>
    <w:rsid w:val="00477C53"/>
    <w:rsid w:val="004813AB"/>
    <w:rsid w:val="004815FF"/>
    <w:rsid w:val="00481703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5C3E"/>
    <w:rsid w:val="004B2318"/>
    <w:rsid w:val="004B3C1B"/>
    <w:rsid w:val="004B4E9D"/>
    <w:rsid w:val="004C317E"/>
    <w:rsid w:val="004C54E4"/>
    <w:rsid w:val="004C7173"/>
    <w:rsid w:val="004D038C"/>
    <w:rsid w:val="004D0CE1"/>
    <w:rsid w:val="004D0DA6"/>
    <w:rsid w:val="004D3C89"/>
    <w:rsid w:val="004D4D5D"/>
    <w:rsid w:val="004E1D97"/>
    <w:rsid w:val="004E283C"/>
    <w:rsid w:val="004E2D4A"/>
    <w:rsid w:val="004E35A4"/>
    <w:rsid w:val="004E62A3"/>
    <w:rsid w:val="004E7DE0"/>
    <w:rsid w:val="004F1810"/>
    <w:rsid w:val="004F3F2C"/>
    <w:rsid w:val="004F6690"/>
    <w:rsid w:val="005000BF"/>
    <w:rsid w:val="0050206B"/>
    <w:rsid w:val="00511F3E"/>
    <w:rsid w:val="00512EF1"/>
    <w:rsid w:val="005153EA"/>
    <w:rsid w:val="00517ED5"/>
    <w:rsid w:val="00520569"/>
    <w:rsid w:val="00520E92"/>
    <w:rsid w:val="005214BF"/>
    <w:rsid w:val="00522B05"/>
    <w:rsid w:val="00530A17"/>
    <w:rsid w:val="005329C8"/>
    <w:rsid w:val="00533730"/>
    <w:rsid w:val="0053639C"/>
    <w:rsid w:val="0053797D"/>
    <w:rsid w:val="00542DD8"/>
    <w:rsid w:val="005445D0"/>
    <w:rsid w:val="00546756"/>
    <w:rsid w:val="005468E5"/>
    <w:rsid w:val="00546D75"/>
    <w:rsid w:val="00551D55"/>
    <w:rsid w:val="00554FEE"/>
    <w:rsid w:val="00561167"/>
    <w:rsid w:val="00562571"/>
    <w:rsid w:val="0056304F"/>
    <w:rsid w:val="0056464B"/>
    <w:rsid w:val="00566255"/>
    <w:rsid w:val="00570A3E"/>
    <w:rsid w:val="00571F1F"/>
    <w:rsid w:val="005739C1"/>
    <w:rsid w:val="00573B4A"/>
    <w:rsid w:val="00574F81"/>
    <w:rsid w:val="00577380"/>
    <w:rsid w:val="0058186F"/>
    <w:rsid w:val="00581D3E"/>
    <w:rsid w:val="00584129"/>
    <w:rsid w:val="00585929"/>
    <w:rsid w:val="00587084"/>
    <w:rsid w:val="00590F1A"/>
    <w:rsid w:val="00591871"/>
    <w:rsid w:val="00592A99"/>
    <w:rsid w:val="00593DEC"/>
    <w:rsid w:val="00594B14"/>
    <w:rsid w:val="0059502E"/>
    <w:rsid w:val="005957D5"/>
    <w:rsid w:val="005A1DAB"/>
    <w:rsid w:val="005A3EAA"/>
    <w:rsid w:val="005A448E"/>
    <w:rsid w:val="005A47C9"/>
    <w:rsid w:val="005A5A6B"/>
    <w:rsid w:val="005A5D25"/>
    <w:rsid w:val="005A6493"/>
    <w:rsid w:val="005A711B"/>
    <w:rsid w:val="005B18A6"/>
    <w:rsid w:val="005B3BA5"/>
    <w:rsid w:val="005B55F2"/>
    <w:rsid w:val="005C01F1"/>
    <w:rsid w:val="005C22B9"/>
    <w:rsid w:val="005C394C"/>
    <w:rsid w:val="005C39AE"/>
    <w:rsid w:val="005C703B"/>
    <w:rsid w:val="005D0AD3"/>
    <w:rsid w:val="005D0DB0"/>
    <w:rsid w:val="005D1E00"/>
    <w:rsid w:val="005D26ED"/>
    <w:rsid w:val="005D69D4"/>
    <w:rsid w:val="005D6A71"/>
    <w:rsid w:val="005E0657"/>
    <w:rsid w:val="005F39DD"/>
    <w:rsid w:val="005F6D0F"/>
    <w:rsid w:val="006056F3"/>
    <w:rsid w:val="0060621C"/>
    <w:rsid w:val="006078DB"/>
    <w:rsid w:val="006148BB"/>
    <w:rsid w:val="006205A7"/>
    <w:rsid w:val="00620D37"/>
    <w:rsid w:val="006216C4"/>
    <w:rsid w:val="0062364C"/>
    <w:rsid w:val="00624FB4"/>
    <w:rsid w:val="00625EAF"/>
    <w:rsid w:val="00626E9E"/>
    <w:rsid w:val="00631123"/>
    <w:rsid w:val="00633025"/>
    <w:rsid w:val="006374E3"/>
    <w:rsid w:val="006424DC"/>
    <w:rsid w:val="00643038"/>
    <w:rsid w:val="00644D98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1A85"/>
    <w:rsid w:val="00664447"/>
    <w:rsid w:val="006745DF"/>
    <w:rsid w:val="006757A8"/>
    <w:rsid w:val="00676A43"/>
    <w:rsid w:val="0067772E"/>
    <w:rsid w:val="006836B9"/>
    <w:rsid w:val="00684E0F"/>
    <w:rsid w:val="006920FC"/>
    <w:rsid w:val="006928B6"/>
    <w:rsid w:val="00692C15"/>
    <w:rsid w:val="00692D16"/>
    <w:rsid w:val="00693561"/>
    <w:rsid w:val="0069373A"/>
    <w:rsid w:val="00693DAF"/>
    <w:rsid w:val="006942D4"/>
    <w:rsid w:val="00694598"/>
    <w:rsid w:val="00694DA0"/>
    <w:rsid w:val="00695FCE"/>
    <w:rsid w:val="0069630C"/>
    <w:rsid w:val="006A0B1D"/>
    <w:rsid w:val="006A41DB"/>
    <w:rsid w:val="006A421A"/>
    <w:rsid w:val="006A45EA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0DE7"/>
    <w:rsid w:val="006C2AAF"/>
    <w:rsid w:val="006C44F0"/>
    <w:rsid w:val="006D0DA0"/>
    <w:rsid w:val="006D0E2D"/>
    <w:rsid w:val="006D1240"/>
    <w:rsid w:val="006D29FF"/>
    <w:rsid w:val="006D5A3F"/>
    <w:rsid w:val="006D6201"/>
    <w:rsid w:val="006E3409"/>
    <w:rsid w:val="006E3851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1064A"/>
    <w:rsid w:val="007136E5"/>
    <w:rsid w:val="00713D02"/>
    <w:rsid w:val="00716A8B"/>
    <w:rsid w:val="00716B81"/>
    <w:rsid w:val="00716E42"/>
    <w:rsid w:val="00717CA3"/>
    <w:rsid w:val="0072147E"/>
    <w:rsid w:val="00722163"/>
    <w:rsid w:val="007223CF"/>
    <w:rsid w:val="00722F2C"/>
    <w:rsid w:val="00723122"/>
    <w:rsid w:val="00731578"/>
    <w:rsid w:val="007337AE"/>
    <w:rsid w:val="00736435"/>
    <w:rsid w:val="00742794"/>
    <w:rsid w:val="00742E84"/>
    <w:rsid w:val="00746B6A"/>
    <w:rsid w:val="00751C1F"/>
    <w:rsid w:val="00752CBB"/>
    <w:rsid w:val="00753940"/>
    <w:rsid w:val="00754A45"/>
    <w:rsid w:val="00756B12"/>
    <w:rsid w:val="00757152"/>
    <w:rsid w:val="00760DE6"/>
    <w:rsid w:val="00763DA3"/>
    <w:rsid w:val="00766BC8"/>
    <w:rsid w:val="0076703B"/>
    <w:rsid w:val="007730DE"/>
    <w:rsid w:val="00775411"/>
    <w:rsid w:val="0077545E"/>
    <w:rsid w:val="00776C72"/>
    <w:rsid w:val="00776FB7"/>
    <w:rsid w:val="007777A2"/>
    <w:rsid w:val="00783478"/>
    <w:rsid w:val="00786966"/>
    <w:rsid w:val="007877C9"/>
    <w:rsid w:val="0079329D"/>
    <w:rsid w:val="007934DC"/>
    <w:rsid w:val="00794D42"/>
    <w:rsid w:val="007962B0"/>
    <w:rsid w:val="007A02F3"/>
    <w:rsid w:val="007A084A"/>
    <w:rsid w:val="007A1A13"/>
    <w:rsid w:val="007A2211"/>
    <w:rsid w:val="007A486B"/>
    <w:rsid w:val="007A726C"/>
    <w:rsid w:val="007B34C5"/>
    <w:rsid w:val="007B6138"/>
    <w:rsid w:val="007C0783"/>
    <w:rsid w:val="007C0B91"/>
    <w:rsid w:val="007C55A5"/>
    <w:rsid w:val="007C6931"/>
    <w:rsid w:val="007D0F4E"/>
    <w:rsid w:val="007D1674"/>
    <w:rsid w:val="007D1806"/>
    <w:rsid w:val="007D19C1"/>
    <w:rsid w:val="007D2B41"/>
    <w:rsid w:val="007D3761"/>
    <w:rsid w:val="007D5AE5"/>
    <w:rsid w:val="007D6153"/>
    <w:rsid w:val="007E109C"/>
    <w:rsid w:val="007E1DEC"/>
    <w:rsid w:val="007E35D3"/>
    <w:rsid w:val="007E3D38"/>
    <w:rsid w:val="007F374B"/>
    <w:rsid w:val="007F4099"/>
    <w:rsid w:val="007F76F2"/>
    <w:rsid w:val="0080098D"/>
    <w:rsid w:val="00802588"/>
    <w:rsid w:val="00810732"/>
    <w:rsid w:val="00811D19"/>
    <w:rsid w:val="00812B52"/>
    <w:rsid w:val="008145E1"/>
    <w:rsid w:val="0081506D"/>
    <w:rsid w:val="0081598F"/>
    <w:rsid w:val="00823831"/>
    <w:rsid w:val="0082434F"/>
    <w:rsid w:val="00827C7D"/>
    <w:rsid w:val="00831056"/>
    <w:rsid w:val="0083123F"/>
    <w:rsid w:val="00834B9F"/>
    <w:rsid w:val="00834BCA"/>
    <w:rsid w:val="00834C97"/>
    <w:rsid w:val="00835799"/>
    <w:rsid w:val="008359CE"/>
    <w:rsid w:val="00837431"/>
    <w:rsid w:val="00841525"/>
    <w:rsid w:val="008441AD"/>
    <w:rsid w:val="00844518"/>
    <w:rsid w:val="008508DE"/>
    <w:rsid w:val="008618F3"/>
    <w:rsid w:val="0086417A"/>
    <w:rsid w:val="0086581C"/>
    <w:rsid w:val="00867252"/>
    <w:rsid w:val="00873024"/>
    <w:rsid w:val="00873625"/>
    <w:rsid w:val="00881419"/>
    <w:rsid w:val="00882CA3"/>
    <w:rsid w:val="008837A1"/>
    <w:rsid w:val="00883973"/>
    <w:rsid w:val="00884C77"/>
    <w:rsid w:val="0088712A"/>
    <w:rsid w:val="008940CB"/>
    <w:rsid w:val="008960EA"/>
    <w:rsid w:val="008969E1"/>
    <w:rsid w:val="008A6BC0"/>
    <w:rsid w:val="008B0123"/>
    <w:rsid w:val="008B01BB"/>
    <w:rsid w:val="008B226C"/>
    <w:rsid w:val="008B4593"/>
    <w:rsid w:val="008B62E8"/>
    <w:rsid w:val="008B67FE"/>
    <w:rsid w:val="008B6EC7"/>
    <w:rsid w:val="008B72CB"/>
    <w:rsid w:val="008C13BC"/>
    <w:rsid w:val="008C37A8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F0AC1"/>
    <w:rsid w:val="008F15A5"/>
    <w:rsid w:val="008F33FA"/>
    <w:rsid w:val="008F5CAF"/>
    <w:rsid w:val="008F5E94"/>
    <w:rsid w:val="009005E2"/>
    <w:rsid w:val="009069C6"/>
    <w:rsid w:val="00906BF6"/>
    <w:rsid w:val="00907671"/>
    <w:rsid w:val="00907BE0"/>
    <w:rsid w:val="00911E97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5365"/>
    <w:rsid w:val="00950B44"/>
    <w:rsid w:val="00957167"/>
    <w:rsid w:val="00957209"/>
    <w:rsid w:val="009602A8"/>
    <w:rsid w:val="00962BB5"/>
    <w:rsid w:val="00964B17"/>
    <w:rsid w:val="009652C2"/>
    <w:rsid w:val="00970684"/>
    <w:rsid w:val="009712BA"/>
    <w:rsid w:val="00971878"/>
    <w:rsid w:val="00972EF7"/>
    <w:rsid w:val="00973999"/>
    <w:rsid w:val="0097428A"/>
    <w:rsid w:val="00977F7E"/>
    <w:rsid w:val="009816ED"/>
    <w:rsid w:val="00985810"/>
    <w:rsid w:val="00985C41"/>
    <w:rsid w:val="00991AFD"/>
    <w:rsid w:val="00994F5F"/>
    <w:rsid w:val="009A0229"/>
    <w:rsid w:val="009A342C"/>
    <w:rsid w:val="009A5CFE"/>
    <w:rsid w:val="009A6BE3"/>
    <w:rsid w:val="009B1035"/>
    <w:rsid w:val="009C1359"/>
    <w:rsid w:val="009C61BF"/>
    <w:rsid w:val="009C724E"/>
    <w:rsid w:val="009C75FC"/>
    <w:rsid w:val="009D2384"/>
    <w:rsid w:val="009D41B1"/>
    <w:rsid w:val="009D74BA"/>
    <w:rsid w:val="009E01F6"/>
    <w:rsid w:val="009E17B6"/>
    <w:rsid w:val="009E2F76"/>
    <w:rsid w:val="009E6C29"/>
    <w:rsid w:val="009F0460"/>
    <w:rsid w:val="009F18E6"/>
    <w:rsid w:val="009F3D94"/>
    <w:rsid w:val="00A03ADA"/>
    <w:rsid w:val="00A0567D"/>
    <w:rsid w:val="00A06224"/>
    <w:rsid w:val="00A07680"/>
    <w:rsid w:val="00A125D9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56F4"/>
    <w:rsid w:val="00A4219E"/>
    <w:rsid w:val="00A429D0"/>
    <w:rsid w:val="00A4551D"/>
    <w:rsid w:val="00A4560F"/>
    <w:rsid w:val="00A52872"/>
    <w:rsid w:val="00A52FD2"/>
    <w:rsid w:val="00A530C8"/>
    <w:rsid w:val="00A5529A"/>
    <w:rsid w:val="00A565C6"/>
    <w:rsid w:val="00A56E37"/>
    <w:rsid w:val="00A61142"/>
    <w:rsid w:val="00A61887"/>
    <w:rsid w:val="00A61936"/>
    <w:rsid w:val="00A64FFF"/>
    <w:rsid w:val="00A72D0D"/>
    <w:rsid w:val="00A77018"/>
    <w:rsid w:val="00A820A2"/>
    <w:rsid w:val="00A8366D"/>
    <w:rsid w:val="00A845C9"/>
    <w:rsid w:val="00A85F0D"/>
    <w:rsid w:val="00A8770B"/>
    <w:rsid w:val="00A976F6"/>
    <w:rsid w:val="00AA109F"/>
    <w:rsid w:val="00AA1AEA"/>
    <w:rsid w:val="00AA2E28"/>
    <w:rsid w:val="00AA2FE1"/>
    <w:rsid w:val="00AA450F"/>
    <w:rsid w:val="00AB15C9"/>
    <w:rsid w:val="00AB45ED"/>
    <w:rsid w:val="00AB5671"/>
    <w:rsid w:val="00AC0E6D"/>
    <w:rsid w:val="00AC224E"/>
    <w:rsid w:val="00AC283E"/>
    <w:rsid w:val="00AC2A77"/>
    <w:rsid w:val="00AC2DBA"/>
    <w:rsid w:val="00AC4A48"/>
    <w:rsid w:val="00AC5904"/>
    <w:rsid w:val="00AC7F9C"/>
    <w:rsid w:val="00AD26EE"/>
    <w:rsid w:val="00AD3139"/>
    <w:rsid w:val="00AD4068"/>
    <w:rsid w:val="00AD4C44"/>
    <w:rsid w:val="00AE2097"/>
    <w:rsid w:val="00AE36DC"/>
    <w:rsid w:val="00AE6B2C"/>
    <w:rsid w:val="00AE7272"/>
    <w:rsid w:val="00AF058B"/>
    <w:rsid w:val="00AF3179"/>
    <w:rsid w:val="00AF5442"/>
    <w:rsid w:val="00B000E3"/>
    <w:rsid w:val="00B00CAC"/>
    <w:rsid w:val="00B01D70"/>
    <w:rsid w:val="00B034F8"/>
    <w:rsid w:val="00B04611"/>
    <w:rsid w:val="00B046F1"/>
    <w:rsid w:val="00B06A1A"/>
    <w:rsid w:val="00B117FF"/>
    <w:rsid w:val="00B13D6C"/>
    <w:rsid w:val="00B154F2"/>
    <w:rsid w:val="00B154F3"/>
    <w:rsid w:val="00B17CDC"/>
    <w:rsid w:val="00B2005F"/>
    <w:rsid w:val="00B21CD3"/>
    <w:rsid w:val="00B25119"/>
    <w:rsid w:val="00B263FE"/>
    <w:rsid w:val="00B2651F"/>
    <w:rsid w:val="00B2658C"/>
    <w:rsid w:val="00B2754E"/>
    <w:rsid w:val="00B27AB6"/>
    <w:rsid w:val="00B30437"/>
    <w:rsid w:val="00B327D7"/>
    <w:rsid w:val="00B32FC6"/>
    <w:rsid w:val="00B348F5"/>
    <w:rsid w:val="00B34C56"/>
    <w:rsid w:val="00B366E9"/>
    <w:rsid w:val="00B41519"/>
    <w:rsid w:val="00B4299A"/>
    <w:rsid w:val="00B42F35"/>
    <w:rsid w:val="00B4519D"/>
    <w:rsid w:val="00B46E49"/>
    <w:rsid w:val="00B572D8"/>
    <w:rsid w:val="00B618DD"/>
    <w:rsid w:val="00B65C61"/>
    <w:rsid w:val="00B66E80"/>
    <w:rsid w:val="00B7153D"/>
    <w:rsid w:val="00B71721"/>
    <w:rsid w:val="00B71832"/>
    <w:rsid w:val="00B71C7F"/>
    <w:rsid w:val="00B7501D"/>
    <w:rsid w:val="00B76FDA"/>
    <w:rsid w:val="00B82B0C"/>
    <w:rsid w:val="00B83328"/>
    <w:rsid w:val="00B85BD9"/>
    <w:rsid w:val="00B86120"/>
    <w:rsid w:val="00B86A95"/>
    <w:rsid w:val="00B9142C"/>
    <w:rsid w:val="00B91E97"/>
    <w:rsid w:val="00B95CDE"/>
    <w:rsid w:val="00B96123"/>
    <w:rsid w:val="00BA0095"/>
    <w:rsid w:val="00BA183F"/>
    <w:rsid w:val="00BA33A2"/>
    <w:rsid w:val="00BA359E"/>
    <w:rsid w:val="00BA72E3"/>
    <w:rsid w:val="00BB2A22"/>
    <w:rsid w:val="00BB32CC"/>
    <w:rsid w:val="00BB5AE5"/>
    <w:rsid w:val="00BB5CC1"/>
    <w:rsid w:val="00BC1746"/>
    <w:rsid w:val="00BC29D1"/>
    <w:rsid w:val="00BC3844"/>
    <w:rsid w:val="00BD000A"/>
    <w:rsid w:val="00BD004E"/>
    <w:rsid w:val="00BD1046"/>
    <w:rsid w:val="00BD18F5"/>
    <w:rsid w:val="00BD2A7F"/>
    <w:rsid w:val="00BD2C74"/>
    <w:rsid w:val="00BD6B2B"/>
    <w:rsid w:val="00BD7CD4"/>
    <w:rsid w:val="00BE7E74"/>
    <w:rsid w:val="00BF02A9"/>
    <w:rsid w:val="00BF0AA8"/>
    <w:rsid w:val="00C034AA"/>
    <w:rsid w:val="00C056D6"/>
    <w:rsid w:val="00C064CF"/>
    <w:rsid w:val="00C1023C"/>
    <w:rsid w:val="00C1049A"/>
    <w:rsid w:val="00C10585"/>
    <w:rsid w:val="00C111A7"/>
    <w:rsid w:val="00C12E3D"/>
    <w:rsid w:val="00C1459B"/>
    <w:rsid w:val="00C169D3"/>
    <w:rsid w:val="00C17EDE"/>
    <w:rsid w:val="00C21F3C"/>
    <w:rsid w:val="00C22F5A"/>
    <w:rsid w:val="00C2398C"/>
    <w:rsid w:val="00C316A0"/>
    <w:rsid w:val="00C37007"/>
    <w:rsid w:val="00C44E45"/>
    <w:rsid w:val="00C45CA1"/>
    <w:rsid w:val="00C46131"/>
    <w:rsid w:val="00C47043"/>
    <w:rsid w:val="00C51F51"/>
    <w:rsid w:val="00C5416B"/>
    <w:rsid w:val="00C55994"/>
    <w:rsid w:val="00C6382F"/>
    <w:rsid w:val="00C64140"/>
    <w:rsid w:val="00C663C0"/>
    <w:rsid w:val="00C665FB"/>
    <w:rsid w:val="00C67207"/>
    <w:rsid w:val="00C76636"/>
    <w:rsid w:val="00C76645"/>
    <w:rsid w:val="00C8107F"/>
    <w:rsid w:val="00C812DE"/>
    <w:rsid w:val="00C8199C"/>
    <w:rsid w:val="00C84AFB"/>
    <w:rsid w:val="00C87965"/>
    <w:rsid w:val="00C90060"/>
    <w:rsid w:val="00C9096E"/>
    <w:rsid w:val="00C91017"/>
    <w:rsid w:val="00C925EA"/>
    <w:rsid w:val="00CA0E16"/>
    <w:rsid w:val="00CA1F50"/>
    <w:rsid w:val="00CA4FE9"/>
    <w:rsid w:val="00CA5099"/>
    <w:rsid w:val="00CA6A3E"/>
    <w:rsid w:val="00CA7FD5"/>
    <w:rsid w:val="00CB10F6"/>
    <w:rsid w:val="00CB1BE1"/>
    <w:rsid w:val="00CB6529"/>
    <w:rsid w:val="00CB6E4B"/>
    <w:rsid w:val="00CC397E"/>
    <w:rsid w:val="00CC4195"/>
    <w:rsid w:val="00CC61AC"/>
    <w:rsid w:val="00CD2F1B"/>
    <w:rsid w:val="00CD426D"/>
    <w:rsid w:val="00CD551C"/>
    <w:rsid w:val="00CD5DAF"/>
    <w:rsid w:val="00CE0E23"/>
    <w:rsid w:val="00CE475E"/>
    <w:rsid w:val="00CF0F9A"/>
    <w:rsid w:val="00CF1D2C"/>
    <w:rsid w:val="00CF2215"/>
    <w:rsid w:val="00CF2277"/>
    <w:rsid w:val="00CF3377"/>
    <w:rsid w:val="00CF560A"/>
    <w:rsid w:val="00CF6B9B"/>
    <w:rsid w:val="00D025E5"/>
    <w:rsid w:val="00D046E5"/>
    <w:rsid w:val="00D050E0"/>
    <w:rsid w:val="00D07A39"/>
    <w:rsid w:val="00D101AF"/>
    <w:rsid w:val="00D11BEE"/>
    <w:rsid w:val="00D134CA"/>
    <w:rsid w:val="00D16DE6"/>
    <w:rsid w:val="00D231B7"/>
    <w:rsid w:val="00D23D50"/>
    <w:rsid w:val="00D2480A"/>
    <w:rsid w:val="00D2645E"/>
    <w:rsid w:val="00D2698B"/>
    <w:rsid w:val="00D32C6A"/>
    <w:rsid w:val="00D40C68"/>
    <w:rsid w:val="00D41DF1"/>
    <w:rsid w:val="00D470EA"/>
    <w:rsid w:val="00D5133A"/>
    <w:rsid w:val="00D537DB"/>
    <w:rsid w:val="00D57AEC"/>
    <w:rsid w:val="00D60756"/>
    <w:rsid w:val="00D634AE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5DE0"/>
    <w:rsid w:val="00D86232"/>
    <w:rsid w:val="00D86E2E"/>
    <w:rsid w:val="00D94190"/>
    <w:rsid w:val="00DA4E14"/>
    <w:rsid w:val="00DB00E8"/>
    <w:rsid w:val="00DB0C47"/>
    <w:rsid w:val="00DB2CBD"/>
    <w:rsid w:val="00DB59CE"/>
    <w:rsid w:val="00DB7804"/>
    <w:rsid w:val="00DC441E"/>
    <w:rsid w:val="00DC46B8"/>
    <w:rsid w:val="00DC4B5C"/>
    <w:rsid w:val="00DC533A"/>
    <w:rsid w:val="00DC5862"/>
    <w:rsid w:val="00DC79B4"/>
    <w:rsid w:val="00DC7E1E"/>
    <w:rsid w:val="00DD2160"/>
    <w:rsid w:val="00DD3A79"/>
    <w:rsid w:val="00DD3AB3"/>
    <w:rsid w:val="00DD4B32"/>
    <w:rsid w:val="00DD638A"/>
    <w:rsid w:val="00DE08BF"/>
    <w:rsid w:val="00DE79E5"/>
    <w:rsid w:val="00DF1B6E"/>
    <w:rsid w:val="00DF4D09"/>
    <w:rsid w:val="00DF5545"/>
    <w:rsid w:val="00DF5D59"/>
    <w:rsid w:val="00E02057"/>
    <w:rsid w:val="00E04231"/>
    <w:rsid w:val="00E07D34"/>
    <w:rsid w:val="00E100EC"/>
    <w:rsid w:val="00E13686"/>
    <w:rsid w:val="00E2490B"/>
    <w:rsid w:val="00E25B03"/>
    <w:rsid w:val="00E268C4"/>
    <w:rsid w:val="00E279CB"/>
    <w:rsid w:val="00E36242"/>
    <w:rsid w:val="00E368F5"/>
    <w:rsid w:val="00E373D4"/>
    <w:rsid w:val="00E409BE"/>
    <w:rsid w:val="00E42DB3"/>
    <w:rsid w:val="00E454BB"/>
    <w:rsid w:val="00E473C9"/>
    <w:rsid w:val="00E47BD0"/>
    <w:rsid w:val="00E47E4D"/>
    <w:rsid w:val="00E50A8B"/>
    <w:rsid w:val="00E50FBA"/>
    <w:rsid w:val="00E51E7E"/>
    <w:rsid w:val="00E52473"/>
    <w:rsid w:val="00E56065"/>
    <w:rsid w:val="00E60944"/>
    <w:rsid w:val="00E66920"/>
    <w:rsid w:val="00E66B0A"/>
    <w:rsid w:val="00E66F06"/>
    <w:rsid w:val="00E6742A"/>
    <w:rsid w:val="00E70D8E"/>
    <w:rsid w:val="00E7185F"/>
    <w:rsid w:val="00E72821"/>
    <w:rsid w:val="00E73726"/>
    <w:rsid w:val="00E75D57"/>
    <w:rsid w:val="00E778AA"/>
    <w:rsid w:val="00E80627"/>
    <w:rsid w:val="00E81331"/>
    <w:rsid w:val="00E82F7C"/>
    <w:rsid w:val="00E848CD"/>
    <w:rsid w:val="00E855C3"/>
    <w:rsid w:val="00E90A81"/>
    <w:rsid w:val="00E90C9F"/>
    <w:rsid w:val="00E96357"/>
    <w:rsid w:val="00E97F9A"/>
    <w:rsid w:val="00EA2A0E"/>
    <w:rsid w:val="00EA6986"/>
    <w:rsid w:val="00EB0179"/>
    <w:rsid w:val="00EB1F20"/>
    <w:rsid w:val="00EB344E"/>
    <w:rsid w:val="00EB4A84"/>
    <w:rsid w:val="00EB6460"/>
    <w:rsid w:val="00EB6E94"/>
    <w:rsid w:val="00EB74F5"/>
    <w:rsid w:val="00EC1000"/>
    <w:rsid w:val="00EC36F7"/>
    <w:rsid w:val="00EC7D8F"/>
    <w:rsid w:val="00ED24AD"/>
    <w:rsid w:val="00ED280A"/>
    <w:rsid w:val="00ED3C6B"/>
    <w:rsid w:val="00ED3CA1"/>
    <w:rsid w:val="00ED5EEE"/>
    <w:rsid w:val="00ED7B5C"/>
    <w:rsid w:val="00EE1FEE"/>
    <w:rsid w:val="00EE57F5"/>
    <w:rsid w:val="00EF036B"/>
    <w:rsid w:val="00EF1DB2"/>
    <w:rsid w:val="00EF237E"/>
    <w:rsid w:val="00EF3A02"/>
    <w:rsid w:val="00EF5722"/>
    <w:rsid w:val="00EF7364"/>
    <w:rsid w:val="00F00B0D"/>
    <w:rsid w:val="00F023F4"/>
    <w:rsid w:val="00F04854"/>
    <w:rsid w:val="00F0720C"/>
    <w:rsid w:val="00F1032B"/>
    <w:rsid w:val="00F10C80"/>
    <w:rsid w:val="00F141D1"/>
    <w:rsid w:val="00F17042"/>
    <w:rsid w:val="00F21826"/>
    <w:rsid w:val="00F2296C"/>
    <w:rsid w:val="00F232D7"/>
    <w:rsid w:val="00F30A9F"/>
    <w:rsid w:val="00F31BB0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3275"/>
    <w:rsid w:val="00F65236"/>
    <w:rsid w:val="00F66FD5"/>
    <w:rsid w:val="00F67345"/>
    <w:rsid w:val="00F708BD"/>
    <w:rsid w:val="00F70F0D"/>
    <w:rsid w:val="00F75DB5"/>
    <w:rsid w:val="00F80A54"/>
    <w:rsid w:val="00F810F5"/>
    <w:rsid w:val="00F833AF"/>
    <w:rsid w:val="00F84A48"/>
    <w:rsid w:val="00F85F01"/>
    <w:rsid w:val="00F865ED"/>
    <w:rsid w:val="00F868EA"/>
    <w:rsid w:val="00F87F0E"/>
    <w:rsid w:val="00F93494"/>
    <w:rsid w:val="00F94325"/>
    <w:rsid w:val="00F948E0"/>
    <w:rsid w:val="00F96EF2"/>
    <w:rsid w:val="00FA4F11"/>
    <w:rsid w:val="00FA5D3D"/>
    <w:rsid w:val="00FA6481"/>
    <w:rsid w:val="00FB0B16"/>
    <w:rsid w:val="00FB1014"/>
    <w:rsid w:val="00FB1296"/>
    <w:rsid w:val="00FB206F"/>
    <w:rsid w:val="00FB5515"/>
    <w:rsid w:val="00FB6140"/>
    <w:rsid w:val="00FC35E6"/>
    <w:rsid w:val="00FC40E9"/>
    <w:rsid w:val="00FC475A"/>
    <w:rsid w:val="00FC72C8"/>
    <w:rsid w:val="00FC7365"/>
    <w:rsid w:val="00FC7B0D"/>
    <w:rsid w:val="00FD01BE"/>
    <w:rsid w:val="00FD0C9D"/>
    <w:rsid w:val="00FD1D3C"/>
    <w:rsid w:val="00FD57B5"/>
    <w:rsid w:val="00FE2459"/>
    <w:rsid w:val="00FF24B3"/>
    <w:rsid w:val="00FF31CE"/>
    <w:rsid w:val="00FF357F"/>
    <w:rsid w:val="00FF5AD8"/>
    <w:rsid w:val="00FF73C4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692D16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60621C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E473C9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A1F5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5445D0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5445D0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H3">
    <w:name w:val="RSC H3"/>
    <w:basedOn w:val="RSCBasictext"/>
    <w:qFormat/>
    <w:rsid w:val="005445D0"/>
    <w:pPr>
      <w:spacing w:before="300"/>
    </w:pPr>
    <w:rPr>
      <w:b/>
      <w:bCs/>
      <w:color w:val="006F62"/>
    </w:rPr>
  </w:style>
  <w:style w:type="paragraph" w:customStyle="1" w:styleId="RSCBulletedlist">
    <w:name w:val="RSC Bulleted list"/>
    <w:basedOn w:val="RSCBasictext"/>
    <w:qFormat/>
    <w:rsid w:val="00E73726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A1F50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A1F50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numbering" w:customStyle="1" w:styleId="CurrentList7">
    <w:name w:val="Current List7"/>
    <w:uiPriority w:val="99"/>
    <w:rsid w:val="005445D0"/>
    <w:pPr>
      <w:numPr>
        <w:numId w:val="19"/>
      </w:numPr>
    </w:pPr>
  </w:style>
  <w:style w:type="numbering" w:customStyle="1" w:styleId="CurrentList8">
    <w:name w:val="Current List8"/>
    <w:uiPriority w:val="99"/>
    <w:rsid w:val="00E73726"/>
    <w:pPr>
      <w:numPr>
        <w:numId w:val="20"/>
      </w:numPr>
    </w:pPr>
  </w:style>
  <w:style w:type="numbering" w:customStyle="1" w:styleId="CurrentList9">
    <w:name w:val="Current List9"/>
    <w:uiPriority w:val="99"/>
    <w:rsid w:val="00E73726"/>
    <w:pPr>
      <w:numPr>
        <w:numId w:val="21"/>
      </w:numPr>
    </w:pPr>
  </w:style>
  <w:style w:type="paragraph" w:styleId="Header">
    <w:name w:val="header"/>
    <w:basedOn w:val="Normal"/>
    <w:link w:val="HeaderChar"/>
    <w:uiPriority w:val="99"/>
    <w:unhideWhenUsed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442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442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semiHidden/>
    <w:unhideWhenUsed/>
    <w:rsid w:val="0080098D"/>
    <w:rPr>
      <w:color w:val="0000FF"/>
      <w:u w:val="single"/>
    </w:rPr>
  </w:style>
  <w:style w:type="paragraph" w:customStyle="1" w:styleId="RSCURL">
    <w:name w:val="RSC URL"/>
    <w:basedOn w:val="RSCH3"/>
    <w:qFormat/>
    <w:rsid w:val="009D74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E07D34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5A448E"/>
    <w:pPr>
      <w:jc w:val="center"/>
    </w:pPr>
  </w:style>
  <w:style w:type="numbering" w:customStyle="1" w:styleId="CurrentList10">
    <w:name w:val="Current List10"/>
    <w:uiPriority w:val="99"/>
    <w:rsid w:val="0060621C"/>
    <w:pPr>
      <w:numPr>
        <w:numId w:val="23"/>
      </w:numPr>
    </w:pPr>
  </w:style>
  <w:style w:type="paragraph" w:styleId="Revision">
    <w:name w:val="Revision"/>
    <w:hidden/>
    <w:uiPriority w:val="99"/>
    <w:semiHidden/>
    <w:rsid w:val="00AC2DBA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  <w:style w:type="character" w:styleId="CommentReference">
    <w:name w:val="annotation reference"/>
    <w:basedOn w:val="DefaultParagraphFont"/>
    <w:semiHidden/>
    <w:unhideWhenUsed/>
    <w:rsid w:val="00E279C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279CB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E279CB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279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279CB"/>
    <w:rPr>
      <w:rFonts w:ascii="Arial" w:hAnsi="Arial" w:cs="Arial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64193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9115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519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076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048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131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sv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sv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QsKdb" TargetMode="External"/><Relationship Id="rId2" Type="http://schemas.openxmlformats.org/officeDocument/2006/relationships/image" Target="media/image7.emf"/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B9E6A3-E325-461F-8467-2CA615ECB59D}">
  <ds:schemaRefs>
    <ds:schemaRef ds:uri="http://www.w3.org/XML/1998/namespace"/>
    <ds:schemaRef ds:uri="a9c5b8cb-8b3b-4b00-8e13-e0891dd65cf1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c4a1134a-ec95-48d0-8411-392686591e19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94E865-29DE-400C-95F9-FE0A064CC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1_1_5_RSC.dotx</Template>
  <TotalTime>2</TotalTime>
  <Pages>4</Pages>
  <Words>479</Words>
  <Characters>3904</Characters>
  <Application>Microsoft Office Word</Application>
  <DocSecurity>0</DocSecurity>
  <Lines>162</Lines>
  <Paragraphs>118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Clearing the air: atmospheric pollution and spotting fake news student sheet</vt:lpstr>
    </vt:vector>
  </TitlesOfParts>
  <Manager/>
  <Company>Royal Society of Chemistry</Company>
  <LinksUpToDate>false</LinksUpToDate>
  <CharactersWithSpaces>4265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Clearing the air: atmospheric pollution and spotting fake news student sheet</dc:title>
  <dc:subject/>
  <dc:creator>Royal Society of Chemistry</dc:creator>
  <cp:keywords>climate change; acid rain; smog; greenhouse effect; greenhouse gas; environment; renewable; pollutant; air pollution</cp:keywords>
  <dc:description>From https://rsc.li/3Qs3Kdb; How to teach atmospheric pollution, Education in Chemistry</dc:description>
  <cp:lastModifiedBy>Kirsty Patterson</cp:lastModifiedBy>
  <cp:revision>2</cp:revision>
  <cp:lastPrinted>2012-04-18T08:40:00Z</cp:lastPrinted>
  <dcterms:created xsi:type="dcterms:W3CDTF">2025-02-28T13:39:00Z</dcterms:created>
  <dcterms:modified xsi:type="dcterms:W3CDTF">2025-02-28T13:39:00Z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