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89FD9" w14:textId="77777777" w:rsidR="00707BEB" w:rsidRDefault="00707BEB" w:rsidP="00834385">
      <w:pPr>
        <w:pStyle w:val="RSCH1"/>
      </w:pPr>
      <w:r w:rsidRPr="00707BEB">
        <w:t>Volcanic ash cloud turned brain to glass</w:t>
      </w:r>
    </w:p>
    <w:p w14:paraId="320877FA" w14:textId="3918ABCA" w:rsidR="001334F1" w:rsidRPr="00834385" w:rsidRDefault="00A66E30" w:rsidP="00834385">
      <w:pPr>
        <w:pStyle w:val="RSCH1"/>
        <w:rPr>
          <w:b w:val="0"/>
          <w:bCs w:val="0"/>
          <w:i/>
          <w:iCs/>
          <w:sz w:val="20"/>
          <w:szCs w:val="20"/>
        </w:rPr>
      </w:pPr>
      <w:r w:rsidRPr="00834385">
        <w:rPr>
          <w:b w:val="0"/>
          <w:bCs w:val="0"/>
          <w:i/>
          <w:iCs/>
          <w:sz w:val="20"/>
          <w:szCs w:val="20"/>
        </w:rPr>
        <w:t xml:space="preserve">Original article by </w:t>
      </w:r>
      <w:r w:rsidR="00D63EE5">
        <w:rPr>
          <w:b w:val="0"/>
          <w:bCs w:val="0"/>
          <w:i/>
          <w:iCs/>
          <w:sz w:val="20"/>
          <w:szCs w:val="20"/>
        </w:rPr>
        <w:t>Ada McVean</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43DBBA0E" w14:textId="77777777" w:rsidR="0053484E" w:rsidRDefault="0053484E" w:rsidP="00DC5C36">
      <w:pPr>
        <w:pStyle w:val="RSCBasictext"/>
        <w:rPr>
          <w:b/>
          <w:bCs/>
          <w:color w:val="C8102E"/>
          <w:lang w:eastAsia="en-GB"/>
        </w:rPr>
      </w:pPr>
      <w:r w:rsidRPr="0053484E">
        <w:rPr>
          <w:b/>
          <w:bCs/>
          <w:color w:val="C8102E"/>
          <w:lang w:eastAsia="en-GB"/>
        </w:rPr>
        <w:t>Scientists uncover a 2000 year-old brain turned to glass</w:t>
      </w:r>
    </w:p>
    <w:p w14:paraId="3A7E3AB5" w14:textId="77777777" w:rsidR="00AD6025" w:rsidRPr="00AD6025" w:rsidRDefault="00AD6025" w:rsidP="00AD6025">
      <w:pPr>
        <w:pStyle w:val="RSCBasictext"/>
      </w:pPr>
      <w:r w:rsidRPr="00AD6025">
        <w:t>Researchers have found a unique type of glass in the brain of a victim of the Mount Vesuvius eruption in AD79. This is the only known natural example of soft tissue turning into glass.</w:t>
      </w:r>
    </w:p>
    <w:p w14:paraId="179F0DEB" w14:textId="1D287520" w:rsidR="00AD6025" w:rsidRPr="00AD6025" w:rsidRDefault="00AD6025" w:rsidP="00AD6025">
      <w:pPr>
        <w:pStyle w:val="RSCBasictext"/>
      </w:pPr>
      <w:r w:rsidRPr="00AD6025">
        <w:t>The team believes that the victim’s brain was rapidly heated to over 500°C when a hot ash cloud from the catastrophic Vesuvius eruption engulfed the Roman town of Herculaneum, near Naples in Italy. It then rapidly cooled when the cloud dissipated moments later. These conditions led to the brain tissue turning into </w:t>
      </w:r>
      <w:r w:rsidRPr="008C2498">
        <w:t>glass</w:t>
      </w:r>
      <w:r w:rsidRPr="00AD6025">
        <w:t>.</w:t>
      </w:r>
    </w:p>
    <w:p w14:paraId="433B6B09" w14:textId="1EB5FF4B" w:rsidR="00214BC6" w:rsidRDefault="00AD6025" w:rsidP="00214C29">
      <w:pPr>
        <w:pStyle w:val="RSCH3"/>
      </w:pPr>
      <w:r>
        <w:t>Glassy grey matter</w:t>
      </w:r>
    </w:p>
    <w:p w14:paraId="4E2ABF15" w14:textId="6C634CB5" w:rsidR="00406A02" w:rsidRDefault="00FE7A15" w:rsidP="00214BC6">
      <w:pPr>
        <w:pStyle w:val="RSCBasictext"/>
      </w:pPr>
      <w:r>
        <w:rPr>
          <w:noProof/>
        </w:rPr>
        <mc:AlternateContent>
          <mc:Choice Requires="wpg">
            <w:drawing>
              <wp:anchor distT="0" distB="0" distL="114300" distR="114300" simplePos="0" relativeHeight="251658240" behindDoc="0" locked="0" layoutInCell="1" allowOverlap="1" wp14:anchorId="49F2AFDC" wp14:editId="3AB24FA3">
                <wp:simplePos x="0" y="0"/>
                <wp:positionH relativeFrom="column">
                  <wp:posOffset>2857500</wp:posOffset>
                </wp:positionH>
                <wp:positionV relativeFrom="paragraph">
                  <wp:posOffset>273050</wp:posOffset>
                </wp:positionV>
                <wp:extent cx="3219450" cy="2657475"/>
                <wp:effectExtent l="0" t="0" r="0" b="0"/>
                <wp:wrapSquare wrapText="bothSides"/>
                <wp:docPr id="1068708397" name="Group 1" descr="Two old bear jaw bones on a blue cloth with a ruler for scale."/>
                <wp:cNvGraphicFramePr/>
                <a:graphic xmlns:a="http://schemas.openxmlformats.org/drawingml/2006/main">
                  <a:graphicData uri="http://schemas.microsoft.com/office/word/2010/wordprocessingGroup">
                    <wpg:wgp>
                      <wpg:cNvGrpSpPr/>
                      <wpg:grpSpPr>
                        <a:xfrm>
                          <a:off x="0" y="0"/>
                          <a:ext cx="3219450" cy="2657475"/>
                          <a:chOff x="-1" y="0"/>
                          <a:chExt cx="2782240" cy="2324664"/>
                        </a:xfrm>
                      </wpg:grpSpPr>
                      <pic:pic xmlns:pic="http://schemas.openxmlformats.org/drawingml/2006/picture">
                        <pic:nvPicPr>
                          <pic:cNvPr id="3" name="Picture 3"/>
                          <pic:cNvPicPr>
                            <a:picLocks noChangeAspect="1"/>
                          </pic:cNvPicPr>
                        </pic:nvPicPr>
                        <pic:blipFill>
                          <a:blip r:embed="rId11" cstate="print">
                            <a:extLst>
                              <a:ext uri="{28A0092B-C50C-407E-A947-70E740481C1C}">
                                <a14:useLocalDpi xmlns:a14="http://schemas.microsoft.com/office/drawing/2010/main" val="0"/>
                              </a:ext>
                            </a:extLst>
                          </a:blip>
                          <a:srcRect/>
                          <a:stretch/>
                        </pic:blipFill>
                        <pic:spPr bwMode="auto">
                          <a:xfrm>
                            <a:off x="156346" y="0"/>
                            <a:ext cx="2385649" cy="1685925"/>
                          </a:xfrm>
                          <a:prstGeom prst="rect">
                            <a:avLst/>
                          </a:prstGeom>
                          <a:noFill/>
                        </pic:spPr>
                      </pic:pic>
                      <wps:wsp>
                        <wps:cNvPr id="217" name="Text Box 2"/>
                        <wps:cNvSpPr txBox="1">
                          <a:spLocks noChangeArrowheads="1"/>
                        </wps:cNvSpPr>
                        <wps:spPr bwMode="auto">
                          <a:xfrm>
                            <a:off x="-1" y="1728375"/>
                            <a:ext cx="2782240" cy="596289"/>
                          </a:xfrm>
                          <a:prstGeom prst="rect">
                            <a:avLst/>
                          </a:prstGeom>
                          <a:noFill/>
                          <a:ln w="9525">
                            <a:noFill/>
                            <a:miter lim="800000"/>
                            <a:headEnd/>
                            <a:tailEnd/>
                          </a:ln>
                        </wps:spPr>
                        <wps:txbx>
                          <w:txbxContent>
                            <w:p w14:paraId="74F6AED8" w14:textId="569DE2B0" w:rsidR="00AC1420" w:rsidRDefault="00914F1F" w:rsidP="00D016B8">
                              <w:pPr>
                                <w:pStyle w:val="RSCBasictext"/>
                                <w:rPr>
                                  <w:i/>
                                  <w:iCs/>
                                  <w:color w:val="C8102E"/>
                                  <w:sz w:val="18"/>
                                  <w:szCs w:val="18"/>
                                </w:rPr>
                              </w:pPr>
                              <w:r w:rsidRPr="00914F1F">
                                <w:rPr>
                                  <w:i/>
                                  <w:iCs/>
                                  <w:color w:val="C8102E"/>
                                  <w:sz w:val="18"/>
                                  <w:szCs w:val="18"/>
                                </w:rPr>
                                <w:t>©</w:t>
                              </w:r>
                              <w:r w:rsidR="00261598" w:rsidRPr="00261598">
                                <w:rPr>
                                  <w:i/>
                                  <w:iCs/>
                                  <w:color w:val="C8102E"/>
                                  <w:sz w:val="18"/>
                                  <w:szCs w:val="18"/>
                                </w:rPr>
                                <w:t xml:space="preserve"> Pier Paolo Petrone</w:t>
                              </w:r>
                            </w:p>
                            <w:p w14:paraId="56602BF0" w14:textId="41B79D21" w:rsidR="00AA6512" w:rsidRPr="00D37733" w:rsidRDefault="00361284" w:rsidP="00C43246">
                              <w:pPr>
                                <w:pStyle w:val="RSCBasictext"/>
                                <w:rPr>
                                  <w:color w:val="C8102E"/>
                                  <w:sz w:val="18"/>
                                  <w:szCs w:val="18"/>
                                </w:rPr>
                              </w:pPr>
                              <w:r w:rsidRPr="00361284">
                                <w:rPr>
                                  <w:color w:val="C8102E"/>
                                  <w:sz w:val="18"/>
                                  <w:szCs w:val="18"/>
                                </w:rPr>
                                <w:t>Researchers found fragments of glass measuring</w:t>
                              </w:r>
                              <w:r w:rsidR="00AF690F">
                                <w:rPr>
                                  <w:color w:val="C8102E"/>
                                  <w:sz w:val="18"/>
                                  <w:szCs w:val="18"/>
                                </w:rPr>
                                <w:t xml:space="preserve"> </w:t>
                              </w:r>
                              <w:r w:rsidRPr="00361284">
                                <w:rPr>
                                  <w:color w:val="C8102E"/>
                                  <w:sz w:val="18"/>
                                  <w:szCs w:val="18"/>
                                </w:rPr>
                                <w:t>2 cm to a few millimetres in size in the skull of the victim</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9F2AFDC" id="Group 1" o:spid="_x0000_s1026" alt="Two old bear jaw bones on a blue cloth with a ruler for scale." style="position:absolute;margin-left:225pt;margin-top:21.5pt;width:253.5pt;height:209.25pt;z-index:251658240;mso-width-relative:margin;mso-height-relative:margin" coordorigin="" coordsize="27822,2324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l+t/JBAwAAeAcAAA4AAABkcnMvZTJvRG9jLnhtbJxV227bMAx9H7B/&#10;EPTeOnZsJzHqDtu6FQN2KXb5AEWWY2G2pElKne7rR8p2bh2wdgXqkJZIHx4eSlevdl1L7oV1UquS&#10;xpczSoTiupJqU9If399fLClxnqmKtVqJkj4IR19dv3xx1ZtCJLrRbSUsgSTKFb0paeO9KaLI8UZ0&#10;zF1qIxQs1tp2zINrN1FlWQ/ZuzZKZrM86rWtjNVcOAdvb4ZFeh3y17Xg/ktdO+FJW1LA5sPThuca&#10;n9H1FSs2lplG8hEG+w8UHZMKPrpPdcM8I1srH6XqJLfa6dpfct1Fuq4lF6EGqCaenVVza/XWhFo2&#10;Rb8xe5qA2jOe/jst/3x/a803c2eBid5sgIvgYS272nb4CyjJLlD2sKdM7Dzh8HKexKs0A2Y5rCV5&#10;tkgX2UAqb4B5jLuIKTkE8ubdGJoslkmSTqHzJM3zFEOj6cvRCR4jeQH/IwlgPSLh32KBKL+1go5J&#10;uifl6Jj9uTUX0C/DvFzLVvqHoD3oDIJS93eS39nBAT7vLJEVMEOJYh1IHlbxo2SOxWEA7hkiGFb0&#10;UfOfjij9tmFqI147A6KFUQpUnG6P0D353LqV5r1sW2wT2mNhIPAzgfyFm0F8N5pvO6H8ME1WtFCj&#10;Vq6RxlFiC9GtBRRjP1TQRQ6T7KEiY6XyQ5ed5V8Bbxgj563wvMEWItADNvQcSIys+0+6ggRs63UY&#10;lzOJxVk+T/NjuUw6S+bLLE9Xg87ifJmtkqCzvViASuv8rdAdQQMgA6zwDXb/0SFA2DptQbqURuIm&#10;sAhvxA1ocRTgPHITn+A9YvRZI/etYUYAGkx7kEgSLyaRfMdC3+gdSZDXcRuOJfE7eI16QNDOnKnF&#10;Wt03glWAb1DMUeiQ50nEjzMaL5LlfBrgPfXHc5qt8mS5CtqcxvRA63OZZ0WrSF/SVQbNPOkJKzrp&#10;4WJoZVfS5Qz/Br1hre9UBRyxwjPZDja0tlXQPix+6CRafrfejWSudfUAXFoNwoATBy4sMBptf1PS&#10;w+FfUvdry/BgaD8ooHIVp3gw+eCk2SIBxx6vrI9XmOKQqqSeksF868MNM1T0GrReyyBABDUgGbGC&#10;woIVjnewTu6PYz/sOlyY138AAAD//wMAUEsDBAoAAAAAAAAAIQCsic51vIwBALyMAQAVAAAAZHJz&#10;L21lZGlhL2ltYWdlMS5qcGVn/9j/4AAQSkZJRgABAQEA3ADcAAD/2wBDAAIBAQEBAQIBAQECAgIC&#10;AgQDAgICAgUEBAMEBgUGBgYFBgYGBwkIBgcJBwYGCAsICQoKCgoKBggLDAsKDAkKCgr/2wBDAQIC&#10;AgICAgUDAwUKBwYHCgoKCgoKCgoKCgoKCgoKCgoKCgoKCgoKCgoKCgoKCgoKCgoKCgoKCgoKCgoK&#10;CgoKCgr/wAARCAHQApg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KKKKACijntRQAhLDnIA75paCAeCKKACiiigAooooAKKKKACiiigAooo&#10;oAKKKKACiiigAooooAKY5ycelPqM9TQAjDIwKUDAxRRQAUUUUAFKv3qSgHBzQBJRRRQAUUUUAFFF&#10;FABRRRQAUUUUAAz3/CiiigAooooAKKQMCcZpT04oAAAOlFA6c0E4GTQAYGc0fhRRQAUUUUAFFFFA&#10;BRRRkHoaAAAAYFFFFABSMcClpsnagBtFFFABSNux8uPxpaKAADFFFFABToz1FNpydaAHUUUUAFFF&#10;FABRRRQAUUUUAFFFBzjgUAMC/wAJPOe1CqEOFySaUg5zgDmgMCeGGcUAKeBtH5UY/CkCZOSf1pTk&#10;DI6+1ABwT9KKMkcBaKAFooooAKKKKACiiigAooooACMjBoAxxRRQAUUUUAFFFFABRRRQAUUUUAFF&#10;FFABRRRQAjfdNMqQjIwajxjigAooooAKKKKACiiigB69BS0i/dFLQAUUUUAFFFFABRRQc9hQAUUD&#10;kZIooAKKOvWjI9aACgdOaKKACiiigAooooAKKKKACiiigAooooARmxTdxHegnJzSUAPVtwzilpin&#10;BxTs84oAUkCmuOM00rtOS569Cad94ZJoAbRR/jQKACignFFABRRRQAU6PvTacmBx3oAdRRRQAUUj&#10;AEc0A84PpQAtFFFABRRRQAUUUUAIVDEZPSkCDIJHTpTqKAEYlRkKT9KThTwPrTqMD0oABzzRRjjB&#10;ooAZub1pynIplAJByKAJKKQEEUtABRSc568UtABRRRQAUUUUAFFFFABRRRQAUUUUAFFFFABRRRQA&#10;UUUUAFNcY+anU2TOOMZ9xQA2iiigAooooAKMZ4opU+9QA/pRRRQAUUUUAFFFFABRRRQAUU1m5/pQ&#10;G6D1oAdTWKqctTjx3xTXORx0+lAApJ+b1GaXPGTRtHDZ6e1G7n/61ACSMEXPpyKATj8KGO7AP6il&#10;C4Oc8elACZHIxSAvuJI/Cl3B+Rzx6UKRk/XpQA6igkCjIPGaADrRRRQAUN0P0oPSm7gqEscD1NAD&#10;aKAc0DPcUAAODk04g5xg/gab0pdzcsoyfpQArAEgnGO9I57DtS8gA7frSHsSecc0AJSYO7OeKWig&#10;AyAcetFFFABQAScCilTBGRQAqr3P4Uo4OPyo69D+lDcj2zzQAKwbpS030x/KhWGdx4BHegBW6c0A&#10;jOMk0EAZNDDP3jx6UALRSAg85+lGTnGKAFooooAKKKKACiiigAooooAKKKKAI6KKTJycjigBynDU&#10;8nAzUYIIyDSlyRigA3nPFKr5ODTaKAJKKRWyKWgAooooAKKKKACiikbdj5RzQAtFMOYwGLcd6UHn&#10;5R16mgB1FFGaACiiigAooooAKRlyKWg5xxQBHRQM9xRQAUUUUAB9qcin7x49qbT0AAyO9AC0UUUA&#10;FFFGRjNABRRRQAUUUUAI4BUgjjHNIrA9QRinEZ60wkDk9OxoACdwzjPtmlCHGD6+tNGc7jjGOBTv&#10;u5Pb1oACc/d7daAgIKkcemaTaXIYNx1GKdtGaAGhsnJzkdqCcj1HcE0YK8sOMnGKQAn5jxxwKAFV&#10;SBkH1wKc2AM4pDkcjnNJsDZJBzmgBwO49Me9Rpv3HLdDT2UsMHp7UwkjATkZwcg0APLgHafzzTWM&#10;ip7/AFoGSTt6nnpSgquFBP0NADtwwMmmOc8jjFGcnNABJ4oARTknApaM56Ug3Z5AoAWgZByP50Zz&#10;QuS39aAHM3OB1+tN571Icdaa+MCgBtFFFABRRRQAYznHpRFkjdxjPrRkDr+NIrguFHTHOQc0APLZ&#10;JAHP1pHLZCjj3zSHcx2LnA68Uu4fdPoTigB2FxwDzSAdiM+lKRvBBHBoAwcflQAkjFRkLn8aCDjD&#10;AYPvStg/eHTpSZ3jpQANtBDt0FOppGSAw4AHPqadQAUUUUAFFFFABRRRQAUUUUABzjg0UUUARbl/&#10;vD86XrSFQuAmeSTljnFLwxyBkd80AFB4OKUAA8n25pHRi2AP1oARjgdaUGk5PUd8Lx2pcNnAGD2o&#10;AVM54FPpqkqcN36UrZyCO1AAzhaUHIzTGBKnJz6AUu/YMtjrigB1GQehpCSQQOtIuRztHJ7elADq&#10;TvkH8KaxAwT34xmlyQTxx9aAI5JGA3Yz/SliJc5Ax6gGnAkxZIPPY0Ltzgnr0oAdkBiKaSQck0Y+&#10;bJ60L867lB555FADlII4paYpOM47flQcgDae1ADicd6Mj1FNkKkHcCMGkBzhsduKAJMj1opgD7gc&#10;cHrmnBgfu80AI69xTQQehp5IzjNRTswUhRyAcY7mgB2R60ZHrTICGGPQnr+VObCgsFOfrQA4IW+n&#10;rmnjGODTMk4GSMj0oAG7BHbrQA/I9aKaeGJJ4pMlV3ZPQAcdKAH4HpRgelNzkjnp1oyckj8qAHZH&#10;TNFM+Zs8c9s0mSG2lcUASZGcZoyPWoyVDZZjz0pwGDmgBxIAyTSYGPu0hBJGRQN38J4A70AJyAPk&#10;49PSnZGKASw+ZcUfxcnPPFACLuByeh7elOpoOQOeQeaAWHB5xQAjF9u7H4AdaTjABNOJw2MZyKRk&#10;BIxye1ADkzilyPWmgEDbt46YprkDqx47UASEHsaQqMEYpFLAZNIowxJznvzQAhYKT0HPJNJvBfgc&#10;CnZyxbBpoiccAYB68d6AFHQUqtgYoByAOeOKCOQcnmgAYEHPakyPWg7+VY8cY6Um0lhIc/TPWgBe&#10;nBp0ZHrTFzu6fU8U/Kh+nbrQA7g0x8A0FiE+ZcmkkHy5IGB1NABRQhG3LDn2pgDR7mkckE59hwB+&#10;XH60APyM4zRk5ximYO/DDtz9O1OQqcnJFADuOpGfwpygFeg+mKaDnj3pUz1bPtzQA1gF+UAcUFsk&#10;j260MSzjB+6ec0AHd8pPSgByHrTgQehpgIBGD1pQgH3OM+lADqbs+bcD+FDKQvHaky33e+e9AD8U&#10;nQ5zSAkEDPWlxzzQAuR60UgGGzx7UtABRRRQAUUUUAFFFFABRRRQAyT73zD2FABBxnOfanEZ6UBc&#10;deaAI2c7iqkZAyyjrTiu5+G4pdihtxHbGacBjpQAwqQoQfn6UZySoOMdDTm6UijBwB2oAMHHTJpW&#10;bb/Dx3NL+NBAPBoATK46jOKTaCTkdR6Uu1c5xzS+1ADEBJzgj2pQ3GMdPahuBuxyKVTu5yfyoAaY&#10;2bOSPanDNLSMcDpQBE8qk7SeB1zQrhgNhz2xQ0KyHLJuGcnP+FPWJI1HU7RwWJJ/WgBTjPzHilwA&#10;OBSHcwyp9eooy3IzzjigAKj8e1ISQMgckd6dyRx1ppU5JYjnjINACOdq5H6UijZhWPU9TTyoPHGa&#10;GCgZIz6UANXcWA557YpxwnKihQ/BLcelKVBO7+tADQFJ+UjkUkiKwC7QeeeKdtIbj86X8KAGsoUc&#10;DvSse3BzRgKS+Dn0oHZTn+dAAOxHp0o4PJA/EUhQ7sKSOlB+Ucn8aABmx2B5pVGR7dqAg64waVTn&#10;kjB9M0AMXAJJGMHk4qTjtTSCR8p470If4T1FAAxO7AHAGelDAdR60F8kqoOaGYLgYPPcCgBDgAZG&#10;cd6Tc28YGR605W3D5fyNJI6oOR070ANR9+RwT7VIMgf400KpO5fWlBYtj0oAdTGXkYOceppxySQO&#10;1BJHagBvDBXI9DzShtxI70HBUgH6Gj7q5J59aAE+dxyO/UcUBSB17dKXcQwXH1pcfkaAAemR0prA&#10;OoHGfanAHBA496ajBuSMe2KAFwRyf1peD0b64psnQ5BPHbtSqGBHPFABgAZBH5UKTtP8sUuAvTik&#10;DBm4zQAiYVQSMcc57UoBKjfjijtz9elIoGzKk4560AJgeoJPXPegAkZZ/wAcUElm+RiPwp3OPlP1&#10;oAbkKCAwOetBwW4xnHSnKq7egpBtDkgc4xnNABkDA3A88A0MwwCRxSMVLAA570ucKGI9zQAx1bJK&#10;j5scZ6fnTySWxgc+9LjPzbuKarBmAYn2yaADywwAD4+lCqY2PzZz2x0pxEnGCPc45owOrflQAE/L&#10;jHfpigsSM4BpOG+8c+vNOHIyOM0AIqrjdjk96ADkjj8BS9Dx60DGcgUANyWwxXPoKVSXHzDBx0pB&#10;wcj8qU7c9fegBcED6e1N2EEZP1pQd3AHelyP4iOvFAAc4yufpRwRwelCjA5oAA6CgBc0UUUAGBnN&#10;FFFABRRRQAUUUUAFFFFABznpRRRQAUUUAYGM/nQAEgEAnr0oxRRQAUUUE4GcUAFFA5GaOe1AB1o4&#10;FFBAPBoAD04oOccUUUAMVCG3t6etP5pD06UA7jnHSgBaOlFFAAOeaKCAetFABRww9jRRQAmMdBRj&#10;uf0paTZ8+/PbHWgAAx3o55OfpS0UAGBnNFBIAyaKAENL7ik6nHbHUGloAACOppuxV5HBz1p1IRkY&#10;oANoIwaRlyAo9aEXaCefxNLhTyKAAAj+tB7kDkDvS45zQehoAYQM7n70pK7cp69qTnbhBge9BODu&#10;7DjAoAMtnAxjr1oyM4PpzSjaTjb+NG1SWXH1oAFwDx36UisQMZ/Gh1PBDYAoZMHIIwPegBURQuFX&#10;ilzjrTcHcAWzg+tKrEyFc8Y45oARkUMCTwB60qrt5HTtmgnvtz9KN5BAYdfSgBeowabxnBFOA45p&#10;jtgbzjHfPagAAJbdjgdMU7nHtTRzhSevTAp2McA9u5oAQqCQdxp2cnOaQs+eBxQpDjBoADnOAD0o&#10;IHP1oYgAgelCdMkD86AEZSpyg5J5pNrMODxnkEUrEBuhPrSYLLgnGRQA4BlUAn601osuTjAzxThw&#10;NpIzQVz94jrxzQAwxhQAmAO4xS7g3G/ntgdacSo4xxnmmKEJL7OnQ0AOUkDIHJ9KcwBABPeomWRs&#10;sHIzkden+cVKRk5zx6UAJtzw3bvQ3yAYGeaCxVTlScCmgEDdk+woAcBnPHHalJGcE+9IGG7A70Mu&#10;5gSMgUALuz938aDu3Yxx65prYXn39aVtxbapP40AByBhBQu/uBjFKRngUcKOTQAtJyeo/WkwCNue&#10;frSnOfvUAG0ZzijLelC/WlzzjFAB7UnIPHSg+1LQAe+KKKKADoOaOtFFABRRRQAUUUUAFFFFABRR&#10;RQAUAAdKMjOM0UAFFFFABRRRQAUUUUAFFFA6c0AFIFAJI70oGKKACiiigAGe5ooooAKKKKADnNFG&#10;Oc5pMndjFACjPeiiigAxnrRRRQAYA6CgnFFFABznpSKSRyKWigAopASSQV6d6WgAooooAO3FIRkf&#10;4UtFAAOnNAOaQ54x+NLQAhOVyp+lBXJByaWkPJxj8aAG4y2cd6dtwTg/pSgADAoxmgBAGA5OaAAc&#10;NS0DA4FABTDuZ9u3A9afSMO4H40AAIPIowScg45pQABgAAelFADWLZwtLtCg/MaON2M0ZHUHjNAD&#10;WCuQQc89qdyB0/KgbQSQOtAOelADSj84bnPehw6qCgz04zQ2QM7jz6GnICOCc0AIued2Rn1oxnjd&#10;SOo4LSYAOf8AOacMdjQAMD2pCGO3sccilBI6nP4UAnJG0jH60AAGOAf0pelHGelJg9CTQABg3FGA&#10;Rwc8cUiqB25pNrDIJIGOMUAIqleQee/FPxjODjmkQcZOPwpc8daAGhm3YxwPUUoU9c4PeheMjHel&#10;ByM4Iz7UAA9TQTyBmkZgCBtPPXApOAclT+NADuM7hjpTTuDZY8fSlDD+7wO9DYKnk9f89KAHds5o&#10;pNoxtJpeaACikyd2MfjS4HXFABRRRQAUc59qKKACiiigAooooAKKKKACijnPWigAooooAKKKKACi&#10;iigAooooAKKKKACk+bPB470tFABRRRQAUUdOtNzGcnPXrxQA6imfaIN2zzVznGM+2aVZY2JCuDg8&#10;47UAOooyDRQAUHgZooIyMZoAryajbRTCF3wxOACRz3qaOZJPums/UtBgvpopZMsIm3Kp5GTx+Hfp&#10;+dXbaARRBAu3B6A/n+tAEvPeggHqKKKACiiigAopDzkClHTmgAo/CiigAooooAKKCQOtFACMwUZN&#10;LRRQAYooooARdwHzHmlxyTmijnPtQAUdaKDwOlACFscEHgUdQM0px3FFACYB4pcAdBRgZzSDgZoA&#10;UjIxSKAq7VGPSgc55zSjPc0AHbmkztGKWjAPUUAIemTS9eaMc5zSYxyPWgACgdBQoxk+tHIb2/lS&#10;0AAIJ+lFGMdPxoGe4oATGOf60pIH40Um0ZoADgDJpMKQdxJ9c04Y9OlIQMYA/SgAwMDA6dKOQST+&#10;VAyBz0psk8UR/eSKMnjPHagBwwRkU2SdI2AY9a4v4o/HPwP8MNFk1nxBqCiKJN74PRQCT75x2HXi&#10;vj74xf8ABWzwj4a1e4sNAmF40M7xQpp4aVy5CbQ2MFTllyOwIycFSwB96ggjg9uxpyoAdx618vfs&#10;pft+eDvjxbRhLxUBiV97kjKEEq47NkYbHZWXrlc/T8M6TLlSD9KAHY560tFFAAPeiky2Md6WgAoo&#10;ooAKKKKACjntRRQAUUUUAFFFFABRRRQAZooHTmigAooooAKKKDzQAUHPaiigAooooAQg5zz9KWii&#10;gAoozikZFYgntQBmeLrbXrnwzqNv4bvUg1CWzlWxmkHypKVO0n6HFfkF+0x8Wv8Agqx8FNcvdM+K&#10;PxQ8QWtnbqyrqVqluLa6UgZZFALdSNoJ+Uoxw4bA/ZE4A56Yr46/4K7fFb4Dax+zX4n+AniDxtZR&#10;eKtb0mX+w40iExtLhV3pLKT+7iAIyPMYZxlQdpwAflR4h/bc+O9vOL69+Nni24QTh2t01yUnJ8wS&#10;Iw3syjkDhjkZYMow49m+GH7evx50KHRbvwp8WdduL2ZdupafLNJdQW5ZS6+Y0+8kbNuSwHzNyQxY&#10;jwW90X4cX8Ma3F9c3MdzPBbvq8N2Amov5aKrKxYJAnPVMAkYzzkGl61oHhbxHDNPpeoJo1vKFzYr&#10;FHNKjCVgYlL4OFEhZV3MFlYpg7aAP0R8E/8ABWv426Z4NluvEPh7SNSubaH90SxR7hkABUCMsVJd&#10;owAVJ+fjdjdXN6p/wWT/AGsrDXp/Dsnww8NpL5UkttKHeVSCPkX5cZx8pLDgL8zDDLXyZda7odp4&#10;gimj1BTBPDHLHpekqogt7cBizyjP7t3LJnPUk/KMEpXsPEljoFwNb8VAzwWd0DalrQAQSMQE3sF3&#10;Nn5APk+XeCS4I2gH3Z8FP+CwHxpudXg0b4rfBdNQ3xo7T6DIFcJkKzeWxOPmJGS2Pujr1+hvBv8A&#10;wVC/ZR8UalFot/4zn0u7uJNkEWpWMkYchQSAxG0nJAABOdwwSc4/Nzwh+1D4e8J6Hd6H4litblmg&#10;8i7unhEkqOvyqm9huxgtt5wcliU8sA8F8QfEVp4k15fEnhnUoriUqyJbTXLNlml8okqD+8OSnq24&#10;upw7fKAful4X+IfgjxlaLeeFvE9lfRsoKm3uFY4IBHGc8hlP0I9a2utfgF4a1/4z+CfET3vw6+IG&#10;q6RKLB7awvLWdooHd2wXVAzICcbyoUnaMKASDXtvw2/4Km/tj+CpY/C138RbHWVSV8zalaRqUVfk&#10;273KsVRwWJChmUAck5YA/Y8NnoKWvy9P/BYj9oHwnb3B1S38M6w1uhnkNpHIN6EhztwcgrFuYqeQ&#10;qM5wNoPT6L/wXF1VpUt7n4TW2oGNA941petGoG1yfLG1i2Nozu24LqOcsqAH6N0ZB6Gv57f+CpH/&#10;AAU//a08d/tS/wDCT/BL4w+OPC+iy+G1l8M+D9M8aS2MZRrYwyOIrGaE3Mnm/apozJ5xkZIwm4Ks&#10;R8T+F/8AwWI/4KJaFFL4u8J/taeJ7W5tFnuLbRtW8RHWIWjeOAPFGL/7QsiQRxyOJpifuXJLOSWU&#10;A/p+oOexr8Cf2eP+DpP9sj4d2tlovx5+FXhH4kqsYmu7u2M2i6kyPlgP3MUkDFQD0gQAbSzckr9e&#10;/Dr/AIOQfDnxM1a78NeHv2XY4NVhnYW2m6j45MMtxCs7QmbIsGRQSvCby/OGCkEUAfpyTjrQORXw&#10;9+yx/wAFaPiJ+0d+1Ro/7PZ/Z60+C01MTNqWqaVrF9cHRYo7K6m8+YyWMatG88Eduu/yMPKRlmUI&#10;/wBwKSVBPp2oAUDFFFHPagAIB60Gjp1oP1oAKMc5zRRQAUUUUAGRnFFBAPWigAoowMYooATDFucY&#10;xS0UZzQAAAcCjpRSEkHpQAAgjcDwelLRQABQAUgbcMrSmigBBnvS0UUAFGRnFIc4+Uc0v1oAO+KB&#10;nvRTTNGpwzYOM0AOoHT/ABpgnhb7rg84/rSqwyTnrQA6mSuIxvOPqaq6lrFnpVvJdXNwi+Wm4qxx&#10;xnGa+ZP2iP20bbR9LfTPCV4Y7yR2jhSKJZJGky23C5IYZXkA8h16bgaAPdPiB8avBngSymk1XVxF&#10;IkDPGCDg4HXOD8uepxjr6Yr5++Lv7eNhpdncf2bPC0Bm8qFVYszEHaSxXlRlSPYEtyoIPzxqeveO&#10;PjHqxufFOpJBaTxzziAICgAdMuXYbi6hCQuP41AG4ZfhfjV4n0fTZLbwhLPY28rKQybkB+7hmUKV&#10;KSqd+5gW4fJIMnygHP8A7QP7RPj/AOLSXdnd38z2s8YhMSSTKsrPyqfIRlMHacHscD5jn5j14PdT&#10;3CmG4ieK6w6T2/kHdwSFO0gt1IVST/eKsuK97GipfalcaldXUa2sKgxPEJcKWb5MMMKV8tiSA4Bz&#10;hcKTjyLXtY/4T3xYvhW0uDbkXf72cW4SSXaykRkLtJB4fA4wjv8AMuFoAu/Az4n+Kfhh4wi13SJZ&#10;FlMf+lRG6QZWOR2Dl/43dl3HYQ2AwPmYJP6nfso/t5eCfE2gfZ/FniGC2a0ib7XLPOsUUKqSSxZ2&#10;xgL/ABnGcH0NflR8XvBXjT4ReI/+EP8AEXg+5nnuUBBghklFwiqFLFfmQKzMCFAXGd5GMuPn74xe&#10;OvGHi7w6sWl65Z2FvPDCfs15cRx28UTyF2d2kk2uYv3jPJhgvBBIGxgD9Ev2nv8Ag4e/aQufi/qv&#10;h/8AYp+Ffg258KeH2Md9qXi7Sb/Uby6IDt5qwWdxD5SkI+1CT9wlpE3ADa/4JJf8F0fjR+058dNY&#10;8LftdXuhQaZrWpx6foL+HtPS2s9HuvLQxx5aR5ZknZnUszybHRQPlEjJ+Snh2LwVrHwx8bv4ntLu&#10;3bT7XTX07RtPu7fLXBe6EsskIMccUW9lSR0VnDSQhdqO1bH7G3iLUPDnjLxD4W1LVoJhdxj/AESP&#10;WFfNxAYtj4KsrSg53MMLtjReUkDUAf1bqwYbhS18ff8ABLz9tjU/ix4bh/Z3+NWoyDxroehWt7pd&#10;/e30M767pckSvFN5kTsJZo0dBIw4cMsgLEybPsAMG6GgBRnvRRRQAUUUc0AFFFFABRRRQAZ5xiii&#10;igAIz3ooooAKKKKACiiigAooooAKKQsAcevSloACcUCg4AyaB0oAKKKKACg4xzRTZlZ4mRSQSMZH&#10;agD5D/4K1/8ABS3wL+wj8JU0G315I/GHie2nh0hYZ18zT49m1rxkB3NtLrtUfeIPIxmvwuuP2sfC&#10;3jczeK9c+IFnEoucrqKlbtNxlimeZsABmRN7NjlxyAzOXH1L/wAFKP8AgjF+3TfftN+I/idpPgy+&#10;+KPhHUNTafSbqDUXl1K2tzmUQnfuZDHIQFI+VvLBwCTn4K8X/wDBOn9qMatq/i+3/Zk8SWdnFcTQ&#10;Wwg0py9oUYt5flSfwfOyKCrMywgKdwwoB6v8afi/+y58F/Aja14m+OVzr3ijURO7aX4ftkRY7YsR&#10;++uWPlxjMvyog808ZA+83nep/wDBS3wl4X8H6dB4A+D1s+stcx3OnrcanP5FzAGVJCzDa53LG7bF&#10;EYDb23NwG+ffih8EviRoniS/0bXfAWsaffTxTmS11bTjGbeAllL7AQ4ztZxlSQwyh+R9vrn7E3/B&#10;ML4sftr/ABPtvDmh6x4d8LxyXMUMtz4v1tbWCSdgwSDyXdpJZCSAMAl/lBU7mAAMf4j/ALVX7Ueo&#10;/EdtW1YzaXeT7r3TtJazljtbOJmf5fLdclUj2qCcg73OOFQeh2n7dvibwhpem3PiVIdRmtF+z3nh&#10;y702OBZot20EqQyysoRWIkUKcP8AKSRnf/bm/wCCZXxC/YR8T2nwc+OniFbrXbzTY7zSNd03VFdZ&#10;rVpDExEphSRyPKHLooQKSRjBr5s8Kjwi+tva+LvHFjI1tMHiMNtDb3SnL/LmTCPxFHliASjfLyeQ&#10;D9B/BXxH+GXjfwePEFx4xezlmgW9ghvLJYhHcACNljb5wV3KysS2PlJ4AGOpt4tL8LJeXmt6vMpk&#10;vIbRLSCaR1aOMySNtaOIeagUlBuIO3L4IdmP5paN4ytZEudDsfEtyklqXSHZqBAgRXQxqmHHBYB2&#10;4YsS6ttZuNbwz+1J8RvhHq/hqaW5ul06yvZZ2NhdFrm5hI8zy3juTwjqNuxgGjIJJXKgAH6PaNqI&#10;XXZb6HxC2m2d7p8jzXM8c8kOxkPyZ8tWCrh/mwpJYFsA8XrP4O6Zo3iKLWbbxB9qt7e3N1cQRNFE&#10;XSWNRsBnKBZG+Ztu3o7AjJFfPH7N/wC3N4H+J3/Ej8c6XHaahHfxvY3Uj3ET+XLKYzGkUscMb84V&#10;DklnU7lXjHvOh+HtO1NX0vXZ4L6zvLlJdJvbuxl81pzC5kUzRGTy0SdiDgqo2lBIDgSAGdCfD1t4&#10;kur3zBYbrk+fp6adsEiyFfK/0gZOEVnAABK5Vck7i3mP7QXxU03wOY/Cnw7s0n129Eo07wzpLedN&#10;uw0c10W3hAozu3ByXCjGPvD2TxHfeMfht4O1r4kaBqVjpOoSRPZTyWtgzQhztPkkyQrGGIKlkfb5&#10;mxflVkIHxp8Hf2if2hf2dP2o9a/aMsPhgjTnTjbaffa5DKbe1AYrHGWVAG+RGdlQgclQqlmkoAw/&#10;2kvAHjCx0rwtc+MjfSa3c3FwNTW8spVW7i3LshWSTb+7QyyxlsBQxiJlR1EjeYnwZr+nWtlfw+Gd&#10;La5svKaa70+3ZkuEmlmWOUdW2shQCOIBmihT5JCHeX67/aZ/bk+JH7bV7oFr8WdH03QYdNWaHSH8&#10;L2dxbfbXvIozFbTBXljkiuPs9vLl4iv7oSR5YBX8z8a6j4M1X4gWHj/VPBVtb+HtZW8v9L0ZNb3t&#10;bCUzPbC+uJYs3CLMqSyqEEskMEyPMkivMoB4lpz20TNo8k9kqmGdnTUNShjltzGX+WOV02hllllc&#10;hwU8sJkSBFZvU/F3xPvPFItfFvhvUpbjV9Gga41972FPkgAjgSdrsnzGnlSMRmeVjtZ40jdhlq5P&#10;xsum6V4asLXSbL/SprBftiwXZkjlngS586RZCihtuIVRYxIpUS/NGxYHn9MuhNcPBaaBLa3EzSW8&#10;aSkJDcxMyFQZkZ4Z06c8smY9p81FJAP3e/4IPfHaP4s+PYLzxlPC2t2Xw+u9MhvtSYx3t1bQ3trK&#10;uYS7iJh5z+aQd0kiF3LMGNfqUsqMdqkYHvX8pv7Hn7Sfxb/Zd+Lmi3WnXs+m32n51ewslngRbxXh&#10;HmxLkqrwSQ2kBWR0B+V8MN74/af4cf8ABZDwSmj2fibxMsh06+gt5VMKM+1ZUVowzFujA5BUEjID&#10;YwdoB+h1GR0zXi/wB/bg+B/7QWlRan4K8Z2MySRK4xdKCpJYbSM8YwO5JyOORn2Cwv4L6BJo5A24&#10;ZBA/zigCxRRRQAmecYpaKOvegD5E/b//AOCwHwR/YG+KPhv4YeKfCGp+JLvUX83xINFvIVfRbQoz&#10;JIVkI86VioIh3IfLJcsMor+x/swftv8A7MP7YmgLrvwB+LGnaywgMtzpbM0F9bAFVbzLeULIArOE&#10;LAFN3AYmvzw/4KI/spfsz/t1ftVeMtc1n9oLTvCHibQZI9M1PTtangimSO3dLdGEU3lFoZWdT5qv&#10;OpMsC+UGLtH8ZeDf2F/2u/g/8TrDUP2Y/if4D8XaupZbK98B/EuyVRPGkflRwCZ4JZZVWPKqieYS&#10;JSnmbZAAD+jQEHoaK/NP9mT/AIK7/Gj4S3o+Gv7b3gDWQNO/c3Op6lpn2HXojufbPNYGOMT27KFP&#10;moEKgBm3mRVX9CPhX8X/AIafG7wVY/ET4UeMbPXNH1CJZLe8sn6ZVW2OjYaKQBhujcK6E4ZQeKAO&#10;kOexooooAKKKKACiiigAooooAKKKM0AFFFBOBk0AFGR61j694z0PQITLe6jFH8wXErheTnHX1xx6&#10;4PpXl/jb9sv4beEJBFfatAjeYN6mdS6oU3AhQeSePbnkgjBAPWfEet2ug6VLqdzIAIhkAvtyewz2&#10;r4K/ar/4Ku2vwz8VX3hfwvELm4spFW5VJgpAPGdvzFSRjhsDLcAHLGp+1b/wUn0y90GXSPCeoRyz&#10;Tu8IjWEtHCdpx5hZdrA4DYyBkMHKgBx8I6ho2s+OfFl3qEsbNcLkzztbq+wEqch3yVXDbg4cqQBz&#10;kyCgD6s8Ff8ABY7xWPFUcHibQZbZLhilqI5w0S+rEElmVQh27TucD5lyBX0vo3/BUH4W33h5bwa7&#10;BNKW8ry4JdrHgqrtnO0MxXkE4yOQMkfmTF8HntdQkXS47eZJI9str5fliRtwxIWkCtIzbQu85BZM&#10;MDk16b4Y+FE9mltHZafao8MhRYopiypOV+VWYptJDKu55M5O0AMdykA+o/jN+2HqXxPmOi+B7maW&#10;WNQ4liU4h8zIBxncQ4IwR3ZBxkmuG8OeCIobL+1fFF08891Dm0nmmDSyAmTzPmLD5T8uflwCoxuy&#10;c8/4V1fTPBulHWBqNs6h/kJclhsXBQI6gcnem4hcrzk/dHm3xI/aYt7HXorTTLmQRQn7NJcLexK0&#10;bYY7iM/3zHh8ZCkjC+WBQB6J8SP2g/D+hM+jaB9mjltriJpJIZMZLFWVScgBs4+6AMBflG5kr5n+&#10;KXxCttVjW4vLs2uLqVI5Jj5ZSLcWEIXIVgX2BlZQc4LAOvOX8TvilD4om+xaTraPESVllErJEocl&#10;ch8MJQMNu2hip3LllwDxfxBfw4fBcyarftCtvOwngtbgTOI96N5bMTjcJMALtYkr32gUAe3fDfx9&#10;Zajoc8FldI4iQR3ClCSIGPm8BZGEjYAO08sX3E/Ma43VtN8ETePSl1PPEdP1GB4nkB8y7gkuFSUR&#10;kqxLbpFPl5XJCoEwCTnfssa6fEXgeKa2FtHbRyeWRNIjSEKSNy4VdwzlVXCcbc7d5aur8MeH9ZHj&#10;TV9T1bRoZYbeJEczic7GUspdCm1XwxLKy9fKIBKuMAGh/wAFEP2kfDHiTUdIg0bQk0O4srK2trJ7&#10;bVEDhgq7fmcfK7OFIDIR8u3AAyfhH4pNeeMdWuNIg8RMZFs5pNWvNVlSxguXjKoEmklYJMC3lvKo&#10;VUiCNk7Y969X+1L8URrGu3F3dQWqJGz3V9dXcvNrErrakpI+AgjLgkKQzEnkEMa8V1aLUPGLXPhP&#10;SPEQazgt7ibUPJt7lxPI8Vu9xbwxWbN5wFtE3KDDi3/1mxWYADW8b6d9ie61YWt81s8UcST30UUK&#10;2cY+0uImGweWshaQ/Z5I32wyRqQJvPOR4X1nxL8GPEGk+LNMWwvrFrC01LVJLa4hKQ2155TQeY6u&#10;wgm3hmUMNoMZP+ry52rLxja+LvBanTLNrARQCOPSJfHVvY2l+0jT21uDGZC8HleTGzq28SLFaBgq&#10;zQldPSPB+rfFfULLXdVtrXW7qO4axjtm1EtNNLAYfLklY4cwvG9nCHjyuZA20fvN4B7/AODP247/&#10;AOC/jrTvF3w38X6rqWoie01TSPFOnyrZqANqb5pZHMKK6E71AZCswUkqz19hfAL/AIL5fHG7vZpr&#10;nxpp2rzSOsjaBrVsFltw29sF0YYj+6pcFgG4z8wx+ZPxJ0VdO8L315LejWBLf3m6JNXdJCBGS125&#10;RTKkUY2SpuYOyIECSKXJ878N+FbPUNJ0yWzkMVxFfTTRXsGuANbPOzF4o2cI7Okb7NjFG3FwAhCz&#10;UAfuFef8HBHx9utPvL/Tfgj4ZtLSxY28uo391dbJLgoxACgZH3Twep4ODwftL/gl7+2j4q/bT+A9&#10;34z+I+l2dh4k0nWZ7LU7WwjKQlAx8mRFZ3OGXIyW5Kt0wQP58vgr8TdR0vRdQ0zU7v8At7UNIljn&#10;D3NpcNceQ5WFWEjxbmG4b1ZmVmDxkZADV94f8EW/24tN+H37Vml/C3xhd3VmvxDtP7OSzubXyM3S&#10;kGBmXcV+Ql4gVwpMrBAVXJAP2zopAwYZFLQAUUUUAFFFFABRRR3oAKKKKACigHPaigAooooAKKBz&#10;RQAY5zRR+FFABRQTjtRQAUHgcUm4E4FLQAD3FBx3rivjj+0T8GP2bfCbeOvjd8QLDw9pYkMcc96/&#10;M0m0tsjRcs7YVjhQelfDvxK/4OIvgrobX0Hw3+B3iXWkKmLRr69uoLSO4m+fDyR5aSOEbSxYBmAV&#10;1ZVdClAH6KNJCo3OVGOea+Z/2s/+CkX/AATo+At3N4F/aB+NegG/KS79IsonvLhWWMuyH7OreVJh&#10;RgFlYkqByRX5Q+P/APgoL+2n+0Rol/ffG34y67YaLqDsraJ4S1BdOELBlk2hFRXkQxOFQkkFSN+4&#10;7nrjfGmvfAr4Z+D5rK6+DevSXk8Dedez+HbeUAGPa5KzOqrnax2SsFbEigjGCAeVftKf8FQvjfrH&#10;xv1+/wD2KvHN/pPhKcGDwtD4u02z1S4sEJZZGMzQybFZArKGkLIM5cs6BZ/+CP3wOuPjF+1lo/xV&#10;+NPjLQbLwz4Tkm8T+Jr3VbhLWJIYJUlmHluxVpAQCzD5gpPygfIeSv8Awj8E7q7urlx5MbjzIrpL&#10;S0mnupipUoLccKgQDk4KArwR97kb7R9Pu/DVv4TtdcuxZmdDf6Vc3Kp5eWjKkRowdnIRZWG3BaUn&#10;B2EkA9H/AOCvn7eviT9vr9sDW/F/h7SJdM8J2NvDpHg06xAI2gVZJEjuJkl5+aaPzgjoFUyY+bAk&#10;PLfs5f8ABKH9qf8Aa88I61qPg/4H63rE1tdRLaapbyG3sJwwJkLTSPGFIIRgBwdoIBLOa9j+Cvxz&#10;+FvwZ1k+Pb79m74ffFTUbuw/4l9z4mM0B0UW0Yfy9kcgEn3oQFydywZBThRwf7Un/BTj9qD9pqVP&#10;B3xD16Lw74I/sr7LbeDvDBNrpNsoMnlq9mkhBO/fgylpOV5OcAAh+KP/AAR7+P8A8KPg6vjQ+JPh&#10;7YXMojl1bTJPiTpMt3chrlIFmSFXKsrBuquDljncABXylq3wt+I3gnUrC31nxdplxcLp4kljjdJ0&#10;QNHGAjszEM4QNtAGHCbccgHf07xL4s8PXlpp91r2mXkWo3hksLbymE7DY775gsgYgx7idowGcZXc&#10;cj2j4qfEm1TwZ4c8LfBLTYWivPD63F3JZr5M1wuYY2hm+z3Ec5ImgeaUrIUeTb/qWQIgB4JD8LPi&#10;FpWvXOoW3hjWP7Qeyt1OuWludJgc+b5cUj+cE8pJNqhVXIdmXYCS4b73+BXjL4n3/wAG9F0j4i/F&#10;XwzYeJtJ0aAagW8TwTPHLHN9mZGmE0dsXZSsskbswzIqmUmRY5Pl/Q1+KfiPxvHr15p5JOovqN7B&#10;rk4muSRPIxUpdwxw3bLlXEqQMzB1DBRkL7h+zl/wT8+Mvx/8QWmseE/hzf6dBpGn263fiOe/klfT&#10;zEzKWhZUjWNpYVdgjnEke+PcdymgDY179pXw1pHhSDw5IdX+zT28E94ouTbw20v2YypcSwEn7Puh&#10;dnWO5ER3MvlySeTKg5nxf+0Zpetazqi6hDfaRZX1vdSTxabNYwIzrYP5dnFvuvskSPKSitHcyO8U&#10;pNvvmxHJU+IvwK8cfBIt4D8Xa3cy3+sahbTeI7ey0+CO0lA2PtmMCPebA8RkKhYniktYWWNnw44n&#10;TfDEuteJtTtvFHw8j0vxJY6M7S/2QghitrlH2+Z92dJjHDDtCxqQ0cglaZdiyOAdBYeOdH1Gz05P&#10;EusaFLqV1qzi4nsre4tdW0spcP50UjXKfZySZbqWNY3z5rR+cEMUUcXGawnjTxL4hsfCus/DO4td&#10;Yib+xtThJuWl1a/j1CaJrVpNpmcF3Fptcjy1hhjXzHY53dT8L6Da6THfeCvHem31xaWIt3FvbgQ+&#10;QwlibEkkeboI85hdCNqtIcA7ndOQ1TxP8OPAXhqW48NavHq+oQyBNNsWvba302e63Qu1xNZSRkyG&#10;aF5ofLHkOGjVgZlchwCp4jl0670ZTcgyC9nMi2qRPdrcTtCxeRn81Y9oS4SLEYSN90ZMh3mGH1T9&#10;mbw7+zxN8VYk/ap8EeK7jwfPpbDW/wDhEdLtra70lVjije52mKWIiOaWWNn3qzGQF8M6KPPfCesa&#10;Ld+H7zUfF3g7S31aeytf7B1BbOMwadKssM7mSBYmgfzYIpraRZInKsrO7qcyDRvv2hvH/wC0h8Qp&#10;tO+Kmsatr+va3PcNZx6akVr5t9O8axFo9qxRwl/kkiRI96ys7v5it5YB2X7Q37HPwD8DfFXS/En7&#10;MX7Sl/4p0G+1O+a30vXdPks9W0RVkjeJbnO21uFkge3cyiSIsDcKyQzgFbC/EqHTIILXX9Gl01dQ&#10;06G4uYb7ypHk3wx+Wf3LNGY1QbdoY7GDhRHyo9o/Yk/YH8W/tX67F8V9atZ/C/w+OkSRyeJtXSPT&#10;La80iCONVeCV59zTyYTzZU/dxuozK25BXnf7X3hnwTb+JtQ+D/hW+1jUdM8OlofCGviVlgk0rzUk&#10;gs5laJC8YWd5FkhZk/eWeFIUsQC3+yDrvx81j4iwaH8GvFmqR6jfTE2sdg0eAiBl2tlQQgEm7bgk&#10;vK3PXP6V/BL/AIKDfHf9nK70nwP+1HoDRW1ym6W4ttzyRlssjbhkugDHc4L5Kk9Rmvy8/Z4+Lvh3&#10;whPF4ct/EMPh7WdFKLbRooRoG8xHSNGiOFQBlIIYja7gYBV3+09S/bj+HHxh8D6T8Iv2qPCTTWxu&#10;U83xJFL5u23CtGoZlYswJ4ZxhXOQAu7ZQB+sHwa/aa+F3xm0SHVvCPiW1uFkVS3lzA7MqGAPOQcM&#10;pxj+IV38upWUYxJcxjORyw64zj8ua/GjwX+0P+zt8HPibHpH7JPirURYRK91eI0zvblyxfylB543&#10;tkj5gu3ODy30BB+2V488eeD7e+8OeIoRcpDmFnnRsjDM+Ap2ZUor7ijBSsg25oA/Ru2uIJ490MoY&#10;Zxwak6dBXwZ4O/bj+IfgHVrfT9dh+36ezOz39tGzIsYI5JI+ZdpdvlHBByfmFfXXwc+OHhj4u6PH&#10;f6NcqzlMyKrAjIyD3yOR3APfGDQB+Rn/AAcLal4e0n9sKz0LRvh0hm1rwNFJqmoafqS2U+oagjXC&#10;QGXdbyecsANkx4AlTbCHDKDH8n+GP2YdJ1XTj4i+LeparFY29zBbRwz21wWEpkkRYbVS6O+1mU5d&#10;QWe4kUqu3J/Yj/gvStnb/sFyanO53W/jbRzHBDZ+bNcGSfyGSH502SeXLIytkjK4YMhYH8vPj9qf&#10;wk+E3iCw8HXes6jdXXhW0lhvmk3bGv5bWdbKGO2BWWzw0lxPsZlLBnfgpOxAKsVpa6jHo/wn0T4z&#10;eJ4dA0q7t49JsrLxVLe/2ReefA5mggljL2biUYP2EyB9jbZZdw3Ymg/8FOviT+yF+0X4y8F/AHxV&#10;4p8OT+EZb1dS0vxrq8Lf23aWoZVOZoGS7u5dxmBKIQPOIC4llafwt8MbzU7TUDrviLw3Z6hBbvPJ&#10;a6jrOdQtntp/sssVtapH+/Ms0iqrCF3i+ySmRkgdLqf4/wDHfwk+IXiz4n6r428VeMvE2jyeKZI7&#10;HXfFV0oNiNSubyWa3e8YNCsY2WsbkbvuxNIiMIxuAP0SP/B0V+0jYl9NufA3h+aO/ad9N1NNVhVr&#10;NBF+684fZis4ZihARUPZzFvAj9Y/4I6f8Fnv2tv2j/8Agozc/s0ftj+OJobTV/Dl9a+G/DMvhaz0&#10;+W21e3WG4K3QSMXEU3kW+ofu3ZB0Jj+aIj83x+yB4k+L+v3vhn4ieOdX0LVHvDY3Nxp2lxyWwUXs&#10;cwu7uW/vUuJrdbVpkYmGSWQQwyMkhL+XveE/2Jfid8N9Vi+Pn7L37W3gDWfE/g/xBbajpC+F7XWp&#10;bqHULWYTxwqkmnvbP5cgiVo5Lho5I45D+8B82UA/qNorxr9ln9uD4K/tQeBPDus6R4kstK8S61pq&#10;TXngy/vUS/srlYla4twjYM4iYkebGGRl2upKsDXsoO4A+ooAKKKKADA9KKKOc9aAAkdDRQQCMEUZ&#10;HrQAE4BNeTftR/tD6F8D/Bc+rXd0DMySYiU5O1U3MPl5BK5K+/0xXqOp3aWVlLcyMAqRsSW6DA71&#10;+S3/AAV/+Nd/e+PbPwhbXi3Ft5zrcWZfY0kqYXy2wV2biyDgjB2nBU5oA4H4/wD/AAUo8ffEbV7w&#10;aD4la2sIYw0N1bTZM4f5dxznIDMXGSBxt+bgV4n4g+Mmr+IdSuWu7yWeQtEXCBoRsYl922QgAq5A&#10;JPGFJCuD8vjGoareWNvFY3t4sEK30/kwtIPKdNsmMKCrDKlmH3SFRcE52mDw9rV1BMxiMoiFvud3&#10;lEZiAGAfKVm4OJHK4wS4ZcEAAA+hPDmtXN7cre280dnGkQPlPvkQNmMNIWVhmNNxYDcMMgAYje49&#10;J8Cz6PYzHfHsmguP3sjIp+y5+UlnCcErk5IUlTgnJIHzr8OvG017PcaZFfTW8s8eUUxAM6YBGSd7&#10;5bdtYyblJOP7prv/AAnZ69q11cyzTSJbXFu0a20rMAJByxUSBXXAXdsVnPBcDnAAPdNLvNLvnM5l&#10;t5ovLEPmSvvNzGgPzLJJg/LgqQc7ixBLE8Z3jL9oXw14auoNGWe3RZWjR0kkQIqAHa+443kHYdww&#10;cPkKzAMfG/ip8U9E8NaTcRafqsdwr3TSSW9w6TFsgmNcu3CoSRtOSBG25m27a8a0K717x54vbUtf&#10;1SKHdEL10MSu8LSZbYAdys+3DdjtODwBgA+oPiX+0Tdap4fk0+xngYTRM18rPJG7Bm8zDAIN33R0&#10;PylVxyGI+eLrWL/xFEPOheWOSWC4nuRqIAlDZV9pWRRsCE/fDBwMqGytS634tsrFJbW6nmlvfLQa&#10;VBPblHQgbtiupO5gvnyN12BXwDgK3mOr/EiPRL9Eti00oE5jmEUKhfMKsD5YUJI0Y4XJOdv3SMEg&#10;HomrW2sWE4trQxai/muI47ZoyGMaBGO3+4qEEgEEBzznDN5r41k8S3XjAaJZWr3E10gtrWCCZ1jj&#10;4AQup3BVVCMnjcNjDhga7PTNY0bTNJt/E1jNCs+Fzb3ojCkMQoJHDBTkRgEE5iBKjqTwuxa71Dxz&#10;4j1mfTYNOhDWdqh3TOoZx5i4ZsKAoTJwQCTjCZYA9n+BFpL4I8OTeDtS0Z4XtJEgjCx+Ym3BK7mD&#10;AOCU6j5W7DORUfxn8TXXw9+HV1DpVxcPd6lJLfyS26hZPJjiJUR7fmGccMoYqY2AywBMfwO8Rwa1&#10;cQ3ljp1vb30mX0yKJQFEZDMm45ZiqKwBOeQZOcplsf8AaftNc1nX7DwpYeJo7dZLeIy38k6wQIUC&#10;Nh5GZQrAneZHOQZWKZPlhQD4p1SLxV461vVtbvNOikexi8vV/wCzNSgQyyO025o2WRnkj2RyFwgZ&#10;VVNzIVYGXkvhXqWr6jcyafoHinUNFurZZ9KitoZHjuoPOtruNwZFnjkeJ96xlP4ST56lcRTfSPgf&#10;9l34g+OdSuLDwNoOtapqq6ksiazEjiK2kimi23CSzBvP2xFgnyLGo2lixjVW+gv2dv8AgnJ8OvgV&#10;qcfiX4n+I4Z5bKTbBpNhapbpkBT80KbinBPDMSg3AcE0AfJ/hz9mH4m2OmXHj/4qfD67unvryWWG&#10;8lt4pmupm8xd0TSwJ9nbEoVtzyM7QKVGGIi9c+Gn7M2paX4hbV/i34oEPn2i3MGxDK87RrGqjDZV&#10;lKiNV3AKFbjcXOPT/wBq79uX4G/Dz7NpmkRWl1b6fIfItobclDCGRGjOFAXMiqu3jd8mcghT8IfG&#10;L9vTxt8W9cutN024e1snYw2E6yRoAFR9gkUkZHDsxCfu8DBbcCwB7h8Srz4deB4dat/AWvm5/wBG&#10;je8uU03zNyqwBcrEd6szZC5JcCU/cCEN4p4q0WX4bPpFxLq2rpeiwt2v9QtLXZbwQy3DCR7aQh97&#10;mLcrNvIG5mC4GBh/Cf4j66vxDt49XAv4X5nktbdPKaEtG3mjLFYQWKp9/YFQ9CuD6z8TtOm8drbR&#10;TS6jJHp2g3NmsdhprQnTlGZRlowqpGzyqHHD7n3DG5lIBD8HNe0TRYp/EfhzwNJqVzZyy2dlcxqX&#10;nvbUujmaIs3lsVRAoPCn5lwQ4z3Pw/inu7nw58QfA1nNpuu+H76WWwilyJ0v7eUmJpU8zDPv2LjA&#10;AJB+QqGi7z9lf4F+DNJ/Zmg8c+KotNe5u7J1vbLSLjzJkdDgwoYjkNwEdUIy3I+c5rd+NHg/Q/Fu&#10;gW/jf4bW+q2seoaWXljkglgUMyxxvIqMp2sdmQWGT5KhjgYAB+hX/BLn/gs/8Vv2n/jzpH7K/wAV&#10;Ph/ZSX8tvcxyeI7Wdo1lkgjaRiEYcjCMhGSd6HAwcj9I9S8WeHdF1C00jV9Ztra5vlY2kM8wVpdu&#10;0NtB643D86/mu8O+IPiR8MZNM+I37PXxCm0zxVpNyEttUtows5mYKixDKrG7DdsCyKy7dwJHVOI+&#10;KP7SX7ZvxG+LCfEP42ePNaute066hF7dSXsnnxRmRgRAY2xEpi6rHhMuV5HAAP6l4rm3nG6GdHGS&#10;MqwPI60+vwK/YQ/4LL/Hz9nfULRfjFd6j4g0zUriSKM3/wA0sgV8gLgnYeR8hPC5wC2Af2R/Yt/b&#10;L+Hn7aXw6n8d+AUmjNjcC31G3mHMMpUOFyOPukH1xzQB7JRRRQAUUUUAFFFFABRSAEGloAKTcM4z&#10;Xn/7Rv7SHwz/AGZfh9c/ED4l68lnBH8ltFtLyXEpHyoiL8zknsMmvznP/Bf3xRoXj3UvEmreA1uf&#10;DM7xPp2kxqxu4IDHu+8uY5HI3E5ZdrKUBkXDUAfqzQc9q/PO7/4OG/2co9HhfTPhb4ku9SuUU29o&#10;JYBHJu4Dh9xymQeQD9M5xF8C/wDguFb+JtL8Y+PvjF4Ft9O0PS7cNoEOiSmd55dq/u2lJCuSWUkq&#10;AFDL1JwQD728e/EbwR8MPDk/izx94os9J062XM15fShEX2yep9B1NXPDPiXQ/GGgWnijw3qUV5YX&#10;1uk9pdQnKyxsMqw/A1+E37Yv7YP7SH7cnxSs9Ig+G968d3l9H0m8cJYafEWUwFx5mWncNgN8hO0h&#10;WGTn6j/4Jx/trT/sC/BHUvgx+274ilOqwypqXhu10i8S9VreZVb7JCDMxjMe8ArI4UEEBtoBIB+o&#10;hcDk1gfET4q/Dj4T6H/wkfxJ8daToNlkhbnVr1IFcgZ2ruI3N7DJ9q/Lj9qf/guH8abpLmL4erov&#10;gXQArMt79vjudTkAfapZpk8qHcDkxIjSAA7ZNwwPz3+NP/BUzSvFnjVtdGq+KvFd/b202b6+vpLi&#10;GH7pch5FZmj3KRhEYLvUfMvyqAftx8d/+CwP7OXgCyn0j4Ozt468QRy7GsrdZbK0twGKmWS5mjwy&#10;ZVlHkrIcjnaDur4l+NP/AAXw/aNtNIlvtN17wX4TMu1LMRaSbrDhlMikyTNvZcsh2qBlCeM4H5N+&#10;Kv22/ir4mubbWNCnbTZXCpp4WWZpbLCFyzs3zPuY8kY+UEtuVw7eMeM/EvxR8a6lbXnie01zWsWS&#10;GWS9hMKsIQHG13ReQFDqdqkDcuWY4AB96/H7/gqBffHjxxf3XxM8ft42u7SzMs9xcm3tkgiEIb7P&#10;apIYxG+HcHYMb/lYl8lfDPiR+3vZCS2tPhx8LiI4ZpTIdQljjMRaJNzM6ON3lnBUABW8ltmNmE+b&#10;tM8Pa3peswDSPD0VsLhfOlldFkjZQWd8btrgKrDci5HDOSNj4qNpcV/M9lpUkNynlM06W92JC8Qb&#10;dh4kCCEE7/nIAO/c4+VqAPXPE/7an7RFjp8HiTSo9N0+3k1IzCSx8idpWByx+QuQArYZyp3NIcgo&#10;d1U/Efxd/aq+NSQ2mueNL1tM0qOFLHRNNhNvbK25QERU3BQFCguQcElpCNvzeG3t1IdKaWbU5n1C&#10;G48i1stryTtGoKrJ8xVXXIbnbuC5+UgZT2z9mD4y+M/h34ku7DTo7KSyuLdZJfte+SQyKzyHDnZG&#10;WLHfsOOGHzABloAx3+Gnxb8HaTdX8VzNpiwwidJI7tVmJDOoCsxZUUEM3BVn3x5/iaPkpbnxtD4o&#10;fT4fEeqrqNxK80zXN/NFJIsigKG5EbmTa3yKc5OGJTlfcvi/+0T8ZNS0OSOw0trC1cpJbxW5Hns3&#10;m+YzGIsoclgzg4j/ANUfnflW83m8V6JY+I5bXxfpSatHeTG9up5VWOfftkaPZMOjKn3gP4EU5zIz&#10;IAegfCDWfEyWNloml2+of2vH4heXTYVhQ3VxIY9wK3cmJYgFSNlBLIoMo7ZGH421z4leGvCGst40&#10;tLm9vp9TNqq6pqBM8Mz8yT8BjNExZkMmSEUA4UfJXM/C/wCJnjHQ/GMXiDw1eXEEmlxzG1knMU0g&#10;idkKgmQAOjQqyITuIMeQ4b5T0Xjn4ieKPGmjwN4o8Qzi60iLyLM/amZCkUStHFGrIfKJWRQWz0k3&#10;EbXyACbw54js/Cthcyat8LrSTXb6bM11DOym1s2BLL+6ZxGcZDFwB+9fG4kKcG1/ar+NmjeIPEWo&#10;R+DYp21vM7aPd6NJdQS5nidXkETKWby0SIgDbIGYurLJkUZbXxPq3hiDxLocumX6z3oS/srwiNY4&#10;cgBT5bbwhkLAHG7Kjg7CRyt/408ZTPf6tLfHT3is2gtIoZxEFZmBZo/LG7eojiUOi8eWqrjAFAHa&#10;3n7T/j9pr651HXNPg1Zl/dsttFaxnzGlL5J5QZO0YUJsKqNpEJr1r9n3/grr+3V+zn4IXwn8PPik&#10;u3y41sbK4sxcl2JlhQeRcM3lsI5CqMkZycFnLuUf5Oi1bWpdEXT9OFsba2Zf3KZEP3UZshhxs2FS&#10;CwJKqCCGYVUXxNb3dvp+k6p4biuVtIJobK2lkYrCGl8xgqBXCIxd8CMbjubDjYMgH2t4L/bD8F+K&#10;L6HS/jH4RW416ayvbe5v9I164ZkuGkG14opbvMs0MkCR5k3tLAq7X3qPM+z/ANnL4O/spfFf4X2H&#10;jN/jTp/hS4n0eS6nbXrtLuFb5fMV5jEqzC3iMMkc6zNclnIEi+UInz+Ot7badrusRLp8HkX1y0nm&#10;6hb3MdpG7HdOfmLBX4YE4YBAsZDj5mfrvA/xZ+IvgLVEv/hr43stIvxMNNe/s5rrypoRA0bpMkm1&#10;PJ2nfJsThJk3fxUAfrZ8ePg1/wAE9NJ/Z7vvAng+S0uvGSWtxbQeNVF3dzaVeS2lyIfKt4LmCN5B&#10;JAzpK4eMKiMzPKfLl/G39pD9nXx98CfGL6fqjvq+k6l5sWm+KLiBoDdZYY3+Y48ljHtcqWI2yMCS&#10;DkfYvhP/AIKL2vw50I+G/wBoL4bm7uDEjzajoEyyOskYCxokDSYSbDzEbnUbV3xlAuT7Zpvw+/Za&#10;/aX+C4h8H+K9Pm0mSOJbnw3qdvGs1tNbup2ywoAoZhs+dSUz5hZmHDAH5Z+G/wBqL4waNbR2E/jN&#10;tRtYbSUCDV4EuUYSlQwBlDFQWIOMqgkUP1BJ+iP2dP8AgqZ4q+AGtw+J3+B/gLxVqph8iTWdfXUZ&#10;LpAI03loRetbPCFB2h4yQMBdqxlV+i/2lf8Agld4W/aC8Pxaz8LND0/wt4hRFZAJYIbS9UMA7TpF&#10;EQreXucFVXcxG9W+6nwp8Vv2I/jn8H/Hlp4J1Tws82r6teKNIazSU25k3zq0YuGVUR8R+aAHZwjx&#10;5wwbaAfrPafFn4jfEzSNG+MP7U3xbk8Y2i2tvPp2hWsJis1ieXzISiweWscKzrE4WPDExgFpAmF8&#10;18EfFHXfFniFNY0/w5pdtolnOtzpejS2CS29ttEIlvZ0w3mSbFljYsAB5mRkgrXl3wfm1z4F/Ba3&#10;+FFt48k0y8uLOy07UrJLxJbK9MGLiYOZN7bPMmGFVVXLx4Hy7VvfGr4o6JoHwrXwxD4XOgWMth5V&#10;s2mSbJQfOkbzS3LzRvv+bcqgKqfKMLgA9A/aD/ZW/Zz+LXxa1HxTZ+LNTbUZ9SkuPD/ifR33SW0I&#10;EbiW5ESuLhTIrKGLDKscFQc1c+AOheMPCWn23gr42albarp8lqWtZhJG73kEYVVLBgvlh/nB3EhS&#10;wAICnHwL4J1zxF4akj1/SvEOpJZTyCOV11BsRF2GG+cgyorMkgfbjDBlVcmvWfAH7UXxc8A61b+N&#10;vHni2DxHb+UI5ND1GeZUs4386S4MV1hQstvLwAudplLDzFfLAH3D4D+EPhxfGKeN/D8iWsE0quIh&#10;G7dPMQgKE2xfu1ThlUB+u44Nes+FPGS6RrcWmpbxx2wdkvbxWD4bO1VcYAxycITgEEnBOV+I7P8A&#10;4KIeB/Cdna22leF9Tjur/WLmS61K3ki861tlWGNI1CqFe424eQu3lqhiwU2rml8SP219Fu9TXWbA&#10;a881tPJZ619qWO3eV0dY9m1JpUiLSQ7CEYriQAZz5ZAP1c8O65pfijT/ALO5VwV+a4nkChiwWTK7&#10;iG3DcCxCk5yCQysq9B8P/F/iL9nu8bxda3/l+HdOgV7iFJ2CiLGN2OhTMbc9Rkk52k1+RHjb/gsb&#10;8azocvhv4eeHdG0XyLcXMN9Mn267WMriSZ5Jd8DMxLlFRPk/dgKy/NXj2o/t2fttXj3Wm63+0f4n&#10;vLDVvL/tKO3u1dZQFZSNsIRY/lyrgLgiL5lyA1AH6L/8Fj/+Ctug/tJXHh34M6ZLaWvhLw1rtvrG&#10;o2NtdCe91W6hUiNGXG2Ha8m5VkKg7Gc7miaI/mR4x/bJ+KMGpX+veDvDVvpoe/nhtBJaw3UtrHKh&#10;dU88YjLEYPmIiAsJsK4TA5q78Bap4gvZY76Jf7KlFzJBDeRlZJo1I23DiQbgGUOFXGUJC553Bnie&#10;18OWau098G09ttrEC2XmWNTGsnmKpEgMJhUAo7Epgn96KAPY/h3+2/8AH742R3PhbUtU0dNTcW9i&#10;dTvdKkie+gjjaCGJleXyn8uMQRqrxsY4gnl7fL3L6tb/ALOup+N/D/iTWfiYNW8Q6ne2sep6bf8A&#10;hPUJzPpdugzc2b6U9iZWLyTSW5u1DMv7qVVl2xwT/FFh4t02GcXB1XTY3hVVsYoLsxiKKLJZvLxu&#10;B3xeXyxPylsMXDJ3nxl+O2kfEj9me78GeM2sTc6Y0T6FdSupZbkNEq70fzXkUWZdQp5EkhlUBd5o&#10;A+2ZdU0CH4V6R4B1XwJrvh/WdP8AGAg8WeIZfhvLcA/ZBaCO11BL3LzLFiQJFDO0kavYwwrdt5r1&#10;5n4C+Dvibx/pd34k+I+j6hoaToJ9f1+2ur7S7Hw5JHsN5cXMMllGZoonPlyweY0kcru0XmLFMZ/h&#10;D4d+Pfiz8L9f074heH/Heq6RqCRGSLULK9a0vYpBI6F/NRxKSpnE2wA5Ekm4Milm9M8GfFHxdeeF&#10;bLVtW+JX9ta3BeWsPhDwffrLq0qvsPmsB55jjUSOqRriUuZT+6zHNIgB+mvim8+B1lpUPibwN+1l&#10;8PtDuraK21RNJ1bUdIkjtridUjjvIbV5o7a2V5lhikeRm2jypJVFxBavP+wP/BLj44n48/sUeDNd&#10;v/Gdr4h1bQ9Nj0LXtastUa+ivby0RYmnFyxJuPMUJIZMksZDu+YMB/N98LvFP7LHjjVfDfhHwV4j&#10;S01f7PqOt6zcXsEWkaPKjb5EhsUaFZEmFqyxN5QkmSSzme3kO22Zv2h/4Ns/iV4z8efAv4p6J4hn&#10;0hNO0D4gxwaLpfh7RDY2GmRT2MN39ltk+VTFGtwi/wCrVywd5HleQvQB+klFGQOprzb9qH9qz4Mf&#10;sjfDG9+Jfxf8WW1qIrSd9G0OO8gXUfEF1HE0gsNPhmkj+1XUm3akQYZZhkqMkAHpNBGa/Nf4Bf8A&#10;BefUfG/7S8Xhv47/AA/8D+EfhdqdhbRab4o0LxtLrDWl7IjyGe9ufs8FvFbBhHaEKGBnfdDLcwrN&#10;JB+k0M0c8SzROrKwyrKcgj1oAdjmjIzjNGQehpAOScUAYHxI1caV4Vu5lmVHMRWMkZAY8AkZHHrX&#10;4Of8FAfiBo2vfHzUob5nJDFIpnukhVpWVwwMoMX2coGQgswB+ULgAxt+3H7T2qXOl/DK/uLWBGcR&#10;t5TM+NrY4IJK4Y52jkfexkZyP58/2gvDPiv4p/GrWdF8O+GNV1Ka/uR9njFqjoInYFSSuVYnzNpO&#10;48L/AArIsiAHmGt3c9/rf2xbN5kM3CA5RgSgGfLPzDezAs2ANqnHQr3fhDwnqE+k2ySuUMEaGaWW&#10;RgqvIodS3A3YVN5HzZjZznDbqa37OX7QVhp194t1H4R6tDFBLJZ6rJDaDftUbWUlXdZE+8QqL8oA&#10;w2VLNd+FfirXprhNB8RWbC3jG6cXIaNIkVMsxIG4LnO8je+xWAz8pIB3Hw+8I29tPBHf2UbLDN88&#10;d1Aw37twVwXBIcxq2V4kBdF2hjtPoWu+JdN0XQN1rrMqXUJDXflXOFO4qu7aGIC7nyEOSGC7trKz&#10;Lw9r48hVba007UZXtjPG6lICC20rHzuf5SQ2/knjoWBG7mPi14v1G9tjpli/nLb7LeCQMFERBIP7&#10;wl+GZy6hsYB+ZSWCgA8o1jW/GPjnWmvFg+1QxzRRkMzK7BkLFgRwExnLAggqAQMvnqvCmlSWySeK&#10;NQ1CSX/TAY23qJHfiP5oskBcPG5XAX5iyljis/8AZ7to/EAGsa7qVnBJGEUW8hDcSEg+Zvd2X5hC&#10;AvyHKDJzgpu/E4WEVpcxeD7WZBbkysI0MjRqVdh80m51TGARwcKCcElQAcv8QPEN5JJJdWGtxXM3&#10;2lmSSNF821j2Z5TAGN0ZVgCyhWD5ZiIzz1p4K1jwX4lhmud1zJCpSe0lR2LBZE3IY9rb3yQd+Wb5&#10;iqk72DZdv4i1DwxCuveJNTgmQ20VzINSlSN9rAmSOIZUfxEEjJEZcg9WqLxv+1B8HL3UYrC0kuPE&#10;2qxwpbGGxtttuimRVZnkXPy4jLZIIVcFDkqAAd0PDGlq9ld6bax/bb/VFdzHfMFBBiYR8hfKGFH3&#10;Sdokcj1Mnj7w5oWn3+myzAx6jPLIlxokURJmjID7UKKNxwkQbHRV6lowEyfh14u8X3Hw4XXfG32N&#10;44LWXUDcWOmh2MyozRATIYvkC4O0kHadxGT83z14p+MnxA1Lxd/wnFjdvc6na3RaN4L8GPyNzrG+&#10;0Eq0ShvKVHBLOCdinoAfdvwY1ays/FQ17VtbtbGwEsTx3l7NsiESAh3jQZ3ncHAUEsQc8KFkGh8W&#10;v2rP2dtCltrvxjDF4qkdV36YsLXCWhxIvlAogBZlJYIWHBOAVGD8Fan4k1HxJb33jrxB4lv7W/td&#10;PWYCa5dlt5MKZEaF8oWPG0HedwG3auQsXw6+IWieFNe1LXZ7vS4dLnjmtGM0MgWaY4UmPdGdwIOB&#10;tXIY5ONvmUAfVHxB/wCCp/jDR9Cfwv8ACfwWujpaMUigfFu4LAmNiX5cM5DAFiSHG0EqxPguoftQ&#10;/tAfFOW6N74jvsx3EZto7aUQxhlJKDAYsvDISGUjkYBOQPI/EE1r4gjg1Hyori5lkVo3gdFKNI3z&#10;ZAO/7zRKVj3BSHG0ZynbfDP4SXt34fEFqsCu0MbtfXClQqgExllH3cFs5ErDYgGRtG0A8x8Sv4h8&#10;Ya1d3d1Z+cxuHlFujKyxSfK24iMZmJaRDxkbWYAMT8kOl+FZLeArd6xG9rexP5zfJH5qruMhX5iI&#10;02JtLBeoRyqbm29xomj3HgzTzB4pabzVE0kLWtqWOP8AWNuQ4jY73aTaNrAHaFJQitr4dadoGveO&#10;k8NeLfD18bS5jMdrcwQRRxRShiwbYzKSSZHVm2MzZBO0krQBR8G+JPEVlrsB1TR47QaRK7NPDG6l&#10;5YxJEQyuG5G1nI8w7lJIO0oV+n/2TNK8Kal4xnvPHOmx3Vz5TItqJf3DT5z+7Xc4LbDHtIKnJYZw&#10;xFclp37Aeravod34h8JauPMtpLlLb7JqEkbCRuOQzAOGKMD95QemcMa8r0ez+Ofwh+Iek2FpbXpv&#10;YNYgmN7GpDT24ASWY7SgAUea2WGBg5DqTQB98fB/SvD/AOyxpN2NC8PXesXpu3u8trckcdvPtDxq&#10;Y5jukjKyKdkaxFnBGTlynmPjP44/F/4n+NrvXLC6Dl7kvDEI4lhi8vehBkJ2AkvGF+7wNwaXnHrH&#10;iL4a6drngnTblPEttrB1fTFupWglJfzn3Fgzbd8bYBGOUCSKAzKuKwdB+GOi2C/b5Joo50jH2i23&#10;CEJBhVzuJJH+sKs/lhQCTk5FAHBaF8Ibvxcytqt5LcXl5coTbxyGFyq42ZwmejLu3HoSeSdq+w3f&#10;wj+Ev2QN8SPF99bT6aqRy2bQyW8t9tiKq2VIf5nkVQuB/EVzvIrT8JNpEGqfaI9Mbbah+LWfzQsu&#10;xSokJXIPOeD1LE/MAD6n8Af2Uvij+1p43llGkz2lot/+/mmlkWOFgcZBTcCpHITPygoDyDQB4h4D&#10;/Za8TftCfEUeF/hn4QnnS7mRtPSe1CwRQHO4sQCUTO7J+ViSgAJJNft1+x/+zB4L/ZK+COkfCTwb&#10;bjFpAGv7oqoa5uCBvkbaAMkjsOgA6ACsr9kz9jP4b/sveGzB4fs47jU7n5rzUZVDMxyfunHAxgf8&#10;BFezgAdKACiiigAooooAKKKM+1AATjrXPfFb4jeHvhJ8ONb+Jfiu5MOnaHpc97eSKhYiONCxwByx&#10;4wAOSSAOTXQEgDJr86v+CxX7b3w1mdv2N18aS6fBfRt/wluo2KBpIiULRWgbawUscOxwSFXkDNAH&#10;5t/tkftxfEv9q/40XPjjxXeXfkQSTppOj3LkDTod/JQK2wFNojZuNzHOcY2+aWNnf+NNCuNZ0CyQ&#10;JHbRm6zJvM376CMRbw7GPDghSMlmYoQPMIEHw18AWfi/4h22nx6mtjbPOBcXJncMAFbBAj6fLgAk&#10;gZdhkFjj9CfhDoX7Mlp4R1P4DfB7w1ceK/iAlosKWmk2ieVAPspkMs0lw64TyV3Fwq5UEKX3BSAf&#10;nr8N9E+IvjX4p/2Ro1mQ0TxRLd3UY/cXDxkEOrKGbcy5BLDf+8wwwSPqDxx8NPHP7ONh4X8P65pm&#10;uWOhzCea51qS3SNo5oRuCyKRukldSseWjGIwzY+USt0mreE/2bv2TtcfUrK+n8fePlu7ZWtdN1GS&#10;20nS512ypM/lyATSbn2jefvqoJQjYPlT9pz9sy/v/iHdeJPHiP4o8TXFvvisp72OOHTl84oQiq6p&#10;bzEoi+S375mQnDErtAO1+J/7R0ul6Lcax4P1A6FpWnW8Mja+rmCa7ySQYs8RlAAVCmOQqgwT0r56&#10;8Qftd+Jfh3b3Gv8AwjfVNQkurWVtf1a+MkccMaQJLlUlYGWUM3mliApZNvIbafE/in8afH3jLWIf&#10;FPjTU4YIVgiSEzSh7a3ALBlihIUhSd6AqRny9zbmZZGr6b/wgOvX9tb6Zfz6pqN7ZzQSAJMyIx2S&#10;bJlUgIrqsgeSMMd4VRu43AEHivxN8ZPG959s+JHjy+v9SuVDWzT3rKrJvbMeFDKiZHMIweVI+YEp&#10;JoviPwh4S06zuLbVtTttciU28zO2Vu5S5FxLtOAjIEbCttR9wCDmPGYun+L/AA14kSz06V7GSDV4&#10;Lid9QtWgt0KorA5YbJEKuWCOQV85B8xCkdj8IPhT4F+JfxW0fw3rPxHtdB0jxXr0VrrOo7R5VhCw&#10;lRpwWBMJAZ1ZTg4ILHkggGd8G/h/4++JmrWvw08H+HvPur5ZY54bTSZZzBvkO4cIrELKGjZWAKty&#10;xYspX9Dv+Cfv/Bvz+19+0bqyeNvjW9z8K9L0sPBjV7J5rq+O3ClIQUBXaeSWXDFjkn5R+iP/AASw&#10;/wCCbf7OP/BPDxV4i+KHwu/aE0Lxnod9o8H2jVru7jkuINwJDF9zBd2zg7vmUdFAAPL/ALTf/BzZ&#10;+yR8H9bsdC+Dng/UPHkjqrao9ncC1W0POUDSLskYYJJDYCgnk8UAfkj/AMFdP+Cavxb/AGAPidce&#10;HNf+KkF9pFxC2sWWvWlkQ90HkKhZmKloSgDHIMnys+5iSof4Z1DVPEnhHXrjUfDXiW5uVin823jm&#10;hEkbojeXI8i7z5cgZ9pACjg8knA+l/8AgpJ/wUT+N3/BSj4w6l8QPjDcxWFhNK8Pgzw0LdhHp9sG&#10;jKQuCOWO5STIPmeTJG3aF+eNK05vDniSbTUgDXFhao1/Ndx+ZAFMcjZVmbzEDBt4xtbJjUFsISAY&#10;GleG7O40mWfU9XmEY1C2Gol4Dx5jbgzgLjaN8inH3mZV/iynaaP4b13Q9QXR4PGkk8cc6IWs5CY5&#10;gJTtkdvMwwDMxUY5Mjk7dqeZ6R8Av2JPjz+1DLea58GvgJ4l8St9mkF0+i6HOIFcbwQzPuBk/eyc&#10;qdoeFgN6qSPsD4U/8Gyv/BR7X/C9rqev/C7StAYW8lxbeb4jtluZWLRvGkqmQtGw+f5SVJ53EGRg&#10;AD42+M2u+DNentL+98Wx6tNqEMgWK+hkiTzJXbKqcudnDRgksD8oP+rwMdPC2keC9Wv9N8V+Bn1m&#10;9+yhLd2uHQQzucIWaNU8xC0iAruyvIBZdpXrPjn+zN8afgt4w1X4M/GLwlc2l94Uv47HXGt72O4g&#10;jvHwrYubVzGdu5SxDB1V2BChAoytdvNe8DeB5ktnaL7IhspbmAqHuC5CY3Mx5OeCPmy5+Xb8xAI9&#10;E+GGha/4bU2ejvpUogItUlEjB5ViSXaSZMIxWRT0x9/OVUZ574tH4T+HPAlglppciXlrctb3VqLo&#10;gytGAylo3jMkQYgxg7lyQzFSwBa54b8aaLfeLY7Gxu9Q1C7tZZLmS6KrC4wuJJo1iBPmjjcsbANw&#10;FEp4rrPAOg+Ck8PWPiLxZ4cg+z290LRoLi+ZJDclWbaQR5ysN5xg7jtw5bazUAfKniT4k+Kte3QW&#10;V3LaWlwwLomedgARC4HzIqkYXG0FuFGay9Q1K6YfZp9QvJYZ28zCZjTDdXjjJ2sAQVHQYXjBIK/S&#10;Gr/Bf4U+KZ7ua50YiYakFhFiwti9uVdVmwwPnFirHarKrNlGOY3ZvO/Gv7NXiC1u7b/hGoLnUYJA&#10;VVpFVWkYjagJEjEkn5egG0Anbk4APLYbv7Iz3qq/mRW4Id2JDplUypxyARgEkj5QOD13dM8a2b+d&#10;F4g0mZpbmMtZSQQnMblhmULlVYkDrgZOcMpJzqeKPhH4i8C6hZaIsttqF3c2yTp9hilkaDO0hWDR&#10;qSykBSVBYDIIIG2sp/AHibUNZjtv7HuF3zMI5LiMRoSiqCAZAdgLuBvc/PkZyxIoA39F1rRXW30y&#10;1hti1mhlt5LiMDzjsGEeN8KCAHOVXccKFwGJr0Lw14tv3tdGtrXw2v2WOLZZJcyzSstqHZcEglkQ&#10;PncpPly5deWRCvh2q6Rc6RqU2m63bSQCIHK+S0RAJbkEhc5yGB7KOhCkHoPC3xJfQHhF9Fc+RC3y&#10;XNtblGjDh0HzZ+dPmICncp+bjPJAPbb7xsl9qt9oNhc2t5o63a2r6TqgM0kgcSgRYEhGNpWJW3o2&#10;0IUy6YOV4F8VeJPCmfE2h67rWianpVssurXk88kTXLOnnyh3cgRfOVTaExiRsE/8tcrVItN8dIkv&#10;hDWjdTWyoiiKSPcjAM7AuQocDCgE7f8AlluG5S42vh3450648e+RqfhmweUiV7OS0tYZ7uBXgEJV&#10;HJQSlA/mBZFMQk3EKhXLAH3P+yB+2lcfFbxefhxJp7QaxZ6VJdwPqFzcRLewrMVDEeWMOEYsY03A&#10;Ffvo4cV6x46utY8f/D6PWPD8slxa3ShbHUbbdI0URUuzNtD+YN3TDZJxnAzX58fB/wAW+EvDfxT0&#10;7XtcvZP7PtLm2R77S44YJJpTGxjaRY8IC2wxmF9gViApk85Gr7vsP2vvAdh8NrDVfiv4mmtrq1Qi&#10;3tre2BuLx5NwYZf5lkK8kfKxJ9QMgHkM8/hrwBpviHW/Fnia5s76ezxY6fZWcf2e7n8pI/KR5lHz&#10;tHtOCVVtrEbAH2+FHSta+NugX2pXug6i5XRp2stRe1uGsWEV1gqJEUoIxtxggBWUclyFG38a/jLb&#10;/GS9n8U2ayWenyFGt7SGVd0lsq5BMce2UKVXcCQC+FQBsEL0Gn/tVeO/EnwY0n9n0aHoOn6XbKx0&#10;28tdPkiutqlJ2E0wBwWZmUEhlyCWIZlwAZvw/wD2e4/iF8aPDHw48D+NhANditLA3uqXM6H+05gF&#10;Qy/fkaMyMpDDBCybcsWzXuXxS/4JpfsVeGYNa+FvxL/ax1j4OfEDQfItr/wz8TPBs95ZveASShY9&#10;R09nH2YIfNjLxPuSJOdrS54/4IeHvHEnhq6+NQu/D9pbeCfEFheNNLZFgJtrrBghDGyOxBZHYFgj&#10;EncMH1D9rT/gtv4o+MPjS41zxx8Hfh1r+tvFHb2miax8OkuobNVT7huLkk+Xv3yBg+Q8jBQPmNAH&#10;Daf/AMECf2o9b0qF/gP8efgb8VLi7Zp7TTvCfxLjRmt3cg77adLcEuyDgnkxfeXYAd7w3/wb3f8A&#10;BS/w14CXSfFvw98K+GLO81Rra71HXPGWi+Raxq2I5leGbpJ5kiMigMw2DavIb5s1b/gpz4k0IXuo&#10;2P7JPwfhhhdzNdP4AEQjlDpJ5UW04DeXIhZX/hcKSSoAxF/4KHfHvWdQDfCuTwf4P1SK4guLCTR/&#10;BdrGL2Y42FBJCWA2sm0MzMyq5YDLFQD6ptf+CPv7M3wgt08V/tL/APBVD4GeHp9I+ywNaeDtSk8S&#10;XtsrjYQ9nbKjO5JO0JwWBbOTgc9rvx9/4Ik/s629/Z2egfGj433lhdRvJptzc2mg6DczQo3l3JW2&#10;Z7xDh1KIzqxGVcooWvzb8Tarrnj+/wBY/tvxbcXkt3rEsyXd3ebFyZDmRzt2sCPlADYBiYqdpbB5&#10;nhuzWyg0nUfOjurV7S6t0tmU3CvIHTDf6xEbONxw2xVBD4ZQAd18Zv2hdQ8e+OrzWfh94aXwdpU3&#10;iC7uLbw9aSy3MsCSPujDXMoH2mWGMhd25DIqx5QAnb5h9puptQfTtX14y2ltccyXnn+VcRsWILmM&#10;BsZYEu2H/ecBgSKvTS2/g9GWLSY5Y7mCWJRPaqUEm/ET75CCuPLyWw4UAhW2v8tawl0e2tprTxAl&#10;1DJHdCSGO1tGUyuEf94PuGJIwY9q4JBnY84wAB02oeINMubKK2lMgjO+O0STzPJkjJQyMEByxZpP&#10;mxu3EfNkBRvxaPrV3DbXmg6HfWWo2NwqW0FtveK6ld/Nhhtw+8s75jZUKknajLnbhYfD2o6lf+JN&#10;N1jw/wDakt/tUdqbIwi8WaXCIQkDDZODvVdrDBAXdncBWzc+FPGV14gTTUMF1JpttFLdadeXz2Il&#10;s4sy+TMkgR/mW3kdyGkAyuf3gJABt6F4d8L6zqMPittFS2vTZT3GtO9nNZ6RYWYtykc7ToWkkZmk&#10;tmSLaiFpVRwY5FNaHhHwsnjG0bwbPczW+kwW8lvbeKNMtvs1rcXDXFnBGJknMMTWuZLcF9onilmj&#10;lmLxwpjopvFdv8ZC8HiPWtTluZ/BEklpBHN5Iur63uSpgIgsnaVUWK2AfciMYMs8QaVIen+AfxC+&#10;Gmr+FtZ+BHxE+Jus+GvhLqX2hU8PaRP5l/cFzDIzNBNuiji89YJsTSSvaqHFqZ5WlkIBueMvgg3w&#10;T8ds9n4o8G+J/B2r6jf/ANjC9sns4JElRLpv3syzPGpspLWaOeSe/iiMzGd5IEvpB+g//BED9vsf&#10;8E+xfeDf2lfh54ikuvHUmmz+J9RazWG606yW3Emn6lJbNtkdWt7opIjZmMNnHPGZ/NEK/m347+Pv&#10;jXxn4q1D4omxl0XRfEcNxbHSdJurqC4geCyhghimmdG8qFVhsZ54YI4IZYCYQbeFLOOFvhX4ofGL&#10;wT4ft/EHg34i6vLBa5t4tG1fXEnit7qWFTLLFZ+aqw2x85DCgjeP91E5ZmVIWAP6RviZ/wAFRP8A&#10;hPYrfwf+y94O1ie+1CyNwdXuNDhu7tYHm8iOax017uB7z7yTNI7xxRxPGx85nWFvhP8Aaz+J37HW&#10;k/EPXLr48ftAy+ObubU9Iguzql0uu6gXhmK3v2WeFI4dKeFBdL/o87W8k8s6W0dg0cwf83PDv7S/&#10;jv4gadrvhz4u38HjDRNNhu7oyW+sQaat5Pm9W3trN4YvNUOReXCBTC25ZD+/t38mbyXxf8YtGg8N&#10;eB47T4X2eo6l4N04W+oXWvWN1J/bCNfG4U3Iibyfs7RXiRpJDJbyzMHmllV5o1AB95+PP+CmX7Oe&#10;ufF7SrTWfHOq6H4d0/T9P1PRNV0CHV7yDTNRsod//Eqtpry2MUK3FtFFsmCbGa6iYRiJJ5ffv2ZP&#10;+Dkz4efAb4aWHwA+H3gjxl8R7qytI9M8CWl/4OsdIFxcSMEsrJ1sryRdPtx8kMEcds+Y2jJW2CFD&#10;+OXha28Rat4hg0/bJLq2p6pc6X50Gvx3k+spK01rJF50DRwXiM42rcBmLkoMSo8ezobX4T+LG8Np&#10;4ibxVZ6lqsQF/p97pkw1No9Pik8qN5IIbeYwvJK8fl+dPHGFUwOqmWIEA/pi/wCCOH/BWG1/4Kb/&#10;AA58UWvjbwNb+E/iH4G1byPFXhy0MphjgneU2siGTncFjeKSMkujxbmVFmjFfZrOqKXdgABySelf&#10;yGfsz+KPiN+z98ZWk/Z2+JXxY8EeH9V8RWWkuBrt94ZudWUbp/7OvL2y2mIxROimdUZFNwk81vbg&#10;+WP07/ZH/wCDhHXfGP7Mz/s9fHLxne3PjgpNY6B46sLWSRL6yWKTY1zMG3+cBE7tcyxwERlWlQMB&#10;LcgH2/8A8FI/+Cj3ww+Evh25+F/gOOHxP4inzFJb2kxMUDFtpUsgbL43g4B2LvJ4Br8+Pij+0D4j&#10;1Pxnp40q4PhO41C3W3X+yphJcyyMjNHKSN+CckAZIzKQGcl68I+NHjbx9pSxeK7XUtSLaVr0b6ta&#10;WmmebHbatdQeVDFc3csRtjeNCrySwzzBolRpHyMM+h8AviH8EL7QLD/hMtLnvvEeh6Nd61f/APCN&#10;eEjJqEb6QJI5BPbXLeUtnd24s7gxiMTr9qmRhbxRC8QA9Ku/H/xZ1DxJd6dH8YNSl1Q3rTSzTywM&#10;jRhklad9pG4EdCNqKgkDht204PxR/aQg8DJqFn+0Fa6TLDLFb3ek6Xe3cOk6jI8ksMtu9u90EZYA&#10;jxqZCqoiMZsbVdk8Z0T9snxq3wB0UeCZdR0TUbbSf7O1jxBqupXUsust9nl8vSkCCIRxRPbW4Vob&#10;q3urWCeRreOQxB4/PNX03WLH4JeHClkdTuvEBuEtIbPwVZSLfRzPMhMG0NNNK4vU+aZPP3uoR1MS&#10;kAG98S/2pdZ+HlrFZf8ACn9T8Kaxd6xPDD4e8VXc0kdmkUbrOZZIrdeVkSdGjiberJNux5IQ8Pb/&#10;ABF/aG+M3iTSvCejRG2Os3i2UE0RRFnlmlVNkjTuUkO2RVC7oOilmUEyDrPHvhH4geEdO8KfDLxh&#10;4E8KaDeLb6cbS1e0g1C5uhdTtd2jzwQwy3kq7bh3aJmyyeRG9u00YM2bcn4FaFFrfg1Y5fF2sWYZ&#10;vDviTfBZ2FnbG2gUNJbQeerTtJE6Mf3SR+ZHKXHzrQBieHbj9oaabWvCJtNRgk0qe80u2sbJo2nj&#10;1BpHESLBbzJcW6bI3MjMsscTE4O2TnB8Dat8e7vwK/ii78b69LcR3G2QWNs13FtjgbNxcHY0mdx4&#10;3rs4I3RiJq3PGGtaw+twaql1rthqUejWP2D7DOZbiQoJVuL1Zo0G3zHDII1yFLvG2/YTU/jDWovh&#10;1qJ+H+lX88Gj/arK6lt7mRpDPcqskql4rbek6q0z7cqoZX34AKMADl/2ifhR4t0ex8NeLfGLPdT+&#10;JbWa6udFtbbZPax7i3nOgkYR+YG3KAFyybCEIOPS/gL8OtZ+Jetvrt7fvoM8szQ2Filri6vbfanz&#10;YVV8sBIlyigkE7SxZfm43XPAnhm2+ONtoTam9vo2sXUraNZXbuFAH7mSIOnmLKiFnXG47xEr54Jb&#10;6N1bS9U+H+pf23ELq/0i2nS3tXuHiiu2McLkTKwUxy4yQqg8hUO0ghkAOP8A2m9/w3+Cmo+HLWea&#10;2julEf2aCMq1qu5y/lx5HmBSWJyucnLMPl2/Fuly6Z8LPFKanrWirKW1Iz2JvrPOJgsmzfFId5eN&#10;wV3IhClmJ8shq+v/ANumWw8SXENjYmS9s9KsZZZ1sp/Me2nQ7xIwDLtJJ52F2OSVb5VZvV/2M/A3&#10;/BMj9q/9j7WPhl+2f43vfh9488L3N5PpXi+JfNW7DEsYZkSFoJFVSibDsU7hsYuZMgHwl8CrKy+N&#10;DS6XqHh/T9NubS9XVZYLewCXEsWzIO9xtYKCCwJXBbghStdSfh1e+MPGV78SfHVyFtJLKRbHT5rE&#10;wmZvMVSzJKwJKRl0zllGAPlwwXJ8FfCH4hWvxK1m4+HuvwX9nbLeW9nrTyiETxGQfv8AYzYIKggK&#10;QH2oNoO4irHi+91PQ7HRvD8FrdaleXU6Pdq0v7hmaNw28BFTlMKpYHcRjIYlQAeZx6T9ttmm1a5t&#10;tMaPyzvlZLiSfaolVUkw3LsImZWzy25RgMH9b/ZE8a2trr9xd+IfEy6ghswsN9IkSN5K4KuojAIY&#10;JIgVd33kOQuArVrvTpvDF9bDxPpNhdanNp5j8qC6B2F1BjUMwyuNw+VSwUsV7NXqvwd+A/grRvDs&#10;0vh5t1zqCAxRKyuoVxu8qFmDKp3J8pByN6FgNzbQDvtT+FPhT4gaZB458C3qQana3DEDYzRoYzvY&#10;7FkD7mfaCVyG8ocAsWF+Dwb4N074eRTaholgmuxrG769ayZCRhWUfIVDDDBypTDcKdxVmjrM8GaD&#10;a+FI7uJ2Vb1WbzBA4TbhFk2JvIUiRjk7DtL8btuQJvE/xctG0f8AsaGxhW7W3cvHFbiR3T5TvIyH&#10;UsQpJGcDfkLu20Ad14b8c6f4GtorBNZjuDZx+RcHP7q5Vgu4DOQzgZOEI3K7HJVfloaT8U528UXu&#10;rX+gB0uI5DI14y5gj3FnEZQkFwVy+GyAibs858I8VfHXRPDl5dwCa0WKJHQQyqZCsLvt3IxVi7KA&#10;Bxn5VwMB1rzrxN+2Dperw3iQSO07qrSottLE0sjTbgVAGSNqopYKwLOVIwFJAPrvw78fNE8M/DW/&#10;Xw/YGfVvsm63toLnETSKQHyMMUK7fmA2rln2ZA3DW/ZtufHHxf0HTki0288ycutxpk1wZJ8nzNrm&#10;GI7ULEPwpA3MQABu2/J37Il740+Nn7RPhvwBbeJbrQ4NQ1K3trrVZQWgtoxzHM0TFi4AdM/MQPMI&#10;VgAxP9OX7I/7AHwU/Zl8G6dY6fZR61q8Vuhu9cvIF3XMwBzMFHCZLEgDpnuckgHyJ+xp/wAErvHX&#10;iuNfEPxqtbrRLGd1kmskmZZ5OS+w5P7td2GwOT8uSCK/RX4bfCrwV8K9Bj8PeC9EisrZOdkSgZPU&#10;k4HUnk+p565roUSOPCR4UAcAVIBgYzQAE4GaAQeRRQAB0GKACiiigAzzjFFFFABTZJUij8yQ4A6k&#10;npTulfn5/wAF7/8AgoT4t/ZJ+C2nfCH4Q6hNaeKPGiSPe6rayIkmlaZFjzZAz8RvKcxK5+78zAgg&#10;GgDc/wCCiv8AwVf8NfB/TdT+Dv7POqLq/i7eLa/1iyQTW+j95MkH5pgoOByAx56EV+Inxb+PupXe&#10;r6lda9o+oeJdW1y7N/DG9wqzTFHCASyu+AGdghLAlV35O7g998PfiD4S+OGg6ne3VpcjW9OtPNuv&#10;LuRHJMyLIGkUvkDYpZ2z1+duOAtj4YftN/s8fBbWNcttS/YQ8O+L/FbWiWMmteK7u7vbGOzYttdL&#10;KMBklDFUeYXEaB/K2xxNlyAeafs0/B347fte6Xd+JZ9W0/wZ4I8OFJdf8VNNc2qaSrqUgjndFl+2&#10;THd5UNvAN85YokbGUCP6T+Bnxg1H4WeF9c8J/s22d1puiajpTWs/xN1ZjFqmqKkMRbzAl3thEZO4&#10;RBvlUMS77Vavnv46f8FCdf8AjL4gl1XxJd6D4E8H6FdoPBvhjwpoMmmaBbXSW2BJb2VsxkkuZWRS&#10;s0zu5WZxIYoolUeIfFf40+MPijfPovjC4fT9MmuYjLo0t81yNPbbDHJcSzCFZZnlfhomCiNZpQoG&#10;VMQB6p+0P+3DBqGpXOh/AeNPD3gw36w6tqtnOJZ9SMUkIkWG4TbII94IVkZ9zxM2RFLGD4HeeMGW&#10;7OqeA0jhg1CdrxZJ1jCGURFY4FQIFUYbJwG3gNvClSyyeLJ7qf8AsDQdL1T+0LnxHHcWWtWk2mSl&#10;7MLMYhAzfMHneF/MO0llVyg2litZ1vb6Jp+px2L6DDNo+oXEdzFYq6AlEVydj4YjJKYwpDbQQHUs&#10;1AGL4216w13wxFZ6tY21y0k95NbbdOOwpIV3wWig7IZWKNlSu8+agYuVBaL4fGz8NajaLqF6seke&#10;ZNC6aSxaRkYp520qiSAlAV+9u3l2Gzdga/iHxuz+AdJ0XStPktIlvUuLqWKRUKGUMJUQSKAcNsf5&#10;uVUAlvkBLfC/hHVRdvplha3U8unWIn1iC2skYmFcqsmEClcLKm8DOwxnPzByQDU1DVrbRfB+ueAb&#10;E39hcXTodK1WHWzI62iM2YFXcUlB3Q5QPtTZkAvuV+Q8HC1S2kXSpopba2nd4/InMLRKJHaSIyKQ&#10;jsMxyFU2n5kbYSNo7DTbbW9ZvzFpj3UIntp5PKlYL9jlliGLpMEIc7WV5CxAD5CsMrWZpfhmU6xD&#10;/ZrmBmdEE4S5ia62qeXYIACOCHbAbflSdpJANfxT+0L8e7v4dT/Dy8+I3i9NH0W6lms9NguUtrYv&#10;LFKkso2+UsrZdQxIBUbztGGJ4TQVvr+JLTwvpCQeYgsjHEiCW6Em4g7pcSKwKMGUbS2FYqSOfZZd&#10;M0PxZrsGlx+F9P0XRLwPE+ixxqyswjw8sZI4ILDOC20lsK2Dj0n9pj4Ifs7/AAm17SI/2bvjNc+L&#10;rKCO4kvY73w+1tcWE0twxfztkrK4T7ih9gxHvz8+AAeFaJ+z58StTt2nszIomVrmaG9iHmqVO1UK&#10;KQnKKjqFJ+SOUfKSdulpXw9s4lkfxHrOo3l5pdvF5MzxyPE86Opdpm3Nh0BwPmRULSAjBLHeuoPF&#10;GraPZumuTwpGr20NzdeZteUBW3AoNrnJkwFAIDOv3T5dM/trT18H3GjyaissjW8dwsNltlZ2PyAz&#10;DywxO1QcKoC4wV5baAfX/wAHf2+v29tZ+F2ifsvfsreLtS8NaFpUSTXGn+H7aKzdWkk5c3jJ5zJ5&#10;e443KGkKljtGT6F4r+DfjPQvhDJ4F/ag/aZ8S63ILN7+40HUPEl5JZ6ZMGwyReaQsbGIlVJXhQwL&#10;Aba8K+A3/BRKX4a+DvD3hm/8I6aNPCwW9/Z2NvtWSTccO0mBlHSfJVRtLg4wciuN+K/xAuv2kfiR&#10;e3Gs6zqukaJqeGe3023lkliUwnaCC2WYPIf3YzyWzlc5AMf9pfU9H165N38EPGF1e6LaCOQx3kZ8&#10;qa+eMHYqZLs5YCMvgqgC9yFPnCR/8Lc8L3ug609z58lnu0622O7Fkk3YdPMOSVAAD8nCoMuSp+wv&#10;2cv+CSt98ZPE9hovwn8QweJJIbN9Y1az8RRvBPDLtKxpMvlsg4cswCbshWKbSN3hn7bvwb/aA+H3&#10;x2u/Dfir4R6L4XtYLq2063063mZLVXj3cySPGpeSbCsSRyDGrJwAwB8lwaFeeCjPBp+n30c+jXBR&#10;buaTzApZ2Dbk9mIIk+XCqRh+a9a8OeBZfhfqmg+KtMVLe8meNb7T0t90FvEFBWNipZ3aVF8yOJVD&#10;EeWxRhvD6/iTwd8To/ivqcx8JeHdK0vXrSWG2vLqeS2tLRGzIggy8oQBUBi2uF3ITghlqT4leMPH&#10;GteBtM+Hd/d3Nzp+jytdvqKXga3LiBVzMIYv3hRQf3juXAZsEhitAF3wUPG3g34kRfFPR4bS5sr3&#10;U7dL1ILWH7HN5dv55ZgrfIsamHc+0KuSCS5SRtX4n+KvE2veBbfXNO8J3VnCtzLqTXbQmGIqQDcM&#10;si7TI8cgRN7HaoY5OHWuMtbW5i8AQahqviFri4sbO4ubXTbfRGlSSCaZVc3ErY5ynlqgkIYSpnce&#10;V0NR1fw34esP+ET8F/EESy6vp8DSRaPdtbjySisImeSJS7I8kLBPkQnjB4cAHCeJ7qT+07fRLe38&#10;OyJaWyiDTLeZ1MSK2/dMEGTNFIoZWzkK68jIDQaXo+uXT6frHiCeSTTTHLbxXl6fs6RrDDueNyCS&#10;JfKZyLcfMRyijcC/beIPA/jHwf4mtb3/AIRSUafqmlfaLqysbW3ZrtoRNhYpmWRBultdrSQ8lhLt&#10;fYRtf8WPEcX2LTvEPh/4broGhx6ZF/ZlnLJ9oWOfeXG2RtpkaQx3IJCjCmTblMIADzrXvhwutXF5&#10;FrdhFLqCXUcbX2oWZaOCGVnijQ2zqsy/vCAdoVwAnB2lhx2taT8PdJ1S50LXfDkdpPcsYrS+tYnR&#10;baBg0Yka2j2O21gG2ygE52sc7mPodz4QXV7O91S0Li6NyYZJr52jjtrMFl80tIwRnR/KC5QrhlAB&#10;Clm4KDxBqGkaTJfxeLprYWukXCC/s2ld7nd5KiD5EPlnFsJGZg4aOR8tkbQAYFrpcRjmX4V6Pep/&#10;ZdnNNfXyWxiS42SyMGZHuGIiSNHwSMh49u7dtI0zrmpeKNDXX7GexsRNpUiXWlzW3y3M0LRxyLls&#10;+WG+0khAxJaNhgGRWPrfwl8GafZ/CPxFc+AfFun3+g6qltF4hv8AU2W0l0MlYyJkiild9+66kjSQ&#10;Qorqkm14zJKtcB8UFsbFINX0DweuiJcz3N9DZvplpd29rCcPaIkk0rC4TERVwd0KrLLGxO51IBy3&#10;ibWfE3hjUdL8QWVyP7O8qS3TV9IzbSytHJIWV90smUVhnAwCCvHK19R/s0/Drw7+0F8PNU8ZajqM&#10;lpBpN2IIUa8lld7h5nKrGjll3KMvtG0R/LgclW+ePBfwr8U3yaho3iCLVrjxPcwbtFstNjgngv4M&#10;IrRxpC7GSSU3LIQEykrn7z+cg9g/Za1WH9kN7TW9T8O6nJqdnfSDxNoT20kjafLNHFBD5iRbVdSu&#10;ZFAxKPOIIkCGQAHo9h+yHfeAptP8K6/dJqen61at9kbKWzHMewxMGkxu3E/eLbQF3/xMdwfBDwX4&#10;U8C3/i+01i4fUbmVpzZ20pEiQgGJ2d/nyA+VGSuAxUlkKmsr46/HK9+JWtWXj1NTttIk0XT0jksj&#10;M9vHbyDmVkaNN0MThiwfeAG3qPn212/wH+MPwsfT9Q1fxtJp8N3bpNPeWT3CXAERjYJCxKq79cMA&#10;VBVhhmUFVAKOl+LPAv7P3w3lHjDxRGllH5zXejsGWLVpVB8oIykKdm/Kbvm+UlgAwr86vFnj3V/E&#10;3jO/1S6v0lSS6uZ4WlZwkaFGHlssudnBbIAyCOvRh6h+2r8d7j4w+Lmi8LSR22j6fNPHZwQiJOkj&#10;MxIC5bG5cfMVIVDhiwI8g03wN4vGrQeEbrQJ7W9+1RW15HAp80LJKqCSRnOxV3sqjLKpYgehABXt&#10;JdY1fVlhtrqaUynKRtBuw8pjSTYuGdmIKg4UEknsPm0mtbbWPEH9mzXL3DvbBbWI2CQObgogRAsY&#10;ZDHg4DjarAljgEbvZPBn7MfhTV/D/wDwkeva/pK67e3jNZeHNG1ew+0Sotk85lErXqRwRNJGMrJB&#10;mMGaMlJoo420ZND+E/gZdQs5vDFxdXGqf2Y/h6zsbqGSRH8gC5jm+0w3JWaUrGTLaKmwlvLYxiOK&#10;gDw3xHoM9vbXOn2F29xBZ22+KWyIkhkIAQzBg3ybgJBtf7oV9uMBS/w38NvEd7cS6bpHh4yxrbI1&#10;y9jd+aU/fmEPKFLEFnPl+UGViXiKqxU7vZdT8a/DHUtRjttL+CulGdrWZX1E2O60QGeNxHiVp1ZI&#10;LndGsmELRkpJlJFVJrzxnq39p/8ACY+IJYdZv7Vo57+91CJJYljKBZUCSqTJGsezy0kzG7F8oQck&#10;A80f4O+KdH1INcaHew3llKJdV+xaPGsln+/MYVFSYO0iuhYBSAd8alkbg3/EvwItpmsbWHV5bW9l&#10;t7y5uobyxk2PIsk4a1KwQyET7o0hDxq8XmSqGki8uRU6Ge9sbDU4/D11oOmyKqLNCsmmLLJDF8yp&#10;8m3YAT5LNnEbEMVkaMkN03w78Ip8RvGGjaF42+J+naSLedIkfXtVaeaSzBMrxN5rRxhZJbjbIweD&#10;mOWR1QRsWAMXTPhd8LvCV9pWv+JfF+sSRjVjHbW2jaSIJ5beO1EhlcNPviWUXVoscwWVGVpuP3TS&#10;SQzQfAjRJ9R8TeE9Y8QRXUqfb9Hm163hspLJszNsIsJZPP2u9uYwqrGXCljGgaF+/v8A4E+KvEni&#10;eT43ah8MNY1HSdN1GeDxZfaG8s9rEoS2tJZxcT3U8n2xZLkXJVm3GaRl+zosEkay+O/A/iXw9a2n&#10;iqx8SG50q61ewfTdSTw5pWmRIrAyRmPzo7dvuTrcxo/kR7Lj7Q33BJQBnyeOfBDz6LrXjH4EW9v4&#10;OfUm0+5tfhxdJB9pFpEqXDQyTSSy3IEbwytlod2QPPAMU8UWi/EfWJUk8d+LdY8RXuh6LLL/AMI7&#10;c+IbueW0sb19Ogj09kuYd0cl+YLGKFY5Lc24tbNA0Y8stbP8SaR8IvDFlf6t4H8OatZ28Fn9judW&#10;027/ALSiBe3tJJreeW2s47e4Us14UlMjM8UXzRRGNZGvy/Ajxh8f/D/hfXvhd4Ht9RvB4dml8Y3u&#10;gwTyqv2KSaL7YfNujOXeB7YiCCFUYKiw25IkEoBd0DwL8QL74m+H/BGrfCK28P3OqabJb6kvhjUI&#10;ovtltcNBJcSLITFHGTHb3kyx3d0ltA1t5Y+y/Z2Mlv4u+JJ9N8Tad8UPEtvP4g0HW1vG1a3jv9Ox&#10;MtveT2kNkstj5lntciweacx4W6idol2zrNcw+H/2aPjn+z94y0rSPiRDZabD4105dOuoHuNNeSO0&#10;MtuslzIW85DO8V4qR3du0kiLeOd5ZXhr0a4+Jmj/ALP+i6z4a17xbZ+OJr3xjE1xZeJvA9zax6Ld&#10;2cCG1ntbCN9OSxEwubaF7ZJlVEjEO2aCFkmAPFvip8GfhPrGpaD8SPgxpvhfxDo+utLNB4VstXUa&#10;vDNHdrLObq3WNZdhimuPKIt4oYraGP5pmRnnwP2gPhh4L0/xBNafCrxLLL4EeHT7u/1DUtbttWOh&#10;SXMKQT3d6thCWSNrlFO8W0crRpDvBeaMydu0Ot/B34jtf2+t3nh7VoJPtt9BqEwkE10TLI7TwahF&#10;b3RmSO3aORSs6XEjuQ6wELJe+CvhJPEbat8W/ht42tI5vB9jd3d3pltZxRXc91btHdRNbRwrPbWa&#10;ShILd7hFs1I8yGNLhUmjcA4n9k7wfDbeIbzxz4w8Y2mhWehX1pN4gn1XU7m21E5s7ho4ItQijZ0E&#10;kMU8qrEGlmVIYYxK0yIOi8I/C34NaB8IdH1zx/8AFW3tNX1PWhF470U2EGo3dvpUxFxbXEasv2do&#10;40srOV5YpnmeO6J2KkZjufWvhqg8N+CvDmv6bAPh3faVpEdrol/Z6Xqgs2g1CZ4Lu1ivVupBF9qY&#10;yRfaLhlcT2jWXmWhtJxJ57oHgPV9T03X/jlbaw3xAmeK81XR5IHgubnTrSDULW1gvbtGZkgtUvLh&#10;T5rk/aZYp7eMsklzdRAHL+FvgB47+J3iq9k0zVPB2g6NpZjFn468U3kPha1ubaR544rkG+ZBc7p4&#10;52BhEkitC6IDHBBFH+h3/BOjSfAS+F0+JUlrbeL9Rtrmz03TNI0fR9OvJNF0hBeQz3eqTXWoN/Z5&#10;Njp0FzDGIYrNLfT1EUcspneP4t+M934Z13WvD+va78MrXS7pLiLS9fsbKHTSmiXNqWum0+zsmunc&#10;+ZHdwyzi7ZRczSTW8fkSWMyt6zZ/F/4MeDtC1b4San4m1fxvpF1q11IuoeM9JubWG3SJ3ig/cWeo&#10;W5uZW86yJF2IUs2u725t7aV5YzcgHdftK+LtW+G2oX2hfDf4uXXhTxT4Ktr228SXljZ6fZtrIsrW&#10;384Qvp1pDcOk1vMUeC5gjBhSe6liEjyeZ85eJJ/HfxPn1fxT421LxRr0+qWf/FUrdXzIlppUJhWG&#10;6l1RblIJES5haTZFIkMssVpN84OyH1fRP7Am8I6h408UeB/DMOixX1vb+E4LKKa5ksJxPc/abywk&#10;s0aGdoWgcTxM0cU0kslzArwIYpKfg65h1zT5/B2p+OItM07TdUuntfP0828TapYW7SQyRQCM7ZJl&#10;jRVhmijCSXCI0jq0hYAx9P8ADnjq7vr/AOI/iX4zeCxrrRxaARqUUNugiXTY7W3thLZ3sEqWSWrm&#10;DNkptVmhgiuNlspkq94Fn8OSeMovGurfDt5NZWNLW1nvme1l0/U7G3jt7rVBptube32XNw+oMkVz&#10;ukEsaKHhjgma4tDwlrmueN/CehWP9jeKtM1bQIIfCKWmhp9ksrWSeaIxRRXEFurSNeSX4LSWufN8&#10;uVXkkUSJ6B8D2tfhV41sL6Hw3PpviDS9+kac9loccsOpNButpDHJCkYiJi2KZ0V5CzedI7PLIxAK&#10;Z/Z6m8a6XqfxEtLrR9DuJZ7a60HQLLwpfLqCM7SStaWSacDZW7Tu8MczMpR5JTsVCWEvl1lY6/pf&#10;ikDxJ8GdIa0+yzWGu6Fsj0u4vGRpDllUHzJMxxf6RMqyhUwh3qkifeml+KPEd/4a0cahaawDLJcv&#10;Gr2dxJBblpZGEkXzYZPtC8yiZpXKEsV3R188/tKeGfG3iv4djwT4It/D0upWOjz3Giafqepzx2en&#10;pKfs4kgzEIYpGeOPKK//ACzdA5VAKAPBvC6+B/FPg9tT8UfEM3WoLbI+h+HFtJ5LKCF1mPkQy3Eu&#10;CC2ZTDvjOxmbdIxZRyHxA1nxbdeM7XVdd1PU76SW5D776/mupZCu1FEkpbBcgnG913hRgDBZ/Hvj&#10;58G/20PCmq6ZYfF/RdT077dpr3Gm2sLJIJrcZ+aMpISwVoxhuMbVOCOK9j/YGk+OngbxLa+LPi74&#10;Ru9W8H61dR28t9qEuLy0uoEMkUke9fvoN7hRgqRvIYNhgD074MfBbxh4w8daRpXiafVPC2t6GIbz&#10;StPOlfa/MtXWQyOzODHHGCQ5VRuDFtvMma9b8K+C/iDBF4g8aXvinU9Tc3Uctk2q2YgW6eNGiN0Y&#10;JJEdYzuTaSyoqI3RcbaaabL8M/G0XxZ8K3mo6Zp2pX0n9kTG5k+0y2rLh/lUByzySeYfMTcsjluM&#10;k113xh+Kmi6b8PtL8PafDDp0l5dG8liur7bL5UikzR79nK7cqGyD8xyV7gHyLq4tPGHx68R6Hq3m&#10;RTSzoCb6eSa0mkZBKcjCxqV3gKCv3XQkoNzCt4y+H2k+HtAu/Etlq94qRRrG/wBlu5IC8oKMyshG&#10;SrbEZsFgrEjlnq98OLX+zPjTdfFC+v5HP25dPtRZXjSATYXZLIjD92uHlkb++Jlxy3ljS+N+s6pb&#10;6fqXgG1Wz8QaTo8TyXLaXDJG1sMPJuuHSVHGGWRclNo2soLlsAArzfH7Wta+Blt+y74c0XwvHJrl&#10;3FqPiLVbeIPLBGIPLaHzD95SoB2Y48zcp+cqOThm8OeDNAvvhfpuh6eILuGOew1sKXlzuVd7gkMv&#10;VdhBwq4c4WN9vGWbfDT4c2Djw2upahqsWqma0k1AKRMx4aN1wSWWRd0m1cI7k4UKqrx3i7xb4q8W&#10;vrHivWNcmsvPuhEI2njaUomcSZ2bYzgsP4S+3cFyjMQDp5NV0fwg15qWs+ILjVBbzfvJraJyrTFc&#10;BDhPLZPmkXBAUEDcAWPmeh+Ff20PDGnRw29jo9xArRmO4sUjZDbwY3vKQYo1Cu7FSAd5aVSSwYFf&#10;mq5kuLG5mukmuzp9kjxSS3l2rrMcgFDgqY41YJwWBD+USRwKtXnhPxF4v1r7FrWsb7PWrqNUKXol&#10;aUmSON3VTJvdCFDsSRhYgeAGwAeu/G79qLWdPltNW0PVrGSRx9mnshO+fL5ZEbBwdy5fKnA3Ixw2&#10;5j5/o0vxc1zXrllgb7dq0vkQnRbHzi0TuyuzpbnzUB8nJk2MxwcqzDB723sPCPhHTbXSvDvw3sZ7&#10;hNPtBcalqdrHNNPcpGheRi0piAMizIDh/l44xuXE1/xTqlktxoi3cmmi0iV47wrtWMJEp28DJwoa&#10;IvhiWb5doLZANfw7+yV+0R4n1CTxFr3iSytdODvjUvFOtpp6uz7GLK0gZ22v8pYA7mMTfewK+sf2&#10;Gv8Aghb8ff2u/DKa58J9e8KaVpNkykeI9Wnmks55yEJezSJQtwyxtJGX5TGY+ONnnH/BOf8AYP1n&#10;9uL4mafH4xS/s/B2lLFLrWvTTRiS9dlZtiMXk3kgIXYD+MADLbT/AEHfBzWvDnwc+F+g/C/4d6Ml&#10;jYaJb29lb2nk+WDGiqucKpEgKjH++Djp84B8s/sT/wDBt58MPgZrB8U/G3466j4mvEEMjroVkLDz&#10;ZUcMdzlpJAu1ApUbWHUMMZP6f6LBY6TpFto+lxlLa1t1ihDA4VEAUKc+w/TmvLLD4uwMm22mEoK7&#10;vMCqBGFwpPynJHGFBOTuwcmtnTfiZHtEv2iVo3GUmlmXBHO35jgj1yfl5x0oA9FSdSRvwD64qZZl&#10;bHb1rhE8aySKs8cbPmMNN5eQEJPHLYGcAHBPXI7Cug0vxCs1ujzjY8hGUc8rk4HTPU8ADnpkc8AG&#10;8COufzNLketUre9SVQYyGGcYDd/oen0qxDJ5i+ZjqOmKAJaKQMCN2cD3ooAWiiory7gsrWS7uZVS&#10;OKNnd2OAoAySaAJTwDX4L/8ABez4WftW6j+1vJ4y+IdpYXWm6rbzReDLTT7jm2023ZVDOdwJYmSW&#10;U/dKdMvwU+0/jj/wXEk1fUdR8Kfsw/DxStjc3EUvibxImY/KjdQt1Fbo4Z4ZIz5kbMw3DaCF3A18&#10;O/EjT/iv/wAFCbjxDe/En4t3EnxC07Tnl0m2uhGks9qCJDaxQDCoj4+QrsOUyS4JYAHxz8CbFfgL&#10;rum/EG48SQTTWusQWccM5DF7sgM8rbnb5DDGzAhsYZM9DGPd/wBrbRvB+gatr3jTRtJt73T9M0Kw&#10;vdbh0fSo5I7aJRHNbCJVUvOXhnGFUrE26ZHfaXQ8Xqvw1tNC+GEfwb+Ingqx0aW0tZ/ENxql7ppu&#10;djRo8oj82NQwEhCoq9UC/dbClvJrL4kf2b4l1HxdpOpRTkaQBM1zazTSCBXieQXCSsC5WCAhQrud&#10;8ZZFLScAHkmreJ5fGniXU7jSfBUmn3F1A08Vt5wa1CMIYtpedR52Yy0rhvl3+T5YVAqjmLq+1K31&#10;KJtMsJNOt2tYYrWxgRolu9sJR5JW811SRpRu8zO3c0n+rDsDvfEDVLWPVriebw1dLHqcL31wUv1n&#10;eTTVaeNt5fdJBMZYyPnLhdxZlZYxuqeGbS68NeI3tr20FxZW9tGbm6j095g0LMkarKAq4G2RgoCN&#10;vDRoWI+YgGVpKxTPDoWh6HOz6pbCEWd1bFYXcrhBMnDGVtqqofIALMZWOHqx4f0W9+06ba/YJr4y&#10;bWmt7iHdF5ZXO8InyqpWTCr88QBYfKFfd0OuXDeJNOXRln0v7baRXV6tgdHt44I32ElJQm0y+YI4&#10;mIkxgLuO1my33X/wTq/4Il/HT9uTR/D/AI88Y3DeGvh+0zifU9cjeV2Xa6SQ20EjESM4YZlwiMpw&#10;cMBQB8I/EDw94E0LX9fHw616PXNKlsYZLC3a1+ytYyvC8iq3kxhZjEWZWk2jcQSzDLIOn+HHww1i&#10;awudY8Kazr4vVsXlvbm30y2RLa3baqvIgcF2IZwSw/dqsgGz7tfrV/wVe/4IY/sVfstf8E7PFHxk&#10;/Z6uNT8O+LPBNouqDX9a1iS6fVHUOHhkikJiBk81gNqjBIwD0P5M/sO+L/jF/wAK01PU08aahY2v&#10;iDXreG5v7ZQZbhlyxaYKwcKGKruyeTnLYAUAreOPhlqNj4jlWw067tdPvUDqdStfLuCZEZ2eRCsZ&#10;K72+YrxmcFipJyanLeeJZIDq968l9aRQNNHf6cFWYMm2NF3SYjwB8rgln3rwDvro3bUdFh1XWdZ8&#10;VWz/AGNjp/mK0kxR/tBjWPz0YrKvmNIw24OC3ByMUm8QeFNSjtIrqN9Q1+4MkE2qFm8pcqjCJwYw&#10;HdVDAbTgbtuDuOACtpngnx1ouszeIItHRLS0uFN7eSxTuUnkmOSvzbQwUKwHy5yWyRsVppvC/wBi&#10;1W98NeM7W4tNVtZJ7i6lgmO1mCE+WigbQgDrkEEKACThSi9j8OvgF8cviBY6hpXhK6bT9L8wnV/7&#10;Vvkgt7fjzJTNiQlGwTulPUKQDjOPOv2gvix8M/g1reoeAfDHi611vXRHB9q8Q2kDXFhcNvBniEjg&#10;SEkgqQONyMVYGNQwB7F4O8Gaf8RdJ034TfCvwT4q1W8064kv7vUpInvY7gHK+VBHb5WIyMImI3DA&#10;CqFIYSHq/EH7F3j648TyfET43/GPwl8NrNbNo4m8WX8KyyRtKvymzQlyw3yL5BClQ4GVJbb87at/&#10;wWb/AGgX+GUXws+FcVp4Kt1gjj8zw6UsGZEwu95UAmcuI1VwX2lRkBD93588WfEnxz4/tp7vX9dn&#10;n1G2vpLqK0ZFMyGWVDKzZBYkbUBBXbnDc7QQAfoVr0v/AATy+B1vDo3xc+OviLxBJNpQtpbfwL4S&#10;t7SK6ty0rCb7Tc7fP8x0O2RRtDIEwuQKw/Bn/BQz/gnP8L9tx8Lv2P5NcvbSFha3fiXxTJJJCYwH&#10;WQRwRptHmKxALc+YQGbO6vzsfUJLiCz0m/v5Xgsk2RK6nybWMOTvjyoK8iVtwVuWZsAnYcqeKKW0&#10;ivEmEjK5ZZZJIR5hfzAdynLBd6g4b7ysTjkUAfqH4D/4OKfGP7PkVzB+z/8ADHwDZrdXK3M8lx4X&#10;Ml27SPH5kEEwJJjzHwHLDDFQBtAj80/a2/4Ll/EX9sHUl1Dx38JtAtbm2MctvfaTpJs2BWMBpZmw&#10;S5AlG0PujyUyONx/P+5M2tXMklzte4SWR5CbhTuUBApIZlA4DZIOeCSBt5JrrSxF5ixsrbphdM0z&#10;p5rkKxRdqkfKAQNxILNubjgAH3n4P8Z+C/2ldE1DUPhf44jstV066iiniv5Vt4IGdhHayReZL+9P&#10;mKoKGUAFVdTghXofE/4VfEvwRpOlTaoj6dBqaX0d7NZWjJL5kcYKuJMsVjIcAJGTjcp3OXTPxn4T&#10;8YeJvhlrbXFhDHayi0mtbm0v0cxtHIgjckEYZhkN8wIztO0gAH6Q/Zo/4Ki/Fr4Rw6j4Q8QvZa7o&#10;WqXQGoeFvEumW2o6bdDAwwimQyW5UlnLwtH8pIAVlUoAdxcfCXSfgxftqvxMt7C4a6tGlfRLfV5Z&#10;hJeyQySLDPHbSLsQkGVVbdngYwecCDQ9At7p9F0zxY6xP5EywX2mSMJLmXbHj95GfmTEcjJIUUKN&#10;yYLA19DaXe/8Euf2w4B4i8P+Kr34B+NL6bzPsWqNJrPhsmSNJH/eRk3um7nWWXMyToMAggCMjtvh&#10;z/wRw+N/iPxxpVho/iX4d6jod24urDxboXiBtT057hdqqyXNsrRRtLIpChwkhMWCwKqjAHxt4w0P&#10;4gaZ9m0rxFoN5Yaro9nN5F5Hq/2oSR2t28bqNjEoYhHKjAPJkY4ZGVR538Vf2wZdZ1GOf4faPFLJ&#10;bwrB/a17aCSNITGwFvHblQsYALHknGCEXjzG+8P28v2F/D/wF8IXN1eftjfDzxTP9peGHwZpXi2a&#10;DWNP81Ft/MW3yUXy/s58wbyzFRuXdEzp+UniXw7qvgvWV8P63AYpFGJYBDGFkRiNp+RiWbnLA4Ks&#10;NuflwADR1D4yfEHWrNNN1bxEzx29l9nQzWMWWRzu3MdgeRslgHO5lU7dxHBpw+KfFlzbwx313mCF&#10;VdcwhzGNuxOQflwobac5HDDBCsMuG6Yz2sf2NVwQ8ckgCu3CZDMuMKcZDckbupJJpyzSajKUu55G&#10;8mMywxxqzmMHlgP4VBBds45IJJ+YNQB6D8EP2mPEvwc1y01fRr+9klQvbXL/ANpOjz2rLtlgyWJj&#10;jdCFOcgFdyrvWNovQfBXxQ034h3Ok+EtAaDS9Jd3uruwubyyWGVoLSRVjbzIlVHLSPslnLgzT71D&#10;Fgj/AD/cfZb+7jnvbzeSWDlk27wPmIBbgAqTj0O0DI+YaPhzV7nw3qvm2PiUQoJvKjaMLvZQBuB2&#10;tlFwSjbWy244Lc4APpTRviAnjvxt4guNAsZIX1G4t7+x8M+IIL3V/s1xFDdRvcz3TshVEW9ub4un&#10;EDSK5K7JHbU1yDw5beFXt77wqdZ123ur6O1ntzcrcPosgV1S5RpmkRZVZhA9xsdoV4UExSOaT8Af&#10;FHin4AN4+8K/CVdSu9bvYNOeSPwvHHHZxu0apKvmxxfZoUjjjMl0sUxdZCqTQ/v9veWH7L2paJb6&#10;X8Qvj9po03w945e4vrK5uddsjqjW6zXQ+zT6hNDDbxGMLskntT5MrFIW8h5phAAee+GW1W41vxpL&#10;4l8f3svhi20V7YX0A2sL4lUWSOCZgAkINxnBUxs5Yso+7n+Ofh4upfC9bHwZJdSazZz3X9rwRSiG&#10;Tyd5ZkI/5avtO4A/cWQMVAZc6E2r+KPiDpWnR+LNUmuLDUrpheSi0aKKYNdq91dK80MizMGulk+R&#10;HkQXrCPfC6Qn3H9k/wCEB0jXH+Lni/4M6j4o8AWVy8N3pU4VFtIbhcR+XEC00gQySrljIxUk72U/&#10;MAfK/wANvhmPF1tFf3ENrd6Zc6SRqUdppqTajY23nnzMQo0e/O0DLANHFKpQgCRa+i/hL/wT0v8A&#10;4zaVp+r+MtJ0eK403wzsuIIdE/sxGuIzkxfaIJlkulBaNDKAJT5hyxw2fQPiR8SPhhr/AInfSPhN&#10;8NNL0HR7+9SO6j0O0Md4sskUYjV3wrOiqSeCV3LgsBjPe/tZ/tXwePdD8Pfs3/CZbTQovBO83F7M&#10;0c0srPHHHmdI0cv+7uJHdYwysQyIMgZAPhr4g/GXxK2hz2Nnc6foulGzWGwh0q1gjnutPt5JlUCY&#10;SSglFGxRyzKwLF48A0NC8N6X4z8OaQt34Z060uvtUFkbK2WdNQuJLmImO6xcKsbKAlsyqjoMMyje&#10;JCTo+F9X8BaBZrq3xBudPupU03V7T7FruoXIskklsLkJEktu6+RcRXaiZYzI0UryxbwsALP0ngTV&#10;dH8J/ES08TaHYXUnhbUNP1aXSbm/ha5jljgKxSyho2RXu/JlDhhgfvIj5afalFAHzx8WfEPizUtR&#10;m8O2VncW1lp80sXk2ML+XcJEihbly5dnkZN3z8AqowoGRXc/AD9mPX/jfqmm6fNod3Da/a447q/t&#10;1lnNth4wrNGgDiMp5kbbpAqYLEgRFWj+PPw/1az+LmpeCPEfhi4025uNVun037fL8sMTTF5GlXLI&#10;5ZTuD/K3zAhSGhSum8L+I/jn8PNY1LwRonxNtfCut+H7i9gvtBtLiaS81TUHv0Q2i2tuGihnBZQk&#10;ZFv88ZRskFUANjx58G/D+jfEnxf4ITWBa6pod/ZxaZb+KN9t5jCzkYz+Y0kZRYgqiNGQ+YJU3rsV&#10;mWrp3wk1jwpYH4gXen2nh/TtX0q7urGzTVrES3VnJayzeU0bywCUj5MQqzzbLlNkbNsQ+1+N5v2k&#10;fgXDoP7R3xD8U6EL6YzST/8AEqu9Yt4XglMsaIbmC8jAYXEEqCcC1P2GQhJ/KYVe8Nf8Fk/2y/B0&#10;GkeMPgj8WfDeieNNP0IT+M9VsPgX4atZL6NpppojG9vpMbiFoJoSSTFtw+HclJGAPOvhb+zN8c/i&#10;94el1n4HeGNR0/S4LUTPdaJDqkUuoaZGLi7mmuYoN012sU2+382GJwpWNHZY381eRj8M618F9Y/s&#10;W++Ifh2+vYP9BuNOe/upLRNMKtNNOjRsESBxPPDt88ThZ5QsCyOxj9V1n9vT9pj4o5+I/wC1F+2F&#10;eeJryLU9Pv7Dwp4su7uWC2u4JI4zNFaMjJbvDIwucWof5oRI0UigbPG9Evr346QWLa14cs7u/wBQ&#10;tksb6XQfDVrDLK0EkLr50sfmtfXEoe4eZIhG8rz25d58hIwD0W6+LPwR8e+MbjxH8Cfhfqem+Ib6&#10;CSTWraz0y31rMkgSO9FoYkWa3hhjilukuC0gDoyFwSGTpPCvwb/4KAfEL4PSeD7XwtP4Z+HskNzc&#10;w+KtQ1a20rT9XguIrWeSGK4uCW1KVILazdra3aS5MdrJEImaRhXs/wAUPAv7On/BKg6R8LNQ8EWP&#10;xG/aL1LSbfU9ZOvadbnQPAmYIGSSHT2tzFqWqRx26yySPHLFDJFvaOaSIk+DftMeNPFv7VHhm5+N&#10;HxiPihvEMduLjw9rfjhQZ76xmvnnhezu3MUbwtbXEhjU4CeRHHE7ozLagHI+MNY+EXhmxtNB8XeK&#10;tT1q80pYrDWfEOmxO2l2lmjSxWzWctxELpImUxv+88kNsMSPEkuaxfDvxM0nV4fEsiWt3Yam9xZW&#10;Z0/w/eY+26fcoWn0y4eRxN80IlKSCOVFdFt5oN08flet/sdfsZfGv4ifE/RdF+C37K+o/EPV/CXj&#10;WQ6vbJosZ0uG3uALaaK8hu7RjCRcW8sTNdlVR4RLFCV8yWvYPjL+xf8AB79jO01O1/bc/aAlTUJU&#10;1a60f4PaRqFpd6zMzDBk1K7s7kWtgX+yxB9ssjzMuVgcrJG4B5F8Gvghq3g/TYv2jPi5488YaVoi&#10;aVHc2GreD7Zbq4N3576amnxMsQlt/LgjYMPM/wBCe4sfNVmCit74Yfss+A7/AMIaN8QvA3jE+HdY&#10;1TTZbrS7R7dr+Hw/dJqV7BDmSO6S5tvK060t5IGDy5lGfPgLRwye9ab4Euv2lfCOleD7bW9MvdM8&#10;J69ptroFjJot/p+manphiufMs/O+xwPFOVla0lgleJilleXCJcjUbdK4vx94u/Z8+Gn7LXin4bpp&#10;nw58P6DPLBbeBfCI1y5uNbRZtfknupb+a5toz9mW2t7e4t7lmRPL1JiiubpkhAPMTo/j7Svi1rPh&#10;z9pgX2paR8Pba/sJdS8B6VdhYre5jvZ5LSCdtLeCa0kWW6t2LQSKtkhntRcW9t9nfPg+Cz6h4A8M&#10;aA2j6Ub0SeINKOkav4iuIdJn1bT1nvrgRrHfRwWk0dvIE327wW5YlZIzHLLeVkfD+y8C2ur+KfiJ&#10;B4u8XWHh+w09h4c1ia7jvNT0zxBDBJLpen3F7GscyNCLeaOO4jEchez8/wAuKCfyxleOfh9otl4d&#10;8O+LL34SeEtFsNaW/udP0uG5drfUDBdSyO0sst2rLB5ot1UzhpjHHHHu8wMwAN+GPWNe8P6/4H8F&#10;+E7nVtb1fTdG0Xw/pTaH9tN9aQz2rmaw1KCBJVDS21uBEYxczR3kMjGdzO9x6z+xD8H/ABb+0V41&#10;0n4L/FPQ9UtIfA9nb3+ueMriawkit4pZnubNlur2UWrpOb55HLeZ5kVnJ9l8tp7ueTyrx7r3hLxT&#10;8Q9O8ca1DMsNibPVm8QeKPDdkkmvQTRC8t9UaG/SKeYXEMrysGjuBKZYvNur5HsbceY/FX9v/U/i&#10;D8KtO/Z4+Evg6Hwp4O0iD/ifS215ZG98SSZNvE13OtskjQQ2jxWkcDZSOGFVwV+WgDd+Lf7R/h7w&#10;np1v8NdB+KOrato2nxSvZeH0uJnnWORzLM08YmNth5JJAmXkkgiDBjMGMk2HB+2hrXiXULOeLwD4&#10;aefRNGv9Ft5bxLWCCW1uo5IIroxW0NtFc3EbSLLHcPySqbgwijC+F2PhHR/D3iC00/4gWF1BpMdu&#10;15qAgsZIptUgU7FljiuDGSW2llXdj5ZH2gDB9K+Gf7PPjfxTrtt4V1Yapplpp3jCK1u5pNLljgsB&#10;5byzKJEl8wSZAaRQhZFQOkkoVjQB9UfsM32k/EPw2nj74v2PhLXP7b1U2UlvqOqXUF66B4RLdSLA&#10;VhlIYMkTEMwkgMoVguyvW/H9jrF74tl+JVhps9lps2yJrTT9OCQ2KI8iSKYyXlVZMlQz/IDJtUbc&#10;gcH8HLh/hn4C8P8Ag3w1oMmq+HtNm+3aVPfQRQ+ddO11HI9oGjJSMhRI2SSxdnHfPVaNrPhgaxBp&#10;/greNFsZTqLTizgEl4oPnKZRGxybdwQGDbIzggjIoA9K+Fd74p1qe2PjDX9e1ia601IrfU1IaI2C&#10;hRFGpnkVSAJchYwWVWA2BCqtty+GtN+HcEN1qjC/NxIXuYvPVbSeMOjMztIoBJIVTlTJjaSS2Vb0&#10;/wAC6L4b0PwYurXthFfXV3BJBJeSBxHI6LmRlSU8ESQGQktuV2Qjd8zV8v8A7UX7VHhfwiLfUtA1&#10;ayi0uGUSXNrkF4PKkZGEe1Uxk5ICk7QXCnzOgB7J4jh/4Wo9yviXU9P122hgl/s3T7UQljcqESKJ&#10;XyGVMvHH0Bba3fmvKviHpngzT7PSVutL0o+G5XW8udHjWQ3NodpACYUO+RInyEoygKwzu2jL+GPx&#10;BHxZ0OTxX8KoIHskRoo7iednSOTepeJtsewq43EDOApPBB53vibN4S8G+AZLnxRYI97JIXjmvg22&#10;NcBkEgGRK5eUKP4G82InkA0AebfF74peGI9Qs9O03WNRuJrd/Ijhe3nVok8whVByeGZSQfuNtCD5&#10;UzXjnxN+M/iO48Up4nikS/RkjJhlt5Ps6BCEWMJwEIVXXYqlnyrYzueq3ivx7pnxJ1S58Q6/bsox&#10;E0piAjEcLI8hSPy+QMlVYtJ8xZiMbxXJeKdUGqafv06wtJCbIJ58VpLsw4QFIw3zopkjy2WYNtHd&#10;TQB9Cfsg/s9+IfG/w7vPjBpfgC2326Cay1KG+Z28oS7mbyySYwVJORg5CoTjivOfCXxt8S+KPjPc&#10;ya1pAtXuo5bFrS60UAzwgpt8wEKTgsNp+UlR8o+4TJ+zl468ffs9eGYdEHxCu4dFvgQrQySC23eY&#10;8imNMNuUtG0WNqsWJQk8kS+GYJta8T2l/pmr291eatBCtx52oKsaxxskkh2hFeR9xQDDfIx3H5QR&#10;QB5D+0Hp/iH4ifE/UYvC/h6eNdLuA5t4ET7RKis2QkcDly64Jy/GGyCGwTb8UfCrQfhf4Vt9b8ca&#10;3oFuLuP7O9o6rNcRlUy0YALCHKggtwWbkLI/Lv8AjJ428WfCa7k07RYbmC61G8SNGt4jEJEeSQJF&#10;K+Q0ZkwQq7xkGQb4zHvHhV9qOr+JZ9Ut/E3iSFIFsRc3V7cXW/zijlkjlZ1zcNJN5EZYBd2zdyoO&#10;QC/f+JPB+qsstrcQaKssMEMUdrbb7puBjYJCiodm5RI2STu4UDdXrnw/h8Najod1qzeFbGIRv5YM&#10;VzJlyu9XAZ1DKSwDNIO4kJZQCx+V77Vri6tobZXUOXaZIlc/uUYKzO3AwuxB8owBwxxwT738FviH&#10;pNv8O7d5pn328sccwaVIZJU4QsWUfK2IgAPvHDY3bGUAG7Y2F1pfiBYdd1GO3t45pEuV0+4ZTKwQ&#10;AGZWXKMdu4KM5XceSGFevfsH/sq337T/AMYptE8WmzTw/pFqj6ltsWR7uKVyYgsYxtQndk/MTG2Q&#10;QHIHjeuLpWmrb6kwlMSFZhK0hEBfIwsQbClGYjGSdp3CPBJr2P8A4J0fHvUf2ePjbok948Sab4u1&#10;GGyuYFJQvIckSFw4RywDfcD7jIrjeAWAB+wHww0LR/hT4fi0PwFoZtLe3h3WUc2noiyDapyVGG3Y&#10;DqcYZTtwAxzXfWOsxo8FwXluSiEq8s2UwvDL0GGyhIGTksSeHAHP+HtQa8gsvOsmtrKWMtL5ykqd&#10;wDGPC/NHgOd2MkHywCoBrVg0ZrWK5W2hnljgKuzwMCGwVYsVJ4IXacHGQVYcsKAOs0XxjeMYYdMW&#10;2SFP3dwJgwHEahcJsVm+7ls4UYBywLbPRvDWt3kitqK322YH90FmCxqSCuWCnbwSCxJwMAjGMjzn&#10;w5ok7kOLgzNFEXgj3qgClyrEAALwoTngDaScnOO58LWKeZu1GULCNoknLJMdm/dv3bQxClW2lgBk&#10;EkcfKAdpompzmMyQCF4y6t5jzKC/CqGPQpuwQQgJPPHzGuw0i7uLecWVjCxl4wsigcHIJcA8AlT1&#10;wvI29DXN+F9FLXa3EWnIj5lAkZWiKSY4DE4KtkkgAHOd2FySeo0bSJLZkmhaCPmNlhaOMFXACquQ&#10;wz2AHA4bkErtAOl02/Bm8pneIsckFzjIPZjwR93v3P47NlcuEU5YDYNoKEHjg9efTrg8VhaPaW0S&#10;eUsYkglj2ny0JRwdxAbOegxkdMHpgcbcUDrIZXZmYNxuwTg8kDH5/wCOBQBcSQlMOM5xjtxRSxGT&#10;dtVeB3PeigCeviT/AILG/tVa38N/BWm/s4eAPEx0jXPGdq815eglStikqI0QYEEeaSyfL8xAIHXj&#10;7bHNfjF/wch6d491f9qbwLaeFLi5tC3g90truCRQjt58zOkmeAMrEQzdCpwp+agD4XP7Wt9oHxNv&#10;NQ1PVbhvD02oy2+tKpCJbrG5DzRsRuMYXBbawPMeCoAZ8vxb/wAFAfhh4A8Yar4h+HniC4hmtpZb&#10;nw/q1hqAtDLiVF8wyPKDE/yhlBiDO0YDna6keG/Hbwz4w0i703TtR0cyCMXU91ZzyuVWVncIXWVc&#10;uS4Xcd3Jc9wHri/D+kR+JdQ07XNTstI0HSree3017m7kLvs3F2mZIVfGCEB2xsCwUAsGcEA9z1P4&#10;2eI/2ivife6glpBFoZjS58SvJrUemG+8klHSV5XQl4zHvVFJfIkfbnctcV4r8J2V18PNT8V6WyWt&#10;jqyXk8enyx5FsLSGBDam0jUMk4eZAQSYlW6UE8MB0/8AaHgfQPDFr4x0n4PmIa5p5tLCHUoxeSzX&#10;c9zO4m3OqDzdnCxxiNQYSy4y27z3xh4I0W4srGXw7aWV9LtU6toN3bzxtZQ7svHGZUeFk2iL99PM&#10;7Bt3mLtUSuAc78O3tNalTRJY9OVZtWF9d3upW0DPeNCrG3RGmUyCOYqTI2NgIUvhlKn7K/YN/wCC&#10;eunft/8Ax0tPhl4V8THQ49B0ePWNd8RW1sGYQ71Jje33P88TGNIz+6YlFYqBhV5P4FfsCfFzxn4V&#10;TV7610H4Z+GdT0uZrLxl441NNItr1Vit4jOqNC1zdf6sFmtkdneeTeNpeuh8I/tneDP+CX3iuPTv&#10;2S/j1Z+MPF/ifQ/J8c6xBoTjT7JRdAxW9v54jeeXMbyeYyRgRElUkdmS3AP17/ZU/wCCOH7EX7Jt&#10;7YXtnoE/i7V7S1uRA3jSK3uYm891M0gtlTBAZVK7i+wSFQB0H1HD470bwrZJZLaQ2FhaR7LeG2Kq&#10;qIAP9WqYVQACvyk4xwDnI/IhP+DifUtY+G7f2vohsPEGlstvqOnaYrNG0gLIZkB/e4BJYgkMAnCu&#10;o3J8nfHn/gsj+0L+0n4n03w74H8S3+i+CBJsv7XStWW1vb1txQpuVvNVcIRk7VbeAeCcAH27/wAF&#10;Yv8AgqnoP7Qvw81v9mn9mW40vWdIi0uW48aa3rO+KG2MMoUQQDCrI7ujjKtg/KR1Ir8uLDRdHt44&#10;rie61CxVUkN3IkgIS5kdpBIVdQqiTDCMPJtby/lDZZl+kviZ/wAEz9b/AGdP2X/Bvxo1q/1G2vvE&#10;qTT6ldXGjvdW8M4TbaQq4Jl3sCUZmjMZMhcSOAoPzxpXiz4U6d4pbwNresx2kGuXF5L/AGteEWlv&#10;DeLbvFAZZySVjBlQNOiMrAllYk4IBc8PeDvF3xh8TrovhTwNfXeo3dhAUh0jSstNBCgUzLAd0bqQ&#10;gG9dw2sXyPkNem/F3Xf2Wf2PrWy8LeLPETeIfEAWynm0HTdRaOHSLlLZ18uZo8F84HyIgYAqdyht&#10;p8J8Tf8ABR1PhB4Bj+H/AOyv4NbwhqV/ar/b3jafUUbVr+B02vDbqgK2MIJUbVLMyA8hSYx8z6f4&#10;ke61mS8vrK5ur+4uo5br7RP5kt3O5cYZ+CGLSthjkgtnqiuAD1348ftVftBftF+KtSaHU59D0Iu0&#10;SeH7M7bKzhDbER4Ywyqyooj3ZZ8BzlmJJ8S1PT5tN12GfUryGSUxSLPNvZSsjQZjTIBKsMAqSu1i&#10;QVQjBrv/AAV480o3dz9n0QkyQyNLOR9oa2QKyHLzZ3YV3Hks2z7pPZWpS+IPCfhiwk1/RdHfUJL5&#10;3VZZdPjCxlQhRzHkbMI0g3AnbgtkDG8A4zQvhh4y8Q6z5OgzmTe7NJHOixCNjhvmQHCjkNjI4TgZ&#10;jdV3NI+FWm3tn/Y97bXC3sEUkTRGFPMtZFVAwKk5/wBYzZLEYydnC5XX+HXxW06y1abxbqWs3S30&#10;dq0Wm29q7RylwRsi85EJLMwX7+R9w5PG3o9U+I+ka/4g0rTdG8OSWlvIpkFyJlkW5abYitJ5asQC&#10;EUKCH3b2UHBfcAcj42+BWmeDZYkvddtppZ4DdQxFRNs2snDE7VKlVkycDBO0lmPzZngP4aadq9kb&#10;i8tZGZbEyeVh2juikT7jujj4XOwHPzD5yPulT6d4b8ReGtfstQ8K+OdKM1w+reSzR3vnRlEVVZVe&#10;HAyS4bLbACUwcfer+J9e8M6LnVJrh/tUlykttDGGiE7RrG+5UP8AqyrsBlSrjO0qOWoA5XxP+zfq&#10;Oj6LY+Lh4kiNkZEWO1W3PyzmPKockEMGZV2ru5bnB+9yes/C/UfDdkNTvVE4mgWbyyxjUjCqpBi4&#10;KjcoBbYCJB26esebbeMPBPn6b42ji1KS5UNbXlq80DMsgdGHyl/vAMzkkg8dE21bu/A/jaz8JzeO&#10;bTRha3Gm6aLcQ6nayKWC7MyQ4ZkYdfmALMFIYH58gHjt18PL7RPBkfiyO4tFQl0uEXZIm0ZZP4SC&#10;zcfJgEAAkBUzWLa6PqccRkkuIy00mwTvJ1YlSw8xjtXG3aCCMjcM5XA62G51DW438KX1hdyoJJnh&#10;WRXIlkJACSFHXav7sEodz5QAZBzTtZ+HemQ6UNN0zTGutav/AC5ALMoPs8bE7V2gb8+oClfLViGI&#10;5oAyPhj4rv8AwZ4vPiXQdZltZIIvMjurIIQCoHmqylYwishK5IzjKc7yR7x4E/aO+G3jWD/hD/jF&#10;8PnsWu4Fsp9a8OxhJozsYoZoJnWCc7vlALxI252wCuK82HwI1KCE6tqlzFYSRwljbxSKDG2wNubz&#10;MGM7WYYB/wBYyBCQBtm0/wCFOn2sLXljd2Ebx3rtbX99P5atsQqwiYkEgAD52XBbJO5cgAH1B4B8&#10;L/CzxRDJb+H/ANoWxu9NBj+0SWmgkTwCOVFAYXHlogxHhnRkjKKz5YIxHFftE/sxfCXxRpr3ngP4&#10;4WN7DpsrreXzaD9nENxLvaEGYxZk81VaQBm8zajfKREgj8U/s/VrzSrHVvDpWa5t55JR5DXEa24j&#10;kj/ehhjG10jB+YEHaWfBYV6n8OP2hPGtq83h34ba8tlr1np2sPJb22o6rGZCLeYl3VJSC0Mcfmo+&#10;yJYJLfeu3aZAAfOk/wAB/ilF4gtfDeieD77WLm9spJrNNJ00zPPbeYyGRWjGGUsdpc9N2OgAGV4n&#10;8A6z4EhMeseVDNDI9vc20V9bvcxTLGolEkQbzIwp3qQ6KPkK5JLbfuP4efAX4kfEv4l6d8MbvVfE&#10;RuVuIru903Q9Ent73TXhWBft09pMoYRxhUUhliEZKs0bSzQQ3Fzwd+zJ+x/8Pr7TD4w1i78U28+s&#10;wm9uVH2TTobCOU2rqqwvHJI6zeU9w4cRxDBC3ZjnUgHwDoml6xqUdrp9rp0txNdS+THaxuQZsvni&#10;MjDMWZcAZHGdp6jvvhx+zX8TfG+syPZaSdPs7fV3tbqe8aOKKOeAQ+dGwkIw6m4gyeFVZnfhEl2/&#10;ojof7NP7P1nN4rHhjwjJHrdx4XdtMsfBdqoiWJ2V0ivmunf+zZpCjRslpPBMbeOVJgnmSyJ0Ulr8&#10;Ovg74d1jRvFngW7a5u9OuFm8Jw+I9N1y3hMd/i3u50uBb2sspcRsFszGZTcTNCEjkiKAHYfsSaH8&#10;HPhH8N9S8HWHg60luJ7eI3HizxFcpcW8MkaRWkt1bpFHPFaiC4WZ7fykC3CkSJK7XFuYfF/23/i3&#10;8AvFemhxrOtand6ZbyadexeM9PtrbULS6luoI0ubdI5QgLxxzwspZVXeJt9qssTHmfiV49+BWj+D&#10;9R8K/AH4b+NdH1eztrqHR7+91W4jku7p2kH2iNbUYCh4Yh9kQbUkecrDFKGRfGdd8fWfijwPDqSQ&#10;eKbzxPe6rFhb24nnnSDbIiDzcvsw7MYYFWONljk3hQxjYA0vBHwm+IHxe8W3Xga98G6rqiz6Ha3M&#10;2sXdwVn0i5nghnUnkrE4jEMb/IJHMcWImKBX/Tb4TfFz4f8A7Lv7G2ueAPEHhjTJfEmtxyWmjx61&#10;LvaWIqTEpWQZIGVyxX7ozwT83wX+zd4+0T4J31tdeGtDjWfUYRHqrahM8UySMilSMS4j2qUVSWUu&#10;JEO4hmAs/Fv44eI/FviG71K+lgup90ttp/2b5oZg4AKgqehUxjZkBdqnDklQASzalqvxN1TVdftv&#10;FZ0K20G6iOoQpbxC4/eEBzGnDykB23AbkYlVOMkjgfHnhe3n8D61P4H8Zxa1qV+jQW+i6j4fmW7u&#10;QLiNlMUccTqZQm9WDueFOFJkVkXSz/wh1rL4m+xx3ER0LbJcQ324R7f3O1giBShVwGUlW/eBipyc&#10;ZWjftQaT8R/HRuUuII59LCTRPFemznt8ToFnWVWQPKkKDrvVf3hUA4egDlPGGm+H/GOnafamHUbX&#10;S7bfb3MNrpFpNEjpCHluIPPu2wz26zNujZEa4tm8obpGdel8A+JfC3ha50pm0SBR4XnMkCaPYWOt&#10;2sam4eWZ2jk2G3usw2lsqSSlJI4Jydtu/l1a+J/hDW/FXieT4oXni6w8U6P4h17ULO5toS9tIktv&#10;ApbAuQcRqt3HGjXO+RFjmIaNd0greHbTRtc8PafJ4o8T6tYqdCi02zmTU7vUbKyS3uDHfeYkFo8g&#10;81rm0mt44UaEjUM/a/OjCkAo+P8Axt8V/EniGFfh7peh2llZi31HWtPh1q41GC9vTFLHbTXlhONk&#10;ojEMiLL9mRFN3Ck5cyfvaXhTx7pOl2Gp3dx4XnvPE1rqtle22uajBcfaNMt1mCtEjRwQyh5Li5Ce&#10;es6xSh4f3Qfe6cn4e1uDRDc61pnw/kt5XsNTtrnUidr3AuLJba5t2hkWSBTD/paoypDKBcfu90iQ&#10;CL2aPwF+z14W8CXcPxi0e+1PXLvS59XtJNO0STTLRprg7UeC+nvIHnt0f7Ta/urWWOOSCVpBfpbR&#10;wyAF79oj45eMfjtpXhuHWPF2gXPiCz0dLXVV1i8mZ3e2jbcN92oexuWn06OKQWEqpNI7SkxxgRpx&#10;mtfBW/0vTdG8afEC507xDaNZXlxqGgHV7XR/McjUJ/8ARY7aISuotra2vyxiKObtEWNjsEvR+AvF&#10;/wAF9A8GX87694me8ktRdXq+G7aWOWyvhZlLdbe6MM7208M8FxLIj3MIk8+22oWWZEy/+FNr408E&#10;Wvi34e3ulXdno3g1orrTY9MjaOxhh1TMdvetb28d0t1JfXDwwyyoxkM1vGLptsiQAHlVjYWll48W&#10;2+G/jG2iuNNd7vR5Ve6snuZYjHNbiGVn/cb5HieJywffDlgGKiT6m/Yb+Onw/wD2WPjj4X8f3Wg6&#10;Rq58B3M1zoWh6jrwaPVtdjeYwzPKqSRwhZHiMkkR8sJDbSOwILvtfDzwH8HfiR+ws/gq8vrCw8ae&#10;ENV0rV/As/ijw/M1xfaRcQ6hJqdsLqFXEkcNx9ovWd0CCK3uUjiieSXzfDvBngTS7zxHqmnajFqo&#10;ltbiOMaTaS7L0SJK8dwhiCZkdEkWFRuhV96ufOiimiIB3nifxDY/tDfFS4/aB+Kfwzu7rRrlrnXf&#10;GOuaPr5t5tcvLhrdIYkluxcwtvv71GlihszLC897IQIYHht/TPh/8MP2xf2rNR0P4NeCvDPizxNo&#10;j+HYZbnwrpUol0zRLKbVY5lsoWtVmnmtI5LK1jnuJ5ZZpLq0maXeQBJjXXwtXxv8GtD8KaZY+MdY&#10;8Oa2bzX9ckb7E9wPDmnFdC0q4a4SGNIHGtPron3qnmRSiZ5Glke5b239nL/grR8b/wBi7X7fxD4L&#10;1vSdStrvT7+S18MaoI47WJbzyGE81lZzI3n+ZFHMC8hmnjMnlLhmkoA+sPhnoPx8/wCCYn7Fd/4U&#10;8USfECDx58QdMin1vRPCF0str4C0nc0M2qPI0jWlhc7mSL7VLK+yK03F0EISP8rfGf7Pfhz4l/Gd&#10;k+DHxItfGPijXdVnew8La7qen26WyxGGKATapLfixuLmY3LJbtbyT744rNtxS6MKeg/tCf8ABQz9&#10;rv8AbYh1HxH8Z/jHrUl1pE41/R7KC9itrOKWzaONYLGCOAx21zFFPfzq4ctd+WiusklnHu8g+M2u&#10;fBfWvhfFceHPBkej+J9PXS4re/htZdHTVhBbGwndlTMCz+ZbXi3LwziFnnhIle6WWRwDe+Nn7SPx&#10;d/aO8KQP8X/i6uq6tqHiu3WaXTtUmS3jhe3S3s45rKGyMguVewMcrzQyzsBZORiOF25Lwh4h/trw&#10;/pmlWWl+JLDT7uCPTrq3m12zuY7e3jhty+Ip44IYUNxaSTSQXL7WhXErztaSS1Y+EPwj8V/8IxL4&#10;xNrr2ka1c6BPdaVa+IfCQhXxHp80hhdYnm2LIkVutzem6kWSOWSBMNDPEkr+j6J4VX4u+GtW+FJ0&#10;TSIbCw0/T543TSdI0ea8tlv7a1aWW4vDCumyy2zwlbctJbLJsVoB9v8AOlANn4d/A34v2MPhTWPC&#10;fhrV1g+GN5B4yfT9M063u4dImitbG/nuVvUiKCFra1hfDqUQpa274kkcQ8X4s+GXhLQbeaLWvDMl&#10;n4n0SxtLOy0zUPFa3d7quriHdcW0KW9hE0EHl3iyPI5mYoscEFxMwWc978L9Z+Emk6NpnwX+L3xP&#10;12Ea3o0Savdab4c0++gsrHy5riS1LpqMy30DyWwliQJFOZ2u2SJyuw+mfGPxV8Hte/4J76hruq/A&#10;1W8QfEDX7GfwdrGp+PG+zGLybuznu7ERRwiKaaexvpZbMKrJLdAMhtoI7cAHzB+0Z+y3+0Tqfw50&#10;rQ5PCGiaL4Q8R3X/AAkC/wDCKa5b6nptvGkb+cWlgmubqFvIt5XMdyyySGCT5pGMUa+U33wZsfA0&#10;nhuw8AeJbLV/7Tms724vdT0ua3j+3LcPFNpkMUhjmuIMyIhkj+eXy3IjVlkCfVHw9l+GHw++Kmqa&#10;rZ6pqfgqLTLb+ydH0a3059UuHcYtYtUluZ7a3ZnVvsTzkQRzzCeSbyYxEkR6z4C/FfxDYan4j+Mv&#10;xO8ReF9H17xJq0U9pc6Xp1nFrLXuns1zHZQLAvllWmjEccKvBE5gicRLEiEAHzh4U+Emp/Fjxf4e&#10;8J634l8T+J4JWg0638H6P4fs7M3Fu10kFvbFYbowxoZYQXlCybfJthG0eA0XaaFqPgX4T/DRNDvf&#10;2btAtv7M1ebTdR1HVdeJ1LUUnivFgtYLd0b7LHtE4LKXl89FBIVlVvS1+Nep+KrfSPh98HfH/iAz&#10;+IteXXPEFndXMraZbX1w8ctrbx+Y8czrCmxGnmkb5mIfAgUjY1r9h2y1qPXbrWtb0+zum0iCPV55&#10;NTiE1nd28zSP5vkPIcYkXynEqyFI4gcbBkA8fh+MVn8RNa07XNN8PalbReHtE+xwaZ4j1mSW4Msg&#10;DSOvn5fy/ukbf+eZyM7lHon7Pem65PeSWOreImiiuLWVZLiO3cW0LIHkUSTKWSH5fLfO7h2dgQY8&#10;hdF+Bvhq+8HaZqun6dbzaXd6zeG81aLaJkiSdcxyttdQSgXaEAIVkHCguPYhdaD4i1TRrZdL06zs&#10;tC0WOw1A2UGXvmD/AOtcKVe4JCOc/fCgAZBbAByPjn4y+P8Aw/8ADrVZLiK9tbDTYg0ErRKZDtjc&#10;mOTBYHbglVG7ATBJVgK+FvBnwr+Ln7anxxNh4s1S9v7dp5WE9xCYhYQrMyvGdikZDRFV+YriXG4F&#10;xX2d+0xo2o+O/Cl74H+H+sEXM1wYftAjkjaaJfkPzplhtcKwxkJ5pA5+du7+CXwQHw007TNT+zW6&#10;GK0jgmN3CqyspXy9kZIUsoX1yPu4VhgUAb3wr+BHw3/Z8+FS6LpN5Bd2WjgSvdPboX8794xYMZOA&#10;WzhySW2sAI1yg+fP2pPjCfF+onw9bAMNNt5RcrBB5k4LsREwXcpUKYwVLD5wNwBJUD2T46/HnRrC&#10;KNf7ZSAIgIY3SrPk4Uuv3XQgqGZV+7ggAD5j8t+JNd02SO60e6NxdQXcebWa3upYZrkjsj5DqSpb&#10;5lAAJGdwO9ADmtG8UW2jaHaSXGmRot35KPHaXDGUyNsHLQruBkYRqJHPlszKoLko9VdO0PQNTv47&#10;/wALo/2Y3Ja3+zq0ytsVtw+Y7F3sqswH8Gd3JRK9K+G/wE1jxstrd3UcVrpXkK1t9phDzTw7xtkR&#10;igRQ2+TvI5jTBBHNcp8RNLuPhn8WBN4cUx3FrG6y2FmrqyuzgEjecPJgfKpKMpclQcyBQCz8SfCG&#10;paVoFlM2igTRi3a3s3nYqiYcsm3bhQmIyDnaSUMi85Xtfh82o+F7GXxEltt58tJJZo1SJ1XejFyg&#10;BV4du4NwVb5m3PuFmP4pyeI4v+EdPhKFb1LeOGNnmjjtt8cMmWyowvyjHQfLtBYAAL0ngfwzqvg7&#10;Q0ufFd9cypES8MshRow8zbgxXCqzBSilTzkkMcDkA82+OHwP134r6XDrUui3MUaTKzGaKVxdoWR/&#10;LErLzjYNpyirwchhhfjjxp4I8XeBtGuNBvNLlSKzuhcRPCMeXiIriFlXlN7jczEhwinGI8V+ksWs&#10;6nZWtpaW9vHHaYVr8ugJlZGXJBkHzDcHUnoWOVXBQHjfir8NfDninSo7bVNOs9sah3kFqrCZjGsb&#10;kupO5jhflZhtxlsnctAH5uab4G8UawivpGmx3ErMiLGCZRjaDwGG75cAMWBA6EEDaPcPhj4d0Pw5&#10;oceh6lZxGF2Ekl3sYpJcElgzxuiNtZXjwNoyFJwpXB2PF/grSdN1ibUtPQtavFuuJmuZfM3LJtEi&#10;shC7SVkZSp2gkop3NJupO0klkZY0uPKtYRNHcspAu5NinEexTGDuGxwr7ZCSMDLCgC54i006xp1x&#10;EzsxZoooLK1ug0BkC8KSQAqkHcedp3lSCCQ3IaHbaloXxK02bVr50htb2InULezYM8CyAKgI3BB8&#10;qktKWGG3gEgAdLYX+oT3UOk2+qG682TKgOfMjEjxgM6s26I8HaeGxt+bLc/Rv7Tvwg/Y1uvgZ4A1&#10;X4ReNNa1T4kXloq+OvDkkMghtZFlEYWJkVR5cjfPt8xjnGQpG2gD9b/hTp9xrXw9069mVlintYHu&#10;VgdyGDorDbnAfcrcsSdq5ByOX9I0rQEu7RXvLSSOVJUmhlDs5UAychjuZ+C+RjqxBxg58l/Yb8H+&#10;MNM/Z48N6Z49Zry7jsk86O5ttxCOx2qVUcEYHACgfN8pDGvpvQNJSCa2MkcrOWbzLd9z5X5sn5gC&#10;5+UqMcDd94bgKAKejeHIJLc2sc/z264RbIAh0jxFvDN9zJx0X7wA3YXae78MaBeQtEPsYVy/lRq7&#10;HaxBYbckbsHIyVwTjPB4Sz4b8LfZlYFkWeSYq5tidgOCrdeh3K3zAD7gzjINdTpHhWCdnEs0EsrS&#10;mTdtBBbkZYDG4ADOCeG6seSACx4d064uGWU7oCuPnKD5l3oV+YMNzH7pPJxt78nd0fR0QLb+UWQZ&#10;PlngDdgdBkEAD72ADnoM4DrDRdspiRGP7zf5kuSSd2QDnjpnoOh+uNi0tikGNw2l8hi5cYzkEk8k&#10;8D+WelABZwkRiF5nc45cZG7se5xzyMf/AF6uRW4KjJwecgdDSWqSA7iMAjoevT8v8mptgU98UALt&#10;CtlV69TRSjJ654ooAWvjT/grb/wT08VfteeC7T4g/Ca+U+LPDtq6xaPcIvk6nBu3lFYspinwXVJN&#10;wG2R1YEEEfZdBAYFT0IoA/lB+NHww+Jtn8SE0q/8KPbX2l2t1oWq2/lNKbS7nEn7iQuNgkG2UAEn&#10;Ixt3IAa5LSPAdl4t0ux8VXGrT2i/2jLA+pT2DFIraOUI7zRRudqO0m3y0DMHUg43AV+v/wDwcFfD&#10;P4L6r8V/DOnaD4W1Gw8a6npbahq+sWmjxtY3FmrPHiRn4kusCQIQCyAKSQNtfnL4c+GelfFH4t6f&#10;4K0vxrYaRp11Jb2luYEK2sO9d7CRHffDLIizMflc3DgqoCq7RgHn3x88If8ADO3gXQfCnxC8Q2V5&#10;PPock2n/AG3T5JJLaB5onBdJn2zxloZ2jLIQxiuVCZCsmR+zR+2j+zH+z+t14m8WeAj4j1pdQki8&#10;J3E2iwnT4WfkXV5byKIriSGIQNEJFkUs0SumBIq/Z3wd+AXw4/at0vxTd+PfBds7QeVZWc00M7Rr&#10;ZRTyWUPm7iJZiFs5WUK2xH3HeCGij+Ev2l/gN8Mh+0Z/wgnwfbWLPyZrrSLOw1uzhtoLy6VxCFjZ&#10;ZoxCp3RRAtt/1ikbiFVwDvPil+1vo51a1+I/xuvb/XtX1dbbXL7T7/XZL+/P2yGCWCOR3UzYWFpI&#10;9pnCqhjYcbTJ8l+MdX1f4qeLLzx09msE0dhHNpgSEPBL5aqAUaQKkWQpMo+7+7cBedq8/rvw++J3&#10;hXxTEniy4drm6u/sl1Np88V5FMGfG0z20uH+ZkDKrhsM2SMrv7bwh8WdH0jwpaW+mS6smu6c0tvb&#10;XskiPuR5Q0qEbAHj8supUFQVldhuKYkAI/D2u391rFp4m8c6BaW+mW+lz2N/YLE628jRBE2OrOGD&#10;mWRFYhij5CMcK276t/Zz+G+j+FNKtvFVprFlqevz3ULbYNO82aO4YxRtKvzKwYJtBGScTFiqHbs+&#10;bdCvby61e38C3Gkaf4c1DULee2u7+TRJZbm5dHUtKwdyZZUQFtrEMjhjuy5ZPVPBsuhr4Ouda8H6&#10;LeaNanRBc6293bW0ceIw48iMSxkSr5sZYvGSGEDu8C5VyAfbGg/tS+GvE+kWTfHBtTvPBGma8buW&#10;38PeMxaeTaS200CJb7ZjdoHczMsqoYQrMX3sqSQfj34pOpeK/HmpLpmmTp/aVxcQR2nntK5IIRUZ&#10;wNj8hkBVVChM/LgAeo6v+2j8RfFDXnhC9vLTS7HUp54Z2FtAGNvNIDLGhVP3K52MFjaNF3ONxV5F&#10;bk/AmtaPfSGwOrR6Tbh2NxJ9jjVVtl8okKVcj7qu208gL1UMxUA5nwx8K2unkn1uG3W0tGZEVlRW&#10;ct90OMhg4Jyqvt3eWVA6Vq6x8PLfSIUs9RjVLaJ1SCW8RY40Vn3eYAxzIN+/J4UA79p3EV6FpJ0q&#10;LUV8OabJa3GmfaI/JeHzE81mKytkuGJIecDackmTacfO1fWP7eH/AASV+L/7OX7Ieifti/EHXdDt&#10;NK1TSI7ltPsUjmkV7pTthUbXVpBGFUsGRSZEXcWV2YA+E/CnjfQvCGhs00Fgq2suYLP7ClyzE+WI&#10;15G5s4BLkoXXCqzgBRxuo+NPEWvSSi3uXsrBX/eQIztGkeWZUyN2EBbADMTl+CA/FD7HcateNqSN&#10;HhUeScQzKCu9gCQykgg56s33iRg7ST13hnwHpHiLRYb26f8As0QB92Noad9iqEQbQ0pZTvUM/Ac4&#10;GzkgFnwX8JdMjsIfFOqzQy29zEsjDyZABukcDexR8RlWDEjc2VXjkZ6/WPh3o2k+G9Pe+kvrRbhn&#10;nWw1KNY4wWhQmNiYxu3tCVZh8rfwkDNaHhlPDmofDj/hHLO5f7bp1wFn+xIfOEAVchPlKuzEuxQb&#10;ixByGDcdH44+Fmrn4Y6RqQ1jy0t7F3ube+vAIN6bZNruXUuu2EfLg8IXwWxkA8p0H+211eSK+0N1&#10;C3dtCtzZ6eWJyCjTBssygRE7cDoWwVJVhLceHvhxcx2mneHtc1q6lN8sUSPKojg3IdzRuo+bBBRQ&#10;pUEIctjy2PUeF9Ot9L1vU4ry0vgryCz0yFG/fGYPGeUMn3TsUkjoVbONqrHoaDofhbUvixZeHvEe&#10;ifZr6bVY4Fuo53jjt7hnRWic8Y+VSyowKEM3BQlyAZ+brwB4pstX8PWtrbW9nqENzb6fcvGgdjJH&#10;Lulkicr5avyNoY/LuLDIYfd3xy/aC8O/Gr4c+H/BPiHwHoiQaRowmfxGImaOebYiDZJHGP7ixHjn&#10;Jx81fL3i/V9L8H+MTF47tYruXTtXNzJDZ3YmKRJ9yNnl+URFU5ZsRkEFd7Mxq/4y/aL8I2Nu3g20&#10;8LWaLeyS2tvp8uqsklmzN5gidS6FWEjHr1DqQuHO0A5jUPCWiHR4ptY/s62mkjW7867uhF9sRMvt&#10;DGNVlOCcktncSd7qfMMXxF/aD0fxJDczWegWtjCOHF9vjhuQLcErF+7Jy27Jz1VQoC1xvxE1m31D&#10;Slub6zWAXmpPtxOVUzKHjmLIrBWAJjckyHDPlCRk1Q8I2ng+PwdO134vhl1C52RJZQRxqq267nLK&#10;5UEBWKogKljl2jyCCADvfFfw48R2dppHiK812fWvDen6jFLd3NjMyTQK4YRoMsApCp7ucg8sFrBv&#10;PE3iNNCf4VeCHOsaUHbytRvoojG8UzHYqlnwWbayk7QUPAaMH5fXPA/w6/Z5j/Z9uPF2j/tF3On+&#10;Op7r7a2kzNLNFZ20fmJHaAFC80rNIGCjenMe4Mck+WaJa+E/HuiaXoFpKLHU18SXEV/rGnp5t5dx&#10;OIh5hE8wCBYsyERpsURl3yeVALGlXHi7R/FB1C+sLfxH/aEKXOrX+oW9qsTS70ilSJiq8NHDLkBi&#10;xWBXHMYxP8WvhZaeA/ippeqfD/xdBHqFkEvYHt7+CWKzkkhmlMETR7TKY9kf3s4RkErgKyjsvh94&#10;B8HSXVv4S0/RLzxFq+qwST6a0RWaS6O23vHfaSmx5LeGUC4fzYosYZLdkmaPjPhf8DPEv7V/7UGg&#10;/Cbw949tGTUYp5L3xNHp199n06CzsjM8rxysvmMqxu+OFYuQTE0jJEAeh/AD9q/4nfFLxz4ctPH/&#10;AMVdB05rHZpdpPrHhe0OmW+l+ZgPlszW9pH9ovLzMEYW1BhMIAjghh+gfhT4esLrVLjwbqWlahpc&#10;l+kGnSWej6fLaWsMZmgurtZLZILbFm811dLHb7okVLm6QgM8bt5/+x1+z58LfhD8cfEvxu+KvjqE&#10;+EdMhl0PQtaukSLVdS1K0Nslxf2VrHMVEKzxXKZ3GE/ZwpknjWdC74+ftS3fxOaH4a/BpbOS2vr6&#10;3t7ePdDFG9sWaSdAjSOHiV1fG5neQ5Y7W2rGAT/8Jz4e+EXiufxpob3Fxq+g3bfaZIdJTyLUySEx&#10;tJOWSTY8rs0sjFUmaJj5eI2aXn9B/bF+LafEF/E/gTxD4dTTbW+v9WiuLe2glt9Ru5dgMckcAh8y&#10;VlESuREEbMrEKAUT508Y+K/irqkOs2mreN76E6nMU1nQ4LpZlkm3lGjcK+FQGMD94SQ7uyJhQ1cB&#10;BofhEeF7zV9K8Xva3emXcSwwXaQl9RnaQqhjiV3jZ0dpGf5sLHswzFn8wA+xPhh8FvBXxEEHibVv&#10;CCwz310r6fctaXD2KW+Y/tb7Yy6iCLKRbXZE2vGnRI2qX4/Wnwr8TfE+6v5vFe427SG2tfCfhpLK&#10;1iuWaC38xJd5YJ9nMADFmJdYmPzE58j/AGSvin4t0Hx34V+Htx44sItI1mOa40y41GMAWk6yFlEl&#10;xkmSNMsVLc7+dqyZdfrj4q3H7M2peMYbXUNSN9qCKjXOtTSRtJdNDGse1lX7+GBK7gVG3ZhTvKAH&#10;jY+GXhq2+DSfEK08RS6jqBuhplzpi3DT4nCttTcXVA+0vy/ysuN6vkhsDwxHYw+J4NKtrYXSNFLE&#10;k4MAEawgopAdSBgSMq5G7nPAbK8t8c/2k/Cmh6hZaDYzAT3AjZ7T7QIoggbaJmKjYoYRqN6B/lDL&#10;gAgvRg+Kvgq0sNR1Ua3BP9nhd4Iy0aIIjlVAUkK7IwDYThMD94C9AHK/Hv4x+LfEfjIfC34f2du9&#10;ydNSJnsiyEShWlcsHAcODvyzAoF2ZPBd/LPg5Ya1YatJrmjeI5bNrGxZpb+CYptBAzGhfJLud+SO&#10;ixSlVOAKmgtPiDrvi2DVfDduLvUrnNzbz2Nn5k0PkiTMsKNEHZMSB/kAALcg7AF92h8MXvgXwPqd&#10;l438SyXsesXy6r9jWZozFOiRFJppJoFQt5ZkVzGxTzFcRsR5kagG/wCBfhn451rStU8fa54Wv9dt&#10;9SjbSo3NlNItpLZWcF0QsMsO2WOGIMZIGdcIUdtscfz5mg/CS18XXkOv6z4wsbG30+O+kvj4gvJJ&#10;bwzXFtd3M8sFvcSRNcXk0dqjq0bQp5l1aN9qiJWRen8PePtJsbLWfHV94csBrdybmewfTdXazmRZ&#10;Z0tBpcaTmRoLdraO8TzhlstEGkJTy5M/SPAdh4n8DaZ8bPFlzdTNo8sEt9CmjX81rcF5JZmgl1Bj&#10;GpmAtC0m18q9/dyAxrb7XAPP/EfilvHHwyh8BeOR4hi1/wAIa8iadNrdrZ6rEunxWlrbyacJSFni&#10;t4GRDHACbYQSyDYrLLJN0Hh6bwX4n0m18GeOPibHpur3Wv8An6jpU2jrb2CmS1Mthd3MUDSPf3Zm&#10;mlAkWCY/Oqy3IgkwLGi6DpVt4Glt7nQLG00Txmsy2ur6mdNeZ/3txNFCdSkneLT/ADJ1tVaYRQLI&#10;lvuZtn+u7mb4L69onwe0nx3rngm+t7fX9Wmh0/xBdXt3cLGyi2DRm3eAPZ6i6/6dJJHLEzJPvWIw&#10;3UIuAC/+zd+z/B4p8Y614j8K/su+LfHvw98ExR2z6/4m1K38FWnh4WkYWS3vLs3w063gnEwkkSS9&#10;jkuHWaQTK8rRtyHxh8OeG/h1dX3g3wxq/hy4ttGkvrRD8P8A7Wqx3Nz5wa2ku7q2aW7gVLlLeF5m&#10;mZwJFMxWVZZfQ/21fDXgv4L+NPDHwz0T9pLRviVp83h+c3kOi3t5Po+lXU8U1xaql0pzOYIJ7Xyn&#10;8x/3ltcwyI6ebFP5b4i1W78K3l9Lovgt21DX9G043HiDUb+7tDaC605la0klnRJZ7KWG4LiVtgWB&#10;iv2i6hUTSgF2T4seGdH8N6vZr8GfAmrz6qltbahrvibzb6/F2xguLyUXUdzFJbPJLLPDNMYldTuF&#10;vcNHO4TpPg5+z38K/jR8SvDnw90fUNYsrfS0sxfXWjXtjI2nxJBFNJKZ/s7LalWkhAG25jdu8bFo&#10;6861XV/CGpeNNOHhGb+27JNYNx4k/wCEvtbuzePyrdftD3/2aSeZ2PmXdwzxOxSNEbeBvs7T67/Z&#10;w8N/s2eCfCfirwp+1H8S9StZdO06HXfip4d07VIguuQ2tvt0nwXFJLcIRO8txc/ao40XyRGbUXKy&#10;rGygGT4S/al+O3wU/aduPi98HLfQ9Gj8SWdro2geDpdIGn6ZrWnJpcVna2iqpljubOXzFjQwyANP&#10;l3SPiFOQsdM+Fnw48NXvxo8V/E/SE8SeILrWbPUvAWkeBVR9IaeaWMJp+pyR3MDwrHGUJMuUgcx5&#10;HmyQvY/ai+KPw/8AEmqr4m/Zwso/Do8ZpFN/wjd1rNlLJbaelrd2tysTS3kLiG9il1AOHL3h8q0C&#10;PHDc2Qf5/wDFfxm+F0fhC9s/iJZ6rc6ysWklVl1JNRjSS3hS3toy6Pb5tVsjdw7JFkaNTCltcRxS&#10;StQB7t8aZrjw98E7bwTo3wU07Qr7wf428j/hJ9S0yGC9tJFt1jtrfV7GE3Co0lhD9pube484hrG8&#10;QQFbGeJvFL/4g+Gx8YtU8Vw6jc3FlY6GNP0WztriC5hSxDK0dlLqbRQ/ant7bdateRKUn2GNZBaM&#10;CvGj9oHxfZ+HdW0HTPHc2haR4hsdMfxBFpgkjF3Np1uUtfOVXUTzrJulLP8AvC+Jn3SSFhga7491&#10;jXpdUk8D61ImLaaOPUpbp4JHiKFSSEY+WSNykEn5nYSOd43AH0T8PP2o9c+G/j7TdU0jXbFbKeO8&#10;n07Q/HEEWuWAYiRIHtLdz+9JhhsbcSo3nlrN1V0QrbplH44fEDxp4hX4j+Lfi/4k1q/lUW1rDrV5&#10;dQyWc43SlVUzyrsM23yvKiCJJgiFTCiDxTRNH03RNOkvbTR5DrFmsUduLO1jO+Z96xxqY1GMvjaY&#10;slt6t13ONDUNfjgsLvSfDckuoyQSme5t4rxI3kVXkgwg8h/NJjdNrsZEDEuwVT+8AOz1H9q6G2sN&#10;c0C6sNQtru51Xdqtxb+IdUEVzeLHJFFeShJf9KISa6JMka5QzrtAlKvm6Z+1D43j0z/hKdS12S8v&#10;LnUFW7+2WdzH/aaSOc3LlYHW4LGRtyTSSMUIXmPaq+Zi8Edtp2p3S6VHeRXaG3jnSJkU7mIklmaF&#10;lKfLKqqHEgVYwGYrvq94Z0PQrTTbewl8QIEKFrmyivIntWmZGEZcTOS333j+QY2CMMj75CwB6VoP&#10;xRl8SakPAD+CZbDSraKZrOwsbhHMRUIWG2VgJQsRjVGXykKMq4Hl/N6V4a0yDUjbyGdbewjmD22o&#10;Xcg+zQ3EatsY7TCxZsIAcHEhdv77V4v4J8L+EpfECCw1OK4vr2OLT4oPsck8UhdWDLA8Tl523llY&#10;RyMQjxhWCBhH0+geDItTL6dr3j17Z7i4W+i+w7VMSEoZC8jxoBhQuVABbauWRt1AH0TDoHhLR5bW&#10;61/wTp9pJrd1eNc2WmSqoHmu7Qy+aGaTaXCkjeWDyfvAdxK9P8NfiNY6ppF14H0jxPK9rfwGGe3m&#10;aGfdHvWRXlkLHI3LGPMDLgxN87neteF/CyOy8L+G1vdK8cTzwSTyppi6gWkMdym5SiIWKqIt0anz&#10;YsRGJFV23FH7Tw94jmvp0ii8L6THLNpqC3VtSCNbYRsPFCDjJ/dsmC7KWxgOGDgHpvhSDw34Q1qT&#10;w1Z26XTajevc2wnUiSaZgQyMoOAAVdgzfIyMSuG+avU9N0vwzMVZ4bXzNRgnc2EJAjfyolzNIsuf&#10;NBEjDeFAKyEuNnLeIaB4q0TRYZNTBt7u6Cs1ndzqzCF9rFlbptY+WikgA/MzBSu7fU+Iv7TujfDO&#10;yk15fIfU7m3lcCSBvN8zy1LSMV27hwGC7BuG3knBoA9P+JfxO8KfCW/u59e1PfqQs/OLXJcmVSY4&#10;kIRnVwG3xblyocOp4LBz81/Gr/gprp+l397oHgieHyys0cbW0yxtLOQjrKcNiNjIc5YEFi52tn5v&#10;Lfij408R/GXTJvH/AIp8Vi7s4mml1OztFZLVPM2uRuZijEkTfvAoJ4OP3gC+GeJ4NBuNWa9NzDZP&#10;DEwmMsZDyMAqglnbdI6q/THzGPIDHO4A9Hn/AGo9c+Juu/214pvWutUkmX7OnmysqR5kJAXGN/yu&#10;wPz48052Mpx6l4S0HWfiZqxuNPtMrIrKG6Fyu47EMIQ5AJZzswQehBy3zb4HFjp/jQw6Zp9yUtIo&#10;P3VqdwWRQATsPmHeCHTeCfuYHUMfqT4aftDaD4Mksru2tzqc6wRmCS5uT5TKzuXjBhYsvIZw24lt&#10;pyxAJIB7lo2g+OPBngODwgbGS2wY0EXETIwjXzJHI3HA8uRRyCQxyilQG43UPhJ4z1LV4dS8Rper&#10;JHK8hiSMwblXJ7sDt4JzgbsknBAasTUf23kutJuI0sZhI94zS28LP8yiR8PIXXaqbR3AXcAAWyTX&#10;Mat+03DeaTc2H2CVrq4jlS2s5rlIVnkdjNul3kg52H5ipCoOcjDAA980X4Y2uu+F7BNW1RdPuiRO&#10;8JupJYEkAQNhTI2UG4EEBWGFyxBU13mpTaBrlhHo2sX81zJbwB0vJ2VlEikKdzlgqTMz7uThTIFx&#10;lsn4hH7VnxDSKfw/pEogBAlgt5bgwywjkLM21Q6uFRl2jjCopXczYpah8d/iJ4k/0K78SmKO5laK&#10;KVLIqysoDkgByAcAlWAYoGCnbwGAPrX4ueIfC2iaPLruk21pDFeOIntQTdm3Zo2U5dpN0uJTwMjG&#10;RHhduK+e9W/aBNtqJs7Oyi1ELLPDG0d1h1bbgkIm8upVt4XLsQxyCFIGD4DttY+Ifi228Ja74ovV&#10;hdgIraFsNkqzgxjI2+XsDZJJG5mMeXUC3+0d8E/C3gdra/0qaHTbJVWSGO7iMoDwb1Mqqx80S4TJ&#10;diwDBjhdrbgCO68MN4ujttTWSJ5ryR2vpI/mzsd8Aqck4YLtccoSnBDc4WueGPEPh2C90210kWkM&#10;cMYPmRoss5f92oWRQQFOFjwqhQZGVQ211qbwh8Rf+ETlu9Le4ijuU5aMnEgA++Vbdjbzuyu7qFz9&#10;8Gz8V/i3pl/aLcWF+0Cx20k9tawSCJ5EJUKpcqD1UZYZJ2/NkqMgHI+GZIrfU5JoNIEOsCeNFFwv&#10;CziNGJYY3KuHZQqNhijLuI2tX21/wSn/AGMv+F/fFeL4geLLBtRi0y6U3tzdBTArIFAhhUnLABXx&#10;tXGNwbBxXwpf6pe291/aNykheBYj5VxOkm8mRkZyHDMkqvu6tICzuuDkGv6Hv+CQnwt8F+Df2QPC&#10;2o+CFiupNW09rrVLyQtm4nLb97NjnquxiPukbd425APoDwb8PtE0LT4bbQtOgjjt4Hga3tIg4aMZ&#10;cxgOF3KM5J3rk7icBWz3un+G57w3P2iQz4k3Ink7MZBGeeVORjLHJGB1y9WtD0a3a0ZLi0Ro2UbF&#10;DLsY5IK/Nk8DIwCRjbx3rf0XS59sFtLAQyBZA8kbg4GRjk4JJH1XIPGMAAdoeiGKSSe0SJwXw6hd&#10;33RwMDCk7TgZKjngkcnoNJ05yqNG8csTD5fl+8MNgM2TuGST0I+bjPWks7FFnDLIWUwsSNmckEbg&#10;xyOeehxyCeSDjYSJg4l3tsA6Y+o6kZ/XtQBHHF8yMcOFXDEZ4PQnGeO9WYY3yzEYJ7Hnp247URYy&#10;XAP0AGfr9alh5G4jHAxQA5Y2OCTjinqu0AZoGSOaXn1oAKKKKADvTWAB3d6Uk7sY/GmsEbkY460A&#10;fnL/AMHDv7Mvxh+J/wAEfD3x7+DSahcSeC7mSPxJYabMyyPYylGS62A4lEEqcqeiXEpxjNfnz+1H&#10;+wb/AMFBP2e/+Cfth+2d441HRZba21W1n1jwlBbRi70+wnki8vUEuLcDLCUodpDMqHzCeCg/oU1B&#10;LW8ia1uYEkSRTG8TgMCCOVI7gjHFYnivwl4Y8TeFbzwXr/h20vdKv7F7W70uaIGCaHYF8lo8EFCB&#10;grtIIBBB4BAP5Yv2bv2zfGXwq1/UNI0+71HTZdXsFh1eWzvEDrbIZJAg2q/mkJK6jy40MjOoxvzv&#10;5X4iTWmmWd5rLat9nvdUabU9Qe72N5buZDGvkxKC20u524yGfbs3b9/u3/BV/wD4J7+F/wBhL9q1&#10;vAtpbNbaJ4h8jX/Bs1pbqYZQGe3uIwi4IaEyKGGAEjeH5/lAbB1v4hfDfxj8O/CY+Jfh270W60bR&#10;pNK1rxnbMk1800caPaqIh5sTYWeNpHY+a+/OFTcAAfM0fwn+NOj/AA/fwl4v0ye+03UGhmsbT7Pn&#10;yLmWIu0luk7+VDK0VsFY7eVb5tuCRc+CP7PPizxjfzeErDw5rd5cq5U6XaaRLLLIixMuxnUs5Yuq&#10;lDs2bQrly6lV94+CPhvRtC+Hut+MTouqJNcWYt9Sl07Uo7qOeC4Xa3n2c2W8rIL+cQxbzACrmJK+&#10;n/2R/wBpL4OfsxfBO++HHwO+Hmow+Kv7T+zeIfFlvKsEuogOI4RGIFdkErHfmIIFAKMCA+QD5FvP&#10;2drLwJ8OIbS/0K6fXoZJf7QupiunmaZbmRilrJHG07HE6xN5W5QLmPewFurS8r8QvC3iO78VeLPC&#10;fi65a/vozOscb3LxwWZtrS5ght5JisazKria3VGVQ3kW8quI2yem/aE+JcmveP8AV7HVfFthqmpe&#10;JtZjudQ1CxjuVkgud6XC3MUDNBavJuuJIYw37otGSPIwstU9E02O18Z6l8QfiDrM2pWnmppmnKdA&#10;ka3gSS1maRNkcBj/AHMUacHluQwYrKYQD5T8V6ZqOmSlYtJvVddXfyJbRVdnkOD8rRIrj5w218uc&#10;eWoGDuPe/Az9mvxL8aDqHg34bafcS6837l/DirJc3MiFT5jQRhQZ9/70BoskqABuYK7L8fvEejeA&#10;vFmo+CbbVk1LTpdJtLPUZtJ1MtBdrDHuRIHk87KowfcvKtJHvC4KImh+z38X5fgf8fPDvxB+F0k1&#10;pc6Be295Z6lfLIs0qB7cPau7MFcZAcM+0FiDuRZEFAEk3hj+xZoSsSyzafD9kgSYrHCMud370hfn&#10;VXdtx4wXIztYD9Sv2z/ih8TP2jP+DaMXmk3T39x4d8TaXHqv2O4TNrZW5OyVwQrIAywucZ27gwBU&#10;LXmH/BYD9nz4T+FfHPgH9tj4F6LDpfhb4zaCbzULPRpkexstaUBb+OEx8Rb90TCNiqhxKwYZ2J5/&#10;+xt+274g8NfBDxh+yb4w1dpPA3xO8MXOi3t7YWLGTTZrhXVboRmQbpsvD+9JIyi/PwVAB8Q/Bv4d&#10;6PqGn3EOs2ZvhcGUQWNpIPNiGyBlVmI3AYEq8YJB3YLDadO88DWXhbxKnw9/sY210kaT3DWF5HJG&#10;gx5LJLhWQ7SXVfmXO1BgDyzXYX/w/wDHPwOn0nwpqRmg1m1uvs5R4T5qzhym1lVmUna5cEsSMruG&#10;ANvC6HaeINb8ealDJey200YkKSFtguImaQN5hIVVyysjAKCV2g/c3qAfQX7JPw0+F/hKTWYPGd4d&#10;Sh/1sF+8ZkhYYZjbkocbQu0ghAArIVCjcW4/xr8RPEfxEl1S08MafotrpRslsbSBdPZXVIx+8mAQ&#10;+WzMSWJUb2AAXBYgu8FzaZD8P9QXxZrVzP8AYLtYNMt1sIs38skbnzPnwMEgoN7FUBcHPNYl94+u&#10;PCfiS417wFo9pZxrYQW6afqSCYWUmwybwJYykirISQD97DAkFAAAeb6Nomoxabfanf6sYGivXi0+&#10;3niZhO+xH8oqAvlxkKSoAUEhSAeM73hH4N+IJhf6zoel29zBoOmx/wBsTveyAWrz8bmwWPmI+08N&#10;twQApGWTq/BHw21Pxr4N1HxBfaMdZvLKJXuLeZTI1pcxSxhnheIsVEayESfODzlSAd1VNT1+0j8I&#10;roo0uC3kivfKbS7LTTho0c/IZHGGSVSjnbsQN5isp2lZQDC8SfEKTXbA6Tpun2GmXq2MEVtPZQyx&#10;yQoZIsg7mcTPtCg5UyYjXBUfM3kfjfWNZtdQvfK1ae8S0imigu3cyyeUJECKHR9oO5pCH5JRcAhC&#10;tbvx68ReO/EGmaH4o8Y+JtEkkv7iZ7fTdLZftOneWECyShUyiuB1YHKxdTtFUBD4pa+Gh6Lrk181&#10;1EfNtpJS+44WNgImK/MWbKhiC2zaS5NAHm0uu6pcMLi5ubqZEBQSB23FB6nnGOc9sqD82Mi00s1h&#10;FA8N6sckUvMCbwwwyneRtPP3gHzvI+YAHIOvDoMFrePd6zdlhLfuY1eMMsyrJt8xUZMuxPmfMyrh&#10;QSQSSFpXD29hOkk0NswjQARPck/KF+6rMxKDJznnqT8oB2gFrR/FN6tzHqazTR3ZVYV3CM27EL5Y&#10;bAUlmYOSckHL5w3Q9Z4B8QWfiTxrHohu7i2uJbzyHv4pBLOHWRQDGwTac7iETIVmC7m2jcvC3Gm2&#10;5t1uo4Bc3E5KSwLMMfc3bVCcNsU4PQhyvG3Aabwj4V8TXniTTPC+kTfZ7+e+WKGGWUQhJGCKxd3B&#10;SNVDjc8jBQud2AGAAP0R+Df7N+h/F3RH8P8Aiv4W+IryT7VFfXevaVrkFwHsbJ2SdPMEsght4pPK&#10;ld1B27LtDFC20OvwP+IPwN/Z1/Zt1/Q7Kz07T/id4g0/+zrb4l3erXFjdadfGUiR7eBo5IYY47eb&#10;Ekzk3ubxvNWGCTbFzvwk/aZ8U/ss+INF+FPiz4SabrOt6Day6T4Xl8QpeyPoq3KQSWsK2M0s1hZX&#10;Md1HDchooRJ5kbSebO5iYchq/wALrnxLZaR8Mfij4Tlm8XWsUtvpek3NpPLqXhq3QaiUsGsZpVma&#10;5W7hN3OskLB7d0YCGS8KTgGv8E/Gc3xNFx+zzoPhPw7q+pvcwSBIZYpPNKNKzWlrMZfs5iefzVVo&#10;sxiKFNgG/wCTlfil8JvGvhdNO16++H3iPwSDYTXGn3Een3AiuJHfzrmaA7EAjFnG0bEeayiAHO3c&#10;Ta+DOnfHDwDpsuo3F7q+m3el6Ov9juLW3M9jdt9khaIzbjLD5FvbRxmGRvNMKwsoEXls3q02lfEj&#10;4heA9L+Fviy81rXNJXVLtdDt9O059Ra5uzHJchISw3ojec24AERsJN3mPGcAHjnw0/Zntfj7pHiv&#10;XfFvxW0bw7cC+eyt/turpbra3KorSNcDyxHHBhpIiysqqVZDGSsbnI/4UJ4n8R/D281bw74StNIv&#10;PBdsIPFF5J4muptQ1yed3a3kjWOYj7P86W7yJKEUzmVgq5J9n8KfAvwx8RILu/8AiH8RLDw542tb&#10;wabqn2rTvs928M3nxyPNNNIY47ljF5cm4ICsQI8vO58W88P/AB0XxFayeBtH13xK9tDdWfiHT4tO&#10;Gq6Je2hZQIpJrfzo2R7a2j84BJij6fEHbIiEYB89fEzVtE1vWtQ1X4cXVtJY+IfFTqq6BoktptD7&#10;ZBHaQsDJaxqheDaX2ZWZVEiQ7w/4Z/FLX7Wxu5NM8RXzT2toH1H7RpjH7OwnRBGyD7jeYqkYILCU&#10;k4chawfHOla/4R8VXOqaT4murV9XjuFg1XTvD62MEdm7vHcJFBFiNRJbSQyq8TgmKZIwMTLXJNou&#10;n6noNz4ssbS5sWlubjyICGkWVY1AaFWYRjI3hDkuxBxtG5FkAOg1GOb4pa/e6zc6vFYiZoJL7Vpb&#10;zz95AwvlMzAK6hGZm8w7mYIWU8HA0zwp4g0HUG8CasmopPdQiWS1E6sGAkdWCFiEiDRMT8+clV67&#10;wB6X8AvA3iDxb440KHwx4dutdgOsCOe6ikVvsyrLtaKZ3B3HawfDKhAOSN21R9TeOfBPwN8e/D64&#10;svHfgO3ufEmmQNBp3iBPEptYpoIyiidQuVlRUTO3cBtkXcF4ZQDy79njUj8HtKsrfT/CtveaprUk&#10;LavqMkjxT2NuitEFhifIjZo53Ubdhbch3EFXHS/Eb+wtdkttZKRvNbxP9tECFmnkhkJgEe8YL+Vg&#10;AvuX5QTuAdk6GTw9q/xn8J2uo6R4Uvr7SdP086fFf2lqGRWiRlSWSXY6nai7AWxja5KtkqDQfhBq&#10;Hia/1c/ERbu0h8OMLjUNA1iNYp2uCgKxxBB+9kVWExXzGYqgLb1OaAM/w14+1nW7jUviL4RiurXT&#10;YNXe/a/m1ZUe21Dy554Ft3bzRNKTiPZ5WWiihbYm8KPU/Bn7Cn7Unxv+G174m+BHw3g8a2OrahHc&#10;a74Csr6zt9Sn08LP5a3lvGI7hRLH5cUNzCixJ9tnl3JKnmDyjUvGWheJvD+jfBnTtOnjvLa+KytJ&#10;ZxxzS3M0irboDv3OrwtahYpjiNlBCgssidL4N8By+NNW1/TLTW/C8WpeFbS2ufD1zPcrpc93DDbZ&#10;kiQRS+XHMktvC7OVmkMsQYSsSTKAMvv2YvFPwj+I3iP4a/tAfB/xfoCSTx3VjY+MdOit9NNlJMlu&#10;139nmZLGK4t4pZLdLlJJI2lEIjVXieQ0PBPx5+IHwJm+KltHpetSJqU8OmeKbfxDcxavBfTBXt1l&#10;KC2dJ5oZFE8FwJEmRLZTDI2JGm9Fk+OP7S2maPrXwD+IP7WHiGz8FSWrabrtrdaxc3QNz5L3bK1i&#10;7N5mb63aIuiAhpXIMhlCN5jBot/4R8DzfFKfxctzpmo+IBpt3Hq2sE6pNamUyRCeCGR2SKWSKRvN&#10;VWkVoFkiEgLOwBnaP4P1zVf+Er8Z6XqcGhPounR6XOBqdnNcHUJw2xSZHi8pfLjkjVRxGFZJSiLI&#10;K8l0ex02Lxb/AMJM1pYanD4ct9Nh8Qta6pHNaTz29zG0W1Ug+zmFoBDLsYyO8kNxJI7jzWHrXw6X&#10;xhruvaV8LdC8HeJb5p5ZtV8W+IYNXezkuL2d5J0a5VHlghdMROkkkMKL5bLPEipLLJ9H/Cz4HfsL&#10;/Cr48XurfG1fGPjq3tPFEOp+Gh8Mp7z+y57sMJY3uLu7zdvMqx2rM0WHMo25iWIFgCv/AME9f2W9&#10;fvvh3ZfEP4l39/afDV7vzmt5/DuoR2dyqRWalbh7W1hhv74rYxpDGZbiGS+jjkDm5hdX81/bd/aU&#10;8AD4meI/CXgr4W6Jb6HZeFU0vQptI8PaPbzrPezTyz3N/Jo5VrdtqzF4J53jW4tVKxPG7PH7j+3J&#10;+3VN8ZdA0uL4S/s3+GvBHgy1tRf6DcyP9nh065t4bi1N/eC8s0s72WbTI72zj2xXMrlFjtWe5jSG&#10;X87v2idZ8I+E/Elz8OtKsdU0+4t7h9MsrW4v4Z/s2mB5Fa0Hkgq0f2grGsStc71imkDnzmeYA5r4&#10;gfHXVvEOiT+D/Ct5p81nca3d3ck82lWjSlHh+zGIXTKZgv2eGOBYlkEca7tqbpPMl8+k1vX0j03S&#10;LTxDdvbTRpNAZr0xhN+AyhZycqcsVCk8qW7HF688A+IbrSItQ0jSZdWhjkm2OltvVFXIDIdmYztA&#10;fy/nC4ViV3bR2Xwi8OWuh2VzoGgSK3ik2jSWmpWeoROsU8eyd1Id96t5SyAyW7tMzwrEsLDzEuAB&#10;0PwL+MGpaK/i3XPtN9olkLhn1KxuGRC9q8a3N0C6s0iI06HcxUgBlEY8lki6zwb+yd8dfHunx3/h&#10;zw7c28cNrEdO1DWhHptvqNpEJQbyFrmWKa7hBhkDPEp8pvLi3maRY3+nPBn7V/w/+F/wB07VfDHw&#10;w8UeG9Y01fsh8VW+jW9lapqs0Bmt5LdYVeDz4l2zhY9mcxMroz5Hi/j/APaJ1rxl8Un8f6FoixPA&#10;19Y6zLDd2rWuraWZLZlW7SCQi5ZkZ45oXlmSXAZFICrQB6L8TP8Agkp8Vfhv+y74g/arj+K3ha48&#10;Hw+ILbS5DYau0UsuoOkbhIllXE6eXKD8srYaeRVOEJrwH4N/A3XPiPp+vv8AC5dc1vWvDVsuqeH4&#10;vDmm3E1xcX000UPlRxJbmRk2hGDvkRsZFdGM5li9+1D9qnSf2pPAXwu/Y6+KPirSfCfhLwNq16Y/&#10;Ff265vY7ddQntp2nEdjH9pFxF5U8Kh1blkLMqhmP6t/sb+Bvht8P/g/Z/wDCr49TuV1hIr/VdY1i&#10;/kvbq9kdd5knMibwwZmUKpVF5ZVUyHeAfmx8If8Agg/+1D8WrubxN8ZvF1j8OYpjDdNZWo+0XVw2&#10;4M8nk28q28QRSNoLdVw6hlJbA/4KJf8ABO34cfsmeGdKuPhnN4r8QO9qi6jNquoK7PLHAFR0jWNd&#10;oJjVcIG2hUGME5/ZCJrD5raO4SRWhhQqqiPARmUBdvA2ncvUY2Ec814b+2hc/DDSPhjqWr/EGKR4&#10;IYzFZNK7MGicqOCxLKgARQ6gZKFSCDlgD8N/hf4u+E+q6qifFD4c6hLaS2y2q2dvqkkaom9gqGUq&#10;zHYkLou0DaD/ABcAdN8e/iv8BdcgtdZ+FPwvg0RrC1kgtJoL+WSVlZyRvaV2aXJlf962+QElSVCA&#10;1w/xM8Q+H/EHiLUmtoWZLdjaxXF1bbo4ojJIj/KSECu4dh8xAYNhgxYnm9HN9o1tFqNywu42tYZx&#10;NbzSAwny8xfvAQUO6LjLc+UocLhMgGh4V8bt4f1qbUdSvNQeB4WeX+zNUERnVo2iVHcRNGsfmIrG&#10;3YIAIsHDLuHsnwp+Its8sGizeHrGFbaCytVW0tIrfydhU+eXRVbeT5XLOrlUBJYyYbxg6dZR2n9q&#10;Tai5MV+0l2HlwfLdoy7g7QUJfaWK4ZkiALDBFd/bXdhJqt1Ayb8WweOKGZsyEcrEXBO9uFdnUhyZ&#10;N5fO2SgD374l+LPB3gnTxcaFHBc3d5bSecYSwk3M+8Mu1tpAcFlKY2quAqlQp8FuND8VfE6S21G4&#10;WVjmLybLY00U6EvE7MgxLlg8WGAA5YOuQu2w/jlLrWYotKs57iSJWWZgm9lCSJHIkfzo64WONc/d&#10;DoBu35p11pE1sZL7/hIFeBJnNzBcKF2MjZcYKhwy7lXzAAQFUjJDAAGZ4X8Ma1eaDb+ENPuZpRex&#10;tDDaFCHXdtjG2QBguWm3MA331YJlQSte++C2ufD+afWNbuBBA8jRLbJK5ZIpQ7+W4jER3/OCW2sg&#10;8ssykEV9Ifsq/GL4SfDyyvNQ8X2dsBDa+VGFUedbx7YzjEnKBcAeWeGJALsCCeT/AGhtH8f/ABh+&#10;JWpa/wCA/BckGjXEUkNtYWRU/aCGDeZJ8qxh2+VwMYTcpDAcUAfMkElvPr9zrupQRsW8xw00mTO2&#10;SdxVx9wkRFTjkA4AVjt6nxQkFxKLXRbh7ia5tDFuQgO5Aw6xsqBFdt5A+XcVwNyEkht/4L8VNq13&#10;o+taVdxPfXSXEd5fahJKyAsRlyTtclpCm4KDyygZcE9Vo/gaxtde03TdcVree8lVHnngSSZyzZlL&#10;pgAFctyRhvOAwMigCTw94e17xRO93Y2Mn2SG1UGSe7EpDZVNgkVMOcAbVLbS29+mStzxd4L8K+C9&#10;Jmuhqs0CaXdF54tT1QqyYUNHn92wyflOMMcHAU4bMXxJ8XzeBNGms5pPNW31Hy1beknmyPE7AsuF&#10;KbTyxCb8jhTnzK8R8d+KvHXivWUuPF+pzq91HJPaxT3TQraM8q4JG6JSwy7HjO4kEndigD0jRtKu&#10;7+IXdpf3cQtmU4tTtS4uBgZb5SHba28CTYu1XAwJCKTQtSskguZdPmJtxBNHK0YnDSyh2jllU7wg&#10;G91Xuc4bKnYT5bo3xN8T6TF9i0u4tUzFIx8lUIUIpdyApVgQAAo3BTsIICkCtzwL4sNvJFpjabaz&#10;pdXEMV0yJ+7iIyqxOoU7GYhc8sBvAXgHaAe8fDnxTa25ja+sXhgkiM1tFJGUkgkAIAEx4A3KoVWA&#10;+ZVffztav8ZItZvb2fUZb4z77Yyv9pZ9kSFCrAIuQpAZmAxk7MLt3bm5LSvFqag632n29xeeYq3M&#10;E2nxlZJn+QKuGUbisZbO0hNpDA8ghvi/xNYa74ML3Fvbj7PLE6iNhKsr7Io8xKoXIKxsSSzDZFwM&#10;EhgDMvbC3sIJPEF5YNNPYxt8kzKFjGZCdoChHYEOWBVscI2WOHz9b8T3OufamsVthPwRdxNBDFJk&#10;eXsBz5YUEAYI2ooc5BRiLNj4K1fTp7izn0aSKCeJGWCMFmaVt6O4JU7WRflJKBGaMLuIIz03/CiZ&#10;/FV7cTazpz393cTCBWuwWeNdw3KzpkuWIYFQQT846MoQAw/Bmm+KtL11NYs76G5C+VbzCF1lk+bJ&#10;YYGXUEsCqZQkb2DAtub99f8Ag39+M+lfEf8AZA0zwPZWscP/AAj8j2m0yM7GPeUifkJlNr9CmCGx&#10;gbcV+Gmh2d5Hq0Hgzw1bPezpcfZ7WMTKqrIQFQrvcIrNvGSvQbDwuwV+p/8Awb/+Obj4efHjxJ8A&#10;/ErwzSXe7UbIQSrNEyK4jCrhVz5a7BnYAVxgZByAfsVpellbhLuO38xHYv5iSHLkDaQzbVJLYwQf&#10;TGDmt3T45obgs4YAxY3BRiM/dGMtgdOwAy3B5aq+m6PalCE0+IYCp8sWGdMDjBH3TnoeCCDkcitq&#10;ESyBoYyQpIbcz4PQcYxn88dQM9QACW3tyIQrJvZMZIIGPyJHHJ9sdM81diCFPL8vaAP4RtyT/P61&#10;DagMxkQq2Ww+GOOg45HGPT+pNWI0O3dx15PQ0ASROZQMqQCBknrT4k2cKDj3pq5DY29G4P4VIuV+&#10;8B+FADqBnHNAIPIooAKKKKAEY4BIHIqFypGBjkjPP+fSlmcLyTxnnI/SqtzcIoIfBKoWbDYIGevq&#10;P/1+lABOZBNlIgy7QdxGOnIBP1/yO+dqsigqIy5HDOqk5CKRkkDkjrxxnkdzmV7yWTzBHEpbBwNw&#10;Ock4AxwffpnisPU7u8ksxJaKfMhJJRomDN+8xghjkBsNjnjHHTDAHzt/wUk/Y08IftvfAu98Bah4&#10;X0ifxdok4v8AwLfaqXjW01BE2orPEC6wy/NG+0HMZzg4GP58fiv+zr46+DPjbW/CXiO107+07J5o&#10;fE+kXtnI8+ky7xtliZwNu7IdGRBkPkMFJ3f073up/etZYn5XbL+72Bc5HzYONy4PHUBhzk18zftc&#10;/sK/BP8Aaf1h/GN3oMGmeJWULPq0UBaW9jVWX7NPEAUmQK7DLbijordVwAD8Xfh34e+G3xX+HWme&#10;HfAdvoelQ6NZ3Kahc6nfPp85uXkggV5ZzEDJt+boedrgtECXPnXxN8YQ2ekXV34C8I6ZeXmmWIm1&#10;tZL0pCrbo44tkwnVpU4mbfGu1VnYMG25j+sfjB+zrH+zh8RYPB11oZ1rTtD1CeTXrRWSRo7K7jtw&#10;0keUkcxKA3JZZkYKQu6NZD8w/FXwzZ+LrfVPEtg+m6MQ0bXGnWN9P5926yRLE+zZCWMKsm5VG0qp&#10;aMgcUAedN+3x4m8eeLNP8WfHER65qluWSWfUbq4sb2eARy7j5zLIkEhklkb7TJG0oMoH3MgcT4v+&#10;M+u/EuCLSLe60+y/4mMtwNMjWUrBfGKBWMgdW8k/J8pChgsbRq8e0MPoz9oH4z618f8AQre50T9m&#10;b4Quuj6M2qajfeHPDUek6t4hgkljtvnja7llmu9yvIQrRuAZpVClwV+V9Z+HXi7TdXk1bxD4Gl0f&#10;TWeeZHaxfbuKP5JRfM3BQHjYbVIRVR/nwMgHUp4JPj7wte/ES88Vm18gSW9qPtkkgudQhjZLUyrI&#10;YiofzATKVIVoVcBvPELcJb+FvFNrrWk3HifSNcgXVpWlt7K4tjGk6NdoZcNtTEZ8qZcjcCUbazNG&#10;RXqkdvHqnhPV7bVtHi0+5i02RdOhMc1xdRW8IQrHNLJtLK9sZwoC7iJYykccZQH1L9pH9mv49fDb&#10;4faF42+Mnw7V9E8Y6Vp1v4B1iO7s/tV1I1nbXDrHBI3nzRRLLJHLc7EjS5uVj6yJHQB6t+wx+2N8&#10;JtG/ZysP+Cf/AO3nol1H8JfFNyNc8BeKLfR3e/8ADuqQXLol5bMUEc0ZkAidEbLRtJGoIcg6vhz/&#10;AIJgfD/xjE/irw3/AMFFv2f/ALFqZjurGbWfGE+m3fll94V7S6tXmiAQodmW28AEqtfF3i/xF4Qu&#10;tG0fQ20a4NlYXYmttI89SYYkVY/IzBHGSrKXZ1iUFjhmLODIsFzLoGt+IR4hstc1JLeGTzby7lsi&#10;8EcAkjeOERrIzGMOjKJEO11yrcljQB+nf7R+v/8ABNzwn+yfZ+FfFPx2034rfGXw9frqHhzxR4T8&#10;N3UzG1ctEUmvDE/9oWxAfy2yQDGuwhdxP5623wT0X4g+O7zxZFqGqoouJrq4t4N48uIx732RttCt&#10;5aSYTDI3zHLYULynhrx18QLzUk8DaKmo35dY7Oxa6t/szjZ5zRxybyxiQEy7o0KkMrgyEliu5rmi&#10;XHxRuLDWtD8aXlxfWN19hi09dWEKlooUnaUS7yhHzld5MgnkwwBYOhANX9rvxraap4f8KfDfw9aa&#10;rpVj4Jt1kubS5sZbWaO2kJH2lo4tkbIqyRsJHYtuXaGcGQDO8QfFvw1PpcGnm31HUkjeOLxLbLYr&#10;ZaffXcPkwp8scm87VAwzKoV50YkkApB4l8NzeNHW81rxZ4a8P39lo13DqutXLXFy987pLGissImK&#10;SSIETZLwm7OwOhU8hb/DvVdb06CCz1u0j+z3Lqz3EaOxR5pN2MsZclgrKeMttTDYUqAaei/HHxRb&#10;eEp/hd4Q1u+0fw3LC0y6ZeXsMMr+aGWZ2dQu+MICFUYDhcJkKHrm/jNqvh7QQL3wxZWDwy6L5lp9&#10;p3l2kZoopAu5mLAgNINzkMufk3Eld22+H2u+HSul6rDJezPGoj02/nee7tIBLiKGFdzNHCZGBKBm&#10;3NsyVUSisTWvhv41jtP+EYiu4bi2bThc6deXtxKMMFkjEW9iitgJMxIyhJzjBCUAcHolx4dutXtd&#10;c8R+JL68u7G+jW8sHgQhojtQSDLAZDsSVyRgjjYNxrzeIrnw9b6nougWlvLFebPtE/kMDLsZQ6oW&#10;3hPl+cqg4IAwQgSuj0n4Vaf4fhu7/XfB1xIZRBc6bcWM0kn2eKWeJY5PN3oM/KoUMsbYJG05GfQP&#10;Gvwg8RfC+w8LatHo1pMLwNcXumXF+X8yJXyCBuUqR2GXAJB2ADCAHkWo+GoYtP099T1GeG/cCS7t&#10;0naRFkkjLxTxPG5O75UJUNz5eSG8pljB4V0nWtas4r6AWzRyRpcpbwqSu5t+8KcAnzJUAGcgZHy/&#10;er07xHa2fja7n8beJrEafp8UEUDLas4WCaRWMnl5AO9n28EY2rIFZdwasCSDT9ZsRaRQQSXV3CQt&#10;zJaGZZFjjUqYXYKJBuVgfmJPlqGycAAHL+E0v9V8QRaHDpSQNb3bXKxW8sskSNwMoQNj5SNH83AB&#10;fa2SSir658EPgJ8SPir8b7Xwz8PPhPJrt5bSzWWmQ6dA9mDdNGAHaZbpCqLGHZ5GlwhU4wzgv534&#10;X0wWvi5fGNtaXLw20+2KHyzJvmBIU4jzkFFABOW3KEDOAxr6Z/Zo/aA8WeDvA9v4O+GfxBtPDuo6&#10;pqcFpq2tXMzyLbRy7NsX2YM0QjZ4VJVlaVniQ7hwQAe8/B79mSDTtOvT8dvFWmwsXku7e9vtZ1e5&#10;1K8vJrCCFtMtvJ3vLAlti3ZbaEzSk20e9Ftkni8C8SfG/UPCHj/xNr3wy0XVfsVvFNa6a+vN5t9Z&#10;yLAse9pYYozbyLiFA0YUrtzlldUr1P48+K9T+H/ibSLv9nb4ut4h1BLeG81LxPC5luJtSa6Msikm&#10;2ZgzxxxCKL+EEfJF+7FUP2cbPxL4J8da34d8ZeIptKtdf+y6J4whg8NwXU1l5xtSdsEsq21zeSZV&#10;UMuxkQFlZQxUgFnwp8SbH9pjQJvgL4uY6d4o0iC6MFjY6XMuj3F5JdbIbwwRRxTb2OHlkkCMskUQ&#10;ZASwPJ+DPg3478B6bG3hH4p3kd1LY6dd6BZx+IbRZb9LZbSWRJCY953eY0nlgZ3SSq5Qxkj7V0n4&#10;ef8ABMv4MafF4q1H9l7x18RPGdr/AGZd64PHMttZWKzfZ2ljiEdiQLndMrAh3dCIjvkY7lk80/ab&#10;/wCCgPhP4iWkGn+H/wBkr4XaFY2usXMWk6Z4E8HzafNcRKilTdMqo86pN5O+IbFeBpCwUb8AHgGv&#10;fCyw8O6Xr3xE0nXtD8UyyW9vc2j3utGRYnESyyW73MZwyofmyBuZcISW3BaPinVnf4w6pqvw1KR6&#10;dfaNKNTj1fSEMdtbr++iWWO2mkHmi4nE6TI67X8pkIZRt6nwx8PfBWt6hqHxH0q00W00/ToobS7Q&#10;3TRbTPaDaYoVXcZ3mwxKMPJQfdZnU1neJRP4q8caroHwR1C413xLqjvdCewsYdNnv7hpGdJQqBYo&#10;raOBIwkrhG3N0SNM0AZreDfBfjbRNWPibwNpeo6pqGmPNZXt1qV9a21xb7PKVnmmkj+0QrncBKTK&#10;8hUs2cmPwLV/gH8WvA/jjyfH2km3jsXgmuL9r2yvIpmmtUigWEPIFl2ooIAdzarLu2hg7j7X+HH7&#10;F/jDQNOjuPiB8RZNB01Ind/Dfg+3drp0Qh4vtN85LeZhfnjjUxnLorMGBPbv+x9+zPaXyww/Duxv&#10;7ibi5ufEGt3F9lFKFHIvJpVxjYdu3oqqSFJLgHgnw1sfgFYQarqPgbwLc3Xiy80aeG1s7e8kkjWN&#10;RO8kzSBcGVohGWAKhIwyhV3EmfTfgRqek/DyWDx5eSXEFvBJBeeVdMBZwLHK5YOyskzfuxwv3t8j&#10;DkfL6b4+/ZT+D76XBB4f8NRWqWVsLS3heGVriKFZVkKjEm8nb5vGDud5AdwlmU+N/tA/s7+ONC0W&#10;68VeDdRvNYgRXgudGnubiSQoWdnjRIpAZIlAOEiwwDzMXlG5aAOh8OftNH4V6Rd/CDQJtOhikuJf&#10;tcIG6KTYwQyRuwHn7pBJlUDMgKsCPlFR6D4+8N67rNs48PSSpDZQt4lE9+80skaKNrxgSAkjaV3g&#10;/KoDgnDAfFPjCLxdJrklhrGsrLaSXGZp2hS0hlWQkIzKhkWUArlUCOY2CjaScN1HwV8IfGjxd49i&#10;Xwyt61jLqUdwFivTbm1h85C5OxikMUkbEgtuJCOybsNuAPvH4P8AwJ8DftBS+JNL8O+MbrQ/G8sj&#10;y2Mmp3DXCwaf5cpaGWDZicKQjgqCNoiC7EKqvmHhf9ln9pG38PaN8U9L+D+v3vhPV7n7Pb6i8F5M&#10;YpmdFjDBIXCKNzo1wruJJISwQSJtWppNl8RvA2u23i7xp4k8Oaw2k6h5sEYsWlivLdnytuwK5eN4&#10;1ZVcqwkJQ9cu/VfF3/god8ZvEfiqez8O+Or7R/C026X/AIRm31FrkadNAQFlgCsBCArKyqqBBJMx&#10;wpALgGd4r/ZM/aP8da1qUngD9mDxn/al20ipLpOhPd2tjDcLK0StEilhdwCSaQSB8MbdWK5VBTPh&#10;98K/izB45utG8YaB4ekMjXV/cnW7KK7u78Pb3NuLYf6PPdxQkpLHIhaMpKNkojYIByN1+3d41tf7&#10;Qubf4y+OLi68lo7opcu0eDD5Qla2N0A8z/vAG3tKouG2KpVgfOtf/wCCl/jgwjwnp1rqdjYR2f2e&#10;502HSYoIo5JJFdJpFjw24tkqx3giTJT5ilAH0T498eeBdM+LOl+Hr7R5D4Mj006f4aisoXj+xtZ2&#10;rWxuJXgnhlR1unS5MNwXI2BAs8UiRTeZfGD4jfEu08vwLoHirXZtO0C6+3Kt5H5ccd1YLI8TQXS7&#10;Zbdo7SR0JG5n2Y+aTYK8rb9vXwVa2EGp+H/hVZW5S8iuLrSpdLjuLSWEzJcESx3LNGxZoUOFiUFV&#10;wW4Rjxeqfto/EXxE9/a6Npmm2lnrpeO8jfT4i0zLGHQMihIkBkUDaq5MWEfKgbgD6su49FbwCbK9&#10;03xEA+lb9addSjkj+zwedsdroO9vdQXOoIzyXLCVNis7ZkBgr5xi1m6+Mv7S+t/FzXbOLTRq+tOb&#10;m41aJzbNeTuEBkMyQwxJu3MWdII4hlCEQDZzPg7xt8SvirqP9j+MNciufJtlS1hjkSIWNuoV4YBv&#10;/eIrNJgBdxUSFcNzGfafgR8E/Cvj3wKulXHiK0t9Q8QXBis5dVWdN+pTRRQMEt4YZHuTFFqEkheF&#10;JWcS2yrFKIWlcAPDHgRPGGrw6X4K1nS7zVtUht7u08O2drdvOxgjCwQLLbWMkVsjyGMOzbI9gGXR&#10;D50vPfGOfRPAviSwvtW8J6LePqR0vULK30nU5d+m2iadG1rp0a3VmjLN5ckHmygyeTsKlYWlPm7g&#10;8A6R4h8Xah4a8OyafYw2VrZ/Z9Q1iMw7dpQP/aKwS3fmWkkeYBDE5iMGLnyba23tBgeK/hrrOu/E&#10;fX9DvfiV4eXVNb09LnVZ7DU5/s95ujiuI4o/tFoJb0pMsRMiBoS8ZZZJRErOAWNM8QeHtL8Ez+Ev&#10;F8mq6JpfjLTbCwibRLa7kglm08ob1kt7x7H9yqNOss007eVILjMkas3l8r4H+EWoeHr67+EnxL0H&#10;XbK/g1K402TRk025Q3OpQaibOEeZJkOyXX2gncYEhNpKu+Uu0T/SfwU8J6XoXhPxz4C8b62YNItt&#10;G024ubnQNBjb7ZZWkUN21qJboGGSVtQ1FBJNK0W6ZIopZFjuZWTzTSdV1Bpr7Q9V1u6uoV0Wz068&#10;knnn0u4jD3cf+ji4lybRnMborTRraxxqpba6+TCAbfwA/Zf+Iv7XXxdufhxotzaImg+Fvtd2dO0+&#10;O1j0q8N6BPbrFBmNlSWWfyzGVj8sxsiIrqlfsR+zx8OYvgx8N9O8EahcyXCwNbxq9tI8ifPhdhwC&#10;WZCASc7QAznZya+Ov+CGujxxz/EnxvBHZol9FoDRWFtC/nWCyR6iVRoyN2xh5LKwyDHsJkbgJ992&#10;FvDbR2+nxskRTYQ0ZQRAquwhgwYIuF3grn7oxnkEAIbm9i0+bzIrf5WUbmd1jgIDYLAgZbd8m1jk&#10;AEOcgJXxB/wWW8Q6r4Y+A00ei2Mzo8JgkhjUuCD5iiEKq8qFTAUbWwRkBhz9t65dXVrp6w2tnuXy&#10;ZCgikHyx7CrEuUzhfl+ZtwKup+Qjjy/9o39n6y+O3hZfD+qQRIkjFCxugkgZgmxjxiNQ2QFIxuzw&#10;MkMAfz5weB/EviLxBbz30LxxzzTBppokZbrG3a7xln/ebjIuSWCiMYyBT5baVtOhsYbG6jha7Nwh&#10;+xuSks6FtsTqWzlkjjYFVb95829gmPvn9pn9hrxF8FbiZfBnhMyWSyQm5SdZMqqxrtVXBLKQrHnI&#10;ABAGetfHfiPSNXmvbjU7vSbWD7Dcx/6NLFGm6Qu7dAVMRCksMg5GF5OMAHIaVFqRe3vtUsJPI+2v&#10;JYwm6Evk3IVgm6NpVXlQAFXc+MqGx81RS64rxxRXmqXdushZZI5SVKKqqHZQR+9/vFcqpZCnIy9d&#10;Hd+Gv7E0W2ijtHebVp4pvs4jaNYD8jMrFIuFyCgAXawIYglRn0/9jb/gn1qv7QdwuoarbrHpcN19&#10;kF9BM4VmUs2TFnKiPIBMbKAVxgjmgD3P9gb9ijw58VvAU/ibxHgrePK1n9s6Ixlb5ThF5CljtUcB&#10;3TqA9bH7W37K2k/A74X3ek+CNFjS6uZ4zd308pkCAq3yFmVj8p2sqED5W2gABQPtT4JfB3TPgv4K&#10;i8KaEjyw2ZT5oYwoHy72YAYHJDYwoQHcQNpYjJ/aM+CMXxa8ISaXdXkzgR+VLEm6RykY+cLkkHDY&#10;dQdzDlRkYYAH5b+Hfgd49bxBa+In8LvNPaojSIjkSSROMqD8ikBfMV+QMMysASTn7S+DH2ay0e5X&#10;WvD9u7WvlTzoFYrFIFQqSzgCEFSpYDeCvznflkHqnwZ/Z18O+EQieINMtJZkSQGWYFcAyTbfn2sC&#10;cs5OOMAkAqAW9Un0DwxZ2TJb+HbZ2KRwwwNp2QGeQAkFyzHK8Ej5CdowFDsQD5b8W+APg3qWo2er&#10;axowgLMGjlit0QyrHvUAszDygwYKMgBv3gVs+Xn5n/a71bwg1vbn4cGXMUSyJGZvLWQCKUxFSD1J&#10;8rBIHAX5mbCN+iPij4GeAPEu60tLWOK5k8uMxBZWVUK7RtV8AkHYWYckAA/Kdp+Hf2yf2EvG9vp6&#10;+MfBnlQOFMTRxxEIJZJFLYkwGZGJZNhVW+ZSDwFAB8Vap8QBrWs2txq2u3otoAULzyOCgCREMiMC&#10;rM5dW+fIO5+CWjWqvjWxtblIIrV2lnjjbe7iVPly42NsZ2kkVUaP5PmzHJkEDctzX/hZqugaxJpY&#10;0iAS222CSGGWSEqJCWj3AHzAQGO4uS4XLbmVciS8sLK8s7S3kv7aKCCdd1vHCzSO/wAhPCECMdxH&#10;gsi5ySCxABxdhpt5aSfar7TI28xJyfnZnuZHB4coVwpUuDhjgOTgqAT1VhDol9qtvHJMyvDI6Rzw&#10;WSyEzEZw0e5NoU5YgZT5WQ85A7LwvoWmR20ms3MEiW6SK8cluNqJGYtgCAMV25YkMpI+Yk72wxy4&#10;dHmtrsafNA9or7JLiC0ucmNmXzJElVXIMauqqN4IKE7TzwAT6XY6YbCWdJ0jDwOpvbe8MrwoAmJY&#10;3AGwjcoO4ALsZs4XihLbazJqen3rCF4TLmeaeJm+67OGEhHmTkjchIfqh4O/YfSdd+GmpaZoBvYL&#10;tpV3pbG3vZ3aN4wrkxMwxudkYqDtfAHQsqqe7+CP7IHxW+P0Lz/Dvw5NbWrSiFtRvLa4aP7Pt+Vi&#10;6lAwBDkA+WGLfMQ0hJAOAk0BtUs31DSru8mnhtrdZJbqHD5REBYvEpCxkIG3A/MSR94bVq6h4mvr&#10;1bh01VmvPPdA1+nlPI5BYAxqGKDceBzgMWUliVr9R/8Agnd/wSX8OaD4p0nxt+09oUd3pkNyhvdE&#10;gYIlymMAgggv8x3YYLnBwF79n/wUC/4IIfBT4la/qPxE/Y/nj8Oi9V1k8MRxOsPLncsauDLH853E&#10;oQF9eV2gH5W/Cr4Z+KfjV4xtfDHw/wBLurzWLyQBZYpPK8qJlbDOcuI9p3rxsx8uW2qGX92/+CSX&#10;/BLSH9jbQD8Q/iPreoan4z1yKFtXuLgiQIQR8gVQCqgnH0YY4Axgf8Emf+CXGkfsleHX8e/Ea1s7&#10;rxffRiS5uYLAKV2qNqKGAbAXy8/3sAkIDtr77sboRosrNcFYcFt6FhvLLg4CfKATkDjOSSNozQBo&#10;WcP2e3WS9VnkIAMZCkNgdyP4cZwOn7zGSBWrFJKx8vyCEXnDfKRhs9d3P6D6niqWnFRCJXdTEXLM&#10;WjIJXoFYYwDwVx0OB9BehdUj/dyCSRMEpHz85HsM89t359KALSSIEKu6rtXPUdef8D+tTQYhhEf9&#10;1Oy9QB+AqpbDZttpQwOGOQSQTwevPHJ46DGBVqFsKpTbwOB/gaAJo2R2G48kZUZ61IGHIHamK29c&#10;g45+lOGMDJz05NACg57UKSRkikYcdMj0pwORnGKACiiigCvOHfBQA855bHP4Vn37TJbyNBgPt3Ir&#10;kgbuwJwec+h6n8a05FVVK7uvOcdKp3pEYL+/3vTJx9R1/TtQBz629xDOWKxGNpnHlzxhAi5+UHgg&#10;Z4z3zg46is7VLmZ43mfzixzm3MoVnAwrMArYwASTnGCPQ4rfvlijypZyCMbWBIIB5zn73fAxyDjP&#10;IIw9RghjjS7v1AGVzJEdzFgQSo4AwSTkDHDNx1oA5nX4ZoRJaptTzATvRs5TKjAXg8gEkKBjDAk4&#10;JrktZWSweawsp7hp2+by0cykL8wG4ADjoMnG7hVLKAD2Or6c07G2mmmLAHcgt0ZI3BO7LEA7juI3&#10;gjBAxncAeR1m3upOVtFkuGT9yRLiAEgfxsoK4JOGB4wCDuYhQDxXx3+z38E/FPim8+JGr/D7SrvX&#10;rhHglvLiFC8sAZsR5T5mXnaAcZ4H3eD4/wCNf+CfX7D/AIk8St4x8TfALR4LvzVP2+C4li+0MfmQ&#10;NiYg7AvGU6YAXOQfqDxFYRoTBcwyxrDIogAVpYozvZANqgEfOHPJHyKDyCSvL+IbCG5XMN4rIjtE&#10;3nxuhk3KrcsOM5GclgvzNwzcEA/Pn9tv/gn5rfw4ttA8e/sa/DPw/b3+h6i08+g6po1vKh5/dATN&#10;iVGTIw0ZACk5PzK9YXw+/wCCX/xs1y+j1P4y/FTT59MvrVptd0PTNENo6NyxWRE42ZbPk4KGQKWG&#10;VDV9+azoUVvALi8t3hmtI8LJPMHVYxg79z5LfKpAYkNnugfc2JJbTlpZw0lzCFUeakK5GDuKArkN&#10;kM2coMhVU7ThqAPkfxL/AMEif2Wtfmgn1vxD4tFnazmWKLULqzLywFv3lqT5TkwcbyrkMCzMHY4W&#10;uo8XfsEfs4+Iv9P8ceH73Wbzy47GTWfEXiS9llkgtLcRwhi0yFgixRxAvkqkfls21VA99lmNxZxn&#10;7bvlXAinjtxv3q7AqUPUfMy57EJyQCawHWGzc2hS2WNotqz3Dsr/ACyEJ8xI8wZdjv3fLn5tyYag&#10;D4K/bH/4Jd2E+k3GsfswWOn2FxZWskbeHmsQ88smctIzS+ZICDnduZiyOwOPlI+DPHHgf9pz4J65&#10;qul+N/C76a8Z2XUtvbRMXkeRG4MY8x1VxEoVdpLKCBgEj9ztUtybJ7tzaO09iZBl/kkQgrs3thTk&#10;goPXZjOc7ea1/wAM6B4o0OTQdY0KDUcMqyC9YswHkn7m9HDgYACk7dvfb+7IB+EC/FrVLdE0jWrx&#10;ZAWEqaZDDaxrF5YbbHtWMBpcMuGZcAYK8816H4Q/aK0yHTLW01r4X+HNU0+9uyb+LUrbDXZUvtWZ&#10;4XRjtG8qvzNmFgCV4r6A/wCClH7Kfw8+B95aeLfAvm6edSvUtpEDszEKA4lCFyxI8wk/PwWVyGPz&#10;D418R6T418O6BNHqqRxGYu6tNNIGmxECg2yOwLNxgINw+VgyLyAD6m8CfFL9irxzpgl1v4TxaA8O&#10;lxG6iW+MzAwy78fal3IoWNVBVypQwKMKGzWN8RdO0/SNIHib4TCXVvBgae28K6tNbWqT3MiHKSSe&#10;VNOkciM/zR7CGEScLvQV85+ALXXLy3l8NwW17HbxSO39pzQEojh2cDyxtG5/lwjEHdjoAprE1nwh&#10;8Q44Le41LS5WgR/PS5uChUh2Uhm8wqxcq/Q99pXJIoA+gtX8ex+MNTstR1TxfEASsOqanqVt5Ss3&#10;7wOrmS5+d40iMpO2OQy+YPlbYB1vijTvglefs0aLN8O/Dtndau1nDbazqAvWiFnkyzCR13l43Mak&#10;HbF5Z8y3A+bJPzF4Z8DKl02u69dRxfaL4xTWNrdqJVlRPnMbxygqWU55DZPzlSFKn6o+CGv+B/An&#10;w91nRPAnhCy1vxrrlw8UFzrVyk1pcoRsUecZVlZlZnAdVB3SqwAMYwAeUeGdT+NWu6etho9qGsta&#10;0+3sbrT4rCKZJp0dCkVyJpFZHaWfkv8AMCzEEv8AMcu78LfEy7OqWUxlXUoDcGC0uNTnNzabyQbX&#10;IO5W3DPlh8YUkqDtQ+lp4c8SaTpbeF/H/gHT4fEct2RbTw3MUSNaqsYDRjLQBiwY7F3APjJOS1Zd&#10;/wDAlbTxO3jHRI9dmtb66Fzf27WUavaTtEd6qrGRzxtVS4DMGByTigDzjxM+hweB30HVbNk1fTZV&#10;bUNjSBNxQ/6yTHmBYRv5BwdgztyCuPonhXUJY7m8msJpPs12mImC/JIYHiW5OchcuOCrbv3a5ZSv&#10;Paa14i8LeENJm1Hxr4ZW2uI78GWzuLOSN0Do7sD5aBQFKmLClWdeegw1r4SfFJfi54ptND1LTbq0&#10;0mGZE+yQxAxskQOVcsQHUeZncR8pRdzLv2gAy/D/AMG/iL4q1m30vRvDk1yqRLb+fdqi58+Qoudh&#10;AJxE0eDtIA5JCkV6x8Hf2EviDaOuoa74sbTY7+QXf2CznlMkUrSKyA4C7trOcMf4yjc87frDwn4e&#10;sY7AwwaJbwNMIljNpGWljyuT8oIwW4OMjLgbWXaqVom8MbyX1vMWYO012Z7gRKDl2XdIw2ABsgM3&#10;K4PK7NxAPJtN/Y18MaJPb3118SdejuJ4JI5Z4XjP2lSQRG+4geW53yShB5jF0AYBfLfO1L4BfFj4&#10;faPeaD4B0qDXILmZXmv7adYmhtgHkAfdInlLtZQPLLbwkYOCAB7ZZz3sllHDGIJZZU8xYwzEgkDZ&#10;GiYYEfP90jdxncuMDVvDcws0drbWxXzTH59zG8ZhQupG3Y7PIuG7MuGKqdpAWgDxDSviL8LfjFou&#10;gWPxb8T3t7psEK3ttf6SLKdlKSCQ2HnLdOV3R79wZtyCKM/N20fip+3Dp2m6vrmm+B/gBo/h9LnT&#10;UWy8Xa8IdVv4bQPvDB2llhV3jbh4VcxmTMbb23Dzv4h/sS+MPgxbWviT4Ja8t/oemRIL+xfRlbU4&#10;YWK+YGjjCG9CKG4TypHJABIYkeZDVdZl8Sjwl4T8Q6j/AG5NOLfT4NL5WaRZymxkeJyyyyuA6hQA&#10;VUbCY1wAdHoz6j418Xp8KPA+pNp8moXcsUtpPqkskdmrB5bm4OXJUY2AoGeU7SABgl/rT4K/Dv4f&#10;fCPww+i+BoITqNzsOrXiEm8kkI8wDer4jRSz7E+5u3HBLSyPifCH9mm9+GUL+LNWsjJ4kn3O81tK&#10;qfZ4/LTbGEx3JjLSKqlyQvmSMSZO9TwtqBib7L9qMJkkKSMvmSAbCzblYuwZshiNx3BNxbgZANCP&#10;xWtvZyLb68kUly2HMkUwV5toOGDAbDuUklkACqOTjBrajL9ovFd7vzkeSO1SWYRhfKDcD5lBC7WX&#10;AHHCZBIzUDQ28cwkjto3dH8t55FIdFLBfmLYR5S6YDDJB2Ywy/LSgkSdAb9pjdRPhSx4BIXIIzxj&#10;JIK4OCMKQcgAcL/UYlmmciNjaRMiqm2NVYAgMpZdwAkfHDfxEEZC1SkmsMh7ARBHEbmOGUJ9uY7Q&#10;gSRQQWO1xzgkfcGVyJdRjnit3exvXld2LxJFB8rONrrtKqN5OxSyL8xHCcsdq3KQTxlbOwla1ErJ&#10;GIFeVRtEjDGSypnBXzMd1GSQBQB4D8bv2JfB3iz4z6X4ttJLaG1eQ3GtWAt4oI55WZSFJCKV3oV3&#10;siMWEAzlzvj3tT834NeFbHSJtV0zTbaR2OmaZZkxx24Qrlo4igUDMzsRjcxcF1Zv3i+p2z6jJIzx&#10;TR/ZnDgEnYfLOBGEdDhyB8oycoSwYfMwV1qtwlhbNZzxPJIpM3+jqwHBRVAA3gF8sCfm5x8g2KQD&#10;5c8ffEHwpHq179llsLW5lvd1/FahxL5yqFKuzZ3yGGIHax3MseAV2kjwLxjZ69aatNFaww6ray3A&#10;jOpT2YaFH8xTFIAuWUMm5lDRl9uFCpuCt+gvxN+Dvw6+LNj9m8XWMsM8SRwQaja28QnjVZEmMTs6&#10;yB4mfaWEiMpdchA4Rh+efxS8H+Jfhd451b4Za1dSR6tp16xsILmYwzXVqUY+ZFLgqgcGMxlFKlVK&#10;kkh8gGVNpb+JrQeIPC+iWctrbx4druNJGmgzPtV0ZdkaRmMrvc7YXKY4GY6S6L4e1+xW08U6dLGL&#10;a8EFs4khdcuByZWk3BF2TK0R27lRDvBMjNHplz4i2XGp3uoaXp1gJX8q6uZRP5i7tohKg53grt+U&#10;GQjc4zsBPSeFbfxB8RdAg0TTtObVYtKcw2rSWzt9lV3EkaQCFWaYMAUEC7ZB5e5R+4MygHOSfB+K&#10;fUbnw++rfbruGMXAaaDZDHsnjhIeTzFwv76MA+UxctFyBv23fDH7NPiifQNT1+yOpWtro+owmXVt&#10;J0dpl09SELTyvEu2FWiXepMihs4JB3Y+kvhx+wl+0/45imttZmi8PaVLGzW9t4llSO9u7acRlna3&#10;tW8zzESJ2NvL5LI8YfKyF1f6N+BH7APg3wPFoWu/E20tvE+uaVBEtqbi1MVtBKC8weZGctdXKtK0&#10;CszlTEkEckZZN4APjjwv8GfCHhHww9z4buLq/udSs7po/GGraG9ol55VrPHKNPkgeRPKWOSNCzbG&#10;JLEq0bPGLHwv8U+NvFGp6hG2m6hELqR7qVLXUpBaowZSNpaIOrPFJKobc8hiR/vMTX6ceN/gh4O+&#10;L+i2OieJYLpv7OeG60+6aOPZHLnawLqP9Wx2oyYUgAhdrxoy/Gfif4WD4J/Gyb4fLpNyILQOtksr&#10;vdQvFy8aBpcgwkyBvKJwHaQsAWbAB4xomp/Fi38Rw6bp/jO8kgjgndLeW5E5mjJw2Y2LOyo23Kkm&#10;I4ZXOA4P1L+z98Bf2kf2gfC0FhdNpcmjKpWS91O7K2s8kZLh4Ihvd5YyWO5SUDSNiTCyKH/Br4K3&#10;nxF8SWXhCw0u+swbhpdalj2qLW2K+UWAcg4GXURsyYaQjAPNfdvhPSrDw5Z23h7SrYWcVmkdtDFG&#10;xKo0QC7928/MI1ZstuCsSx5oA+W7j/gmR8QYtHls9LtvCDm4MUUsNpNdOJxBL50PmPPEJJNhhiBU&#10;KXXyvMQlkUNzFn/wSLTxxqd34T8R29x4T0r7JBC2tWGuxvHqSvLudljJcpglAyyJGcyRkElWB++N&#10;N1HyLaNp7Z44bm3Yh2mAWGIYz+6JcEpjOTxkhsBS4jsTXs8Mq6aunqJjdETJJE+5WEZDqm/+MYJ3&#10;rkZOMDeDQB43+xZ+wdpX7HmueLPFmgeOfEHia58XrZQ6p/a0UaKrWrXTLI+1VZn8q4dQc7DG3PH3&#10;PeZlvLG3mtSC6yxs2FijJVlygZgGVSqNI0Y5yGOWJG5jEsdgrCS0WNluI9o8thIUJVslRu25Dc8g&#10;kqQCAKdpyMJBbao+5RJG0kMiq5jcAebGpyA+E8vPI+ZT1zQBaur2BInZfs6RvKRG0r7onkJwuDHz&#10;g7lAOASWyc9GypUeWxu4Wkw22WYGeIHyEAAWMGPajYVtw5HI5LBfmuRDTo4VFyPKuJGLJHDHuVZC&#10;WC5JYByCSCq54XIYDNVBZWthO62V3JKozF5UjllCDe5YgkEEEbS2PmIO5htBIBx3xD0a01bw7eWb&#10;6Nb3ojgZYUYJIzEEu6vg7pMFST1Dbej5LV+X3xS/YL/aA+J3jTUNSbwHLaWc9021JokdnVEQgck8&#10;mTcpRd4+YJhcnP6wahFC+orrgmgl+0K0haaZ187JYqrkKSwO89E4wSPvHEdz/ZLtZTtqMhKRLsa4&#10;J4wW+TK5Xje4JIy2Tk9RQB8HeCv+CW13Pp1nqfi63lFpGiNHYySKfNk8sycM+AyBnJAKkcliRtKn&#10;6T+DnwZ8EfBDRIPDvg3S/s01oqFbZzFG80hTy4nMYUBCfLZRwc7SV/i2+n5Fstx5oSKCQGS4jDsW&#10;kLMNzYQFQ2M5O7dwo9HNfVbSPS55LnVFaS0V2U+TL8xw2chUPKhmQswb5cDDMu4kAzZbSWG6+wrH&#10;J5CRbVeZ0cZYEAlHJ5DoSMgZ3HDSAKFgjWKLT92h2ckmxiUkIG072/eOoB+UAlsEqGAVhlyxY2rJ&#10;d6SWMt7coq7ZUSSB45ZFyoCusg+UbsDAPAJYHG01KXM88kdpKD+6ZWNuC5lIDBSOmEyWbgHkYDgE&#10;igDJOnTQXED3NrHKsUscSmKRWikkSUhslyFVuCxypwDlShAp0tnYk+Re26NGIECO91uMRCqAHjZh&#10;tyzMqpyD83zZb5r+nWlirNpUc6YgugWeSASI7lUKsx+Uck/3mdCpwwycloL3TSs62T+VPbrL9mRW&#10;DxI4beowcgDdgqVVuBleC1AFFEmtriS8tbc2yC7BijdwqtKzRkhcgMSDnOSSWj6jIAr6z4dsrq0b&#10;TfEujKA91KstnO0UXGcK5yc5yU+Y7ifl49NMwzz3f2KW7mWEFle4tpcRyyqBgehBCkgEHgMzbhg1&#10;FI0zQSaeIFRDK0kiXceUfoON75bI5w2SGJY7lyxAPgD9vL9mPw34eu28TQaHaTW8E+Ib+Sy+dXUD&#10;LJtBCtuAxkBeTkEDj4o8T+FL3Xb+101Z7l7ZpFTbEBi3LGMthd5YuyyE5OZCfMcp8x3fsv8AtB/B&#10;+z+MPhGbQLpoxPNuikkSYs4jcjLKGBf7zIuCeASRg8t82aR/wTa8NnVje3diJrx1+VZFB2xNGrtI&#10;AY2QFpFBOc53IuT/AKsgHxzoXg2zi0gareWoZLOBpZrq2mjXG9g4ZNpKoFdp1wiN95mwCXca/gLw&#10;TbXjwNYLDZrAj4u7mzWFIZt8pkBT/WKDul5UFgUJ5r9CdR/YV0HW/AB8K20KW73aMWmdCc7XQ7SG&#10;BKsFx98t6bkJJW/+y1+xHofwTtpbPUrm3nkEynT/AD23jZtQfOpIOSUIBDHqTkHFAHlHwD/4J+XH&#10;xNkj1v4iWS6NYzIUsdKijkjmkhaVCFILFhFtLfJydvRxkCvvb4R/C7wN8NPCFp4Q8D6NAkcaKALS&#10;2VSzMqxICGcANgKMAE5K8MQN1DwzpkVlbDybG3j2uFijgIEm8K2VywUbeH5BLEODuAGR2ugw2sk0&#10;NpBezR/8tolYFQ5XIV5G78joDtBXJ3FdpAPQPB6R25X/AEby7i3mWO3lEaqVRSVDbgRwGi3ZIGc9&#10;MA16R4duIY7S2a1uljk80tHcSEtuBUfMOPmBAYAYznORwCOH8MW1oLVDDFMxT5JN+52OEERAMgJc&#10;DBXjHIUc4wez0J7i5gEMaxuQ5zFMq/vjkEqccfOrZIG08/dwVagDs7BrS0drtxHCWYrJM0iowCBj&#10;g8fMQccAMvLD3GxYyTJGBJHny49zOoULuOVyhYnacnHPAyoIGctz+j3zRLIrmVsMyFVwSTuXngdQ&#10;MgqBnG7ArVt55TKjIqqI28wRwkMR1IDBuQBgckgjJI5OAAdLps4hiCSSZUJtDTPub7pJXnDchfXo&#10;Bx1rSW4khQuZGeIj5WaMgbcZxnPpznHfGRzXLaC81xdskkTlCuJ2V2MjkZynQKzdcgc/K2VGcDoI&#10;rk+TsCbMrgM/8BPy/N1xz+I9snABfthH8xhdm6Y4xwCQAOBgZJwemB9amh2naWViBng8c5/+tVcO&#10;zQGCaE+YFAILBjjbndkD1GO3T6VaibCeSioVXnIbp+HYZH+cUATQhid4OAR0IGc+9SAnoDz7UxNr&#10;fxnjtzSoMfNu5HU0ASq3O09RQWAODTQWJ5FOG0nd17dKAFwB0HWikBU9CPaigBsiZQp/I1UvYvlD&#10;yZIBO1QOue3696ttMBjAJyewqGcs6kLnIU9jmgDLvZHtyNhDEjcGkOAhAAXkjBJz3POKzLrT4PNm&#10;EMZQFAqqqEcZbPJIBJLHpg9885G3IUt0MrtlUUtlyMd8nIHt+VULuyfAzCTtYEIcgbABwODt5Gef&#10;7xwQcEAHM6rZvcnynhYbdhLDy0BO4hffCgyEAE4JB7AHlb7TbqN98bSpNHGpMZYK6swCjD524LYI&#10;BIGCobOK7e+cBmiikVZIgvyM6grwCHcgZXkZHP8AETzgg8jfQLMk9xcW8McasHkEUDlpcFlLArgZ&#10;OS4OcguzAgUAcddWdndTGR4GRcs0ayjcYk+XcmFdtrYUEgKu0Dk8kty2sxN5CadGWHmL5KBt43ZY&#10;rt45JDbRsxkBucfKa9E1yztyjWmn3TKyOzIghDkwhfnRTIGOCFwx4Y5cqV4xyGsRLaynUgo83zys&#10;jKCdxJGPn4zyST94g7cjO1qAPOdZs7DR7U3X2hYmjlWSRZxu8xQBzI7b84SIgMSSwAY8qS3EavM1&#10;y7WsN3CWAdVL5lk2EoQOeAQRIeMZ6djt9M1xL0zG1lsLpZjIFURuVLMrKxbaDn5fvjnO3bznkcJr&#10;k16ssuoyWxW5uoZFieWMlJULhmVPLH7wsMgMCyHapAYEigDlLvc7JaPqjx5mZy4l8/OSNu3fkFB8&#10;o2452EVn3+takId9hq1vEDG0sVxM6PGuXRldneQ78Kybtp2/KTnoi3dVvo9LkXV5NcVntdqRLb7k&#10;VZF3qdx2rwHX5dw7L1UYqrq2n2tmHllla6ELfvJpLYszMZHO7cXClztkOxiADIM8HBAMLWbi4juz&#10;qkVpBbSzQsqxl/3hO2YKGwCuTnbnkhWwzcKhydWuoppHE19bSSrKtxF56qzJGpGGKs/QEKQoxgqe&#10;CASLt1eyojQSxJKI0ZZ4IEMaDGTg5fBK8AZOM7zlc7qqaqLiFXt5LRpXgibY+HU+aI8F8FCCrKxX&#10;fyPvkrwy0AePftO/A/wf8ZPDMF74jsRq2q6XmbTHkXPknKZ3tsDNnzFU/KAxkLZXrX58eK/gB4Du&#10;dWvNI0bxFfaZdRG5/tK1niE6vLt8s7mZgGDAMw4y3mE4JKq36lTLNaCFNRuyCZkEaRpCghURhcYR&#10;cZ+Zl272BCnaATx8mftT/sc+LfGvjeTx/wDC+8tnuprbEli5CvKQrI3lNENpcksGw2cx4IUY3AHy&#10;lp3wi+InhlZrDTvCNnqtlMFuiNIvoJ42u1WJ/kEgwsLuhBjZjgop3cNWjqWqfEvVZpPDfxH+22+j&#10;a9dI+qxNKqJG6biUj3kxxkJtVFUMcucBTll7jSPg1+1P4WnC6p4BvngEasyedGJVT91wBlOoCg7M&#10;AkqQccV718Fvh78R7yKLT/iHoEdrbW8by2sF1AWeG4jKkDa7YZ12I2SAdwUnofLAPy4+IHw18Zaf&#10;quoasNGL2yXMqssUTRuqB2VNqMyg5QbyFJyzkYIyq82NX1fQYZb2S+l0/UrSOFkllnPnq4BJKybi&#10;6HfnGGBwAWG1QF/Tr9pv9kDSPHW7xH4HvYILyTzCl1bYdocfPt3HO3IToCQCVYD5N4+Nfit8M9b8&#10;Pa9c+H/E+iwveIJILa7KMAVHmKjEx9PvqRy3KbsK7lqAPM/C/iu9fVx4s1DxF5c9159ybx75o5Uc&#10;5DlZBuPzyMwUkDqeVJBT6S1P47aXa6RBef2uttJcRebfGFSwJZAXHygqCWDKSMeXsIdj8qr494Jv&#10;fhL4Stzo9+kJvmldLqXzQ5CYRRlSWXncQePLUocKuQK9If4e/D/xfDHt8u1iljZpI0hJhjSRZNxw&#10;MbVYSFmLHqh44wADzrx9J/wt7xfYwPqaeXdlFW6vLkGSLJz9wqA5w2GJViTGwKqdrj7R+An7KnhH&#10;RPDNhr+u2ZubjyftMdzDbLFgx7W5IVd5RvmVPmI8wY6YHztp3wludR8X2q2c6Xc321ZUknjdzCsY&#10;K+Yd3D5VsJh8hQx2gDNfbvgTQdW0/wAHxWl3KEkhmSOS4ljXbc7QpKk4AJYsfkHPzttYZbcAONoL&#10;WT7BHa2DQyIrRK9qQI3AXcwyRljsA3D/AJ5EFmDcXtPguorN9LN3MHxC8TyXTbnUYQAMM4c7CNuB&#10;goMbip224tJNrJAmo6VJujvmFm9wqqjozZ2qAmGcBF5++QAG24ch2iWYtoodQigEnlp9oV4zGChD&#10;hWA2xkqvABHC4HtwAWLe2j0uR9Rb7JJZbAfLmh3EOoDHMjkqG2qG5OAVQcZ+TptD8Kx2t1DFBELN&#10;IfMUM3CnIKjIB4+6pGVc7WHK7s1X0iGW6SD7LeqgeF3hmjRiqBgJdqMTj7yRtv2qfuDkACtbTtVy&#10;0MheC3ZroLDFJIo2zMrZU8su4pnA/uHICgtQBo+GvD+lWFnFZyGTyAiFm2SMAxzjcCCyncGHXB5w&#10;SASa3h79nH9njwV4ml8Z+HvhPpkGo3LrcG5Cq6wLGBEJIYncpbsuW+aJB/rnOSZmYWrC+j1GWO7t&#10;rea4KLtg+yLuBDiPeGbAwzMy5yW+6CeSVGnpHixYoYGvNWeY+b5gubnUWjLYkYtCAD6rH8rZG0IC&#10;GLEMAX5NA8yeW5eFopERhCJ1CNGBGQRlQUfGSQwOcMFG47icnV/CdldT4MsSoq8Th8hN25gSuAA2&#10;4pgjjKspxltutpetWpsbaRdRnkeTaGSGUGEASsrKu4EM4KbSc5HGCclaqWd/b6vY+ekge3kKKZEj&#10;2xq77ACAgIRRuUKq9SDjOeADj9W0Sa6M15Eg8ne32tQ+SI1kUMilDh2VWOV65LYyo2rTXwjHFbw2&#10;1rGTFM0SW4ZCzLKqANz0csw+4DyxJU5Arvp7eHyBcLNMyyTNvYoNquM4XaQxXp1GNyuM8AASwTaZ&#10;banHfWkLPDtkc2sTbftbIqIpLEEou7aQ3HUgMA1AHlh+Fl0LkOLuS7SORnaUuVMoy/kEsd6ltwiB&#10;ZgQBvHG6rS/DjU7K2htLK1hnVOBbS2qmJIwqmJUztCDGUzhVyFUAYOfWo/sEkPlWzNHLFgJG6AyK&#10;qksCUKEK0m85AJXnOAXZi6bT9OUf2lHZMD5iKJ4UXzZCW+dSUZclSAMEjGCT0ZSAeLf8INNNau2o&#10;2UkQfC3BM5kcxZyHLrjB3EkElzhiVbOQGa5p8tm85aGF5o4w81xcxfK4G4Avvzg5ZyBhs7X3cIK9&#10;iuPIjiEKQpb74SYkCOglG5G37hhQwUHkfNkMw7Vhapp81w50+G0ia4jxITGqeZG6FGRS2V4wi8An&#10;HlAhuAWAPJ5dGuLdY0tr5opw/lwItvJ+7VQ7KpYcKMbhl+jlwC+cHxf9rX9l/Q/2iPDmnazf6ZJp&#10;t9otwoD2diZ5hp0jkTxNtkXeQS5ESyxkMdvHmHd9H39ilpdQ2bxA+fjyitzHvdlJEeMgliCVwPm3&#10;YyMA8c5JHdQLEy3bxvHGSU+2mUFPlckFwCoPlsX5BzgjkAUAfF9l+yN8SPF/iEaZ8IPhta+HPDRs&#10;PIVPEmuvfblEhkkSW52szyt5ao7W0VslwA5WO1W5+zxfS37MH7Lvw9+BHhhE0GwuL3xBFaeRe+JH&#10;3xyzxmWWQsRudY0LgkhWwyLCHeTyI2HoOm6Hp9xqY8Q3FvCbppMXGpRnneFVsMWUt33BlwRtbFdB&#10;psJaCO61E/Y5HK77kEZKsZAFZg2RlgQGG/PfAyCASWEcjXVtbI0cJecNDbmFpB5asMEbQUiZMsmA&#10;vITgdQOo0u2mtdjTWs0aMdoWKAF4Hb5GwQ/yq2xSSVHA3H725cKWKQ2Y1GJnKxgbWc7GM6qOGYDa&#10;3BKg7cgSK23g1reH7qDJtItMeNPLeJpY2Lr94qASoKOcBdw6rnvu4AOg0aABV+12JSWOBUkeGFFO&#10;dpAEisvOCCHPIIAbI2YHnPxl/Zj8V/GP4zad8Q9J8R2NjpsWhSadf2/+kG5V0WaQSxFCDMZElCl2&#10;KY8oD5zKDH6dbtOFi/tazuLkGJYsSS/6py0hblmCocHAJBUKSBycVeO+0u2utZt0YskUE9oGiBLp&#10;vblssp+RiBEoAUyHIG9mABj/AAR+B+k/CeLUnsrmbUb29jiiudRvIW/dou5dsali+f3Z+UNlgFzg&#10;AGvTI53t38i4ZxNJEUPlodpHykPyN3B2tuIIGQSRtO7Mt71I5ohpcFtOm7yh+8LSCL5RuIU4CquG&#10;zknGQRtrVLQRIkC28TyTyPGJ4o8PlRhwS+0Lt3jK4OF5wRkUAaumag9rEsULukkVtFPuSHzGYFgR&#10;g5DtlsYxgHBAKE7q2ItQtbC1mnmMiJDHtuSbghI4x8xUjj7ozgDGSBjJLE4MF5qENlCIdQuJXmUw&#10;iKQJnBGWPACgEgA/d3GTJAXDDQtrm1hjkuJWWERopKR2BUgBxtTKkFTxgBmG3LZycGgC5f3SPbmD&#10;7CkkAjzLbx5UIgO0YIU4YsQMclyTjKg1HaSJDqUlgdVZjCo+0Kt2wMwGWDsCMCIDcScJyePvAVDu&#10;gs72F7ZIZrhrhXw9wQ0YAAyoRcFseUAGztXGCCqZia1ubaKNtV14GBbhES4ktfMiibC5IV1JIBVm&#10;OeirxgAtQBd0/VJYp5LrT9TuFa5RnmkXhvKJVBvcZO1cFiy8sXdMggq1WSKKRbRY7uaAi1aC12vI&#10;hSMsmd+eI4yQo2kkD5VLbh8rUdHs0IvGlk3GSTzmaNyxkYfOVYkEgk8bh8o3YJba6W4jupoyii5t&#10;2+Wzj+zzRRsScs4BDEH54yepbeCBQBBuvNXtGuba8ilZpR9mvLaPaWRuFJiMY3JkyfOQMqVxkZrO&#10;2GG+i1OzkZXkija43yYchYyDuwx/iPIVQDg9Npat3U792vZgt+vmvumPnOm3agbNwyj7pIBHOFBY&#10;kA4FZ08N3GWWe0mlWBZmuZiiP5KqRvXYxZlGwc8kjYrbcBdoBjWN7cXNtdwXkMxUop8u3LB7Z9pj&#10;XHlocDdu4VhkAfMec243tHk86K703yrfex8yEuvmtIxJyzE7QNw5JwVyGA24bd2t1/ZzxS28rCMP&#10;b3CSWflBhv5Vtu4RK2IwCODkY7bIfttimhy20N9aPc+UCLeS9wxUSEL5jYLIhZWQtyzbRxuzQBVc&#10;q0bQ6ekkpUCQzWjbgs7GMF2K7WzlVbBCkqqjC03UbqIRLEpNw0pyTcKRHnsMuRj+FVbGeGAyM50p&#10;be3uIxDbwxXEaAx3k9xbeWYHfduOQq/MNjAgqQFwTwGC17fR3jRpBC91EsyMbYW4h8ohTyQGbAzu&#10;ChSOD90lndgDM0S7vWkj26tshUq0CGBMxEhfMMiqcMX3Jkhc8dWP3rtvdWzW810GEyRkLGIAwVDu&#10;AJZQ4wc4I4UAAABSGJuXNi9vrIW9gidkmeVWBQqThSY8g/KDtBBDDBIB3ECqeqxT6lb2otp5ZCzK&#10;oK26NKAzhSB1HU7gSC2Cec9ACK9UgzRW9xHuNvGFkcfvBbhlkkKP8pG0Fc7QR0y+VJWvb6ePKaxl&#10;mmktTuMS2xKvKwQbmMqqOchlQ/MPLaMj+ImxGbC/ligsxCv2eWRrp4iH+TlXAxhgzc8rkKqkfKrA&#10;1ahtLV4jdR3TTf6M5EYtyZZnJAbcFBLO25uF4fhcAnIAKYurW/mklm1AsZJS1xbrOFKBQBgMTwCP&#10;MBRc/MSMblKFkN5FHajVpI5LcO+LeaQuojH7wtG5D56HBLNuPU9c1JbCxkvrq6Wz8xbcHlJt0YWR&#10;gZMnIwCxwVOVLKM9ch/mzmyCtem9tUlZ4ZshxLJgM+DIxKc4UZKhdmCFHAACDSriz/d6X8inzERZ&#10;1LhQBvVjyu8E4TBGPlYBsAkWbVdVe/Rb0tJcSmMxQeaGQtLtPlfIwDbdgQSDAAxkMS+YoNOt7SCS&#10;4Z4HnVdrxPEGWIHcVj2Ybarktg+pLFsK5qzLpF7FaQypcRn7O7ywTb1aXAcOxVhtAAB2hiBt80nh&#10;SQQDT0xrqTTw0WnS/YzbKklr9j2kLtJSN4yvyDCqeQRiMYByBXZ+GtQtZJRHJIVMdzH87SBcOzqq&#10;lHIXL7t2eMnjgqoU8ZFZmydZLhI5LmRkXzQhDyIFYlVZuAfmbjByCxYkfMvY+Fn2yfY5Jik7MY9s&#10;L7nUozOoeMAY5OBk8qBuxxQB6X4evJGiNy4E0ZaMr5coeGZXaQnGUG4gKOcnPBJ2sRXXaBAqySMy&#10;m4if5Y1eRfKePCkqpZS20FcnBxuPA+6p4rQJVvZnla8liTywXWOQ/ezuydmQjEOW3Da53egwe48O&#10;y2UNyiWynzWUT20vltLuDZH3egO3bg8AEcnigDqNNimEKTRCK4Yr5e5HICKd25uMAd8EHA7DI56G&#10;2hBntFuUBjYbfMZFKspyOAR/uAFhggkcEnPOaJALy4863td7PbsjAMeVOQFGNuOQQTznIYkEDHW6&#10;bb/u2eSNgJfmDmNfckEHpkevXAxxxQA/RY0jWWGERuEOFVQMMMHGAMgHKgDPIweeSK3rYIGZCB8u&#10;A2V+UnGQcH0HHHp044w7S0vI5BavBMpmkPmODlQTkgjPGOCTjpjvit62EkMKG9Z3YYyGUYGCPmAH&#10;OeOPYD60AWLQiRNqsu3CkKR0PUAEHtz+Y/GxbsBxuycc4JA5+lRRROpED5UDhfmxx2AGOeMjtwD6&#10;ZNlIAu4qcEnOB64xz69BQA+EHOBwoHA7U/G47Sc5+n9KjikATA/hxkY6VMiKF5OQe9AC884HXvSl&#10;QfvLQpAGAcfUU6gA4z70UUUAN2qDkAVHIhyAcYPXJ61NimupPI6+9AFO4iQHGQOQWfGCMHgfXNZs&#10;qz3MJMKhknDMxVSWwdxyH6HngYHpzg5GzLFv4A5DA89j/wDqqncWMkm4x+Wpfk5B5PHB6ZGOtAHP&#10;XaSKFt5lgZd+5mQFg2Tnk5wBx344zjnByr3SWnint7a4BeQbSX+UFMkhiSflONvPrgDGMV195D5U&#10;WETG4gEIAGGSBj6c8k1l3+jre70kg3Hzf3SxysNpxtzkAEcE9CTzzyM0Aee6zp1rfQGFbUOqMrO4&#10;QFly6sVwucZySME5woI+YgcVqegX0To0aH7SxjkmUE5lYKPlZcDKn5s5wQQOpPPrOuadNMm5bfe7&#10;Rr5cMnAVipxn+EgucEcnOAcAgjk9Q0S3ljmQXInCNhQNzI4ywVSN3PD4IbglxgfdKgHlPiTRJGju&#10;FKtKZZz9rggj2pM2FHJYuUBBBxuO0jGTuNcH4m8NMHMstwCiy+a0MFuCiPuGAhD5cd8YyG+bPzLj&#10;2XWtFsWtTY6YIWTCRxJJKTiP5QhBcNjdgDedygrnaTgnh/EPh0XBdYrZYNlx+5ncPmNtjYcqhBwd&#10;inaGzzglsHIB49faFPdzmSzeRYYWDKwLFmRmBJV8h0whUhAAEyM4C7qx74S3VmQs1qtptTY0M/SP&#10;aSCyFSTjHMecDk87jXpetWETQPIsUzRBjI6CdcsQS4BY4ON4xgHkOR3bHEeI0kiWGRYg32csu7eM&#10;l/MjO/IYMRuAI545OSVIoA5SS3s9Ql+yCONjHIXdI7lRtBJCbVjHK7VU4OSFXOAc5z76yCRXk0Mk&#10;cMnkJHHOoA2wsgQLktlmIAzyWI9cEi/cxT3M82mzrcXaxIwmYhiQCgAc5GFbcMFh/wA9MElgoOZr&#10;rSiFobSEGO4UedDFKGLguvyhGIHLMx+8Mcbs7waAMS8a6kQWc1iJMokoXfuRjlQIw2MFGJzng5Vj&#10;yQCMj7InkxS288s0YCyXIZtzSEFj8ikb0AZY/vbQWJOMtiuguLVrrTo7NNNeKGO1MjJKWkMagEt9&#10;wDGFyTs6kHI24U4Qs3e6McFsyypbSJKyBdqDczFQoHJO5yG3MFV1GThloAx9QitoZFuLWMMwCGTz&#10;YjlgxO90eMDIOSARx8u0FQuRQntbiK3S0ucBp3YNIsyRtMfm2gMWBG1TnIAXBYKDjJ2XsIoZG1S4&#10;v1MaTfbb3fducMxGWw5bYBk5UAdD947qp3tnEk0ktzcxfbLhxHMJkEexyWQt5aIDHkrkDnARgWJB&#10;NAHOvbXFzdxapZ23lCS8zIkH7vIwxKuACdxyo3JjnapwqkHzL45/s3eDPi/of2PUNHQX1+PMtLgR&#10;7zMF25KsnBVtycr94jlTg7fWL8faXjtHunWSNwzxsvVXHH3RGpUMckgnAPICqSYFtl1G5laK6SZY&#10;tqziJizu7YIyJosg4RsLyAXUnG5CQD89f+GAfiDN4pfTLO+FzGsjSi55hKwSN8hGN3CKGwM/MSo3&#10;KAA3o3gT9iDXtN1JDq+pXMUNrId623y+Vw77d+1k37tvIY5ReQM4r6/gbRI4JStvNG0LRtJbzTqi&#10;sjIuxkC5yTkLxnLEgllyCXlsEm866vARM3ls0kBiYkMCSfl28ZLD5skqwztEakA8e+Hv7PVj8P7X&#10;TbiKVJb5YxHFMSMbfvqQXXYi5C5BBIY8rhmz6bcLbafBFJcm6jRbaMlLexWVl+4pGEycqNvIxgnO&#10;QuAdG1tbhL9bkalbSeU0ACpblY1KxkorSKCxK4wJFIA3cqVPyQFkmH2culv5EoeJ5ZWDchfmciQE&#10;gjc24dRuGKAOesIpI/M+zSuUeJQbhQHd28pSufJdhu3HHmbWJPlhjgAtdVzYxNp88bzSokjFTOW8&#10;3DsAU4bchIwqjk5HygYIs2tnJFcLePeTsFn22kbwSOIG2v8AOu1z5nJZtpPIdB3TEu2OXVV023gu&#10;AVEalHWQgxuVG1ZFQgOehVwwO8D5VHzADY2gxEW1G3uYBEzG2uYdgXOcoGKljgn5AcErjOA2TZFx&#10;NDDG+LRI2ZP36wgjbj7qhlJVepBBzwP4MVHp32+NXv5NVDfaLcteGJGR3Zmx/C2EyqgbMbSG5JwT&#10;RNomo6ldWsUckTvBPm9EALIxUbVGcZUAbhyRkqQyAEggGhYamkUj6fp8SRS5GEt1WNIVyWGQdu5B&#10;tAwCASq42liQ7TtbE3mSRuwaRQI3ihCyx8gKWDYJdW2qeGIZSMkgYzLS2ub6W2ntbhkBywV/LkQD&#10;MbDaqbwo3HIA5xIG5Bq6vhCO2vkaeaeKETM7ylnSISklNpwo2q2xo8FdmCvHCigDTtr+7t72KU28&#10;oXyMOY70ytECqnIByQ2FHXAOVHHzAXY9eNwbfUrmdWjmYPJETkkByQpXZublWJJywDD5ctiqlr4Z&#10;lYll0y4kMN6nlmNFDFdgCklBgZRiM44MnAAIerll4WvJZHS/gCiaLy2bMqYfIDBpQQd2CSGC7gAG&#10;4yAACdNcWJ47W4tppUgBWea2hkdpSvmbxxkAhSPkHOOrYDkVf+Ei1CSeOe7to7mW2BEM8tmJGEhK&#10;tGFchmYtuxu7lQRtJG2fVdKa3hWcXSbLhj8s69EZSMbMocBjhk6KoAXb1XC1yyjiml1gQPHLFEUL&#10;pEu53ZIirYVF3A7UQMQy525ABFAGnZ+I10y4ZrOdN8Eaia5kmLgqkjFVK7guRlmByCd55+QCpJvG&#10;jXQa4vUaCBdyzTxFWXAJbnzBhsBAvOCuFJzyBy1xqEWlEXuySV1ZsD7QTvDNGqlcFTztyCoBODyS&#10;StOu5FheCPULiN12EsiRRqsrbgAxBG/qGKlgDz8o7sAdO3i6Z5iskaRKuDIQQmPlBJIbGcllY5YK&#10;A0gYgfNUGoeJkuZ3aeaSeOaIMLeEF4SpyHwoADBfMxgAnbzgnC1ystudUvJLwoywTSOl2Hn2rtMf&#10;yFMnGSWJD5LAFuF3hqbLLNaQXN7qF1G7qVZnSbyDGh4MkzN9zBhkO9j8q4zzsDgGw+tA3p+zQs6i&#10;2CSK8gG4SKCCxBKZIMRVSd42EgDdxmW99bqy6gbeVWlzNJbGKRgxB2fOMsD0yGZQSzA8nGZAjy+b&#10;B5Sz+UqiJLkrsRggO9RkdGRHOQpIVyMbARchUzQtFGm+EXSSR+WFXEbDnc5wRkAc+hXONpNAENtZ&#10;z2FnLc24e5EUa7BcQupmkVXZixbLrhSuXwW3Fj05battMuvP+wyOvDPP9oUoD5YztDLIwLkqCCEP&#10;zY37gdxWpZ6bZuytc2bTyNlZ1kYlWZcts3HKxgMr4wUIIHI21vafZtLBHp0V9t27zN5gU5AlUZ3R&#10;kHd87qynlWAOBg5AJbaKbWEOqwpCJIpYluWa3KgSRM3yqrE8ByVOABycFlYFbVjo1hF9mu7+KSBo&#10;yyGBI8oUABK5bacbAQTwMjPl8rmPTdOnTVYblrpHMKhbV5Qu9ZC0YdZAGXdzuYdANrAjqWm1KNdk&#10;cP2aKO5khAFusYkLsTnDKAchSQoAbDbicsTigDU0fUlvZ3tZUCTecUQxFceauXCjkLuIkTd95cuA&#10;eWVj0MFsEkGmxlWV44TFCpMeMFSC7J8qsVPGOc4A5k+bj9CWW6jhWJLm3BD7XY5dwWw/yBAmDnaA&#10;QcBt3rnsrO8trtpruKNDKZVRykh+UDegOQmFLAuN3TaC2TwGANFIVtblbMOWWd43l8uN5Gc72O5Y&#10;9+Q+N3AwVWNmAbbsrWga+hu3b7XHB5zBoh5RYbVcAKNjfvMB+ACGCtkD5SKywkKND9pjdlM4w4kM&#10;hXq2whj8qqu5tuWwELDdnZWrDcyWlrsjDwzzpBCq2wUs4R12ggBflU7XXcQGOR8uQaAL1tdxOJbj&#10;TdMS5gETXFvMJCVbLZCiMMMAq68r1EYwSTWha3s8F0kdykcpFzvjmaFIz8wG1NrOwJBAOCRySeCU&#10;By7SS/gt3nuoIwhd13ykOsj7mAC7g2TvBkySOXJJ4NaIsLl3jSK9kkUShGltJfL2qjMHQs5+Vdwz&#10;tVhxgdckAA+oXLm3mu7BY3hBdj5TiMsGMe7BGVXy8OWOcYxgkkBdNElm32mV2SMOU8qUMw4KgNw2&#10;5m8peV25Y7tyjkJYuIZr3UEt4byWELbyBlkVpQqjLFWbbnjJ/vc5G7kYZBpCmW0so5FjQqizTzSb&#10;HeNSo2nb8yYXccEMX2NwxYKoBFPLFbXEFwgEkm1VilVx5Uce3e7IzFiUKZwPvHdyVx8rLS7tXV1m&#10;CtiItMqlXXeCq7lIf5lxgAE8kbfvDi1b6NJKzX037iOQBYlvLsxuxUHe5IG7ZnkhwpOCBnfgRQWR&#10;kn85oFkNunyvMqrI6yAqS4ZFCSbSpdT0CjrnIADS9HVLeJbQ3Tm1QqWQyBJtxUgBkC5Y4O0fK3z5&#10;wpJzE4nmtESKcOu2SHbMoTYIwZCU/dqQWVUOAAACWG45Is2tkLZHRfK8maJvMWaJXWQgbCOAGxkH&#10;5h1ODlwciZ7PVhbw3EF8YDLNG9wRBtDIFZggIG1QDt+ZuAS4zmQKADBuLjSFZLy9inmCMVi2x4Me&#10;cgEABQQVLjnOF6HOckqFtRSWV5j5sCoVSVCvzbQGZssPlbP3Tn535y1a82mQW/2bVGnurZ43KQxq&#10;FUSH5SrLgANj7y8AYJJIyN1BfDcN1qUmkSSMPPhZLizhl3sqlvu5O7gk7STydgJBJC0ANubi0eT+&#10;z/s8Eq+WFAYY/eFX8v8A1hQp823AdgQCTkbVJqTWJkjlikSW58+V9kFy+V5zgKFXDAsvcHKpuHOF&#10;aTXLiZUS3sXiA8xY/JuQNyEsXVwo27gd4YYDN8oONyjJp0093BZwxWP7hYSzFp1ZvLQggNjKsoDI&#10;nGRkDBwEwASxPdPd+fIFj82aSRJFuMyneWzu5OApA/Mq3yj5o5DbQm4mkv0u40usx/vsJArR8BI1&#10;b5+EL9e7nCYyLtrFLZLBcy6dcC7gTMsckIXzA2PMGASqk5x0I7YGKfbWtzar5UEySzs6j5mjYgcL&#10;hXOSxGCoGAcc/K5JIBg28WpWtlJLfXis4g80sZyIFXeVYGSMZG7C4whKncSueGX7ObW3Bd5JNple&#10;QH+F2bl8ZIAYsuWXoS33g2TptaGBo5ILyKDy7byzJdbt6FX/AL4O4/P8wYRtny8kHaMwpY3Btvsd&#10;0lrJdbkdZ1ulUviNVPOAFAKE/L0OFwS3IBl7z9uLSwSpK84RVXJGASd25AmxiwUYbcDgnKlsmWOO&#10;7a6n0sRWzWc6sJXKtIBuzwRtBBwrDIJDFcE8BWvppbYgjiMcuIt+bhfLNspY5BypBZVOMKuCoJ67&#10;s2tL0+HU447dvtyTMzFRPIFJBAxGVI+cjjncACTuJHJAIDEbp/scpaSIYk8qRS67HDsknIyd3BKB&#10;sALlVB2tU1pbTQs9re2Mlo7fOypCdpG1GUBtqgZIYYAxgL1xkatp4dvbiFEnRHiW5lPmRI291ZXJ&#10;AwSd2CxBBJByfl+UjS03wTe6kIY7WPMbsoKhyQxV8yMFC4IOQQcHqeRsFAGRYxy6jzJEkYIVEZdq&#10;+YSAyIGB5BLYKkAqARyMY6rQtOuLe3CbFkjVTvVw7IUYkDHl5wMjgsWXB/5ZjOdTw74C1O5vxLPL&#10;Ojrcq+UhZpAdoTB3ZGc5cjI3Et8oX5j3Pg/4blWgjvrcXQBOGkwrxoF4IEgJxkcENngYxtGQCv4J&#10;0u2jjM1qIWIndmW1QM3DYCFQ2OijccnLsxAHGO506xe5cTwiACM5jEZVo5AQu1hjccgKxCnn5cHD&#10;Hh2m+FILSRE1M3Ek0sQ2xqCfMAYlnIY4BYhS3vwT8xrvNL8OgXCSyybQ6KjttJJB3KfmZF7HjI6A&#10;ZAzwAZeg6LLFLHd/ZmkKW6ECVG3Z/wCArg4yCAQBuzgEqQOt0fQYbaQyO/mRbdrB4w7sMDGCvcfM&#10;SNpyQuMEYqxpGmQQ+YvlSIYtiqTHjOBkEBQMDj0HIP0rYtbVIUSJYMAfdwAuMHgcAZH9P1AK9ha3&#10;EEa+ftZli/eSAHBbAOcg89/mA5P5VahtvkJchiGywUjG7PY/h+g6VLFbRwr8gxk5Zi3JPr1qWNCC&#10;F2k4PUnp7UANt4Ap3A4GBhTjA/z/AFqZQG4IH1HelRSFAwQAOnFOAKjHWgCOK3SMbUTAp4RR8uOK&#10;XBznPFL+FACMmcc9DS0UUAFFFFABRRRQA1kXGQBmmSR5GAcjHpnmpT0prR7uCePrQBQuY4QgYKMK&#10;ec5wcKRz/wDX+vaqF+jrGwEYXOclTndkEc8gsBuJx6nj32XTYpXAGR2FUZooFBT50yAxJclVHPQZ&#10;xx6dOnBxQBzup2bxsltHayiRgQUUPlt2Sehz165xgE8+mDqFspP2K1tY/JdCsahSCg+UgFSwOD1I&#10;x3UDORXZXOlJdFRKhypxhxwT35GCevQ9dvvmsa90yVrloY45cuwdgxLKu3A+UsD/ABZIJIx1+7kU&#10;AedaxptjE8b3E0asQUaBmICkqm7IxggKd7egY4xnC8f4g0mNo5UMUonELPvnlCjDliQB8oK43HBw&#10;DjI+avU9R0qGRJrbTlEyKDkB2BYBsj512nd1A6HKrySeec1PTJ5d0LtHBuizAWjaPG7aepIVgCM4&#10;J5OR8uBgA8U17wvJKBbHT0uHf5FJypdcEEqDkBlU4wGIwMgKCWPF+K/DUzXLQX9u4jMWJIZW2s+A&#10;h3H7oA2YYsQvJQg8ivatc0IwXwtEltCzXG1ZVcfeJOAVHQ/fGMjjHIL7RyHijwcupTJcSadJLBu3&#10;LFbsofhywbKqC2SvHIHByBzkA8IuIo/tCh/LWSKREyJSSoO4+Wqkr827cAByME5GCazr6aK6G+4s&#10;5bwLcBVDWxaMyD5CMFyRySCF+YEDkg8+neKfAtybt0vJbiJY4hHG4Ygvu4yCp2p9+POM4CtgcBa5&#10;XVvDupRS3l1DbxFkt0WVGcMZWjU7ggZhuwWK4TgkgFQSdwB50Vs9O0yA2dhb3VvDbGaOBShWPbGo&#10;K7XLKwKoepCKzEO4Xpl60j/2tGs11vuo8tC6SKwLBwjSKwT927KWBU9Tj1zXb65pE7SSLaXd0Ydq&#10;PaPC+wESEhWXOCzMFWMAdOM7zWJquh6rJHFJBsAj2+ZNA/KqzLk7jxtIwdvIbkNnqQDkz50OnSaf&#10;G6W+2IgKJRJlVBdgNqgBVRZHORj90CDlTVfVF2zzs9ra200k3l3C5eNivzbAdqhm4RmUcHDLnGVr&#10;an0Fbe2FvcjMqx7I2vVGIlZQdrMuVU5Coc87RyzMmag1PTJrLSUktYj5gc+S8flASBSuwLGcFTtz&#10;h3+XJyAf4QDidVjttPYH+0/MZhlHkJDwyAcsu5WEbqFYjOQN2CyksS69jtrq4W5guxKYVQyQy7Ms&#10;rllJZzk87SpDEB/LwM4zWpb6XPaq1vNYosUtyyxzEphbf7uQSQ3DKThSCwbgru2VGbGTUJvNjiWN&#10;S0Sz2ywIgOFZCFBZAo3KCSwfLYGSQ4IBjXTWl22dStPIZ3DOpZCNiblcPkk5HzBjnhQAAeVCW0Wo&#10;aVqP2W5muUlJ2NNG6jAMZXeF+XcP3e7oSS2BhGbOld2gtohLBM3+jRf6RO0qo74GAQ5wMbRlsgry&#10;ASuObn/CCLLdRML2WGHzUdo43QYLk8goML3JJCsXeQk96AOcNjqV4Ei0gpMPI3bJJHkJLKrRENuC&#10;lSSSCWORtGAoNQadp8o3CW4STzZfJMoQ/vXC52khgAQoOCM42gn5unqGg+AW1KJpJHDIw3xXoUO0&#10;W7cFK8HhclfvYOAcsd5HRaD8PdNkaaCDz4I4wGPmQ+SqMcbY8HG7gk8nO5hzjaQAeOaV4ZMrz6Xe&#10;STyNO6qPOZvnBC4Q9cbSVUFgM8AgYU1sWHg2S6uYZbiCOWSGMiYw3CeYRHKyKD1UYyS20kLwMkK4&#10;X2mx+HSvaeWmlFRL95ChRnC7XzjcGTpjaAxZRwCM1sL8LIn05r/T/KuLd7Xf9oNzHGdpjXAydxKd&#10;csRwTjkgYAPFrb4dyXl8l3dWyx+b5iM6F9rMH3j7pCnBLEgKWJCjBzVm2+E5n/0We2ezgEgXdcoC&#10;JF2napJPKED+LlQOMEbq+grXwXpNnZeWbDy0hy5uGfnn5FUsQd3VTwvJGSD8qm5L8NI7x/soeaN5&#10;LXbCYn8lXZlUZLKzFRnOcb/mOeGbgA8C0n4SJeTLcratF5gmWOFEG9Y2lJds4Bz5oU4PfaSODjY0&#10;34TxsjAaeswWcW6twoUjjlGPyv1LBQu8BQFwxA9vtPCFs8EtpcyKgdTF5yyqZPJIYGQrwpc/Iu3o&#10;AWGcAguvPBsUcckzXV3HtmXbLvyrIPkG0A7WJIHyjkDnLYoA8Yi+GUNvayWekRqlsx8yNUAfzGLA&#10;7hgZRiSWGRwTnK54gs/CM5ijW5NykktqzvbpZpvEhAIkJxhXZcgDn7obsC3qmq6FdRt9ilidoZ5i&#10;rmEg8mPKkOTggfNtYlQCcHGWB5TxFpiw2Rto1lkKqf8Aj1tlLuMk8hd2ccDhScyZHBxQB5r4k8PX&#10;XyzsGQy2rSK8gmZYhjLupKsScFQSDkKWAIDNXCarAl1ELfTUje489GBBZhCMnc2cDHytkjgHJIAw&#10;CPUfEWmxXJlkWcRtOgfzIZCWmYlmx8uFIwysHGCMtu+7zyGu2S6hfzt5G94pJUlEqMsqqSVZkG1i&#10;cE/eA28AncFBYA4CzvZyyG0SK4iVvPtYYwqJDvziJfmLlmbJ64+UgbfmKvt/ttzZRwafbMAyxwqX&#10;u1l3H58nCSEquQRlskFujADOv4rsxreomK7bUIrmR98gknKsrliBuCgPgr5isefl7kEk5zQ311J5&#10;g8wnzFjCw4XGAVbZuAzk7QSVBAJGW2hSAVJBOIPtYsFCvA6t9pSQkoduRI7jJJIC9mOGYtlWJsNL&#10;ZTrLZTW8krR48xo8PIYnztIfcMqN2RuxnBJOckLaZnhW4js8wTzFtsaMHlTO0MyOhYHPIA7soJIx&#10;mRfMubdW1W1YRbgzRoQxVQgBBVgWGWkHIwFXByCSaAG2scNgzaY1swhXeJEVS6BQjA7gQPvMW+XJ&#10;GDySN2ZoIpNQtReXl1I7RW0c9yrTgvjccNIUJ43YJYEn5jhmP3pbtDC6RiAhVjDXFwyu/lFiT8ux&#10;SGdj5ZCg9x91jtFy3gu7BjNZkmRQ8jupxHPvYqA5jJ2ggZDBfulm6t8wA3SWhtwbtbJ/Na1KLIbo&#10;iZztCj5gMO5UA5JbJQHq3GlBG1/HJBGHgBuJVijtZWPnLscHcGJKAqdwCruwFwMDaIreyvJGuJlM&#10;zS3TNJZ3NsqIzEKq7VMS7ipYElmyqqfl381pafp93dPGHuop8xEJEJ8rbptIQhCVCB8FwowxB43B&#10;WoAdp8mqzy+XZtcIbdhFHELcu1w6Oqu7NggZO44GM7iwLBQat22mQyTyX40u3klw1veFdq52FzJu&#10;O4nahkLtuOdpU4LFhT9Mt9Pij4jnljlBaBra1cSDccHdtJKtk9iu1snHZb+lW1zd20ej38kEDqHg&#10;tChJjYBEaNieuGlZxzyRJnG4sVALej219E8btGjN5JAkhGWiQFlIIAw3PyBsKAylcnBJ6CxhR4Zz&#10;e20Ui2o/ezTBWUbiHZWK/e/hJ+b7oTgkgrQs7ebVJpLeO0WTygzzGIHZDjIMhLZEYwCOPmGDk/eB&#10;6/w5YXDyCLSLVrc+cnluEMfLBtq5Y/LwxGcAjP3fukgCaTo9vaW0d3cwR21qZ0jMlwuEEqlUSMHY&#10;EWVn2rtAzk5yDgVt6X4djgvoo4l2CTeWEqupidOGRY2USEghyzBQBhm+YcnS0rRJry3SxtljtWmO&#10;xyLMFRlgGQkAB8K4HJUYzuz8xXobPw3Z3F/FfziLKMh3xlyG2gMDtZjubazKcHPChuBggHL22gSx&#10;XTLqjNbfZ7j5450eIKcbiQuS8YCqxIzy+cgcMb2k+F2S4U6dZjy/sqskyW/y42opLmM8cKACThcL&#10;wwCiu0t9HjnwLdBBbQSJ80XlRyQyEkFccbUAwSoO0bVGCyg1NZ+GGmliuLlJcKyieSOMMdo6lAMH&#10;d0UnADKGYjIBABzlno13BO/l2zBmKxskm4nG4ZJ4GQW344OCzDvxYj8LwyPGEjaFI7ktAgZsxRsg&#10;3bFXAxuZlJbq3sQa7GDRZQv2O5t5djRuUW4IVS244U/MTtLfKCAd2CBwVU210KKW0e4+zQ/Ku3ym&#10;VNjZZRhhtO48Z+6vZTQB5/p2gwvc/ZWkfyAii3CQxeXDGI+hD/eO5HIPXKoMLsZq0bvwgzGORNH8&#10;uSBEmj3ozptClvmwxGC27DZGTuGem/uE8NNdWkUKqbeWVmZ5wWCZ2pliSo9GwSMbh97kCrEHhqOM&#10;ENCs9u7pummdfm3ud23AXOG8tcEcLuP3uoB5uvgOTTJlSF54ftDAz20kGwkRsEWHPJUgAqBuxhsq&#10;pOQso8FTQkXc0ygmMAqA2CTwVkJwQcsqkrgbRjjt6DbeHohHLJp07qu9hGqr1LHDFtoHPX7q4JBy&#10;Qo+Wa60U6dd26xObZHyGd4GAjXBDJkcAEgAjoN2TjdQB5XP4Tnu0iuNPuxumhHkzDYIy4TmTGSTh&#10;RtAYjgHOepbL4e0iOBdKiaGa3tkhjEbSOyhQrbC29tzDGQ2SHI2gZLOK9Vg0i2tn23DTSpsDoUtS&#10;PmXghhnAYL6nnb7U2Dw3ZMVDs2bd1HkNArDCexGT8u3syli4BB3ZAPCtW8FXA1zFzLHJPbuceZzL&#10;GnKkAKCd28HAwNu3B6GmQ6BbKzQQadaW5t1kaaYokbPAhUnBUjgDluVG45JQFM+1XHgX909rPaBs&#10;ne0eT5SHAZznPcHgHrnngkHLPg2zvQyx2ADr+9Qby28hWZVy2OW5/hPf5ScGgDy9tIjs7AWS6fbp&#10;sBjlaaDyt0W1yyKVIXnoV65ychSGCp4agvLCa2RGK3P7yEK4MbxExtkKQmY+CQrBuFzgDaB6a/gi&#10;NbaGGVsBYiBbsnlq64+ZGbB3KQI8KCMjIBKqTVVvD7Q408WiwiKZwJGtFVGkUEhmY8ltwAHXG7IL&#10;bTQB5m+kR2Tx3MkN1H5jpJGsbeW6/MC2Cqg9AFXaNrbVBI+XdDLpGpQSxvIZ45Awjh+2RvtjDBW8&#10;sygFd+4REZ6A5O7LMfSD4Ltxf/YJYIgVkyqRRg5UBsHO3HAJGB1yxx8xCq/gk3kkNvB5MPy53RLi&#10;aNnw2FA6Att6HI2DpQB51LoWr/I72UYjuSIxBIknlBQc4BJBLMGPIJIBLHcBzuaN4Ss9RuWt4IUg&#10;iFxIS0QRjGC+7bt55JUNtAAyoU+YwGOw0PwMWYfZ4wCWYXpvJmzJHgsW3kgElcggDqcEkqQOl0Pw&#10;XeQobtIVhIVXKIABEpYEqAEGMbCcgE5bHopAMDw54AzcNrdikDu0o+zebiTKh+WzjIZ9q9iciMbm&#10;xgdlYeCp3u1hSx2xMo2ySbSUUkhiyo2AoOMqA3XB6GtvRvCEen2zrGROTGgPO/ftwVLNhgBzksMk&#10;lmGRwK6zRdMtwEMJVtxQNthUbAOhUkgAFRjPI5GM5FAGPongaxkt47N4FkiCshshADlXZlOcKAVx&#10;lQvfbyGDMB0ml+EbCyiaF7ZjCEEkocNng7QSCDyTuJPYjd3DHV0zTY0ZM20hJAARWPlsO7cAnoQR&#10;1XnHYsbzWjwzLIYZywIY+W3zEg8DkjJyTxx98cHOKAMzT9At7ZUf7OqhF3KscQUqyggKoB24UcDo&#10;MADOCDXQ6dpNkgcRwRqRKC4PJJUlQxBPJwp56/L2Ip8SOn7nyx5gT5nYZJGAMjoCPm9T1PXGauRl&#10;5GlSWX5S2Sy5GB+PTOOo/wDr0AOS08uNVhYRkEfKI/lHXjH1+nOKsJEFChNo4AO0YGPb15psQyoY&#10;4X2A/qamQD7y5HAz70AKseVxjB6k04IoG4pyOmBSgqByvWlOB19aAAZApaQEHpS0AH4UUUE4oAKK&#10;KKACiiigAooooAKKOc0UANljEilSAfYioXtQwYE4z3UYNWKRgCMGgChLDmHqRsYMcD05/D/9Xbiq&#10;txYiVGREYhW+UDA5znOepII/Xua1WiHK+o6Uz7PFvK+VklcE+2en86AObuNCW5KRCNHj3484ffyR&#10;tLYBUKNoHTJwSMcc0dS8Jhh51mpMgV1TefuksMN8w5wckdecEda7BbUCUOeSCcZFKtiiBmRQGYnP&#10;bk9+KAPLta8E3F5PEIoFTyoGcgOdm04PBABUdOCDgH7rVkX3wwmuJg82AplkZHK88hjs2Z27trNz&#10;jIw2ApYZ9il0yMKygDczZ345AzkjPXnn86ZJpMLEPgR44O3of8nnnv8AWgD51174OLK/2iOwV4gQ&#10;Wijus79jZCuOjY8vj5VBbOO4rl9a+DKNdnTzFE6ymRcmV8B9udo42gAEptB4YAgHBUfUlz4VsppF&#10;226gYG8HJ3YPGSeTjnHPc1Qu/AVpI7yxSujyRFYisa5g4AyuB7ICDkfL6k0AfIHir4OrqDF72AyC&#10;aRnuZS5Iw6rvY7drEkhc5AGFO4Yww5LxR8IrK3iiVtPtIYoHEPmXFwA5DMxVWGcq7FiOuSJAMEkg&#10;/a1/8PLdociBXZZJBGjMSuSOBgZIxgHnn5e/WueufhBbpbSLHatuIB2x5UlQEUkspwp6EDGePwAB&#10;8U+JfhffeW0VwD+/jdi02ZTKSquDIMbpcqHJBLH15LMeLf4V65aut0ZoWkaFI7kyu58xV4yTLtYk&#10;88MM4OSS2RX3Tr3wkt5bcW1pct98rcA4Ux9SxB6rjDElicd88Y5K/wDgcl6i3tlZpLKXLwPa4BYr&#10;syyknIC4XI7b1AJwpIB8V3Hw5W6uHnltoppXkBklWMAdlBb5cbypIJ3Eg7QSAOFt/hdrS2guBCI5&#10;FjzcO0S7lOwMerZB3F/fkZwRX11d/s/xSSyriGRxbsZTsTYVZ+CflByfvbSRnb22k1M3wEt/tObh&#10;Gcow3rIP9WU2sBnf8pGxsn64K7eAD5Hl+HWqGARPnEaSTxTW0Jj3MFUHZkgIXyy7CQMkA5zlem0D&#10;4f28VxNdf2YbWYhfngjz5rYzuRSR5jAjAXG4gk4AI2/RF58HJftqJPZGbzSxllDSfOwDEr1AOxgo&#10;B5PUcnaWdL8H/Nm/sq8sYZNpRSkwJwCGCseDt4SQZU7jnGWAoA8ds/CkccYnu7OWRFgVJHmjZ/Mb&#10;93u56d+jEHAGBg4fVg8MoJYZ7KxUTRSuqTJbMEVsqpdDjcyqRuxg8ZJxur1OD4U/ZpUthpUZmR38&#10;lIAFLOWIHAyS24qxKgEsBndwWtL4GltJJJbkhCzmRnZcRy/NhpDyGUHa2cg4Hy8gHYAcDZ+G7Xy4&#10;gEBV2Ajjh2sCxwcbQpJVsDIBBCMOSSSdCDw0k1oBqWnRyzG4CPHKRt2ncpyQQdxiyC275vmOASRX&#10;oMfw4iT98GlUShSJZJGLNt2lDk5DKcBcDgAgA4BxHZ+ELB55Jo7dHLwLJM43ZlUkPI/GOSxH3iRk&#10;E+oYA4exsblWhn+y5e1WMSTxW6syBSCS2BhBgA9tu0/7Aqe40uOwnjtre1cNMQWMgL7/AJSm4eXg&#10;gsNwBySDzjkE9SNElijUz2KvG8gJuLmRSFLPujfClVGD0C5GW4DH5WSSyywaORirTGWeRpPmlJXc&#10;Wy5OMc/d6YHODkgGTJYb4RbSWsLAny5omiCJJjlnXYfmUkcAkgZAPI2tz2ss8N4/2b7Mk6Wx/fSu&#10;uWY7QSRtHygDjoORygbNdNewwWavDHJBGqr5RjkicKMKytjdgnkjjJGFzkjk4V9ZSsrRyaTIkDws&#10;5GNoLK24EAEZAaMtnK8luPlNAHJaz/ZdxblHW3d7UB5J42YJlh1AVgV5GWVyVHUgHkcjrcZtGuNh&#10;a1ZFVpgrhG82QsN/J4GSFKt1+6dw213OvRB7x4mFukrMR5TnGemCWVQ24sARjB+bOGANcnqMEklj&#10;Nc2fm3MBkQ2pihUeaDFgtnAIfCs+NuMKw24IUAHAavHd3LXNhLaxMGjdWhW3yGYMXJAwWc7sgBSN&#10;uACTjceY1toWaZJrBI4SFeGKeUDc4WQuVA+Ukd2wcsXGD1PcX9mgnnC2cDxbpJZZLd93muS3BdDw&#10;/wAwU5GeU6Y3VxviDR3uIGlV/NCATl4RIzLIykBSQNy5+ZdhBLfMPU0AcfcWFpEJrC6t7drMhZPI&#10;Y5WNyFUqGKkg7vLcDBOFzgEbqyddhu2tbeOS4zGzhIPk2qiFQ5lCcjG4ezfMnBJBHTvFPeXe8Rie&#10;OQxBZ/MO2SJmKN8w3NhssATwxG3IIYnBl063uZFU2VtkzkNbrY8K4y2xWjQbyVKuNxJ/evwFG6gC&#10;k1tA90FsLZAYiXiWRAw2YWNlB2gKM7GB6YXONxGSOJJ4ktkUojXIbynAWRYWKKY8jh1IQgluN38Q&#10;bJW+BJdwSWihTOturBTKgaIlmUDGPmG8ON5xlsAetFrpj2+nxW91Ck8scaLGFUAzMVO5/kGQD5ec&#10;quMg8DGCAV/s016ftt7JJLeGVA6x/IsYwZG81W6oBvk4+UZzzyGtfYl1LT7sQrZSRXMMgaSGzCs+&#10;fm2hgSuzBfLgE7sPzkVTa2ntiJIUkWWC3Mk6m2VkjYgkhgoUsRkdcrtAwwJArf06xu10lLawLyrI&#10;S2+W5ZhO7ZYFjuYk5A5UmPDk9NtAEFnaW97PM99pwhi8wfvgkeJSR5ihiDtGBkMpORsAB6VsWsf2&#10;6OSWFUkT7GI2MLn94zcEnKgNkDk5DMCMklVLVbXSbd75mm0tTEy+awZydmGGSUXBMWGDbgfnKngA&#10;1cltf7RuYGnnMkzSKbdJxtZpFfaDgrwNu0HOMAAEZAIALemwxR6ZIdOlVdigyRSSeZE4YKQqg8NG&#10;m4KGdSoC7QF61oTO9lFhJnWRrZluGglBywwS5kbcpb5mO4nqu3a+4LSWNot0GhlZm8+QNJbtlUDk&#10;gHEaphgN20Hn5TngtWnHpYdpLl3kgUwjySN6gKZPlDEyHdnZGMDDBF2kMCAADS0uyaJtwNySYRHA&#10;bl1bcxGByqhQ22MLyEOR98/vAeo0vRRfXDWcUskKmEwqkLs5EijAdcMuTs6gcnkZyM1h6Z4dTcLC&#10;eGCJnhH9meZFEskWRx5ZY43MrMeAV2lgRjdt7nw1aRXV6ILi7mS2+Sf7U0RjQBfmbeCuAUOMbhjK&#10;cnjLAHVaVYWn2dhG9uq+U/nMU2Ky8sufbLZx6E9Mcb2mW8txvsYobgCWYxxkzJ8qiIEuxC4fn5cD&#10;kEL6BDT0S3E1l9q064MUcU48q7QeY7gff6nCnKkbe2OwIB6PSrG5nvZkWFi8gZQ8Sj92zbSCu1AT&#10;uDE4+bqwxjOACS0tP30LwQK/kZbc0gkdGBXZ8xGFU4xnr8ozngVPa2aLOZZI5SWfesjGJuPlO4Bt&#10;wIBGF4bbsJI/hrUfTja7ZngLKE/eKVLoQAAoMb887QRuYAKOenF218NXbS/bLMqCQTJBcSDy1YZY&#10;cLz13ccKN+O/ygGasCmIXWnSR3SIilDbzskYcEDcBna205/i6fxDaM3LdHjiuC0KxRwXPMz4HlfK&#10;McsAGOOpyMcnBGSdA+HXWW6jMcoxC5d4zv2AkHcG25GN2dx/vj+I4q7/AMI+trOfKZIgrDbFCmQY&#10;0LAv8x5GDgemDyNwoAyLDQoreOW2msxHH5LRmWWTG7G5Qu4Ff4l6jbgljkYUVYk0nRbGytppo/tA&#10;2o0K27RrGFXcoAGMHHzcAnA556VfsooJVKPOqeVHtjR9u6N2Xaqk44PGAcYPIyeFrRn0kXJ+1XRk&#10;Ecasrt5eAI+U2n7xIH7wkFs7gc9RQBVEkqXCRXFpn51LPsYDduJwzMAxPBHI6EE5yBTV0axitILH&#10;T0VVXJ2CFgkTlmI2BRwvUnGCCGGcEY0rLRpLVhFemOGIIEMf2VSiMuWPsCM88kkISB1BsWunz2/k&#10;Tywlc26PLkDAb5iT2ABA3EjHJAPOcgGDFpN5qFuWMhVW3bQo2iIYIAYZXcQSwxkjd8xzkZtRaVZP&#10;PiNm85xsMwGG6rHjPVxhWPB4IYAsuVGnY21raCW6htpYWZSsRMrsEIYLjazfJnYCE24GccZwZrmz&#10;8+8eSO68xEcBVjG/LsVRcs+QMcZyD1GSc4oA5nULLTw7SaexEtym0NC3zI/LZVO/GBn5VH3vTdQH&#10;h92/dJaOqviM24YHBzjbuychTksMEgjOCBk9fd6ZFOY3EDyl2EY/cKCqBMc55KYCjgkZXGcCmtpU&#10;sEhk2h0VyAhXayoAVK4IUAENlsklcDg54AONn8KQBpJYbgMTHjmTDySryr5D9h1Xgggbm6EPg8Kt&#10;FavkRJGis26RzGV271MgJXnL5OTnKt1+UV2M2h+bp0nnrayRRvlo5omIdSgIJ5XHLMcEDv0GKdBZ&#10;sfMkF3bxStGftBX5Cqjcrn5WyWztJyrD5Sp5y1AHJDwi93avbT3W4ksZozHsbYSPlAwFzzgZ4BQn&#10;PNPPhdwhmmWBgFJ8t0QZLAlSxKegXr/Ch2kZzXXWmmvJECpZTPI+5XV/3oHyhc8AsG2j5RjaSMHb&#10;im3sDJcCcHdGWbdIBt3oW/1ZU435JORkYLgewAOctPD2+NRKULW7/JuBB+8rHaNzbeDwvPCgc451&#10;dO0NFmKZMcmAE8oKoU4YByRztG44HzZBB6jJ00g063V4ZQFVd/lxLIi7s7eQTjr2zgDJ6dRdtra7&#10;i1AoplTDgFMMDIQOuSDkhgQeWZd7bt2eACG0t3Mn72NDF84A8o4QnjPBKt8g2jnqe3StCxtCIzaz&#10;eTsY/vGLFnYEfNhlAGSCwxwRu7bhTBZWtzAxuLENK0bK5kOUjXDblVip2gqpBwCfmY8DLVetUJs2&#10;hnCrsT95Kwb5uVGeee6/MucHpz0AJiqMXENuuREpRUypfhBjGAWwCmM4AxjI5xajJW0C2sDM0w6F&#10;sZBwMkDBGFJ4xnAA9KqRSyRyPDEVDRjYyEbmhJBIbA/rgHjkVZurhJUSaO5DRoflDR5AAPOD8pxg&#10;fiO5BAoA0oZXV8Alxnny1xtGM/Un246H6VNEqhS4VSGIIITq2ev+efc9axdOvUucbZGEmCFK5yvI&#10;3YbGDz2Gc8cYOTuIFkjEnlH5j83BByRzwR9PSgCSMk/x5HTGM5Gfw7ZqeIiQ5KkY4+7iq43kK8YB&#10;zyC3UA471NGVOCpx7Bs0ASZZQWHPpTk5O7FNXHLbTk/hSqzNgjpjnmgB4AHSiiigAooooAKKKKAC&#10;iiigAooooAKKKCM0AFFFFACHGMGgrnilFIxB4IPNACKuOMcDpzTqB0oPSgBOnA9OBTQrHquKccgd&#10;aCcEc96AGeXk/wA6b5Mg+UHjGM55qXJBxjNI77eik884oArC2C5Z89MZ7j8etQzaaJc+YN3TblRj&#10;Pr+uP883JCSn3c5xnFOVSV5XBHHNAGVLokZUtMWfPP7wA4IHGc9cADnrVdvCGlmZ5mt0O/7ykDDH&#10;IAJBGD09OhIxg1tMFD8knvt9KRzhPlTJ45ANAGM3hu32s06L5hUpuXGQCBkZOf7oOf8AZHXBzBce&#10;ErBQ3l2KZVmKk4zzycHP3jk8nv8Ap0AiCH5UGWbLHApHwCWOfYUAcxN4KssJvjVnVWUsTkEEjg+u&#10;cYyecZxjNZzeEoEbdawqGdzhEiGxBndyxGRxgbeB2Heuyn2HnBBJ3ZycA9Of8/nVW6jdATlBu4BI&#10;ztzgA+vXt70AcjceDrcb7NkZQ0ZxHGoBbAG44zjPPLf3lyQxwKpXfg+0tZF+xacEAdGIjiGFQkjk&#10;ZwATtGNwwBljhBXYC08yRlZfK3H5imQrn15GD0ye2cDkHJp6hpjTBhNYiRNy70njzk8gkHruxkZ9&#10;wM9wAcpPoUAtSbeJWzIF3R26kdTyMttPzcHjDHA4UkiheaRHPO7zxShJJUyIYBvI2hiudxzgZJOS&#10;vGODkDsrvTklV0eT55sHzJHXkbCAx4BC4BUAfU5yRWbeaJBatLPp1mPPT/URtNjbgYAJ5UHnk5zj&#10;se4Bxc2lwSbre2jkXymVQFTa6A/d3nA4AUZ64J+bI4GHfaBBKYblofLMkisFhUjGCOmDkA7RgEjO&#10;VJ3AkD0GbQ7BUZb62idVGGRpmPlspMgKhhnOcc4ySTyDuzlyeHTHZzCK3IeJcyCMHLblw68ghiQQ&#10;eSONpGR8tAHnep6Ze2aCZ7cFFJcrJ8o3dyM9AQPvEIcPt+8a5i50SeOQXNjPKSJcl3hwJlCqzZBB&#10;ZT1ycjG3oBtI9fvfCzWtw7NM1rI5QNIiDEMYLFcE8sPmbGCWX73cg5b+F5Hb7K3mRvGi7o4gQCvz&#10;bQTx8u5MDGTgY4+9QB41r3hO51GGVHt5JFjaRbico0eBgjA5BwCMYGMcjIOSvIazod9CJLi/kl+R&#10;vM817oxvPk43PnByNoXBz0GN2No+hL/4dxSE+f5rSyxfd8klnLcM2wj5flwoHUH174t58Orp5BdR&#10;sqwEb9tu2DG2UDMNrFR7Zz/NaAPm7XfCNwICkaszxRoscjuA7zKSuMrjjbkkswBIIAUg55rWvA/2&#10;hBFh5PKuCygvvVxtPQqwDbTtwxUsoA4UA4+otT+FUsJmW2lw8hk8koCFjY5cHJOWPA7Hnk5BOct/&#10;g3CI5I4tHNs+SsAZFU7ACYztJJ7gYXPODlkFAHybrPgzUbpksdTtppGZQXuZIPndHABBc8K+7eBg&#10;fUgkiufHgrW7WYai9ssUbQALIGVj5YdwuF2qWOSSD83LNnhcn65vPgXJdWqSRy2iRyKH+4ZAx28M&#10;qYYbdu7YQcZ+6owu3O1P4GvbRNHPEzh7ZvuMYxN5jfMTwFbIXJOAVCnoAQAD5Ug8Kw2dsRdvMEil&#10;yZzDlCCUY4fIBICqT/Ewzk53ENbwNI0slusIjVVHlJCoVANo54O3LDIBOd3IUjaoP04PgpOsc/Rt&#10;5Cx732YCsw5fADDDnp1ZDggMKz9a+Acl6kP9naeqLJhkV1x5CrgbcAEkvnbu5O4Z2nFAHzwPCuqy&#10;pDJLFLMjLJt+zGQhcMdxyzDjrz8uMKg44bbHhJ42Sx8pkaGTcFiRyWdV6FS53BcAsCGyeO2K92i+&#10;BTXjC6u4TceRcrmN7cFS/wAvVSSMgrjpwT1OCatWXwN2vD/xJWZhGEJdT8gAw38KnbjHBxkNjrgg&#10;A8BHg7UNQubqwW1mtokePbMMkpt2tvyCdjFTgEgfMg4wQDt6X4Z1e8mSxmaKN4JEeaKyBkfGQAm9&#10;snGGx5mRtAHfp7dY/ABLYm/sbOGGbCMyrakEkKRu5bDrggF8kfXgVs2vwQ+zrbRyWCRtEga1YqcR&#10;hQwXYFz8yqgUqpXopBGMUAeN6d4EGqQw39qIEecyJh5VdHcoCQ3LHywRyGPO3lVyDWvB8Pry7uy8&#10;8YgRHVnQqwnRmONrRglcfJkqGIz8+ATur27Qfgpc2F2ptCzx+dhYJ5gFuAGZs5Ttu6Y4C/Lg9R01&#10;h8JI7iRIkQJAyFXOGVOcqY1QbgV4z1yN/OecgHjfhvwE+lXC2MtgwV1dXfyM7FfaQCcFQGZyuGx0&#10;wAe/X+GPCU0HlSXSbLoRF5WjQrFGUyT/ABna3JBJJOFwMbsN6HpnwxW3YtCjLJJLiIOjIDz0KjPb&#10;dyccEkZG4V0eieArOSJVuchC5cNcuWdgVLHkcngjkEkYBJ5JoA47TPCTbfs86Gdo2jlLxyEmRiyk&#10;tlQwIwcnoDnDcEFtyx8LxAGISPGkjO8Jt1LkHBI45yNpzk5zj7vJFdpa+EY7eyEE1pJMVUF5/JJD&#10;DJPAbkenTowGSMmtODw2loI1lEZ3OQZFVRvyCSeTlvlLYxySST0YMActpHh64gNq0o89klBSPfvL&#10;hdwJyvzNg4HfoWbn7tm10SWdAFhRk3tC8UoYAkqp5BQ87nyCOAV65Jx1sfh5GiWNQixoqxMsSheN&#10;33gF+4CAcHryMbSoFTW/h9nnMjDMoQkqjHDZJPIwuOWPU5JJ4wKAOTj0aKX91bR7C0mdpxmNR8zk&#10;cBS2RIpJ3ADaWyzbTZm0iBbiKO2ljjKFnljcupbI+Unv0VSW6jOMjcK6dtFQOm0bcNuaR5STzk59&#10;znGM5x0wecS21gY4P9Kzu2szlJFXdgAYxnHr7A7uSMEgHK2+leVbD7XcLKomKFnwSFO1UH93PIyT&#10;nPP3SeLtpobwRRxwxiOQvvJckKh9ccZOAp3cngjOTz0H9meWtxK6q6ybiNjHcD0YHnHPOQCB17tR&#10;Fo8TAx28pB4WOQSE4Cn7uDkc7Tkcev0AMb7LDcohIjlDRmVUaTc0uWAYkDkj7o5yDnpkYMI0mzt7&#10;v7NDGrIW82UqeWyCMnHPcHtx39N+azjubRRBLEyyLuiYbHWTkEYB6/wgckZHcYzCltAsSowztHmC&#10;IgKYs8hcrg5yT1PHuRkgGHdabHBbSxmIqV+VFTkuGQZfZu5JPfqOpGQ1SW8aPILa6LPGhzK8vIQF&#10;R0JPzA4BPPGWJGTV++ihjV4niUlFLBwjKrZzkg7hk45OGByucc8Z7eZJFIn2KRYgjBkhYb0BCkow&#10;bIzgjn5fcpxkAdbxAiZYjGo+cvLExGOdzEk42YzjjuDyOaYZJS09vbzqsm92SJHIIcK21QV+XCgq&#10;ADnOT1IqR5na5FraKbeSKN082LaygsfvMMcYJbBPAycnriV5TcRy3K3jSI0hLqfnBXaMAFuADk8c&#10;j145oAp3ctrJbNJFP+7ZsicSAmVdvDjBGCUK89OQeMmmTw3EdxKygRouUaRkIbDgfMPmO45IG4HA&#10;AfBGOJHnDTI9sd08xG0RkMB90rnG3fgsTjOOuO60kcJglme7gZULBY3jDBSx5JBwN27IAyAcgjn5&#10;cgEFvZywCHTVCySuAzFSeVGcLkj5ueMdWxn+FqneC3nijjn8xQGKKpjKgoQVBCZJ6kk7jyRnngmR&#10;zLLtubXZb4cbxvDAjcDkk4/3hwT3zyCWXFyTGWtbEyxzgvLtAO8EqNwAJUrsG0Y7Akk55AHT2iFV&#10;hf7SjNGdjCJGOTucMVOe3QkHLLyPlGS4ig8sfu9sUUrEmdwse44bO47iMY2jOM5zjgUyby1V52lb&#10;AfzXjAyuCV+Vh94jILE4Ukp0+8KtRLaBTEyP5iqyN5hyRjOf7xBO3pzkdm2jABIkivJiIpIrupka&#10;MEOo+4cFeuCXPLHqOKljdbiQXqXBdVkdZGLfJjJ6ck7QwOMY5XjptqEg3LtBchHMkKmSFgcF1HQ8&#10;dx149BztAqJbtX+eOWZx5hyZOTjaSB7joMgHnH+1QBrJcJGVVpVmmAUSR5UYXADMV7LnbnjgEdiR&#10;S3EEU6FGkDnlCikPlWI+VhzgE4B4OACcDnEAcWbRrFECsTeU8a4JAJAGcdCcknp149TNPLdytE9v&#10;E8m8vG0jtxxxwSRjJ6cHqeueQCWzkizJIpA8tQvl+WyF2xzyxwc4JHQ5PLcnFlJAtt5jwOXjyPKj&#10;UEqMYyCcZ6EZx7jgGmRQtuVRMWzw+4g5XceAR0HHTOcL3O41JHcLFKBuYuoVdvG4AgnOT0X5SeBj&#10;5cc4xQBfickEF154I3fxDg9evI/GpowVX5lAx69TVTzLjywsLgyqQXbGQPm5HUdgwGc4POD0M6YD&#10;be5GVPTHYnH40AWEIPzuuMjpinhm2ktUa7SBGWAGMjcevtSjDNhXoAlHIzQRmkVQqhQTx60tABRR&#10;RQAUc0UUAFFFFABRRQOnNABRnmiigApAGycnjtxSgYPU0c5oAOg5NFFFACE47Upz2NFFAARTJCNw&#10;QDk96fSAADFACKTt6fjQpUpuj70oUAk+vWmu2089O3FAC428/nSOXA3A/p2pwHOc0jjJGV9hQAgH&#10;AJBJ70ABFIA6GlUEDoM/SmSqJRtII9QDigBX45AIJ6HPWkKdyBx0x2pFB5yentzTvYjqODigCu9u&#10;GfcF5ByFGOe//wBf6/q1osMAEUoVwfm7en+fSrRjAH3QMdOKTADcn8KAKFxbSsqlZnXA5KEbvTjj&#10;nuefXvyDALOUCMoC4zksePm7McH6jAHWtN4xjJAOOhPao/LAAO7I9/170AZD6apAS5U7yGAkLbtu&#10;SQDn1OQB2HOMYxSf2dAsmbaJArYZMZBAzkkAjAGSpzjgk1sIhZAXOcgduPy7UPEpUrzjH+c+tAGB&#10;No9qzzBY9rMDuZZWGOhxn8/QnBpJdNELm6mt1VdhVohwCMA5xn5uR+QGK3DArMMHgHqVGSMdM00W&#10;qFyx3D5QAFcgfiOlAHOx6InkRxQWSBig+SLByFIAHzAjHGexOTnHQ1rnwnJco3lxoW8sm2ZVGMkk&#10;svbOTg9RnP3upHViEbiZE3ZbOcY75H+T/jQbUeW6BzmQYYjj8sdO9AHJXfg9DuuSFCI2GgEZVWGV&#10;yOxJJxz6nI94pvBlrcQ7yTA0ZSMyJEBJgKCx77QC36dduK7Xyix3SMTkEHBPf8aQ20JAG3pkfhQB&#10;w8/w8s5zGtvaxFm3bkmTdsO08jOT1z7ZHcHBE+HtlPCscqBQknQRKFLDOe/OBnqMnbk+ldwtui9F&#10;Uc5OFpwijXHyAY/ujFAHn8nw5nkkO6xYxShNkBmKlWAAPPIzgZ4JzsHOMVSPwhsXi+z/AGIYWH/l&#10;oqttzjAAyOMAgHAO5V6rk16YsESJ5aLxz160i2sSgLzhc4APY0AeVy/C2NhbyT25KhCQvQcdOp+X&#10;7ueTj5juweqN8MLFEM8lqC/lMspZdu7jHGc4yT9cjnAY49SmsonBPJOMDLH9ccmmw2UcSmEAkEBW&#10;JAyeMYPbHsOKAPMo/hLpyAyvpwQISsQCblVcIyjOTnG08kcAjGcDFiL4UwpZyGfTIoUYKJD5mxVG&#10;HByoBBBBxk5Occcc+lfZ04wo4P8Ad7f5/wAmnizt1GEjA5GR2POf8+5PrQBwFl8LreFPlQQuCVKW&#10;74CEnnHTOSQxIAJI795h8Oba1mS8Sy2jy3V5Aq99vB6HHy5Jz1zxjaF7z7JEEIiGwt1KgZznOfzJ&#10;NOFtGOcDrnp/nmgDkY/BVqp+YbXd42wsOAdpHIJHHbrzwOwAE8XhKGPcqI5zCB87j5BtIIzk46D1&#10;B444GOmW1jVdi5HAGc88e9P8pclgcE/pQBz0fhezClbu3DGTHmEr6Zwx5PYAYPHerC6RC0HkGIyK&#10;2P3bswyc557+oPY88djstCrNu/LjpQUBIPYdu2PSgDMXRbVZmbyY90mSQyAjBGDxjnjj+fpTodME&#10;W4q2CzksSTkjOduRg9zwc1pbB+dBUEYGAfXFAGbDYCNPLhZVAfcGUdG/4DjufT9SaebC2YlXgUxs&#10;+7bjgnr/AD/l+d7yhjaGNJJHlCoOMjt2oAoS2UcoVghBA6q3X3x+uSOuKQKqkgADb97YcAADg9u3&#10;vxjrVwRfJtaQsR0YgZprwIMYHQ9zn+f+elAFOSIK52gBCQCTjDDHPH5j/DtFKik7sAkOAcSnPVh1&#10;ONvTPHQg+5NueIkgsGPOAQASO3cfXmo5g8a5WdgQflPbjjpQBXlMkaeZHFktMRlmPcnC59OcZGQM&#10;47ZEMrbQIplZGYlkjQksx2YIHPG3j1HGeucSkvEwe1mIOTvJA56DoeM9uMVFJAyTM6bAhIJ+QBs9&#10;OvQ5GByPx6UAUpY7a4mIlWPyMsqRCXIIB5JB+6fmYdRjJ6HiqMltcMZLmHzJGFsFSWNSBJtDMSCF&#10;4ywZcZ9cgAri9Msruj7wPmLb8FePx6Dt7YzwQMQXqCbets4hVztYxRYbcW5Ib8ffoD2xQBVu0uoN&#10;08bK4jbcj9FymBng+x7ZOcAcjCXO+FWVpZFKEDzFJYR9QWx04zk56kDHJwXTrCbky3CNjafLPlj9&#10;0OgC4AIIwcjkkDPBqD7PFbgkRuxYZZ92QFxjAUkndxng43EnqckAinF19oZp40uo/mYuRw753DHO&#10;Qc7uCMEYUgkk1MlvHHIn2FmjZgzTSqp3Mp+YkYHGG4A/2TnnOYZTMAoaSRU3HaouGJCLzuxxxj39&#10;OhJygYqqhlJaLy9mB5hUnBAwAMNkEZwPl9NuKAHWsklzaxvKqFkVoyI4t2G4YnDfeIA56fd55OKl&#10;inmXbeQTkBiWty4YIMpnOQQTnOcNjkEKSTRG8FsitZRyvhgTHIhEbkHBxuyO2R2GBjANWJFuHaTf&#10;PmVFwV877xBJBwVBPGVxnHOCckgAFUguUvPsaN5DqznzAAoIClmODg4OR0/EMDVuV7eeXzZp97sV&#10;ZCsTAZ2gAFS+DuJOV/DI4y1pVto4kvXX5SNqoTkjPUbTxkd+V5weDy6NLeMtExDKxO0H5B94gHOB&#10;j0yMH68YAFkihjLwSwCItOSGEQbgvzkH5DkjGeSTgkZ4p8MVt5P2mVYYWjG1xISWVd5z8w69RgYw&#10;enrSy2kU6m1n3vGGGI3RcDH4fNyAeckcEYOCGkGUNjYAVKj9yMADAAwc+/THGOtAD7dxbv5IkRQq&#10;/KIiXKruJyVPJORg564YgcmrFlKio1tcTOTt2iMsm5ByWf5eCSTnKjnJHPelcwrNb/ZoXG0BR+8U&#10;OxA6b2PzMefUfh1qSzaVLcWnnZTaQq7RgcY7AAj8P04oA0YTFqI8mZUlAyX3Nn5NxHTJ7gjGf4D0&#10;zirEDE7ArZG5TGwl4l4PAAG3P3v84NVYztUKBk7cLI3zMOMHk9zgc8nirVu4iPPl43ljuTJycn8A&#10;P5CgC1A8CusbSZZFHAbJ9M/Qnj274qwkgY7XbIB6BunTtj0wf+BCo0B8zLHgYIXYBjg89KlXaPny&#10;eM85PFAEsZXHlhTjnAJqRsRnK+vHemRD5OfWnhMHOfwoAdGxZeQc46Gn1Hgnqfyp6sDQABs9qWkU&#10;YGKWgAooooAKKKKACiiigAooGe4ooAKKKKACiiigAooooAKKKKACm7dzbvwp1FACAYGKCFPJHTpS&#10;0UAIPWkKY+6Bj0p1FADNmB1oUOc7sAduf1px57dKBy3PagBMHaM8/WmHOMr6VKSAcetNcdxQBEXU&#10;vsLjnoB1/wA8j86QKckdF/macQHIOD37Un3AccmgBOO3c0xy2OO54GRT3+X5lGCeBSMoOG4GD6f5&#10;9aAGEncQQfy6UUMvzZooAKKKKACiiigAooooAKKKKACiiigAp69BTKev3RQBKvQfSikXoKWgAooo&#10;oAKKKKACiiigApH6UtNfpQA2mue1OJA61WlutmMqSWGVXoSPxoAdKARyKqSsI8KqcZ5qwHZmIcbe&#10;OMjj8+lQJDPuaQu4znCDkEDkHg8cg9+/POAACu9zAX3AqeMgYJ7jGRjjk/X2qMLK7hBC65yWdyAM&#10;hsY69eQePXg8VfaO3CrFIgIBG7LD5cD5e2AOAe3H5U1ikkKukBw4KsxX5kHJxnJzjn16Y+oBk3Rc&#10;TZkhkbzR+7fGN5+mfbrgccg1WSBpg3nRBFZwQpwNy7R0GTk59e/qMZ1WtFUx3car8pGSrcOSCce4&#10;3fQ55P8AFmlJE0WbnHzq7Zz1ViuPXkn+eBjHJAKX2UvOVkdUjOVG44xjqGx1HoeccZHeqzeagdAy&#10;xNHCpHHH3c5UnOOOOR1HHatBZhcFkLYEfzcvuyevQ5xyAR1OarNb2yQgxXPlRjeQSmzBJYnnJweo&#10;yM/df3oAzrmztbwR2jAyAzAqIQFVVLAL1+7jJ69Sc44wrpQ3kC0jRZIT8oAYLhWYjeM8H7zDpkmT&#10;7wySZkgbyFaNnPzAyl0BVxvOFIY+hIPRiQMHjFRvpwnVomg83G7cix9Oq5O4jg5I/HrgjABOyPaz&#10;CNNspWNfMSMjIwACMZBxweOowcZFOuFa3VfLuGSHBVRFhenLYHGfl5wegGQDnmOJ7lLf5brITeBg&#10;bVJXkt2OAD9AOuMCntKYnhWY5UkeYJGJ2jIw4wD057Dr160AOSaOZVjgkjC4MkwV92DvBIIHcE5x&#10;7cZycshhtvNFvc7kYLlpA+FRgASwYk4HytgZJAHbILLa5EAdpWSH70YGANu3GTgHrweh5A+6OKel&#10;qqwQvHdGRQ4YOY02ucYLYweQQCMYbPXcOKAJYXXaQIyXCfeZVGfy4/D3pV9RGDyRhTnHPP8AP+dN&#10;hR4wvmMCzKN/XJPuT1/L/Ggy7X5U57fLkn6D8DQBKyE/MD096I/3BOVJGRtyRj9SKEIV/wB2Dj34&#10;pxRJmDPGjBQSu4cbsYGfbJH/ANfpQBNG4VljMZycdQTu65GPX5T2xz+FSWtyPMlYTZZeAxjA8teD&#10;0/LOeuMjjFRiUIEhaMudu52Dchic9RyOS3T37kYs2xYSboo1wAQB5gx19PfAPA9aAL0LKZDICAXO&#10;XAH4c/p/nmrKsWXC5B9xnNUYH8qPdLMjDfhcDGOM4z+JPbjHFWLYs5+8S33XADYB6ng9OvX/AOtQ&#10;BZVioAjYHseParA+tVVkTeFJAA+XryD6VPG7MdpHagB9KrYGKTrxSbhnGfyoAlopFBA5paACiiig&#10;AooooAKKKCM0AFFFFABRQM45pAACSO/WgBaKKKACiiigAooooAKKKTcN23PNAC0UUUAB5GKOpopP&#10;YGgAUbQc0BgwypH4GhskEL1pqKE68E0AKSQ+0HrSBMDG7n1pTkNkqMetKAccnrQAwxlATkH0prLv&#10;6jvxg1IV3N16DimBSpIGcD0HvQA1QrLn3p2wduPpRtA5XrnvS0ANMa9MCmPGV5qX2pCATkrk+tAE&#10;FFKyMDuHSkoAKKKKACiiigAooooAKKKKACnr90Uynp90UASJ90UtIn3aWgAooooAKKKKACiiigAp&#10;jnLU+mP940AMcHqBxnmonjIj8o5cYA+7n2P+H51I5ycGk5xigCJlIYBTgZONq9e/GPfNNkWMsWGD&#10;0xuGenPHPr/TrxUwUCkKK3BGRnNAELrK8vGCSANzYGOeP09fbFMMtw2ZIhlvMClGYZUZ5PHQjPTn&#10;OBU8qjIOBUE24puhLfN3IGFHAIJB6dTnP6cEAhTeoaKQuxZ8K0kRIX5PcnI68+5HY1RezCSNPcGV&#10;5eFkRm+UDOBtGSFBz0PXA9BjQltxM7W7ylHG3b7njHBzyNuODjqTVcxIsxw5YllVScAH5jhhtAJ7&#10;gg8d8dcgFGVPL5WQIpBIYng9Mc4I9x0z6darXEK3cjyrHKAo2vJklmGMjaVONuchSDgZYcbq0JZj&#10;DK8pcSZG2NC+Cd35Ak4Pf8qqTN5UPk5YRjPAk4Iz156jHPUenTggGdeG4nM52SEpcCMO5baFwOCA&#10;wAYNnt/D1AxhhnaZojGEyC6FFAwAV5QPgEZY8t29DuGJ7hnjH2fZud8B5AgQsxxuf5SOflHsMA4P&#10;FQzs0rF3utiAbkSN8YwwOM+uVHByOTx0oAklQzOYlRGhBATLDGfmI+91wcHK9MZ54FRxW1w8MaRq&#10;25VXDksykjIA5UBlHA4GSM5GCaiF1HOxaeZWd1C5xuOTwOOOcY/76znBFXUMUsgm3hiD99Jchscd&#10;sfXHqfbJAEtBJC7PFdmRhKDH85YKcuBwuOMY685PJ4zUiEzqk7Ao65yjAFiOBklTg5ILdO4yFJIo&#10;yG2vySvUA8n2z/8Aqp5JERJQMCCd27I/M0AOGecIAegX1FM3ArlSDyMcnHUGgLIs7fMcEfJgdDjv&#10;2/TFOHEm1UIA6nFADwXXgEHp19KeH5wQOD1qPeWG4Aj2NOUFevc0ASqeRtXPsKsQzxFFTzfmYttI&#10;OQMdenJwSB269QcVTQDJBV+m4sGwFwc/rjH6dCakC3ZjCKHwDg52jzDjgjB+g/PgjDUAaFskW8GM&#10;PnOQ+0ck5JGRjuT9DngcVajZnIdIlVAOBu5Pt9PY+vbHNOErA21pQN5+QEYP0Pqep+gqxHIZVIjU&#10;naMk4zjgHHX3oAtWzSkZYYbGGcnuM9OOef0P4VOhIyRxg1WjkZk+aNx8xXbxn0zz6f09KmhaR1Cs&#10;gUkcAZJHsaAJhLyPl68ZBHWnoVAHHNMGSCWUnI5XFEe5mLJt9sGgCXOe9LTVO7JzSnPYUALRQM96&#10;KACiiigD/9lQSwMEFAAGAAgAAAAhAALwyJjeAAAACgEAAA8AAABkcnMvZG93bnJldi54bWxMT01P&#10;g0AQvZv4HzZj4s0uWKmKLE3TqKemia2J8TaFKZCys4TdAv33jic9zZuZl/eRLSfbqoF63zg2EM8i&#10;UMSFKxuuDHzu3+6eQPmAXGLrmAxcyMMyv77KMC3dyB807EKlRIR9igbqELpUa1/UZNHPXEcsv6Pr&#10;LQZZ+0qXPY4iblt9H0ULbbFhcaixo3VNxWl3tgbeRxxX8/h12JyO68v3Ptl+bWIy5vZmWr2ACjSF&#10;PzL8xpfokEumgztz6VVr4CGJpEsQMJcphOfkUcBBDos4AZ1n+n+F/Ac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BAi0AFAAGAAgAAAAhAIoVP5gMAQAAFQIAABMAAAAAAAAAAAAAAAAAAAAAAFtDb250ZW50&#10;X1R5cGVzXS54bWxQSwECLQAUAAYACAAAACEAOP0h/9YAAACUAQAACwAAAAAAAAAAAAAAAAA9AQAA&#10;X3JlbHMvLnJlbHNQSwECLQAUAAYACAAAACEAaX638kEDAAB4BwAADgAAAAAAAAAAAAAAAAA8AgAA&#10;ZHJzL2Uyb0RvYy54bWxQSwECLQAKAAAAAAAAACEArInOdbyMAQC8jAEAFQAAAAAAAAAAAAAAAACp&#10;BQAAZHJzL21lZGlhL2ltYWdlMS5qcGVnUEsBAi0AFAAGAAgAAAAhAALwyJjeAAAACgEAAA8AAAAA&#10;AAAAAAAAAAAAmJIBAGRycy9kb3ducmV2LnhtbFBLAQItABQABgAIAAAAIQBYYLMbugAAACIBAAAZ&#10;AAAAAAAAAAAAAAAAAKOTAQBkcnMvX3JlbHMvZTJvRG9jLnhtbC5yZWxzUEsFBgAAAAAGAAYAfQEA&#10;AJSU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563;width:23856;height:16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9sdwwAAANoAAAAPAAAAZHJzL2Rvd25yZXYueG1sRI9BawIx&#10;FITvhf6H8AQvxc1WqdWtUdqCIMWLqeD1sXndXdy8LEnUrb/eFAoeh5n5hlmsetuKM/nQOFbwnOUg&#10;iEtnGq4U7L/XoxmIEJENto5JwS8FWC0fHxZYGHfhHZ11rESCcChQQR1jV0gZyposhsx1xMn7cd5i&#10;TNJX0ni8JLht5TjPp9Jiw2mhxo4+ayqP+mQVvLjX7dU8nT70dq61/1pHPvi5UsNB//4GIlIf7+H/&#10;9sYomMDflXQD5PIGAAD//wMAUEsBAi0AFAAGAAgAAAAhANvh9svuAAAAhQEAABMAAAAAAAAAAAAA&#10;AAAAAAAAAFtDb250ZW50X1R5cGVzXS54bWxQSwECLQAUAAYACAAAACEAWvQsW78AAAAVAQAACwAA&#10;AAAAAAAAAAAAAAAfAQAAX3JlbHMvLnJlbHNQSwECLQAUAAYACAAAACEARb/bHcMAAADaAAAADwAA&#10;AAAAAAAAAAAAAAAHAgAAZHJzL2Rvd25yZXYueG1sUEsFBgAAAAADAAMAtwAAAPcCAAAAAA==&#10;">
                  <v:imagedata r:id="rId12" o:title=""/>
                </v:shape>
                <v:shapetype id="_x0000_t202" coordsize="21600,21600" o:spt="202" path="m,l,21600r21600,l21600,xe">
                  <v:stroke joinstyle="miter"/>
                  <v:path gradientshapeok="t" o:connecttype="rect"/>
                </v:shapetype>
                <v:shape id="Text Box 2" o:spid="_x0000_s1028" type="#_x0000_t202" style="position:absolute;top:17283;width:27822;height:5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74F6AED8" w14:textId="569DE2B0" w:rsidR="00AC1420" w:rsidRDefault="00914F1F" w:rsidP="00D016B8">
                        <w:pPr>
                          <w:pStyle w:val="RSCBasictext"/>
                          <w:rPr>
                            <w:i/>
                            <w:iCs/>
                            <w:color w:val="C8102E"/>
                            <w:sz w:val="18"/>
                            <w:szCs w:val="18"/>
                          </w:rPr>
                        </w:pPr>
                        <w:r w:rsidRPr="00914F1F">
                          <w:rPr>
                            <w:i/>
                            <w:iCs/>
                            <w:color w:val="C8102E"/>
                            <w:sz w:val="18"/>
                            <w:szCs w:val="18"/>
                          </w:rPr>
                          <w:t>©</w:t>
                        </w:r>
                        <w:r w:rsidR="00261598" w:rsidRPr="00261598">
                          <w:rPr>
                            <w:i/>
                            <w:iCs/>
                            <w:color w:val="C8102E"/>
                            <w:sz w:val="18"/>
                            <w:szCs w:val="18"/>
                          </w:rPr>
                          <w:t xml:space="preserve"> Pier Paolo Petrone</w:t>
                        </w:r>
                      </w:p>
                      <w:p w14:paraId="56602BF0" w14:textId="41B79D21" w:rsidR="00AA6512" w:rsidRPr="00D37733" w:rsidRDefault="00361284" w:rsidP="00C43246">
                        <w:pPr>
                          <w:pStyle w:val="RSCBasictext"/>
                          <w:rPr>
                            <w:color w:val="C8102E"/>
                            <w:sz w:val="18"/>
                            <w:szCs w:val="18"/>
                          </w:rPr>
                        </w:pPr>
                        <w:r w:rsidRPr="00361284">
                          <w:rPr>
                            <w:color w:val="C8102E"/>
                            <w:sz w:val="18"/>
                            <w:szCs w:val="18"/>
                          </w:rPr>
                          <w:t>Researchers found fragments of glass measuring</w:t>
                        </w:r>
                        <w:r w:rsidR="00AF690F">
                          <w:rPr>
                            <w:color w:val="C8102E"/>
                            <w:sz w:val="18"/>
                            <w:szCs w:val="18"/>
                          </w:rPr>
                          <w:t xml:space="preserve"> </w:t>
                        </w:r>
                        <w:r w:rsidRPr="00361284">
                          <w:rPr>
                            <w:color w:val="C8102E"/>
                            <w:sz w:val="18"/>
                            <w:szCs w:val="18"/>
                          </w:rPr>
                          <w:t>2 cm to a few millimetres in size in the skull of the victim</w:t>
                        </w:r>
                      </w:p>
                    </w:txbxContent>
                  </v:textbox>
                </v:shape>
                <w10:wrap type="square"/>
              </v:group>
            </w:pict>
          </mc:Fallback>
        </mc:AlternateContent>
      </w:r>
      <w:r w:rsidR="00214BC6" w:rsidRPr="00214BC6">
        <w:t>The rapid cooling of liquids to form a glass is called vitrification. When a liquid cools slowly, the molecules arrange themselves into an ordered crystal. But when the cooling is very rapid, the molecules can’t arrange themselves in order fast enough, resulting in a type of noncrystalline solid called a glass.</w:t>
      </w:r>
    </w:p>
    <w:p w14:paraId="08E851F6" w14:textId="77777777" w:rsidR="00406A02" w:rsidRDefault="00406A02" w:rsidP="0017548E">
      <w:pPr>
        <w:jc w:val="left"/>
        <w:outlineLvl w:val="9"/>
        <w:rPr>
          <w:rFonts w:ascii="Century Gothic" w:hAnsi="Century Gothic"/>
          <w:sz w:val="22"/>
          <w:szCs w:val="22"/>
        </w:rPr>
      </w:pPr>
      <w:r w:rsidRPr="00406A02">
        <w:rPr>
          <w:rFonts w:ascii="Century Gothic" w:hAnsi="Century Gothic"/>
          <w:sz w:val="22"/>
          <w:szCs w:val="22"/>
        </w:rPr>
        <w:t xml:space="preserve">Silica (sand) is the main component of most glass. Scientists have previously vitrified organic tissues in the lab, by cooling them rapidly from room temperature to ultra-low temperatures. This ancient brain tissue is the only known example of natural soft tissue vitrification. </w:t>
      </w:r>
    </w:p>
    <w:p w14:paraId="2C475B3B" w14:textId="75627668" w:rsidR="00406A02" w:rsidRDefault="00406A02" w:rsidP="00406A02">
      <w:pPr>
        <w:pStyle w:val="RSCH3"/>
      </w:pPr>
      <w:r>
        <w:t>Frozen in time</w:t>
      </w:r>
    </w:p>
    <w:p w14:paraId="2BB72BC4" w14:textId="077D6255" w:rsidR="00705750" w:rsidRPr="00705750" w:rsidRDefault="00705750" w:rsidP="00705750">
      <w:pPr>
        <w:pStyle w:val="RSCBasictext"/>
      </w:pPr>
      <w:r w:rsidRPr="00705750">
        <w:t>Scientists discovered the victim, a roughly 20</w:t>
      </w:r>
      <w:r w:rsidR="00D3463E">
        <w:t xml:space="preserve"> </w:t>
      </w:r>
      <w:r w:rsidRPr="00705750">
        <w:t>year-old male, in the remnants of a wooden bed in Herculaneum’s College of Augustalium. They believe he was a guardian of this public building dedicated to worshipping Emperor Augustus.</w:t>
      </w:r>
    </w:p>
    <w:p w14:paraId="2D16BA86" w14:textId="652F7AC0" w:rsidR="00705750" w:rsidRPr="00705750" w:rsidRDefault="00705750" w:rsidP="00705750">
      <w:pPr>
        <w:pStyle w:val="RSCBasictext"/>
      </w:pPr>
      <w:r w:rsidRPr="00705750">
        <w:t xml:space="preserve">The research team was led by Guido Giordano from Roma Tre University. Researchers found fragments of glass measuring </w:t>
      </w:r>
      <w:r w:rsidR="00A2178D">
        <w:t xml:space="preserve">a </w:t>
      </w:r>
      <w:r w:rsidRPr="00705750">
        <w:t>few millimetres</w:t>
      </w:r>
      <w:r w:rsidR="00A2178D">
        <w:t xml:space="preserve"> </w:t>
      </w:r>
      <w:r w:rsidR="00C73291">
        <w:t xml:space="preserve">to </w:t>
      </w:r>
      <w:r w:rsidR="00C73291" w:rsidRPr="00705750">
        <w:t>2 cm</w:t>
      </w:r>
      <w:r w:rsidRPr="00705750">
        <w:t xml:space="preserve"> in size in the skull of the victim. Other parts of the victim’s body did not turn to glass. The team believe</w:t>
      </w:r>
      <w:r w:rsidR="00E9704A">
        <w:t>s</w:t>
      </w:r>
      <w:r w:rsidRPr="00705750">
        <w:t xml:space="preserve"> that the skull protected the brain from being totally destroyed by the heat.</w:t>
      </w:r>
    </w:p>
    <w:p w14:paraId="18B4D592" w14:textId="77777777" w:rsidR="00406A02" w:rsidRDefault="00406A02" w:rsidP="00705750">
      <w:pPr>
        <w:pStyle w:val="RSCBasictext"/>
      </w:pPr>
    </w:p>
    <w:p w14:paraId="3B5DF4EA" w14:textId="289A76CB" w:rsidR="00C75F75" w:rsidRPr="00826585" w:rsidRDefault="00C75F75" w:rsidP="001A1ABC">
      <w:pPr>
        <w:pStyle w:val="RSCBasictext"/>
        <w:rPr>
          <w:bCs/>
          <w:lang w:eastAsia="en-GB"/>
        </w:rPr>
      </w:pPr>
      <w:r w:rsidRPr="005A55C4">
        <w:rPr>
          <w:lang w:eastAsia="en-GB"/>
        </w:rPr>
        <w:t xml:space="preserve">This is </w:t>
      </w:r>
      <w:r w:rsidR="00A96088" w:rsidRPr="005A55C4">
        <w:rPr>
          <w:lang w:eastAsia="en-GB"/>
        </w:rPr>
        <w:t>adapted</w:t>
      </w:r>
      <w:r w:rsidRPr="005A55C4">
        <w:rPr>
          <w:lang w:eastAsia="en-GB"/>
        </w:rPr>
        <w:t xml:space="preserve"> from the article</w:t>
      </w:r>
      <w:r w:rsidRPr="005A55C4">
        <w:t xml:space="preserve"> </w:t>
      </w:r>
      <w:r w:rsidR="00826585" w:rsidRPr="00AA1214">
        <w:rPr>
          <w:b/>
          <w:bCs/>
          <w:lang w:eastAsia="en-GB"/>
        </w:rPr>
        <w:t>Ancient Vesuvius victim’s brain contains first natural organic glass ever seen</w:t>
      </w:r>
      <w:r w:rsidR="00826585">
        <w:rPr>
          <w:bCs/>
          <w:lang w:eastAsia="en-GB"/>
        </w:rPr>
        <w:t xml:space="preserve"> </w:t>
      </w:r>
      <w:r w:rsidRPr="005A55C4">
        <w:rPr>
          <w:lang w:eastAsia="en-GB"/>
        </w:rPr>
        <w:t xml:space="preserve">in </w:t>
      </w:r>
      <w:r w:rsidR="00826585">
        <w:rPr>
          <w:i/>
          <w:iCs/>
          <w:lang w:eastAsia="en-GB"/>
        </w:rPr>
        <w:t>Chemistry World</w:t>
      </w:r>
      <w:r w:rsidR="00CA29AF">
        <w:rPr>
          <w:i/>
          <w:iCs/>
          <w:lang w:eastAsia="en-GB"/>
        </w:rPr>
        <w:t xml:space="preserve">. </w:t>
      </w:r>
      <w:r w:rsidRPr="005A55C4">
        <w:rPr>
          <w:lang w:eastAsia="en-GB"/>
        </w:rPr>
        <w:t>Read the full article:</w:t>
      </w:r>
      <w:r w:rsidR="00115B39">
        <w:rPr>
          <w:lang w:eastAsia="en-GB"/>
        </w:rPr>
        <w:t xml:space="preserve"> </w:t>
      </w:r>
      <w:r w:rsidR="00893528" w:rsidRPr="00893528">
        <w:rPr>
          <w:color w:val="C00000"/>
          <w:lang w:eastAsia="en-GB"/>
        </w:rPr>
        <w:t>bit.ly/4jJn55X</w:t>
      </w:r>
    </w:p>
    <w:sectPr w:rsidR="00C75F75" w:rsidRPr="00826585" w:rsidSect="005C39AE">
      <w:headerReference w:type="even" r:id="rId13"/>
      <w:headerReference w:type="default" r:id="rId14"/>
      <w:footerReference w:type="even" r:id="rId15"/>
      <w:footerReference w:type="default" r:id="rId16"/>
      <w:headerReference w:type="first" r:id="rId17"/>
      <w:footerReference w:type="first" r:id="rId18"/>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0BA6A" w14:textId="77777777" w:rsidR="007539E8" w:rsidRDefault="007539E8" w:rsidP="00C51F51">
      <w:r>
        <w:separator/>
      </w:r>
    </w:p>
  </w:endnote>
  <w:endnote w:type="continuationSeparator" w:id="0">
    <w:p w14:paraId="0F283FC3" w14:textId="77777777" w:rsidR="007539E8" w:rsidRDefault="007539E8" w:rsidP="00C51F51">
      <w:r>
        <w:continuationSeparator/>
      </w:r>
    </w:p>
  </w:endnote>
  <w:endnote w:type="continuationNotice" w:id="1">
    <w:p w14:paraId="509D866A" w14:textId="77777777" w:rsidR="007539E8" w:rsidRDefault="007539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9B4AF" w14:textId="77777777" w:rsidR="00906849" w:rsidRDefault="009068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2381015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BD487B">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F7534" w14:textId="77777777" w:rsidR="00906849" w:rsidRDefault="009068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6BCE0" w14:textId="77777777" w:rsidR="007539E8" w:rsidRDefault="007539E8" w:rsidP="00C51F51">
      <w:r>
        <w:separator/>
      </w:r>
    </w:p>
  </w:footnote>
  <w:footnote w:type="continuationSeparator" w:id="0">
    <w:p w14:paraId="31D406FA" w14:textId="77777777" w:rsidR="007539E8" w:rsidRDefault="007539E8" w:rsidP="00C51F51">
      <w:r>
        <w:continuationSeparator/>
      </w:r>
    </w:p>
  </w:footnote>
  <w:footnote w:type="continuationNotice" w:id="1">
    <w:p w14:paraId="13682B46" w14:textId="77777777" w:rsidR="007539E8" w:rsidRDefault="007539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1010C" w14:textId="77777777" w:rsidR="00906849" w:rsidRDefault="009068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8240" behindDoc="1" locked="0" layoutInCell="1" allowOverlap="1" wp14:anchorId="020C6D16" wp14:editId="09BF06E3">
          <wp:simplePos x="0" y="0"/>
          <wp:positionH relativeFrom="column">
            <wp:posOffset>-914400</wp:posOffset>
          </wp:positionH>
          <wp:positionV relativeFrom="paragraph">
            <wp:posOffset>-295910</wp:posOffset>
          </wp:positionV>
          <wp:extent cx="7569200" cy="10711180"/>
          <wp:effectExtent l="0" t="0" r="0" b="0"/>
          <wp:wrapNone/>
          <wp:docPr id="5" name="Picture 5" descr="A coal mine producing emissions next to the sea, with mountains in th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oal mine producing emissions next to the sea, with mountains in the background"/>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58241" behindDoc="0" locked="0" layoutInCell="1" allowOverlap="1" wp14:anchorId="5F7A55D7" wp14:editId="0077DF5A">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 xml:space="preserve">cience research </w:t>
    </w:r>
    <w:r w:rsidR="008904DC" w:rsidRPr="00BD487B">
      <w:rPr>
        <w:rFonts w:ascii="Century Gothic" w:hAnsi="Century Gothic"/>
        <w:b/>
        <w:bCs/>
        <w:color w:val="C8102E"/>
        <w:sz w:val="30"/>
        <w:szCs w:val="30"/>
      </w:rPr>
      <w:t>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6D09BDB1" w:rsidR="00EA2264" w:rsidRPr="00B402FA" w:rsidRDefault="00917295" w:rsidP="00BD6D4A">
    <w:pPr>
      <w:spacing w:after="0"/>
      <w:ind w:right="-850"/>
      <w:jc w:val="right"/>
      <w:rPr>
        <w:rFonts w:ascii="Century Gothic" w:hAnsi="Century Gothic"/>
        <w:b/>
        <w:bCs/>
        <w:color w:val="C00000"/>
        <w:sz w:val="18"/>
        <w:szCs w:val="18"/>
      </w:rPr>
    </w:pPr>
    <w:r w:rsidRPr="00B402FA">
      <w:rPr>
        <w:rFonts w:ascii="Century Gothic" w:hAnsi="Century Gothic"/>
        <w:b/>
        <w:bCs/>
        <w:color w:val="000000" w:themeColor="text1"/>
        <w:sz w:val="18"/>
        <w:szCs w:val="18"/>
      </w:rPr>
      <w:t>Available</w:t>
    </w:r>
    <w:r w:rsidR="00845B7C" w:rsidRPr="00B402FA">
      <w:rPr>
        <w:rFonts w:ascii="Century Gothic" w:hAnsi="Century Gothic"/>
        <w:b/>
        <w:bCs/>
        <w:color w:val="000000" w:themeColor="text1"/>
        <w:sz w:val="18"/>
        <w:szCs w:val="18"/>
      </w:rPr>
      <w:t xml:space="preserve"> from</w:t>
    </w:r>
    <w:r w:rsidR="00414625">
      <w:rPr>
        <w:rFonts w:ascii="Century Gothic" w:hAnsi="Century Gothic"/>
        <w:b/>
        <w:bCs/>
        <w:color w:val="000000" w:themeColor="text1"/>
        <w:sz w:val="18"/>
        <w:szCs w:val="18"/>
      </w:rPr>
      <w:t xml:space="preserve">: </w:t>
    </w:r>
    <w:r w:rsidR="002E6DA0" w:rsidRPr="002E6DA0">
      <w:rPr>
        <w:rFonts w:ascii="Century Gothic" w:hAnsi="Century Gothic"/>
        <w:b/>
        <w:bCs/>
        <w:color w:val="C00000"/>
        <w:sz w:val="18"/>
        <w:szCs w:val="18"/>
        <w:u w:val="single"/>
      </w:rPr>
      <w:t>rsc.li/4dRl0Ug</w:t>
    </w:r>
  </w:p>
  <w:p w14:paraId="3C90FD3C" w14:textId="77777777" w:rsidR="00B2509B" w:rsidRDefault="00B2509B"/>
  <w:p w14:paraId="1D2B5C70" w14:textId="77777777" w:rsidR="00B2509B" w:rsidRDefault="00B2509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50C35" w14:textId="77777777" w:rsidR="00906849" w:rsidRDefault="009068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5442"/>
    <w:rsid w:val="000160C3"/>
    <w:rsid w:val="000166EB"/>
    <w:rsid w:val="0001765C"/>
    <w:rsid w:val="00020F33"/>
    <w:rsid w:val="00022217"/>
    <w:rsid w:val="000233B3"/>
    <w:rsid w:val="00025A47"/>
    <w:rsid w:val="00025E75"/>
    <w:rsid w:val="00030E3B"/>
    <w:rsid w:val="0003280C"/>
    <w:rsid w:val="00032B03"/>
    <w:rsid w:val="00033A35"/>
    <w:rsid w:val="000343D0"/>
    <w:rsid w:val="000344B5"/>
    <w:rsid w:val="0003542D"/>
    <w:rsid w:val="00035B04"/>
    <w:rsid w:val="0003635F"/>
    <w:rsid w:val="0003694C"/>
    <w:rsid w:val="00036D5F"/>
    <w:rsid w:val="00037DD3"/>
    <w:rsid w:val="000404E4"/>
    <w:rsid w:val="0004110B"/>
    <w:rsid w:val="00045494"/>
    <w:rsid w:val="00047323"/>
    <w:rsid w:val="00051BF0"/>
    <w:rsid w:val="00052523"/>
    <w:rsid w:val="00052F81"/>
    <w:rsid w:val="000548AA"/>
    <w:rsid w:val="000553A0"/>
    <w:rsid w:val="000562AA"/>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0C13"/>
    <w:rsid w:val="000A162C"/>
    <w:rsid w:val="000A1C7A"/>
    <w:rsid w:val="000A25AF"/>
    <w:rsid w:val="000A324B"/>
    <w:rsid w:val="000A6C0C"/>
    <w:rsid w:val="000B11A8"/>
    <w:rsid w:val="000B1952"/>
    <w:rsid w:val="000B3C38"/>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E6DF2"/>
    <w:rsid w:val="000F1532"/>
    <w:rsid w:val="000F3C7E"/>
    <w:rsid w:val="000F4A39"/>
    <w:rsid w:val="001014CF"/>
    <w:rsid w:val="0010331C"/>
    <w:rsid w:val="00105608"/>
    <w:rsid w:val="00110E34"/>
    <w:rsid w:val="001119EE"/>
    <w:rsid w:val="00111BFB"/>
    <w:rsid w:val="001125D3"/>
    <w:rsid w:val="001131A2"/>
    <w:rsid w:val="00115B39"/>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7548E"/>
    <w:rsid w:val="001806ED"/>
    <w:rsid w:val="001817DC"/>
    <w:rsid w:val="001831DC"/>
    <w:rsid w:val="00184B61"/>
    <w:rsid w:val="00185427"/>
    <w:rsid w:val="001906BA"/>
    <w:rsid w:val="00192752"/>
    <w:rsid w:val="001968DC"/>
    <w:rsid w:val="00196EFF"/>
    <w:rsid w:val="001A1ABC"/>
    <w:rsid w:val="001A251E"/>
    <w:rsid w:val="001A27D9"/>
    <w:rsid w:val="001A2F7C"/>
    <w:rsid w:val="001A5E39"/>
    <w:rsid w:val="001A7A4D"/>
    <w:rsid w:val="001B1555"/>
    <w:rsid w:val="001B2292"/>
    <w:rsid w:val="001B5474"/>
    <w:rsid w:val="001C23F6"/>
    <w:rsid w:val="001C290F"/>
    <w:rsid w:val="001C352C"/>
    <w:rsid w:val="001C6470"/>
    <w:rsid w:val="001C7536"/>
    <w:rsid w:val="001D57A7"/>
    <w:rsid w:val="001D7B9F"/>
    <w:rsid w:val="001E0EFD"/>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4BC6"/>
    <w:rsid w:val="00214C29"/>
    <w:rsid w:val="00215CA2"/>
    <w:rsid w:val="0022129F"/>
    <w:rsid w:val="00221BC3"/>
    <w:rsid w:val="00227D80"/>
    <w:rsid w:val="00231C4E"/>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1598"/>
    <w:rsid w:val="00267279"/>
    <w:rsid w:val="002716EA"/>
    <w:rsid w:val="002723D5"/>
    <w:rsid w:val="00276F81"/>
    <w:rsid w:val="00281D7B"/>
    <w:rsid w:val="00283107"/>
    <w:rsid w:val="00283DFC"/>
    <w:rsid w:val="0028615D"/>
    <w:rsid w:val="002877DD"/>
    <w:rsid w:val="00290E07"/>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4E1"/>
    <w:rsid w:val="002E56CF"/>
    <w:rsid w:val="002E6DA0"/>
    <w:rsid w:val="002F0B37"/>
    <w:rsid w:val="002F2F8F"/>
    <w:rsid w:val="002F504B"/>
    <w:rsid w:val="002F7189"/>
    <w:rsid w:val="003004AE"/>
    <w:rsid w:val="00303886"/>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2A69"/>
    <w:rsid w:val="00357166"/>
    <w:rsid w:val="00361284"/>
    <w:rsid w:val="00363C2F"/>
    <w:rsid w:val="003642B4"/>
    <w:rsid w:val="0036476D"/>
    <w:rsid w:val="00367470"/>
    <w:rsid w:val="00367A2D"/>
    <w:rsid w:val="00370AC7"/>
    <w:rsid w:val="00376E7E"/>
    <w:rsid w:val="003811A9"/>
    <w:rsid w:val="00382CE2"/>
    <w:rsid w:val="003845BF"/>
    <w:rsid w:val="00384E8E"/>
    <w:rsid w:val="003879BD"/>
    <w:rsid w:val="00392607"/>
    <w:rsid w:val="0039430F"/>
    <w:rsid w:val="003946FE"/>
    <w:rsid w:val="00394A9D"/>
    <w:rsid w:val="00396469"/>
    <w:rsid w:val="00396481"/>
    <w:rsid w:val="0039649B"/>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16AE"/>
    <w:rsid w:val="003D3DC2"/>
    <w:rsid w:val="003D560B"/>
    <w:rsid w:val="003D62C1"/>
    <w:rsid w:val="003D6DD9"/>
    <w:rsid w:val="003D771A"/>
    <w:rsid w:val="003E149D"/>
    <w:rsid w:val="003E1DD5"/>
    <w:rsid w:val="003E20FC"/>
    <w:rsid w:val="003E3949"/>
    <w:rsid w:val="003E5946"/>
    <w:rsid w:val="003E5B13"/>
    <w:rsid w:val="003E7C69"/>
    <w:rsid w:val="003F0BEA"/>
    <w:rsid w:val="003F124B"/>
    <w:rsid w:val="003F3B01"/>
    <w:rsid w:val="003F51FD"/>
    <w:rsid w:val="003F69D9"/>
    <w:rsid w:val="003F7382"/>
    <w:rsid w:val="003F7EDE"/>
    <w:rsid w:val="004009B8"/>
    <w:rsid w:val="00403673"/>
    <w:rsid w:val="00406A02"/>
    <w:rsid w:val="0041075D"/>
    <w:rsid w:val="00411F2B"/>
    <w:rsid w:val="00412411"/>
    <w:rsid w:val="00414625"/>
    <w:rsid w:val="004156B6"/>
    <w:rsid w:val="00415D5A"/>
    <w:rsid w:val="00416540"/>
    <w:rsid w:val="00417257"/>
    <w:rsid w:val="00420029"/>
    <w:rsid w:val="00420A14"/>
    <w:rsid w:val="00421BF6"/>
    <w:rsid w:val="00421DC5"/>
    <w:rsid w:val="0042614E"/>
    <w:rsid w:val="004261BB"/>
    <w:rsid w:val="004265A5"/>
    <w:rsid w:val="00431046"/>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10AA"/>
    <w:rsid w:val="004B2318"/>
    <w:rsid w:val="004B3C1B"/>
    <w:rsid w:val="004B491D"/>
    <w:rsid w:val="004B4E9D"/>
    <w:rsid w:val="004C317E"/>
    <w:rsid w:val="004C54E4"/>
    <w:rsid w:val="004C7173"/>
    <w:rsid w:val="004D038C"/>
    <w:rsid w:val="004D0DA6"/>
    <w:rsid w:val="004D0FF8"/>
    <w:rsid w:val="004D3C89"/>
    <w:rsid w:val="004D4D5D"/>
    <w:rsid w:val="004E1D97"/>
    <w:rsid w:val="004E283C"/>
    <w:rsid w:val="004E2D4A"/>
    <w:rsid w:val="004E35A4"/>
    <w:rsid w:val="004E7DE0"/>
    <w:rsid w:val="004F1810"/>
    <w:rsid w:val="004F5D02"/>
    <w:rsid w:val="004F5E69"/>
    <w:rsid w:val="004F6690"/>
    <w:rsid w:val="005000BF"/>
    <w:rsid w:val="0050206B"/>
    <w:rsid w:val="00502780"/>
    <w:rsid w:val="00505733"/>
    <w:rsid w:val="00506C25"/>
    <w:rsid w:val="00512EF1"/>
    <w:rsid w:val="0051451C"/>
    <w:rsid w:val="005153EA"/>
    <w:rsid w:val="00517ED5"/>
    <w:rsid w:val="00522B05"/>
    <w:rsid w:val="0053080F"/>
    <w:rsid w:val="00530A17"/>
    <w:rsid w:val="005329C8"/>
    <w:rsid w:val="00533730"/>
    <w:rsid w:val="0053484E"/>
    <w:rsid w:val="0053639C"/>
    <w:rsid w:val="0053797D"/>
    <w:rsid w:val="00546756"/>
    <w:rsid w:val="005468E5"/>
    <w:rsid w:val="00551D55"/>
    <w:rsid w:val="00553540"/>
    <w:rsid w:val="00554FEE"/>
    <w:rsid w:val="0055573F"/>
    <w:rsid w:val="00561167"/>
    <w:rsid w:val="00562A36"/>
    <w:rsid w:val="0056304F"/>
    <w:rsid w:val="0056464B"/>
    <w:rsid w:val="0056556D"/>
    <w:rsid w:val="00566255"/>
    <w:rsid w:val="00570A3E"/>
    <w:rsid w:val="00571F1F"/>
    <w:rsid w:val="005739C1"/>
    <w:rsid w:val="00573B4A"/>
    <w:rsid w:val="0057591C"/>
    <w:rsid w:val="00577380"/>
    <w:rsid w:val="00580215"/>
    <w:rsid w:val="0058186F"/>
    <w:rsid w:val="00584129"/>
    <w:rsid w:val="00585929"/>
    <w:rsid w:val="00587084"/>
    <w:rsid w:val="00590F1A"/>
    <w:rsid w:val="00592A99"/>
    <w:rsid w:val="00593DEC"/>
    <w:rsid w:val="00594B14"/>
    <w:rsid w:val="0059502E"/>
    <w:rsid w:val="005957D5"/>
    <w:rsid w:val="00595877"/>
    <w:rsid w:val="00596C59"/>
    <w:rsid w:val="005A09D4"/>
    <w:rsid w:val="005A0E96"/>
    <w:rsid w:val="005A1DAB"/>
    <w:rsid w:val="005A3EAA"/>
    <w:rsid w:val="005A47C9"/>
    <w:rsid w:val="005A51DD"/>
    <w:rsid w:val="005A55C4"/>
    <w:rsid w:val="005A5A6B"/>
    <w:rsid w:val="005B18A6"/>
    <w:rsid w:val="005B3BA5"/>
    <w:rsid w:val="005B55F2"/>
    <w:rsid w:val="005C22B9"/>
    <w:rsid w:val="005C39AE"/>
    <w:rsid w:val="005C3BF4"/>
    <w:rsid w:val="005C703B"/>
    <w:rsid w:val="005C7239"/>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307D"/>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9719F"/>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5B63"/>
    <w:rsid w:val="006D6201"/>
    <w:rsid w:val="006E3409"/>
    <w:rsid w:val="006E41FE"/>
    <w:rsid w:val="006E6357"/>
    <w:rsid w:val="006F054F"/>
    <w:rsid w:val="006F4590"/>
    <w:rsid w:val="006F694B"/>
    <w:rsid w:val="006F7121"/>
    <w:rsid w:val="006F7A2D"/>
    <w:rsid w:val="006F7AB7"/>
    <w:rsid w:val="006F7D10"/>
    <w:rsid w:val="0070059E"/>
    <w:rsid w:val="00701541"/>
    <w:rsid w:val="007022AC"/>
    <w:rsid w:val="007029F3"/>
    <w:rsid w:val="00703E5E"/>
    <w:rsid w:val="00705750"/>
    <w:rsid w:val="00706989"/>
    <w:rsid w:val="00707BEB"/>
    <w:rsid w:val="0071064A"/>
    <w:rsid w:val="007136E5"/>
    <w:rsid w:val="00713D02"/>
    <w:rsid w:val="00713DF8"/>
    <w:rsid w:val="00716A8B"/>
    <w:rsid w:val="00716B81"/>
    <w:rsid w:val="00716E42"/>
    <w:rsid w:val="00717CA3"/>
    <w:rsid w:val="0072147E"/>
    <w:rsid w:val="007223CF"/>
    <w:rsid w:val="00722F2C"/>
    <w:rsid w:val="00723122"/>
    <w:rsid w:val="00723176"/>
    <w:rsid w:val="007237F0"/>
    <w:rsid w:val="007328BF"/>
    <w:rsid w:val="007337AE"/>
    <w:rsid w:val="00736435"/>
    <w:rsid w:val="007420D1"/>
    <w:rsid w:val="00742794"/>
    <w:rsid w:val="00742E84"/>
    <w:rsid w:val="00747545"/>
    <w:rsid w:val="00751C1F"/>
    <w:rsid w:val="00752CBB"/>
    <w:rsid w:val="00753940"/>
    <w:rsid w:val="007539E8"/>
    <w:rsid w:val="00754A45"/>
    <w:rsid w:val="00756B12"/>
    <w:rsid w:val="00760DE6"/>
    <w:rsid w:val="00763DA3"/>
    <w:rsid w:val="00767982"/>
    <w:rsid w:val="007730DE"/>
    <w:rsid w:val="00775411"/>
    <w:rsid w:val="0077545E"/>
    <w:rsid w:val="00776C72"/>
    <w:rsid w:val="00776FB7"/>
    <w:rsid w:val="007777A2"/>
    <w:rsid w:val="0078293F"/>
    <w:rsid w:val="00783478"/>
    <w:rsid w:val="0078411F"/>
    <w:rsid w:val="00786966"/>
    <w:rsid w:val="0079329D"/>
    <w:rsid w:val="007934DC"/>
    <w:rsid w:val="00794D42"/>
    <w:rsid w:val="007962B0"/>
    <w:rsid w:val="007A02F3"/>
    <w:rsid w:val="007A084A"/>
    <w:rsid w:val="007A10B2"/>
    <w:rsid w:val="007A1A13"/>
    <w:rsid w:val="007A486B"/>
    <w:rsid w:val="007A6243"/>
    <w:rsid w:val="007A726C"/>
    <w:rsid w:val="007B2D7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B3"/>
    <w:rsid w:val="007F31FA"/>
    <w:rsid w:val="007F374B"/>
    <w:rsid w:val="007F4099"/>
    <w:rsid w:val="007F76F2"/>
    <w:rsid w:val="00802588"/>
    <w:rsid w:val="00806DDB"/>
    <w:rsid w:val="00807D56"/>
    <w:rsid w:val="00810732"/>
    <w:rsid w:val="00812B52"/>
    <w:rsid w:val="008137AF"/>
    <w:rsid w:val="008145E1"/>
    <w:rsid w:val="0081506D"/>
    <w:rsid w:val="0081598F"/>
    <w:rsid w:val="00823831"/>
    <w:rsid w:val="00826585"/>
    <w:rsid w:val="0082699C"/>
    <w:rsid w:val="00827C7D"/>
    <w:rsid w:val="00831056"/>
    <w:rsid w:val="0083123F"/>
    <w:rsid w:val="00833A4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0E62"/>
    <w:rsid w:val="00873024"/>
    <w:rsid w:val="00873625"/>
    <w:rsid w:val="0087744F"/>
    <w:rsid w:val="00881419"/>
    <w:rsid w:val="00882CA3"/>
    <w:rsid w:val="00883973"/>
    <w:rsid w:val="00884C77"/>
    <w:rsid w:val="0088797D"/>
    <w:rsid w:val="008904DC"/>
    <w:rsid w:val="00893528"/>
    <w:rsid w:val="00893D87"/>
    <w:rsid w:val="008940CB"/>
    <w:rsid w:val="008960EA"/>
    <w:rsid w:val="008964D0"/>
    <w:rsid w:val="0089668F"/>
    <w:rsid w:val="008969E1"/>
    <w:rsid w:val="008A6BC0"/>
    <w:rsid w:val="008A76E0"/>
    <w:rsid w:val="008B0123"/>
    <w:rsid w:val="008B01BB"/>
    <w:rsid w:val="008B0D51"/>
    <w:rsid w:val="008B4593"/>
    <w:rsid w:val="008B62E8"/>
    <w:rsid w:val="008B6EC7"/>
    <w:rsid w:val="008B72CB"/>
    <w:rsid w:val="008C13BC"/>
    <w:rsid w:val="008C2498"/>
    <w:rsid w:val="008C24AF"/>
    <w:rsid w:val="008C37A8"/>
    <w:rsid w:val="008C4E89"/>
    <w:rsid w:val="008C521D"/>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5EAE"/>
    <w:rsid w:val="00906849"/>
    <w:rsid w:val="009069C6"/>
    <w:rsid w:val="00907671"/>
    <w:rsid w:val="00907BE0"/>
    <w:rsid w:val="00911E97"/>
    <w:rsid w:val="00914F1F"/>
    <w:rsid w:val="009159E7"/>
    <w:rsid w:val="00916660"/>
    <w:rsid w:val="00916DC6"/>
    <w:rsid w:val="00917295"/>
    <w:rsid w:val="009208C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46854"/>
    <w:rsid w:val="00950B44"/>
    <w:rsid w:val="00953F31"/>
    <w:rsid w:val="00957167"/>
    <w:rsid w:val="00957209"/>
    <w:rsid w:val="009602A8"/>
    <w:rsid w:val="00962BB5"/>
    <w:rsid w:val="00964B17"/>
    <w:rsid w:val="009652C2"/>
    <w:rsid w:val="00965857"/>
    <w:rsid w:val="00970684"/>
    <w:rsid w:val="009712BA"/>
    <w:rsid w:val="00971E64"/>
    <w:rsid w:val="00972EF7"/>
    <w:rsid w:val="00973999"/>
    <w:rsid w:val="00973C47"/>
    <w:rsid w:val="0097428A"/>
    <w:rsid w:val="00977F7E"/>
    <w:rsid w:val="009816ED"/>
    <w:rsid w:val="00985810"/>
    <w:rsid w:val="00985916"/>
    <w:rsid w:val="00985C41"/>
    <w:rsid w:val="00985E0B"/>
    <w:rsid w:val="00987C4B"/>
    <w:rsid w:val="00991491"/>
    <w:rsid w:val="00991AFD"/>
    <w:rsid w:val="00992106"/>
    <w:rsid w:val="00992926"/>
    <w:rsid w:val="009A0229"/>
    <w:rsid w:val="009A342C"/>
    <w:rsid w:val="009A41D9"/>
    <w:rsid w:val="009A5CFE"/>
    <w:rsid w:val="009A70AC"/>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4765"/>
    <w:rsid w:val="00A0567D"/>
    <w:rsid w:val="00A06224"/>
    <w:rsid w:val="00A07680"/>
    <w:rsid w:val="00A105CD"/>
    <w:rsid w:val="00A125D9"/>
    <w:rsid w:val="00A15071"/>
    <w:rsid w:val="00A161BC"/>
    <w:rsid w:val="00A16B12"/>
    <w:rsid w:val="00A2178D"/>
    <w:rsid w:val="00A222AD"/>
    <w:rsid w:val="00A22662"/>
    <w:rsid w:val="00A22837"/>
    <w:rsid w:val="00A23816"/>
    <w:rsid w:val="00A26DD8"/>
    <w:rsid w:val="00A30739"/>
    <w:rsid w:val="00A31237"/>
    <w:rsid w:val="00A313DA"/>
    <w:rsid w:val="00A31E3F"/>
    <w:rsid w:val="00A33366"/>
    <w:rsid w:val="00A356F4"/>
    <w:rsid w:val="00A35A10"/>
    <w:rsid w:val="00A409A2"/>
    <w:rsid w:val="00A429D0"/>
    <w:rsid w:val="00A4551D"/>
    <w:rsid w:val="00A4560F"/>
    <w:rsid w:val="00A510A1"/>
    <w:rsid w:val="00A52872"/>
    <w:rsid w:val="00A52FD2"/>
    <w:rsid w:val="00A56E37"/>
    <w:rsid w:val="00A61142"/>
    <w:rsid w:val="00A61887"/>
    <w:rsid w:val="00A61936"/>
    <w:rsid w:val="00A62635"/>
    <w:rsid w:val="00A63A74"/>
    <w:rsid w:val="00A64FFF"/>
    <w:rsid w:val="00A66E30"/>
    <w:rsid w:val="00A67C30"/>
    <w:rsid w:val="00A72D0D"/>
    <w:rsid w:val="00A73C5D"/>
    <w:rsid w:val="00A75FA2"/>
    <w:rsid w:val="00A77018"/>
    <w:rsid w:val="00A820A2"/>
    <w:rsid w:val="00A8366D"/>
    <w:rsid w:val="00A85F0D"/>
    <w:rsid w:val="00A96088"/>
    <w:rsid w:val="00A976F6"/>
    <w:rsid w:val="00AA1214"/>
    <w:rsid w:val="00AA1AEA"/>
    <w:rsid w:val="00AA27D2"/>
    <w:rsid w:val="00AA2E28"/>
    <w:rsid w:val="00AA2FE1"/>
    <w:rsid w:val="00AA450F"/>
    <w:rsid w:val="00AA4B81"/>
    <w:rsid w:val="00AA6512"/>
    <w:rsid w:val="00AA6A5F"/>
    <w:rsid w:val="00AB15C9"/>
    <w:rsid w:val="00AB45ED"/>
    <w:rsid w:val="00AB5671"/>
    <w:rsid w:val="00AC0E6D"/>
    <w:rsid w:val="00AC1420"/>
    <w:rsid w:val="00AC224E"/>
    <w:rsid w:val="00AC2A77"/>
    <w:rsid w:val="00AC4A48"/>
    <w:rsid w:val="00AC5904"/>
    <w:rsid w:val="00AC7F9C"/>
    <w:rsid w:val="00AD26EE"/>
    <w:rsid w:val="00AD3139"/>
    <w:rsid w:val="00AD4C44"/>
    <w:rsid w:val="00AD6025"/>
    <w:rsid w:val="00AE2097"/>
    <w:rsid w:val="00AE36DC"/>
    <w:rsid w:val="00AE39FE"/>
    <w:rsid w:val="00AE6B2C"/>
    <w:rsid w:val="00AE7272"/>
    <w:rsid w:val="00AF53DA"/>
    <w:rsid w:val="00AF690F"/>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37DBE"/>
    <w:rsid w:val="00B402FA"/>
    <w:rsid w:val="00B41519"/>
    <w:rsid w:val="00B4299A"/>
    <w:rsid w:val="00B42F35"/>
    <w:rsid w:val="00B4519D"/>
    <w:rsid w:val="00B46E49"/>
    <w:rsid w:val="00B572D8"/>
    <w:rsid w:val="00B64744"/>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B6A6F"/>
    <w:rsid w:val="00BC1746"/>
    <w:rsid w:val="00BC3844"/>
    <w:rsid w:val="00BD000A"/>
    <w:rsid w:val="00BD004E"/>
    <w:rsid w:val="00BD1046"/>
    <w:rsid w:val="00BD18F5"/>
    <w:rsid w:val="00BD2A7F"/>
    <w:rsid w:val="00BD2C74"/>
    <w:rsid w:val="00BD487B"/>
    <w:rsid w:val="00BD6B2B"/>
    <w:rsid w:val="00BD6D4A"/>
    <w:rsid w:val="00BE316D"/>
    <w:rsid w:val="00BE7E74"/>
    <w:rsid w:val="00BF02A9"/>
    <w:rsid w:val="00BF0AA8"/>
    <w:rsid w:val="00C034AA"/>
    <w:rsid w:val="00C056D6"/>
    <w:rsid w:val="00C064CF"/>
    <w:rsid w:val="00C1049A"/>
    <w:rsid w:val="00C10585"/>
    <w:rsid w:val="00C110DC"/>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4BAD"/>
    <w:rsid w:val="00C55994"/>
    <w:rsid w:val="00C565C7"/>
    <w:rsid w:val="00C610E9"/>
    <w:rsid w:val="00C6382F"/>
    <w:rsid w:val="00C64140"/>
    <w:rsid w:val="00C663C0"/>
    <w:rsid w:val="00C665FB"/>
    <w:rsid w:val="00C67207"/>
    <w:rsid w:val="00C73291"/>
    <w:rsid w:val="00C73B60"/>
    <w:rsid w:val="00C75F75"/>
    <w:rsid w:val="00C76645"/>
    <w:rsid w:val="00C77EE9"/>
    <w:rsid w:val="00C8107F"/>
    <w:rsid w:val="00C8199C"/>
    <w:rsid w:val="00C84AFB"/>
    <w:rsid w:val="00C87965"/>
    <w:rsid w:val="00C9096E"/>
    <w:rsid w:val="00C925EA"/>
    <w:rsid w:val="00CA0E16"/>
    <w:rsid w:val="00CA29AF"/>
    <w:rsid w:val="00CA2CDA"/>
    <w:rsid w:val="00CA4FE9"/>
    <w:rsid w:val="00CA5099"/>
    <w:rsid w:val="00CA6A3E"/>
    <w:rsid w:val="00CA7FD5"/>
    <w:rsid w:val="00CB10F6"/>
    <w:rsid w:val="00CB1BE1"/>
    <w:rsid w:val="00CB6529"/>
    <w:rsid w:val="00CB6E4B"/>
    <w:rsid w:val="00CB748B"/>
    <w:rsid w:val="00CC0F51"/>
    <w:rsid w:val="00CC29F2"/>
    <w:rsid w:val="00CC4195"/>
    <w:rsid w:val="00CC61AC"/>
    <w:rsid w:val="00CC7F26"/>
    <w:rsid w:val="00CD015A"/>
    <w:rsid w:val="00CD2F1B"/>
    <w:rsid w:val="00CD426D"/>
    <w:rsid w:val="00CD5DAF"/>
    <w:rsid w:val="00CE0E23"/>
    <w:rsid w:val="00CE44E3"/>
    <w:rsid w:val="00CE475E"/>
    <w:rsid w:val="00CE5358"/>
    <w:rsid w:val="00CF0F9A"/>
    <w:rsid w:val="00CF1D2C"/>
    <w:rsid w:val="00CF2277"/>
    <w:rsid w:val="00CF3377"/>
    <w:rsid w:val="00CF560A"/>
    <w:rsid w:val="00CF6B9B"/>
    <w:rsid w:val="00D016B8"/>
    <w:rsid w:val="00D025E5"/>
    <w:rsid w:val="00D046E5"/>
    <w:rsid w:val="00D050E0"/>
    <w:rsid w:val="00D07A39"/>
    <w:rsid w:val="00D101AF"/>
    <w:rsid w:val="00D141B4"/>
    <w:rsid w:val="00D16DE6"/>
    <w:rsid w:val="00D231B7"/>
    <w:rsid w:val="00D23D50"/>
    <w:rsid w:val="00D2480A"/>
    <w:rsid w:val="00D2645E"/>
    <w:rsid w:val="00D2698B"/>
    <w:rsid w:val="00D276F6"/>
    <w:rsid w:val="00D32C6A"/>
    <w:rsid w:val="00D33CB1"/>
    <w:rsid w:val="00D343AA"/>
    <w:rsid w:val="00D3463E"/>
    <w:rsid w:val="00D355D1"/>
    <w:rsid w:val="00D36E60"/>
    <w:rsid w:val="00D40C68"/>
    <w:rsid w:val="00D41DF1"/>
    <w:rsid w:val="00D470EA"/>
    <w:rsid w:val="00D5133A"/>
    <w:rsid w:val="00D52C92"/>
    <w:rsid w:val="00D537DB"/>
    <w:rsid w:val="00D574DD"/>
    <w:rsid w:val="00D61DFB"/>
    <w:rsid w:val="00D623C0"/>
    <w:rsid w:val="00D6260B"/>
    <w:rsid w:val="00D634AE"/>
    <w:rsid w:val="00D63EE5"/>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4F8"/>
    <w:rsid w:val="00DA4E14"/>
    <w:rsid w:val="00DA58B9"/>
    <w:rsid w:val="00DB0C47"/>
    <w:rsid w:val="00DB2CBD"/>
    <w:rsid w:val="00DB59CE"/>
    <w:rsid w:val="00DB7804"/>
    <w:rsid w:val="00DC1B52"/>
    <w:rsid w:val="00DC441E"/>
    <w:rsid w:val="00DC46B8"/>
    <w:rsid w:val="00DC4B5C"/>
    <w:rsid w:val="00DC533A"/>
    <w:rsid w:val="00DC5C36"/>
    <w:rsid w:val="00DC79B4"/>
    <w:rsid w:val="00DC7E1E"/>
    <w:rsid w:val="00DD224F"/>
    <w:rsid w:val="00DD3A79"/>
    <w:rsid w:val="00DD3AB3"/>
    <w:rsid w:val="00DD4B32"/>
    <w:rsid w:val="00DD638A"/>
    <w:rsid w:val="00DE08BF"/>
    <w:rsid w:val="00DE5F63"/>
    <w:rsid w:val="00DF1B6E"/>
    <w:rsid w:val="00DF4D09"/>
    <w:rsid w:val="00DF5545"/>
    <w:rsid w:val="00DF5D59"/>
    <w:rsid w:val="00DF66CF"/>
    <w:rsid w:val="00E02057"/>
    <w:rsid w:val="00E03506"/>
    <w:rsid w:val="00E036F4"/>
    <w:rsid w:val="00E04231"/>
    <w:rsid w:val="00E100EC"/>
    <w:rsid w:val="00E11145"/>
    <w:rsid w:val="00E13686"/>
    <w:rsid w:val="00E17D00"/>
    <w:rsid w:val="00E210A3"/>
    <w:rsid w:val="00E230D1"/>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3F5B"/>
    <w:rsid w:val="00E56065"/>
    <w:rsid w:val="00E60944"/>
    <w:rsid w:val="00E61827"/>
    <w:rsid w:val="00E62344"/>
    <w:rsid w:val="00E66920"/>
    <w:rsid w:val="00E66DE7"/>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04A"/>
    <w:rsid w:val="00E97F9A"/>
    <w:rsid w:val="00EA12B8"/>
    <w:rsid w:val="00EA2264"/>
    <w:rsid w:val="00EA2A0E"/>
    <w:rsid w:val="00EA6986"/>
    <w:rsid w:val="00EA77C9"/>
    <w:rsid w:val="00EB0179"/>
    <w:rsid w:val="00EB1F20"/>
    <w:rsid w:val="00EB344E"/>
    <w:rsid w:val="00EB4A84"/>
    <w:rsid w:val="00EB6460"/>
    <w:rsid w:val="00EB6670"/>
    <w:rsid w:val="00EB6E94"/>
    <w:rsid w:val="00EB74F5"/>
    <w:rsid w:val="00EC1000"/>
    <w:rsid w:val="00EC3473"/>
    <w:rsid w:val="00EC36F7"/>
    <w:rsid w:val="00EC7D8F"/>
    <w:rsid w:val="00ED24AD"/>
    <w:rsid w:val="00ED280A"/>
    <w:rsid w:val="00ED3C6B"/>
    <w:rsid w:val="00ED4DB6"/>
    <w:rsid w:val="00ED5EEE"/>
    <w:rsid w:val="00ED61FC"/>
    <w:rsid w:val="00ED679B"/>
    <w:rsid w:val="00ED7B5C"/>
    <w:rsid w:val="00EE1FEE"/>
    <w:rsid w:val="00EE57F5"/>
    <w:rsid w:val="00EF036B"/>
    <w:rsid w:val="00EF10F3"/>
    <w:rsid w:val="00EF1DB2"/>
    <w:rsid w:val="00EF3A02"/>
    <w:rsid w:val="00EF7364"/>
    <w:rsid w:val="00EF7A51"/>
    <w:rsid w:val="00F00B0D"/>
    <w:rsid w:val="00F023F4"/>
    <w:rsid w:val="00F039D3"/>
    <w:rsid w:val="00F04854"/>
    <w:rsid w:val="00F0594E"/>
    <w:rsid w:val="00F0720C"/>
    <w:rsid w:val="00F1032B"/>
    <w:rsid w:val="00F10C80"/>
    <w:rsid w:val="00F119AF"/>
    <w:rsid w:val="00F21826"/>
    <w:rsid w:val="00F2296C"/>
    <w:rsid w:val="00F265D1"/>
    <w:rsid w:val="00F30A9F"/>
    <w:rsid w:val="00F31BB0"/>
    <w:rsid w:val="00F35B9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76028"/>
    <w:rsid w:val="00F80A54"/>
    <w:rsid w:val="00F810F5"/>
    <w:rsid w:val="00F84A48"/>
    <w:rsid w:val="00F85F01"/>
    <w:rsid w:val="00F865ED"/>
    <w:rsid w:val="00F868EA"/>
    <w:rsid w:val="00F93494"/>
    <w:rsid w:val="00F94325"/>
    <w:rsid w:val="00F948E0"/>
    <w:rsid w:val="00F952CF"/>
    <w:rsid w:val="00F96EF2"/>
    <w:rsid w:val="00FA4555"/>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E7A15"/>
    <w:rsid w:val="00FF24B3"/>
    <w:rsid w:val="00FF2847"/>
    <w:rsid w:val="00FF31CE"/>
    <w:rsid w:val="00FF357F"/>
    <w:rsid w:val="00FF5931"/>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unhideWhenUsed/>
    <w:rsid w:val="00917295"/>
    <w:pPr>
      <w:spacing w:line="240" w:lineRule="auto"/>
    </w:pPr>
  </w:style>
  <w:style w:type="character" w:customStyle="1" w:styleId="CommentTextChar">
    <w:name w:val="Comment Text Char"/>
    <w:basedOn w:val="DefaultParagraphFont"/>
    <w:link w:val="CommentText"/>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F7602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75757">
      <w:bodyDiv w:val="1"/>
      <w:marLeft w:val="0"/>
      <w:marRight w:val="0"/>
      <w:marTop w:val="0"/>
      <w:marBottom w:val="0"/>
      <w:divBdr>
        <w:top w:val="none" w:sz="0" w:space="0" w:color="auto"/>
        <w:left w:val="none" w:sz="0" w:space="0" w:color="auto"/>
        <w:bottom w:val="none" w:sz="0" w:space="0" w:color="auto"/>
        <w:right w:val="none" w:sz="0" w:space="0" w:color="auto"/>
      </w:divBdr>
    </w:div>
    <w:div w:id="49042301">
      <w:bodyDiv w:val="1"/>
      <w:marLeft w:val="0"/>
      <w:marRight w:val="0"/>
      <w:marTop w:val="0"/>
      <w:marBottom w:val="0"/>
      <w:divBdr>
        <w:top w:val="none" w:sz="0" w:space="0" w:color="auto"/>
        <w:left w:val="none" w:sz="0" w:space="0" w:color="auto"/>
        <w:bottom w:val="none" w:sz="0" w:space="0" w:color="auto"/>
        <w:right w:val="none" w:sz="0" w:space="0" w:color="auto"/>
      </w:divBdr>
      <w:divsChild>
        <w:div w:id="549612468">
          <w:marLeft w:val="0"/>
          <w:marRight w:val="0"/>
          <w:marTop w:val="0"/>
          <w:marBottom w:val="0"/>
          <w:divBdr>
            <w:top w:val="none" w:sz="0" w:space="0" w:color="auto"/>
            <w:left w:val="none" w:sz="0" w:space="0" w:color="auto"/>
            <w:bottom w:val="none" w:sz="0" w:space="0" w:color="auto"/>
            <w:right w:val="none" w:sz="0" w:space="0" w:color="auto"/>
          </w:divBdr>
        </w:div>
      </w:divsChild>
    </w:div>
    <w:div w:id="55125316">
      <w:bodyDiv w:val="1"/>
      <w:marLeft w:val="0"/>
      <w:marRight w:val="0"/>
      <w:marTop w:val="0"/>
      <w:marBottom w:val="0"/>
      <w:divBdr>
        <w:top w:val="none" w:sz="0" w:space="0" w:color="auto"/>
        <w:left w:val="none" w:sz="0" w:space="0" w:color="auto"/>
        <w:bottom w:val="none" w:sz="0" w:space="0" w:color="auto"/>
        <w:right w:val="none" w:sz="0" w:space="0" w:color="auto"/>
      </w:divBdr>
    </w:div>
    <w:div w:id="68161510">
      <w:bodyDiv w:val="1"/>
      <w:marLeft w:val="0"/>
      <w:marRight w:val="0"/>
      <w:marTop w:val="0"/>
      <w:marBottom w:val="0"/>
      <w:divBdr>
        <w:top w:val="none" w:sz="0" w:space="0" w:color="auto"/>
        <w:left w:val="none" w:sz="0" w:space="0" w:color="auto"/>
        <w:bottom w:val="none" w:sz="0" w:space="0" w:color="auto"/>
        <w:right w:val="none" w:sz="0" w:space="0" w:color="auto"/>
      </w:divBdr>
    </w:div>
    <w:div w:id="69667562">
      <w:bodyDiv w:val="1"/>
      <w:marLeft w:val="0"/>
      <w:marRight w:val="0"/>
      <w:marTop w:val="0"/>
      <w:marBottom w:val="0"/>
      <w:divBdr>
        <w:top w:val="none" w:sz="0" w:space="0" w:color="auto"/>
        <w:left w:val="none" w:sz="0" w:space="0" w:color="auto"/>
        <w:bottom w:val="none" w:sz="0" w:space="0" w:color="auto"/>
        <w:right w:val="none" w:sz="0" w:space="0" w:color="auto"/>
      </w:divBdr>
    </w:div>
    <w:div w:id="153573473">
      <w:bodyDiv w:val="1"/>
      <w:marLeft w:val="0"/>
      <w:marRight w:val="0"/>
      <w:marTop w:val="0"/>
      <w:marBottom w:val="0"/>
      <w:divBdr>
        <w:top w:val="none" w:sz="0" w:space="0" w:color="auto"/>
        <w:left w:val="none" w:sz="0" w:space="0" w:color="auto"/>
        <w:bottom w:val="none" w:sz="0" w:space="0" w:color="auto"/>
        <w:right w:val="none" w:sz="0" w:space="0" w:color="auto"/>
      </w:divBdr>
    </w:div>
    <w:div w:id="370690828">
      <w:bodyDiv w:val="1"/>
      <w:marLeft w:val="0"/>
      <w:marRight w:val="0"/>
      <w:marTop w:val="0"/>
      <w:marBottom w:val="0"/>
      <w:divBdr>
        <w:top w:val="none" w:sz="0" w:space="0" w:color="auto"/>
        <w:left w:val="none" w:sz="0" w:space="0" w:color="auto"/>
        <w:bottom w:val="none" w:sz="0" w:space="0" w:color="auto"/>
        <w:right w:val="none" w:sz="0" w:space="0" w:color="auto"/>
      </w:divBdr>
    </w:div>
    <w:div w:id="370694869">
      <w:bodyDiv w:val="1"/>
      <w:marLeft w:val="0"/>
      <w:marRight w:val="0"/>
      <w:marTop w:val="0"/>
      <w:marBottom w:val="0"/>
      <w:divBdr>
        <w:top w:val="none" w:sz="0" w:space="0" w:color="auto"/>
        <w:left w:val="none" w:sz="0" w:space="0" w:color="auto"/>
        <w:bottom w:val="none" w:sz="0" w:space="0" w:color="auto"/>
        <w:right w:val="none" w:sz="0" w:space="0" w:color="auto"/>
      </w:divBdr>
    </w:div>
    <w:div w:id="384767259">
      <w:bodyDiv w:val="1"/>
      <w:marLeft w:val="0"/>
      <w:marRight w:val="0"/>
      <w:marTop w:val="0"/>
      <w:marBottom w:val="0"/>
      <w:divBdr>
        <w:top w:val="none" w:sz="0" w:space="0" w:color="auto"/>
        <w:left w:val="none" w:sz="0" w:space="0" w:color="auto"/>
        <w:bottom w:val="none" w:sz="0" w:space="0" w:color="auto"/>
        <w:right w:val="none" w:sz="0" w:space="0" w:color="auto"/>
      </w:divBdr>
    </w:div>
    <w:div w:id="407267330">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473983875">
      <w:bodyDiv w:val="1"/>
      <w:marLeft w:val="0"/>
      <w:marRight w:val="0"/>
      <w:marTop w:val="0"/>
      <w:marBottom w:val="0"/>
      <w:divBdr>
        <w:top w:val="none" w:sz="0" w:space="0" w:color="auto"/>
        <w:left w:val="none" w:sz="0" w:space="0" w:color="auto"/>
        <w:bottom w:val="none" w:sz="0" w:space="0" w:color="auto"/>
        <w:right w:val="none" w:sz="0" w:space="0" w:color="auto"/>
      </w:divBdr>
    </w:div>
    <w:div w:id="507601861">
      <w:bodyDiv w:val="1"/>
      <w:marLeft w:val="0"/>
      <w:marRight w:val="0"/>
      <w:marTop w:val="0"/>
      <w:marBottom w:val="0"/>
      <w:divBdr>
        <w:top w:val="none" w:sz="0" w:space="0" w:color="auto"/>
        <w:left w:val="none" w:sz="0" w:space="0" w:color="auto"/>
        <w:bottom w:val="none" w:sz="0" w:space="0" w:color="auto"/>
        <w:right w:val="none" w:sz="0" w:space="0" w:color="auto"/>
      </w:divBdr>
    </w:div>
    <w:div w:id="592055223">
      <w:bodyDiv w:val="1"/>
      <w:marLeft w:val="0"/>
      <w:marRight w:val="0"/>
      <w:marTop w:val="0"/>
      <w:marBottom w:val="0"/>
      <w:divBdr>
        <w:top w:val="none" w:sz="0" w:space="0" w:color="auto"/>
        <w:left w:val="none" w:sz="0" w:space="0" w:color="auto"/>
        <w:bottom w:val="none" w:sz="0" w:space="0" w:color="auto"/>
        <w:right w:val="none" w:sz="0" w:space="0" w:color="auto"/>
      </w:divBdr>
    </w:div>
    <w:div w:id="649142117">
      <w:bodyDiv w:val="1"/>
      <w:marLeft w:val="0"/>
      <w:marRight w:val="0"/>
      <w:marTop w:val="0"/>
      <w:marBottom w:val="0"/>
      <w:divBdr>
        <w:top w:val="none" w:sz="0" w:space="0" w:color="auto"/>
        <w:left w:val="none" w:sz="0" w:space="0" w:color="auto"/>
        <w:bottom w:val="none" w:sz="0" w:space="0" w:color="auto"/>
        <w:right w:val="none" w:sz="0" w:space="0" w:color="auto"/>
      </w:divBdr>
      <w:divsChild>
        <w:div w:id="175266640">
          <w:marLeft w:val="150"/>
          <w:marRight w:val="150"/>
          <w:marTop w:val="150"/>
          <w:marBottom w:val="150"/>
          <w:divBdr>
            <w:top w:val="single" w:sz="6" w:space="8" w:color="D7DBDF"/>
            <w:left w:val="single" w:sz="6" w:space="8" w:color="D7DBDF"/>
            <w:bottom w:val="single" w:sz="6" w:space="8" w:color="D7DBDF"/>
            <w:right w:val="single" w:sz="6" w:space="8" w:color="D7DBDF"/>
          </w:divBdr>
        </w:div>
      </w:divsChild>
    </w:div>
    <w:div w:id="818768033">
      <w:bodyDiv w:val="1"/>
      <w:marLeft w:val="0"/>
      <w:marRight w:val="0"/>
      <w:marTop w:val="0"/>
      <w:marBottom w:val="0"/>
      <w:divBdr>
        <w:top w:val="none" w:sz="0" w:space="0" w:color="auto"/>
        <w:left w:val="none" w:sz="0" w:space="0" w:color="auto"/>
        <w:bottom w:val="none" w:sz="0" w:space="0" w:color="auto"/>
        <w:right w:val="none" w:sz="0" w:space="0" w:color="auto"/>
      </w:divBdr>
    </w:div>
    <w:div w:id="829516135">
      <w:bodyDiv w:val="1"/>
      <w:marLeft w:val="0"/>
      <w:marRight w:val="0"/>
      <w:marTop w:val="0"/>
      <w:marBottom w:val="0"/>
      <w:divBdr>
        <w:top w:val="none" w:sz="0" w:space="0" w:color="auto"/>
        <w:left w:val="none" w:sz="0" w:space="0" w:color="auto"/>
        <w:bottom w:val="none" w:sz="0" w:space="0" w:color="auto"/>
        <w:right w:val="none" w:sz="0" w:space="0" w:color="auto"/>
      </w:divBdr>
    </w:div>
    <w:div w:id="1321420139">
      <w:bodyDiv w:val="1"/>
      <w:marLeft w:val="0"/>
      <w:marRight w:val="0"/>
      <w:marTop w:val="0"/>
      <w:marBottom w:val="0"/>
      <w:divBdr>
        <w:top w:val="none" w:sz="0" w:space="0" w:color="auto"/>
        <w:left w:val="none" w:sz="0" w:space="0" w:color="auto"/>
        <w:bottom w:val="none" w:sz="0" w:space="0" w:color="auto"/>
        <w:right w:val="none" w:sz="0" w:space="0" w:color="auto"/>
      </w:divBdr>
    </w:div>
    <w:div w:id="1341279970">
      <w:bodyDiv w:val="1"/>
      <w:marLeft w:val="0"/>
      <w:marRight w:val="0"/>
      <w:marTop w:val="0"/>
      <w:marBottom w:val="0"/>
      <w:divBdr>
        <w:top w:val="none" w:sz="0" w:space="0" w:color="auto"/>
        <w:left w:val="none" w:sz="0" w:space="0" w:color="auto"/>
        <w:bottom w:val="none" w:sz="0" w:space="0" w:color="auto"/>
        <w:right w:val="none" w:sz="0" w:space="0" w:color="auto"/>
      </w:divBdr>
    </w:div>
    <w:div w:id="1420635684">
      <w:bodyDiv w:val="1"/>
      <w:marLeft w:val="0"/>
      <w:marRight w:val="0"/>
      <w:marTop w:val="0"/>
      <w:marBottom w:val="0"/>
      <w:divBdr>
        <w:top w:val="none" w:sz="0" w:space="0" w:color="auto"/>
        <w:left w:val="none" w:sz="0" w:space="0" w:color="auto"/>
        <w:bottom w:val="none" w:sz="0" w:space="0" w:color="auto"/>
        <w:right w:val="none" w:sz="0" w:space="0" w:color="auto"/>
      </w:divBdr>
    </w:div>
    <w:div w:id="1433433444">
      <w:bodyDiv w:val="1"/>
      <w:marLeft w:val="0"/>
      <w:marRight w:val="0"/>
      <w:marTop w:val="0"/>
      <w:marBottom w:val="0"/>
      <w:divBdr>
        <w:top w:val="none" w:sz="0" w:space="0" w:color="auto"/>
        <w:left w:val="none" w:sz="0" w:space="0" w:color="auto"/>
        <w:bottom w:val="none" w:sz="0" w:space="0" w:color="auto"/>
        <w:right w:val="none" w:sz="0" w:space="0" w:color="auto"/>
      </w:divBdr>
    </w:div>
    <w:div w:id="1436557336">
      <w:bodyDiv w:val="1"/>
      <w:marLeft w:val="0"/>
      <w:marRight w:val="0"/>
      <w:marTop w:val="0"/>
      <w:marBottom w:val="0"/>
      <w:divBdr>
        <w:top w:val="none" w:sz="0" w:space="0" w:color="auto"/>
        <w:left w:val="none" w:sz="0" w:space="0" w:color="auto"/>
        <w:bottom w:val="none" w:sz="0" w:space="0" w:color="auto"/>
        <w:right w:val="none" w:sz="0" w:space="0" w:color="auto"/>
      </w:divBdr>
    </w:div>
    <w:div w:id="1539395339">
      <w:bodyDiv w:val="1"/>
      <w:marLeft w:val="0"/>
      <w:marRight w:val="0"/>
      <w:marTop w:val="0"/>
      <w:marBottom w:val="0"/>
      <w:divBdr>
        <w:top w:val="none" w:sz="0" w:space="0" w:color="auto"/>
        <w:left w:val="none" w:sz="0" w:space="0" w:color="auto"/>
        <w:bottom w:val="none" w:sz="0" w:space="0" w:color="auto"/>
        <w:right w:val="none" w:sz="0" w:space="0" w:color="auto"/>
      </w:divBdr>
    </w:div>
    <w:div w:id="1695883078">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822691635">
      <w:bodyDiv w:val="1"/>
      <w:marLeft w:val="0"/>
      <w:marRight w:val="0"/>
      <w:marTop w:val="0"/>
      <w:marBottom w:val="0"/>
      <w:divBdr>
        <w:top w:val="none" w:sz="0" w:space="0" w:color="auto"/>
        <w:left w:val="none" w:sz="0" w:space="0" w:color="auto"/>
        <w:bottom w:val="none" w:sz="0" w:space="0" w:color="auto"/>
        <w:right w:val="none" w:sz="0" w:space="0" w:color="auto"/>
      </w:divBdr>
    </w:div>
    <w:div w:id="1822769839">
      <w:bodyDiv w:val="1"/>
      <w:marLeft w:val="0"/>
      <w:marRight w:val="0"/>
      <w:marTop w:val="0"/>
      <w:marBottom w:val="0"/>
      <w:divBdr>
        <w:top w:val="none" w:sz="0" w:space="0" w:color="auto"/>
        <w:left w:val="none" w:sz="0" w:space="0" w:color="auto"/>
        <w:bottom w:val="none" w:sz="0" w:space="0" w:color="auto"/>
        <w:right w:val="none" w:sz="0" w:space="0" w:color="auto"/>
      </w:divBdr>
    </w:div>
    <w:div w:id="1828208789">
      <w:bodyDiv w:val="1"/>
      <w:marLeft w:val="0"/>
      <w:marRight w:val="0"/>
      <w:marTop w:val="0"/>
      <w:marBottom w:val="0"/>
      <w:divBdr>
        <w:top w:val="none" w:sz="0" w:space="0" w:color="auto"/>
        <w:left w:val="none" w:sz="0" w:space="0" w:color="auto"/>
        <w:bottom w:val="none" w:sz="0" w:space="0" w:color="auto"/>
        <w:right w:val="none" w:sz="0" w:space="0" w:color="auto"/>
      </w:divBdr>
    </w:div>
    <w:div w:id="1841655030">
      <w:bodyDiv w:val="1"/>
      <w:marLeft w:val="0"/>
      <w:marRight w:val="0"/>
      <w:marTop w:val="0"/>
      <w:marBottom w:val="0"/>
      <w:divBdr>
        <w:top w:val="none" w:sz="0" w:space="0" w:color="auto"/>
        <w:left w:val="none" w:sz="0" w:space="0" w:color="auto"/>
        <w:bottom w:val="none" w:sz="0" w:space="0" w:color="auto"/>
        <w:right w:val="none" w:sz="0" w:space="0" w:color="auto"/>
      </w:divBdr>
    </w:div>
    <w:div w:id="1962609854">
      <w:bodyDiv w:val="1"/>
      <w:marLeft w:val="0"/>
      <w:marRight w:val="0"/>
      <w:marTop w:val="0"/>
      <w:marBottom w:val="0"/>
      <w:divBdr>
        <w:top w:val="none" w:sz="0" w:space="0" w:color="auto"/>
        <w:left w:val="none" w:sz="0" w:space="0" w:color="auto"/>
        <w:bottom w:val="none" w:sz="0" w:space="0" w:color="auto"/>
        <w:right w:val="none" w:sz="0" w:space="0" w:color="auto"/>
      </w:divBdr>
    </w:div>
    <w:div w:id="2010987162">
      <w:bodyDiv w:val="1"/>
      <w:marLeft w:val="0"/>
      <w:marRight w:val="0"/>
      <w:marTop w:val="0"/>
      <w:marBottom w:val="0"/>
      <w:divBdr>
        <w:top w:val="none" w:sz="0" w:space="0" w:color="auto"/>
        <w:left w:val="none" w:sz="0" w:space="0" w:color="auto"/>
        <w:bottom w:val="none" w:sz="0" w:space="0" w:color="auto"/>
        <w:right w:val="none" w:sz="0" w:space="0" w:color="auto"/>
      </w:divBdr>
    </w:div>
    <w:div w:id="2078093081">
      <w:bodyDiv w:val="1"/>
      <w:marLeft w:val="0"/>
      <w:marRight w:val="0"/>
      <w:marTop w:val="0"/>
      <w:marBottom w:val="0"/>
      <w:divBdr>
        <w:top w:val="none" w:sz="0" w:space="0" w:color="auto"/>
        <w:left w:val="none" w:sz="0" w:space="0" w:color="auto"/>
        <w:bottom w:val="none" w:sz="0" w:space="0" w:color="auto"/>
        <w:right w:val="none" w:sz="0" w:space="0" w:color="auto"/>
      </w:divBdr>
    </w:div>
    <w:div w:id="2079284100">
      <w:bodyDiv w:val="1"/>
      <w:marLeft w:val="0"/>
      <w:marRight w:val="0"/>
      <w:marTop w:val="0"/>
      <w:marBottom w:val="0"/>
      <w:divBdr>
        <w:top w:val="none" w:sz="0" w:space="0" w:color="auto"/>
        <w:left w:val="none" w:sz="0" w:space="0" w:color="auto"/>
        <w:bottom w:val="none" w:sz="0" w:space="0" w:color="auto"/>
        <w:right w:val="none" w:sz="0" w:space="0" w:color="auto"/>
      </w:divBdr>
      <w:divsChild>
        <w:div w:id="1728919956">
          <w:marLeft w:val="150"/>
          <w:marRight w:val="150"/>
          <w:marTop w:val="150"/>
          <w:marBottom w:val="150"/>
          <w:divBdr>
            <w:top w:val="single" w:sz="6" w:space="8" w:color="D7DBDF"/>
            <w:left w:val="single" w:sz="6" w:space="8" w:color="D7DBDF"/>
            <w:bottom w:val="single" w:sz="6" w:space="8" w:color="D7DBDF"/>
            <w:right w:val="single" w:sz="6" w:space="8" w:color="D7DBD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4303df1-f625-401d-870a-accd1b2b7593">
      <Value>33</Value>
      <Value>30</Value>
      <Value>7</Value>
      <Value>38</Value>
      <Value>36</Value>
      <Value>35</Value>
    </TaxCatchAll>
    <lcf76f155ced4ddcb4097134ff3c332f xmlns="e099d41f-493d-425c-8c26-37af61242f08">
      <Terms xmlns="http://schemas.microsoft.com/office/infopath/2007/PartnerControls"/>
    </lcf76f155ced4ddcb4097134ff3c332f>
    <b569b86bd8fd46f693512e8bddacb3f6 xmlns="e099d41f-493d-425c-8c26-37af61242f08">
      <Terms xmlns="http://schemas.microsoft.com/office/infopath/2007/PartnerControls">
        <TermInfo xmlns="http://schemas.microsoft.com/office/infopath/2007/PartnerControls">
          <TermName xmlns="http://schemas.microsoft.com/office/infopath/2007/PartnerControls">Article</TermName>
          <TermId xmlns="http://schemas.microsoft.com/office/infopath/2007/PartnerControls">fa5b67b6-c027-41d6-a4d8-1cd27f251888</TermId>
        </TermInfo>
      </Terms>
    </b569b86bd8fd46f693512e8bddacb3f6>
    <i10d55677a0f46eeb3909f8b19131c80 xmlns="e099d41f-493d-425c-8c26-37af61242f08">
      <Terms xmlns="http://schemas.microsoft.com/office/infopath/2007/PartnerControls">
        <TermInfo xmlns="http://schemas.microsoft.com/office/infopath/2007/PartnerControls">
          <TermName xmlns="http://schemas.microsoft.com/office/infopath/2007/PartnerControls">Education in Chemistry</TermName>
          <TermId xmlns="http://schemas.microsoft.com/office/infopath/2007/PartnerControls">88c676fb-4f12-4aea-9455-9b66df1d1cf1</TermId>
        </TermInfo>
      </Terms>
    </i10d55677a0f46eeb3909f8b19131c80>
    <b9de0c3256d748e284af5b40895c1451 xmlns="e099d41f-493d-425c-8c26-37af61242f08">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d2840a79-f070-44ee-81f4-348f0646ea6c</TermId>
        </TermInfo>
      </Terms>
    </b9de0c3256d748e284af5b40895c1451>
    <d5ec952c3671439b9c1b97dc2ac5212f xmlns="e099d41f-493d-425c-8c26-37af61242f08">
      <Terms xmlns="http://schemas.microsoft.com/office/infopath/2007/PartnerControls">
        <TermInfo xmlns="http://schemas.microsoft.com/office/infopath/2007/PartnerControls">
          <TermName xmlns="http://schemas.microsoft.com/office/infopath/2007/PartnerControls">July</TermName>
          <TermId xmlns="http://schemas.microsoft.com/office/infopath/2007/PartnerControls">341ed5e7-80e2-4839-bff5-05088724ee83</TermId>
        </TermInfo>
        <TermInfo xmlns="http://schemas.microsoft.com/office/infopath/2007/PartnerControls">
          <TermName xmlns="http://schemas.microsoft.com/office/infopath/2007/PartnerControls">2025</TermName>
          <TermId xmlns="http://schemas.microsoft.com/office/infopath/2007/PartnerControls">9b39d0c8-756b-4b5d-9355-a63179092d04</TermId>
        </TermInfo>
      </Terms>
    </d5ec952c3671439b9c1b97dc2ac5212f>
    <n7b504db7a1f4121af62d7dde2f43036 xmlns="e099d41f-493d-425c-8c26-37af61242f08">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6f01d4b6-f8a8-4b3c-8e47-a0b2d31f46b9</TermId>
        </TermInfo>
      </Terms>
    </n7b504db7a1f4121af62d7dde2f43036>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2D73EE33D732C48AF284F222C54F1C9" ma:contentTypeVersion="22" ma:contentTypeDescription="Create a new document." ma:contentTypeScope="" ma:versionID="9561a7ec9c484fe7bc018b0cb58185b4">
  <xsd:schema xmlns:xsd="http://www.w3.org/2001/XMLSchema" xmlns:xs="http://www.w3.org/2001/XMLSchema" xmlns:p="http://schemas.microsoft.com/office/2006/metadata/properties" xmlns:ns2="e099d41f-493d-425c-8c26-37af61242f08" xmlns:ns3="44303df1-f625-401d-870a-accd1b2b7593" targetNamespace="http://schemas.microsoft.com/office/2006/metadata/properties" ma:root="true" ma:fieldsID="e3f9d925c425842f7b57daa9088d629f" ns2:_="" ns3:_="">
    <xsd:import namespace="e099d41f-493d-425c-8c26-37af61242f08"/>
    <xsd:import namespace="44303df1-f625-401d-870a-accd1b2b7593"/>
    <xsd:element name="properties">
      <xsd:complexType>
        <xsd:sequence>
          <xsd:element name="documentManagement">
            <xsd:complexType>
              <xsd:all>
                <xsd:element ref="ns2:n7b504db7a1f4121af62d7dde2f43036" minOccurs="0"/>
                <xsd:element ref="ns3:TaxCatchAll" minOccurs="0"/>
                <xsd:element ref="ns2:b569b86bd8fd46f693512e8bddacb3f6" minOccurs="0"/>
                <xsd:element ref="ns2:b9de0c3256d748e284af5b40895c1451" minOccurs="0"/>
                <xsd:element ref="ns2:i10d55677a0f46eeb3909f8b19131c80" minOccurs="0"/>
                <xsd:element ref="ns2:d5ec952c3671439b9c1b97dc2ac5212f" minOccurs="0"/>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99d41f-493d-425c-8c26-37af61242f08" elementFormDefault="qualified">
    <xsd:import namespace="http://schemas.microsoft.com/office/2006/documentManagement/types"/>
    <xsd:import namespace="http://schemas.microsoft.com/office/infopath/2007/PartnerControls"/>
    <xsd:element name="n7b504db7a1f4121af62d7dde2f43036" ma:index="9" ma:taxonomy="true" ma:internalName="n7b504db7a1f4121af62d7dde2f43036" ma:taxonomyFieldName="Directorate_x002f_Team_x002f_Function" ma:displayName="Directorate/Team/Function" ma:default="" ma:fieldId="{77b504db-7a1f-4121-af62-d7dde2f43036}" ma:taxonomyMulti="true" ma:sspId="acd698d5-2c6c-40f3-87af-cb5c6c865f62" ma:termSetId="6f21a7af-7e80-4763-b0f3-f88080127d59" ma:anchorId="00000000-0000-0000-0000-000000000000" ma:open="false" ma:isKeyword="false">
      <xsd:complexType>
        <xsd:sequence>
          <xsd:element ref="pc:Terms" minOccurs="0" maxOccurs="1"/>
        </xsd:sequence>
      </xsd:complexType>
    </xsd:element>
    <xsd:element name="b569b86bd8fd46f693512e8bddacb3f6" ma:index="12" ma:taxonomy="true" ma:internalName="b569b86bd8fd46f693512e8bddacb3f6" ma:taxonomyFieldName="Document_x0020_Type" ma:displayName="Document Type" ma:default="" ma:fieldId="{b569b86b-d8fd-46f6-9351-2e8bddacb3f6}" ma:taxonomyMulti="true" ma:sspId="acd698d5-2c6c-40f3-87af-cb5c6c865f62" ma:termSetId="0e861dca-3791-4471-a8b5-1ac06fdd1e89" ma:anchorId="00000000-0000-0000-0000-000000000000" ma:open="false" ma:isKeyword="false">
      <xsd:complexType>
        <xsd:sequence>
          <xsd:element ref="pc:Terms" minOccurs="0" maxOccurs="1"/>
        </xsd:sequence>
      </xsd:complexType>
    </xsd:element>
    <xsd:element name="b9de0c3256d748e284af5b40895c1451" ma:index="14" ma:taxonomy="true" ma:internalName="b9de0c3256d748e284af5b40895c1451" ma:taxonomyFieldName="Platform_x002f_Software" ma:displayName="Platform/Software" ma:default="" ma:fieldId="{b9de0c32-56d7-48e2-84af-5b40895c1451}" ma:taxonomyMulti="true" ma:sspId="acd698d5-2c6c-40f3-87af-cb5c6c865f62" ma:termSetId="5ec93098-1380-4d9d-a407-4f2fa6590381" ma:anchorId="00000000-0000-0000-0000-000000000000" ma:open="false" ma:isKeyword="false">
      <xsd:complexType>
        <xsd:sequence>
          <xsd:element ref="pc:Terms" minOccurs="0" maxOccurs="1"/>
        </xsd:sequence>
      </xsd:complexType>
    </xsd:element>
    <xsd:element name="i10d55677a0f46eeb3909f8b19131c80" ma:index="16" ma:taxonomy="true" ma:internalName="i10d55677a0f46eeb3909f8b19131c80" ma:taxonomyFieldName="Project_x002f_Product" ma:displayName="Project/Product" ma:default="" ma:fieldId="{210d5567-7a0f-46ee-b390-9f8b19131c80}" ma:taxonomyMulti="true" ma:sspId="acd698d5-2c6c-40f3-87af-cb5c6c865f62" ma:termSetId="b5afdfc8-a30d-4e9f-963f-82651d355fa4" ma:anchorId="00000000-0000-0000-0000-000000000000" ma:open="false" ma:isKeyword="false">
      <xsd:complexType>
        <xsd:sequence>
          <xsd:element ref="pc:Terms" minOccurs="0" maxOccurs="1"/>
        </xsd:sequence>
      </xsd:complexType>
    </xsd:element>
    <xsd:element name="d5ec952c3671439b9c1b97dc2ac5212f" ma:index="18" ma:taxonomy="true" ma:internalName="d5ec952c3671439b9c1b97dc2ac5212f" ma:taxonomyFieldName="Watchword" ma:displayName="Watchword" ma:default="" ma:fieldId="{d5ec952c-3671-439b-9c1b-97dc2ac5212f}" ma:taxonomyMulti="true" ma:sspId="acd698d5-2c6c-40f3-87af-cb5c6c865f62" ma:termSetId="1f8212ee-fa5e-40cf-a106-3e9510d6c62d" ma:anchorId="00000000-0000-0000-0000-000000000000" ma:open="false" ma:isKeyword="false">
      <xsd:complexType>
        <xsd:sequence>
          <xsd:element ref="pc:Terms" minOccurs="0" maxOccurs="1"/>
        </xsd:sequence>
      </xsd:complex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24" nillable="true" ma:displayName="MediaServiceDateTaken" ma:hidden="true" ma:indexed="true" ma:internalName="MediaServiceDateTaken"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LengthInSeconds" ma:index="28" nillable="true" ma:displayName="MediaLengthInSeconds" ma:hidden="true" ma:internalName="MediaLengthInSeconds" ma:readOnly="true">
      <xsd:simpleType>
        <xsd:restriction base="dms:Unknown"/>
      </xsd:simpleType>
    </xsd:element>
    <xsd:element name="MediaServiceLocation" ma:index="2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303df1-f625-401d-870a-accd1b2b759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519040-3cf5-4337-a4d6-3c4812ac86d8}" ma:internalName="TaxCatchAll" ma:showField="CatchAllData" ma:web="44303df1-f625-401d-870a-accd1b2b75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B9E6A3-E325-461F-8467-2CA615ECB59D}">
  <ds:schemaRefs>
    <ds:schemaRef ds:uri="http://schemas.microsoft.com/office/2006/metadata/properties"/>
    <ds:schemaRef ds:uri="http://schemas.microsoft.com/office/infopath/2007/PartnerControls"/>
    <ds:schemaRef ds:uri="44303df1-f625-401d-870a-accd1b2b7593"/>
    <ds:schemaRef ds:uri="e099d41f-493d-425c-8c26-37af61242f08"/>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4.xml><?xml version="1.0" encoding="utf-8"?>
<ds:datastoreItem xmlns:ds="http://schemas.openxmlformats.org/officeDocument/2006/customXml" ds:itemID="{ED5E82F6-C13C-4E9B-BF36-5B32A4DC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99d41f-493d-425c-8c26-37af61242f08"/>
    <ds:schemaRef ds:uri="44303df1-f625-401d-870a-accd1b2b75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Template>
  <TotalTime>123</TotalTime>
  <Pages>1</Pages>
  <Words>302</Words>
  <Characters>1723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Curiosity rover finds missing carbon on Mars</vt:lpstr>
    </vt:vector>
  </TitlesOfParts>
  <Manager/>
  <Company>Royal Society of Chemistry</Company>
  <LinksUpToDate>false</LinksUpToDate>
  <CharactersWithSpaces>2021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Curiosity rover finds missing carbon on Mars</dc:title>
  <dc:subject/>
  <dc:creator>Royal Society of Chemistry</dc:creator>
  <cp:keywords>science; research; teaching; news; context; secondary; glass; changes of state; vitrification; particle arrangement</cp:keywords>
  <dc:description>From Education in Chemsistry:rsc.li/4dRl0Ug Volcanic ash cloud turned brain to glass</dc:description>
  <cp:lastModifiedBy>Emily Kelly</cp:lastModifiedBy>
  <cp:revision>87</cp:revision>
  <cp:lastPrinted>2012-04-18T08:40:00Z</cp:lastPrinted>
  <dcterms:created xsi:type="dcterms:W3CDTF">2025-03-18T09:50:00Z</dcterms:created>
  <dcterms:modified xsi:type="dcterms:W3CDTF">2025-06-11T14:38:00Z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0x010100D2D73EE33D732C48AF284F222C54F1C9</vt:lpwstr>
  </property>
  <property fmtid="{D5CDD505-2E9C-101B-9397-08002B2CF9AE}" pid="3" name="Order">
    <vt:r8>26926200</vt:r8>
  </property>
  <property fmtid="{D5CDD505-2E9C-101B-9397-08002B2CF9AE}" pid="4" name="_dlc_DocIdItemGuid">
    <vt:lpwstr>5235defb-ff24-77e1-a6b6-cb6ce7016ca5</vt:lpwstr>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Project/Product">
    <vt:lpwstr>33;#Education in Chemistry|88c676fb-4f12-4aea-9455-9b66df1d1cf1</vt:lpwstr>
  </property>
  <property fmtid="{D5CDD505-2E9C-101B-9397-08002B2CF9AE}" pid="12" name="Document_x0020_Type">
    <vt:lpwstr>38;#Article|fa5b67b6-c027-41d6-a4d8-1cd27f251888</vt:lpwstr>
  </property>
  <property fmtid="{D5CDD505-2E9C-101B-9397-08002B2CF9AE}" pid="13" name="MediaServiceImageTags">
    <vt:lpwstr/>
  </property>
  <property fmtid="{D5CDD505-2E9C-101B-9397-08002B2CF9AE}" pid="14" name="Directorate/Team/Function">
    <vt:lpwstr>7;#Education|6f01d4b6-f8a8-4b3c-8e47-a0b2d31f46b9</vt:lpwstr>
  </property>
  <property fmtid="{D5CDD505-2E9C-101B-9397-08002B2CF9AE}" pid="15" name="Platform_x002f_Software">
    <vt:lpwstr>30;#Education|d2840a79-f070-44ee-81f4-348f0646ea6c</vt:lpwstr>
  </property>
  <property fmtid="{D5CDD505-2E9C-101B-9397-08002B2CF9AE}" pid="16" name="Watchword">
    <vt:lpwstr>36;#July|341ed5e7-80e2-4839-bff5-05088724ee83;#35;#2025|9b39d0c8-756b-4b5d-9355-a63179092d04</vt:lpwstr>
  </property>
  <property fmtid="{D5CDD505-2E9C-101B-9397-08002B2CF9AE}" pid="17" name="Platform/Software">
    <vt:lpwstr>30;#Education|d2840a79-f070-44ee-81f4-348f0646ea6c</vt:lpwstr>
  </property>
  <property fmtid="{D5CDD505-2E9C-101B-9397-08002B2CF9AE}" pid="18" name="Project_x002f_Product">
    <vt:lpwstr>33;#Education in Chemistry|88c676fb-4f12-4aea-9455-9b66df1d1cf1</vt:lpwstr>
  </property>
  <property fmtid="{D5CDD505-2E9C-101B-9397-08002B2CF9AE}" pid="19" name="Directorate_x002f_Team_x002f_Function">
    <vt:lpwstr>7;#Education|6f01d4b6-f8a8-4b3c-8e47-a0b2d31f46b9</vt:lpwstr>
  </property>
  <property fmtid="{D5CDD505-2E9C-101B-9397-08002B2CF9AE}" pid="20" name="Document Type">
    <vt:lpwstr>38;#Article|fa5b67b6-c027-41d6-a4d8-1cd27f251888</vt:lpwstr>
  </property>
</Properties>
</file>