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A8D09" w14:textId="321752BF" w:rsidR="00E12078" w:rsidRDefault="00D9393F" w:rsidP="00834385">
      <w:pPr>
        <w:pStyle w:val="RSCH1"/>
      </w:pPr>
      <w:r w:rsidRPr="00D9393F">
        <w:t>Air fryers significantly reduce cooking pollution</w:t>
      </w:r>
    </w:p>
    <w:p w14:paraId="320877FA" w14:textId="337CF6EF"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D9393F" w:rsidRPr="00D9393F">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18273590" w14:textId="42766808" w:rsidR="00E12078" w:rsidRDefault="00D9393F" w:rsidP="00E12078">
      <w:pPr>
        <w:pStyle w:val="RSCH3"/>
        <w:spacing w:line="240" w:lineRule="auto"/>
        <w:rPr>
          <w:lang w:eastAsia="en-GB"/>
        </w:rPr>
      </w:pPr>
      <w:r w:rsidRPr="00D9393F">
        <w:rPr>
          <w:lang w:eastAsia="en-GB"/>
        </w:rPr>
        <w:t>Study highlights the impact of cooking methods on indoor air quality, with air fryers emerging as a cleanest option</w:t>
      </w:r>
    </w:p>
    <w:p w14:paraId="772AA777" w14:textId="77777777" w:rsidR="00D9393F" w:rsidRDefault="00DD24E8" w:rsidP="00D9393F">
      <w:pPr>
        <w:pStyle w:val="RSCH3"/>
        <w:spacing w:line="240" w:lineRule="auto"/>
        <w:rPr>
          <w:b w:val="0"/>
          <w:bCs w:val="0"/>
          <w:color w:val="auto"/>
        </w:rPr>
      </w:pPr>
      <w:r w:rsidRPr="00882BBE">
        <w:rPr>
          <w:noProof/>
        </w:rPr>
        <mc:AlternateContent>
          <mc:Choice Requires="wpg">
            <w:drawing>
              <wp:anchor distT="0" distB="0" distL="114300" distR="114300" simplePos="0" relativeHeight="251660288" behindDoc="0" locked="0" layoutInCell="1" allowOverlap="1" wp14:anchorId="4A70B28A" wp14:editId="3A54F106">
                <wp:simplePos x="0" y="0"/>
                <wp:positionH relativeFrom="margin">
                  <wp:posOffset>2178050</wp:posOffset>
                </wp:positionH>
                <wp:positionV relativeFrom="paragraph">
                  <wp:posOffset>454660</wp:posOffset>
                </wp:positionV>
                <wp:extent cx="3855720" cy="3426460"/>
                <wp:effectExtent l="0" t="0" r="0" b="254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855720" cy="3426460"/>
                          <a:chOff x="-1160955" y="-69"/>
                          <a:chExt cx="3618792" cy="2841414"/>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1856" r="1856"/>
                          <a:stretch/>
                        </pic:blipFill>
                        <pic:spPr bwMode="auto">
                          <a:xfrm>
                            <a:off x="-1160955" y="-69"/>
                            <a:ext cx="3618792" cy="2291698"/>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049809" y="2351855"/>
                            <a:ext cx="3380154" cy="489490"/>
                          </a:xfrm>
                          <a:prstGeom prst="rect">
                            <a:avLst/>
                          </a:prstGeom>
                          <a:noFill/>
                          <a:ln w="9525">
                            <a:noFill/>
                            <a:miter lim="800000"/>
                            <a:headEnd/>
                            <a:tailEnd/>
                          </a:ln>
                        </wps:spPr>
                        <wps:txbx>
                          <w:txbxContent>
                            <w:p w14:paraId="57E04878" w14:textId="26D8E242" w:rsidR="00E12078" w:rsidRDefault="002628CC" w:rsidP="00E12078">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E12078" w:rsidRPr="00E12078">
                                <w:rPr>
                                  <w:i/>
                                  <w:iCs/>
                                  <w:color w:val="C8102E"/>
                                  <w:sz w:val="18"/>
                                  <w:szCs w:val="18"/>
                                </w:rPr>
                                <w:t xml:space="preserve">© </w:t>
                              </w:r>
                              <w:r w:rsidR="00796553" w:rsidRPr="00796553">
                                <w:rPr>
                                  <w:i/>
                                  <w:iCs/>
                                  <w:color w:val="C8102E"/>
                                  <w:sz w:val="18"/>
                                  <w:szCs w:val="18"/>
                                </w:rPr>
                                <w:t>© Francisco Zeledon/Shutterstock</w:t>
                              </w:r>
                            </w:p>
                            <w:p w14:paraId="5CACE14D" w14:textId="23B0520B" w:rsidR="002628CC" w:rsidRPr="00E12078" w:rsidRDefault="00796553" w:rsidP="00796553">
                              <w:pPr>
                                <w:pStyle w:val="RSCBasictext"/>
                                <w:ind w:left="-142"/>
                                <w:rPr>
                                  <w:i/>
                                  <w:iCs/>
                                  <w:color w:val="C8102E"/>
                                  <w:sz w:val="18"/>
                                  <w:szCs w:val="18"/>
                                </w:rPr>
                              </w:pPr>
                              <w:r w:rsidRPr="00796553">
                                <w:rPr>
                                  <w:i/>
                                  <w:iCs/>
                                  <w:color w:val="C8102E"/>
                                  <w:sz w:val="18"/>
                                  <w:szCs w:val="18"/>
                                </w:rPr>
                                <w:t>Deliciously browned, but significantly less polluting</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171.5pt;margin-top:35.8pt;width:303.6pt;height:269.8pt;z-index:251660288;mso-position-horizontal-relative:margin;mso-width-relative:margin;mso-height-relative:margin" coordorigin="-11609" coordsize="36187,284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09;width:36187;height:229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">
                  <v:imagedata r:id="rId12" o:title="" cropleft="1216f" cropright="1216f"/>
                </v:shape>
                <v:shapetype id="_x0000_t202" coordsize="21600,21600" o:spt="202" path="m,l,21600r21600,l21600,xe">
                  <v:stroke joinstyle="miter"/>
                  <v:path gradientshapeok="t" o:connecttype="rect"/>
                </v:shapetype>
                <v:shape id="Text Box 2" o:spid="_x0000_s1028" type="#_x0000_t202" alt="&quot;&quot;" style="position:absolute;left:-10498;top:23518;width:33801;height:4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7E04878" w14:textId="26D8E242" w:rsidR="00E12078" w:rsidRDefault="002628CC" w:rsidP="00E12078">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E12078" w:rsidRPr="00E12078">
                          <w:rPr>
                            <w:i/>
                            <w:iCs/>
                            <w:color w:val="C8102E"/>
                            <w:sz w:val="18"/>
                            <w:szCs w:val="18"/>
                          </w:rPr>
                          <w:t xml:space="preserve">© </w:t>
                        </w:r>
                        <w:r w:rsidR="00796553" w:rsidRPr="00796553">
                          <w:rPr>
                            <w:i/>
                            <w:iCs/>
                            <w:color w:val="C8102E"/>
                            <w:sz w:val="18"/>
                            <w:szCs w:val="18"/>
                          </w:rPr>
                          <w:t>© Francisco Zeledon/Shutterstock</w:t>
                        </w:r>
                      </w:p>
                      <w:p w14:paraId="5CACE14D" w14:textId="23B0520B" w:rsidR="002628CC" w:rsidRPr="00E12078" w:rsidRDefault="00796553" w:rsidP="00796553">
                        <w:pPr>
                          <w:pStyle w:val="RSCBasictext"/>
                          <w:ind w:left="-142"/>
                          <w:rPr>
                            <w:i/>
                            <w:iCs/>
                            <w:color w:val="C8102E"/>
                            <w:sz w:val="18"/>
                            <w:szCs w:val="18"/>
                          </w:rPr>
                        </w:pPr>
                        <w:r w:rsidRPr="00796553">
                          <w:rPr>
                            <w:i/>
                            <w:iCs/>
                            <w:color w:val="C8102E"/>
                            <w:sz w:val="18"/>
                            <w:szCs w:val="18"/>
                          </w:rPr>
                          <w:t>Deliciously browned, but significantly less polluting</w:t>
                        </w:r>
                      </w:p>
                    </w:txbxContent>
                  </v:textbox>
                </v:shape>
                <w10:wrap type="square" anchorx="margin"/>
              </v:group>
            </w:pict>
          </mc:Fallback>
        </mc:AlternateContent>
      </w:r>
      <w:r w:rsidR="00D9393F" w:rsidRPr="00D9393F">
        <w:rPr>
          <w:b w:val="0"/>
          <w:bCs w:val="0"/>
          <w:color w:val="auto"/>
        </w:rPr>
        <w:t>Air fryers produce significantly less air pollution than other cooking methods, scientists confirm.</w:t>
      </w:r>
    </w:p>
    <w:p w14:paraId="665CA6A0" w14:textId="3A677B0A" w:rsidR="00D9393F" w:rsidRPr="00D9393F" w:rsidRDefault="00D9393F" w:rsidP="00D9393F">
      <w:pPr>
        <w:pStyle w:val="RSCH3"/>
        <w:spacing w:line="240" w:lineRule="auto"/>
        <w:rPr>
          <w:b w:val="0"/>
          <w:bCs w:val="0"/>
          <w:color w:val="auto"/>
        </w:rPr>
      </w:pPr>
      <w:r w:rsidRPr="00D9393F">
        <w:rPr>
          <w:b w:val="0"/>
          <w:bCs w:val="0"/>
          <w:color w:val="auto"/>
        </w:rPr>
        <w:t>Researchers measured air pollution while cooking chicken breasts in a University of Birmingham research kitchen. They compared the pollutants produced while cooking the meat in an air fryer compared to four cooking methods on an induction hob: pan frying, deep-fat frying, stir-frying and boiling. Atmospheric chemist Christian Pfrang led the team that measured volatile organic compounds (VOCs) and particulate matter in the kitchen during cooking.</w:t>
      </w:r>
    </w:p>
    <w:p w14:paraId="57F52710" w14:textId="2EE7FD62" w:rsidR="00E12078" w:rsidRDefault="00D9393F" w:rsidP="00D9393F">
      <w:pPr>
        <w:pStyle w:val="RSCH3"/>
        <w:spacing w:line="240" w:lineRule="auto"/>
        <w:rPr>
          <w:b w:val="0"/>
          <w:bCs w:val="0"/>
          <w:color w:val="auto"/>
        </w:rPr>
      </w:pPr>
      <w:r w:rsidRPr="00D9393F">
        <w:rPr>
          <w:b w:val="0"/>
          <w:bCs w:val="0"/>
          <w:color w:val="auto"/>
        </w:rPr>
        <w:t>Over the past decade, awareness of the potential health risks associated with indoor air pollution has grown, along with the knowledge that cooking significantly contributes to indoor pollutant levels.</w:t>
      </w:r>
    </w:p>
    <w:p w14:paraId="66D6510F" w14:textId="692774E2" w:rsidR="00D9393F" w:rsidRPr="00D9393F" w:rsidRDefault="00D9393F" w:rsidP="00D9393F">
      <w:pPr>
        <w:pStyle w:val="RSCH3"/>
        <w:spacing w:line="240" w:lineRule="auto"/>
        <w:rPr>
          <w:lang w:eastAsia="en-GB"/>
        </w:rPr>
      </w:pPr>
      <w:r w:rsidRPr="00D9393F">
        <w:rPr>
          <w:lang w:eastAsia="en-GB"/>
        </w:rPr>
        <w:t>Pollutant particulars</w:t>
      </w:r>
    </w:p>
    <w:p w14:paraId="0A830639" w14:textId="5B0EABE8" w:rsidR="00D9393F" w:rsidRDefault="00D9393F" w:rsidP="00D9393F">
      <w:pPr>
        <w:pStyle w:val="RSCBasictext"/>
      </w:pPr>
      <w:r>
        <w:t>Pan frying and deep-frying proved the most polluting cooking methods, producing over 200 parts per billion (ppb) of VOCs. The scientists measured 110 ppb while stir-frying, 30 ppb while boiling and just 20 ppb when using the air fryer. Air frying produced less than one-tenth the VOCs of pan frying and deep-fat frying. In terms of peak concentrations of particulate matter, the differences were even larger, with the air fryer producing less than 100 times as much particulate matter compared to pan frying.</w:t>
      </w:r>
    </w:p>
    <w:p w14:paraId="5F927313" w14:textId="77777777" w:rsidR="00D9393F" w:rsidRDefault="00D9393F" w:rsidP="00D9393F">
      <w:pPr>
        <w:pStyle w:val="RSCBasictext"/>
      </w:pPr>
      <w:r>
        <w:t>Researchers attribute the pollution from the oil-based cooking to the Maillard reaction between amino acids and reducing sugars that give browned food its distinctive flavour.</w:t>
      </w:r>
    </w:p>
    <w:p w14:paraId="10558CDA" w14:textId="77777777" w:rsidR="00D9393F" w:rsidRDefault="00D9393F" w:rsidP="00D9393F">
      <w:pPr>
        <w:pStyle w:val="RSCBasictext"/>
      </w:pPr>
    </w:p>
    <w:p w14:paraId="26B7E32D" w14:textId="5CE5D732" w:rsidR="00D9393F" w:rsidRDefault="00D9393F" w:rsidP="00D9393F">
      <w:pPr>
        <w:pStyle w:val="RSCBasictext"/>
      </w:pPr>
      <w:r>
        <w:lastRenderedPageBreak/>
        <w:t>Although the experiments involved just 10 minutes of cooking, pollutants levels remained substantially elevated in the research kitchen for over an hour afterwards. Oil quantity and hob temperature also influenced pollution levels, the team found.</w:t>
      </w:r>
    </w:p>
    <w:p w14:paraId="7FAEDF29" w14:textId="77777777" w:rsidR="00D9393F" w:rsidRDefault="00D9393F" w:rsidP="00D9393F">
      <w:pPr>
        <w:pStyle w:val="RSCBasictext"/>
      </w:pPr>
      <w:r>
        <w:t>‘Improving the ventilation in kitchens, by opening windows or using extractor fans, will help to disperse polluting particles and reduce personal exposure,’ says Christian.</w:t>
      </w:r>
    </w:p>
    <w:p w14:paraId="3E4A567B" w14:textId="13C11771" w:rsidR="005A7F55" w:rsidRPr="005C39AE" w:rsidRDefault="00C75F75" w:rsidP="00D9393F">
      <w:pPr>
        <w:pStyle w:val="RSCBasictext"/>
      </w:pPr>
      <w:r>
        <w:t xml:space="preserve">This is </w:t>
      </w:r>
      <w:r w:rsidR="00A96088">
        <w:t>adapted</w:t>
      </w:r>
      <w:r>
        <w:t xml:space="preserve"> from the article</w:t>
      </w:r>
      <w:r w:rsidRPr="00157D0B">
        <w:t xml:space="preserve"> </w:t>
      </w:r>
      <w:r w:rsidR="00D9393F" w:rsidRPr="00D9393F">
        <w:t>Air-frying prevails in tests on indoor pollutant production</w:t>
      </w:r>
      <w:r w:rsidR="00D9393F">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D9393F" w:rsidRPr="00D9393F">
          <w:rPr>
            <w:rStyle w:val="Hyperlink"/>
            <w:color w:val="C00000"/>
            <w:lang w:eastAsia="en-GB"/>
          </w:rPr>
          <w:t>bit.ly/4asZUKc</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4C8BD780"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796553" w:rsidRPr="00796553">
        <w:rPr>
          <w:rStyle w:val="Hyperlink"/>
          <w:color w:val="C00000"/>
        </w:rPr>
        <w:t>rsc.li/3PG4sDk</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547"/>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24C2"/>
    <w:rsid w:val="001831DC"/>
    <w:rsid w:val="00184A36"/>
    <w:rsid w:val="00184B61"/>
    <w:rsid w:val="00185427"/>
    <w:rsid w:val="001906BA"/>
    <w:rsid w:val="001968DC"/>
    <w:rsid w:val="00196EFF"/>
    <w:rsid w:val="001A251E"/>
    <w:rsid w:val="001A27D9"/>
    <w:rsid w:val="001A2F7C"/>
    <w:rsid w:val="001A40BB"/>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1701F"/>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77090"/>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36C4"/>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1031"/>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1DC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2D"/>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114C"/>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96553"/>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2DAC"/>
    <w:rsid w:val="007E35D3"/>
    <w:rsid w:val="007E3D38"/>
    <w:rsid w:val="007F2FB2"/>
    <w:rsid w:val="007F31FA"/>
    <w:rsid w:val="007F374B"/>
    <w:rsid w:val="007F4099"/>
    <w:rsid w:val="007F49A1"/>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2057"/>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D690D"/>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26AA"/>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87D79"/>
    <w:rsid w:val="00991233"/>
    <w:rsid w:val="00991AFD"/>
    <w:rsid w:val="00992106"/>
    <w:rsid w:val="009A0229"/>
    <w:rsid w:val="009A342C"/>
    <w:rsid w:val="009A5CFE"/>
    <w:rsid w:val="009B1035"/>
    <w:rsid w:val="009B33F8"/>
    <w:rsid w:val="009B5B21"/>
    <w:rsid w:val="009C1359"/>
    <w:rsid w:val="009C527B"/>
    <w:rsid w:val="009C5C4B"/>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486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87C08"/>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5F31"/>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6700"/>
    <w:rsid w:val="00BA72E3"/>
    <w:rsid w:val="00BB2A22"/>
    <w:rsid w:val="00BB32CC"/>
    <w:rsid w:val="00BB5AE5"/>
    <w:rsid w:val="00BC1746"/>
    <w:rsid w:val="00BC2CDB"/>
    <w:rsid w:val="00BC3844"/>
    <w:rsid w:val="00BC65F6"/>
    <w:rsid w:val="00BD000A"/>
    <w:rsid w:val="00BD004E"/>
    <w:rsid w:val="00BD1046"/>
    <w:rsid w:val="00BD18F5"/>
    <w:rsid w:val="00BD2A7F"/>
    <w:rsid w:val="00BD2C74"/>
    <w:rsid w:val="00BD6B2B"/>
    <w:rsid w:val="00BD6D4A"/>
    <w:rsid w:val="00BE3E07"/>
    <w:rsid w:val="00BE5225"/>
    <w:rsid w:val="00BE7E74"/>
    <w:rsid w:val="00BF02A9"/>
    <w:rsid w:val="00BF0AA8"/>
    <w:rsid w:val="00BF1086"/>
    <w:rsid w:val="00C034AA"/>
    <w:rsid w:val="00C056D6"/>
    <w:rsid w:val="00C0624B"/>
    <w:rsid w:val="00C064CF"/>
    <w:rsid w:val="00C1028B"/>
    <w:rsid w:val="00C1049A"/>
    <w:rsid w:val="00C10585"/>
    <w:rsid w:val="00C111A7"/>
    <w:rsid w:val="00C11B8B"/>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525"/>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1AB"/>
    <w:rsid w:val="00CB1BE1"/>
    <w:rsid w:val="00CB6529"/>
    <w:rsid w:val="00CB6E4B"/>
    <w:rsid w:val="00CB7EC8"/>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186D"/>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070C"/>
    <w:rsid w:val="00D7317E"/>
    <w:rsid w:val="00D74C64"/>
    <w:rsid w:val="00D75DE7"/>
    <w:rsid w:val="00D76C95"/>
    <w:rsid w:val="00D77703"/>
    <w:rsid w:val="00D77E9B"/>
    <w:rsid w:val="00D80221"/>
    <w:rsid w:val="00D80857"/>
    <w:rsid w:val="00D8129D"/>
    <w:rsid w:val="00D847E4"/>
    <w:rsid w:val="00D86232"/>
    <w:rsid w:val="00D86E2E"/>
    <w:rsid w:val="00D86E39"/>
    <w:rsid w:val="00D9393F"/>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1DE1"/>
    <w:rsid w:val="00DD24E8"/>
    <w:rsid w:val="00DD3A79"/>
    <w:rsid w:val="00DD3AB3"/>
    <w:rsid w:val="00DD4B32"/>
    <w:rsid w:val="00DD638A"/>
    <w:rsid w:val="00DE08BF"/>
    <w:rsid w:val="00DE5205"/>
    <w:rsid w:val="00DE5AD3"/>
    <w:rsid w:val="00DE5F63"/>
    <w:rsid w:val="00DF1B6E"/>
    <w:rsid w:val="00DF4D09"/>
    <w:rsid w:val="00DF5545"/>
    <w:rsid w:val="00DF5D59"/>
    <w:rsid w:val="00DF6312"/>
    <w:rsid w:val="00DF66CF"/>
    <w:rsid w:val="00E02057"/>
    <w:rsid w:val="00E036F4"/>
    <w:rsid w:val="00E04231"/>
    <w:rsid w:val="00E100EC"/>
    <w:rsid w:val="00E104EA"/>
    <w:rsid w:val="00E11145"/>
    <w:rsid w:val="00E12078"/>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1EAE"/>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C7F"/>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D5E8C"/>
    <w:rsid w:val="00FE01FA"/>
    <w:rsid w:val="00FE2459"/>
    <w:rsid w:val="00FE27C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141318605">
      <w:bodyDiv w:val="1"/>
      <w:marLeft w:val="0"/>
      <w:marRight w:val="0"/>
      <w:marTop w:val="0"/>
      <w:marBottom w:val="0"/>
      <w:divBdr>
        <w:top w:val="none" w:sz="0" w:space="0" w:color="auto"/>
        <w:left w:val="none" w:sz="0" w:space="0" w:color="auto"/>
        <w:bottom w:val="none" w:sz="0" w:space="0" w:color="auto"/>
        <w:right w:val="none" w:sz="0" w:space="0" w:color="auto"/>
      </w:divBdr>
    </w:div>
    <w:div w:id="184828944">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37218282">
      <w:bodyDiv w:val="1"/>
      <w:marLeft w:val="0"/>
      <w:marRight w:val="0"/>
      <w:marTop w:val="0"/>
      <w:marBottom w:val="0"/>
      <w:divBdr>
        <w:top w:val="none" w:sz="0" w:space="0" w:color="auto"/>
        <w:left w:val="none" w:sz="0" w:space="0" w:color="auto"/>
        <w:bottom w:val="none" w:sz="0" w:space="0" w:color="auto"/>
        <w:right w:val="none" w:sz="0" w:space="0" w:color="auto"/>
      </w:divBdr>
      <w:divsChild>
        <w:div w:id="887912791">
          <w:marLeft w:val="0"/>
          <w:marRight w:val="417"/>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55169587">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48044255">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045523696">
      <w:bodyDiv w:val="1"/>
      <w:marLeft w:val="0"/>
      <w:marRight w:val="0"/>
      <w:marTop w:val="0"/>
      <w:marBottom w:val="0"/>
      <w:divBdr>
        <w:top w:val="none" w:sz="0" w:space="0" w:color="auto"/>
        <w:left w:val="none" w:sz="0" w:space="0" w:color="auto"/>
        <w:bottom w:val="none" w:sz="0" w:space="0" w:color="auto"/>
        <w:right w:val="none" w:sz="0" w:space="0" w:color="auto"/>
      </w:divBdr>
    </w:div>
    <w:div w:id="1074938226">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405952200">
      <w:bodyDiv w:val="1"/>
      <w:marLeft w:val="0"/>
      <w:marRight w:val="0"/>
      <w:marTop w:val="0"/>
      <w:marBottom w:val="0"/>
      <w:divBdr>
        <w:top w:val="none" w:sz="0" w:space="0" w:color="auto"/>
        <w:left w:val="none" w:sz="0" w:space="0" w:color="auto"/>
        <w:bottom w:val="none" w:sz="0" w:space="0" w:color="auto"/>
        <w:right w:val="none" w:sz="0" w:space="0" w:color="auto"/>
      </w:divBdr>
    </w:div>
    <w:div w:id="1467972130">
      <w:bodyDiv w:val="1"/>
      <w:marLeft w:val="0"/>
      <w:marRight w:val="0"/>
      <w:marTop w:val="0"/>
      <w:marBottom w:val="0"/>
      <w:divBdr>
        <w:top w:val="none" w:sz="0" w:space="0" w:color="auto"/>
        <w:left w:val="none" w:sz="0" w:space="0" w:color="auto"/>
        <w:bottom w:val="none" w:sz="0" w:space="0" w:color="auto"/>
        <w:right w:val="none" w:sz="0" w:space="0" w:color="auto"/>
      </w:divBdr>
    </w:div>
    <w:div w:id="1555392127">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70540663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73490011">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 w:id="2034257591">
      <w:bodyDiv w:val="1"/>
      <w:marLeft w:val="0"/>
      <w:marRight w:val="0"/>
      <w:marTop w:val="0"/>
      <w:marBottom w:val="0"/>
      <w:divBdr>
        <w:top w:val="none" w:sz="0" w:space="0" w:color="auto"/>
        <w:left w:val="none" w:sz="0" w:space="0" w:color="auto"/>
        <w:bottom w:val="none" w:sz="0" w:space="0" w:color="auto"/>
        <w:right w:val="none" w:sz="0" w:space="0" w:color="auto"/>
      </w:divBdr>
      <w:divsChild>
        <w:div w:id="495461308">
          <w:marLeft w:val="0"/>
          <w:marRight w:val="417"/>
          <w:marTop w:val="0"/>
          <w:marBottom w:val="0"/>
          <w:divBdr>
            <w:top w:val="none" w:sz="0" w:space="0" w:color="auto"/>
            <w:left w:val="none" w:sz="0" w:space="0" w:color="auto"/>
            <w:bottom w:val="none" w:sz="0" w:space="0" w:color="auto"/>
            <w:right w:val="none" w:sz="0" w:space="0" w:color="auto"/>
          </w:divBdr>
        </w:div>
      </w:divsChild>
    </w:div>
    <w:div w:id="21093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asZUK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PG4sDk"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purl.org/dc/terms/"/>
    <ds:schemaRef ds:uri="http://purl.org/dc/elements/1.1/"/>
    <ds:schemaRef ds:uri="http://www.w3.org/XML/1998/namespace"/>
    <ds:schemaRef ds:uri="a9c5b8cb-8b3b-4b00-8e13-e0891dd65cf1"/>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c4a1134a-ec95-48d0-8411-392686591e19"/>
    <ds:schemaRef ds:uri="http://schemas.microsoft.com/office/2006/metadata/properties"/>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285</TotalTime>
  <Pages>2</Pages>
  <Words>333</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Scientists find hazardous pigments in tattoo ink student sheet</vt:lpstr>
    </vt:vector>
  </TitlesOfParts>
  <Manager/>
  <Company>Royal Society of Chemistry</Company>
  <LinksUpToDate>false</LinksUpToDate>
  <CharactersWithSpaces>2297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fryers significantly reduce cooking pollution</dc:title>
  <dc:subject/>
  <dc:creator>Royal Society of Chemistry</dc:creator>
  <cp:keywords>science; research; teaching; news; teaching; context; secondary; chemistry; pollution; volatile organic compounds; air frying; cooking</cp:keywords>
  <dc:description>From Education in Chemistry https://rsc.li/3PG4sDk Air fryers significantly reduce cooking pollution</dc:description>
  <cp:lastModifiedBy>Katherine Hartop</cp:lastModifiedBy>
  <cp:revision>25</cp:revision>
  <cp:lastPrinted>2024-05-30T16:49:00Z</cp:lastPrinted>
  <dcterms:created xsi:type="dcterms:W3CDTF">2024-07-04T08:38:00Z</dcterms:created>
  <dcterms:modified xsi:type="dcterms:W3CDTF">2025-01-23T16:52:00Z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