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9CC58" w14:textId="56E6ACD9" w:rsidR="00C97BCB" w:rsidRDefault="00C97BCB" w:rsidP="000B0FE6">
      <w:pPr>
        <w:pStyle w:val="RSCBasictext"/>
        <w:rPr>
          <w:b/>
          <w:bCs/>
          <w:color w:val="C8102E"/>
          <w:sz w:val="36"/>
          <w:szCs w:val="36"/>
        </w:rPr>
      </w:pPr>
      <w:r w:rsidRPr="00C97BCB">
        <w:rPr>
          <w:b/>
          <w:bCs/>
          <w:color w:val="C8102E"/>
          <w:sz w:val="36"/>
          <w:szCs w:val="36"/>
        </w:rPr>
        <w:t>Nanomaterials and the nanoscale</w:t>
      </w:r>
      <w:r w:rsidR="00292CE3">
        <w:rPr>
          <w:b/>
          <w:bCs/>
          <w:color w:val="C8102E"/>
          <w:sz w:val="36"/>
          <w:szCs w:val="36"/>
        </w:rPr>
        <w:t>:</w:t>
      </w:r>
      <w:r w:rsidRPr="00C97BCB">
        <w:rPr>
          <w:b/>
          <w:bCs/>
          <w:color w:val="C8102E"/>
          <w:sz w:val="36"/>
          <w:szCs w:val="36"/>
        </w:rPr>
        <w:t xml:space="preserve"> structure strip</w:t>
      </w:r>
    </w:p>
    <w:p w14:paraId="77C090C1" w14:textId="0B51F9DA" w:rsidR="00AB639C" w:rsidRDefault="00AB639C" w:rsidP="000B0FE6">
      <w:pPr>
        <w:pStyle w:val="RSCBasictext"/>
        <w:rPr>
          <w:lang w:eastAsia="en-GB"/>
        </w:rPr>
      </w:pPr>
      <w:r>
        <w:rPr>
          <w:lang w:eastAsia="en-GB"/>
        </w:rPr>
        <w:t xml:space="preserve">This resource </w:t>
      </w:r>
      <w:r w:rsidR="004D46C0">
        <w:rPr>
          <w:lang w:eastAsia="en-GB"/>
        </w:rPr>
        <w:t>accompanies</w:t>
      </w:r>
      <w:r>
        <w:rPr>
          <w:lang w:eastAsia="en-GB"/>
        </w:rPr>
        <w:t xml:space="preserve"> the article </w:t>
      </w:r>
      <w:proofErr w:type="gramStart"/>
      <w:r w:rsidR="004E5D92">
        <w:rPr>
          <w:b/>
          <w:bCs/>
          <w:lang w:eastAsia="en-GB"/>
        </w:rPr>
        <w:t>Small</w:t>
      </w:r>
      <w:proofErr w:type="gramEnd"/>
      <w:r w:rsidR="004E5D92">
        <w:rPr>
          <w:b/>
          <w:bCs/>
          <w:lang w:eastAsia="en-GB"/>
        </w:rPr>
        <w:t xml:space="preserve"> wonders</w:t>
      </w:r>
      <w:r>
        <w:rPr>
          <w:lang w:eastAsia="en-GB"/>
        </w:rPr>
        <w:t xml:space="preserve"> in </w:t>
      </w:r>
      <w:r w:rsidRPr="00FF382F">
        <w:rPr>
          <w:i/>
          <w:iCs/>
          <w:lang w:eastAsia="en-GB"/>
        </w:rPr>
        <w:t>Education in Chemistry</w:t>
      </w:r>
      <w:r>
        <w:rPr>
          <w:lang w:eastAsia="en-GB"/>
        </w:rPr>
        <w:t xml:space="preserve"> which </w:t>
      </w:r>
      <w:r w:rsidR="00482549">
        <w:rPr>
          <w:lang w:eastAsia="en-GB"/>
        </w:rPr>
        <w:t>provides context for the many and varied use</w:t>
      </w:r>
      <w:r w:rsidR="00EE57F1">
        <w:rPr>
          <w:lang w:eastAsia="en-GB"/>
        </w:rPr>
        <w:t>s</w:t>
      </w:r>
      <w:r w:rsidR="00482549">
        <w:rPr>
          <w:lang w:eastAsia="en-GB"/>
        </w:rPr>
        <w:t xml:space="preserve"> of nanomaterials and </w:t>
      </w:r>
      <w:r>
        <w:rPr>
          <w:lang w:eastAsia="en-GB"/>
        </w:rPr>
        <w:t xml:space="preserve">can be </w:t>
      </w:r>
      <w:r w:rsidR="00482549">
        <w:rPr>
          <w:lang w:eastAsia="en-GB"/>
        </w:rPr>
        <w:t>read</w:t>
      </w:r>
      <w:r>
        <w:rPr>
          <w:lang w:eastAsia="en-GB"/>
        </w:rPr>
        <w:t xml:space="preserve"> at: </w:t>
      </w:r>
      <w:hyperlink r:id="rId8" w:history="1">
        <w:r w:rsidR="00482549" w:rsidRPr="00A60E1C">
          <w:rPr>
            <w:rStyle w:val="Hyperlink"/>
          </w:rPr>
          <w:t>rsc.li/46OCU5l</w:t>
        </w:r>
      </w:hyperlink>
      <w:r w:rsidR="00482549">
        <w:t xml:space="preserve">  </w:t>
      </w:r>
    </w:p>
    <w:p w14:paraId="65138B1A" w14:textId="77777777" w:rsidR="00AB639C" w:rsidRDefault="00AB639C" w:rsidP="00AB639C">
      <w:pPr>
        <w:pStyle w:val="RSCH2"/>
        <w:rPr>
          <w:lang w:eastAsia="en-GB"/>
        </w:rPr>
      </w:pPr>
      <w:r>
        <w:rPr>
          <w:lang w:eastAsia="en-GB"/>
        </w:rPr>
        <w:t>Learning objectives</w:t>
      </w:r>
    </w:p>
    <w:p w14:paraId="60E94538" w14:textId="77777777" w:rsidR="007009D6" w:rsidRPr="0049734A" w:rsidRDefault="007009D6" w:rsidP="007009D6">
      <w:pPr>
        <w:pStyle w:val="RSCLearningobjectives"/>
        <w:ind w:left="360" w:hanging="360"/>
      </w:pPr>
      <w:r>
        <w:t>Explore the topic of nanomaterials and the nanoscale.</w:t>
      </w:r>
    </w:p>
    <w:p w14:paraId="701154CD" w14:textId="7EF7EBA5" w:rsidR="007009D6" w:rsidRDefault="007009D6" w:rsidP="007009D6">
      <w:pPr>
        <w:pStyle w:val="RSCLearningobjectives"/>
        <w:ind w:left="360" w:hanging="360"/>
      </w:pPr>
      <w:r>
        <w:t>Understand how to calculate orders of magnitude and surface area</w:t>
      </w:r>
      <w:r w:rsidR="00212D44">
        <w:t xml:space="preserve"> to</w:t>
      </w:r>
      <w:r>
        <w:t xml:space="preserve"> volume ratio.</w:t>
      </w:r>
    </w:p>
    <w:p w14:paraId="57B64770" w14:textId="00638CED" w:rsidR="007676C3" w:rsidRDefault="007009D6" w:rsidP="004E5D92">
      <w:pPr>
        <w:pStyle w:val="RSCLearningobjectives"/>
        <w:ind w:left="360" w:hanging="360"/>
        <w:rPr>
          <w:lang w:eastAsia="en-GB"/>
        </w:rPr>
      </w:pPr>
      <w:r>
        <w:t>Practise drafting extended responses.</w:t>
      </w:r>
    </w:p>
    <w:p w14:paraId="04249F02" w14:textId="40878EFE" w:rsidR="00AB639C" w:rsidRDefault="007009D6" w:rsidP="00AB639C">
      <w:pPr>
        <w:pStyle w:val="RSCBasictext"/>
        <w:rPr>
          <w:lang w:eastAsia="en-GB"/>
        </w:rPr>
      </w:pPr>
      <w:r>
        <w:rPr>
          <w:lang w:eastAsia="en-GB"/>
        </w:rPr>
        <w:t xml:space="preserve">When </w:t>
      </w:r>
      <w:r w:rsidR="00212D44">
        <w:rPr>
          <w:lang w:eastAsia="en-GB"/>
        </w:rPr>
        <w:t xml:space="preserve">your </w:t>
      </w:r>
      <w:r w:rsidR="004E5D92">
        <w:rPr>
          <w:lang w:eastAsia="en-GB"/>
        </w:rPr>
        <w:t xml:space="preserve">learners </w:t>
      </w:r>
      <w:r>
        <w:rPr>
          <w:lang w:eastAsia="en-GB"/>
        </w:rPr>
        <w:t xml:space="preserve">have finished using the structure </w:t>
      </w:r>
      <w:proofErr w:type="gramStart"/>
      <w:r>
        <w:rPr>
          <w:lang w:eastAsia="en-GB"/>
        </w:rPr>
        <w:t>strip</w:t>
      </w:r>
      <w:proofErr w:type="gramEnd"/>
      <w:r>
        <w:rPr>
          <w:lang w:eastAsia="en-GB"/>
        </w:rPr>
        <w:t xml:space="preserve"> they should have an A4 page set of notes and examples. </w:t>
      </w:r>
    </w:p>
    <w:p w14:paraId="4D337B1F" w14:textId="73F7F364" w:rsidR="00640BDB" w:rsidRDefault="00640BDB" w:rsidP="00E94B12">
      <w:pPr>
        <w:pStyle w:val="RSCH2"/>
        <w:rPr>
          <w:lang w:eastAsia="en-GB"/>
        </w:rPr>
      </w:pPr>
      <w:r>
        <w:rPr>
          <w:lang w:eastAsia="en-GB"/>
        </w:rPr>
        <w:t>Introduction</w:t>
      </w:r>
      <w:bookmarkStart w:id="0" w:name="_Hlk140661988"/>
    </w:p>
    <w:bookmarkEnd w:id="0"/>
    <w:p w14:paraId="458EFC61" w14:textId="4660FEE8" w:rsidR="008F6D5F" w:rsidRDefault="008F6D5F" w:rsidP="008F6D5F">
      <w:pPr>
        <w:pStyle w:val="RSCBasictext"/>
        <w:rPr>
          <w:lang w:eastAsia="en-GB"/>
        </w:rPr>
      </w:pPr>
      <w:r>
        <w:rPr>
          <w:lang w:eastAsia="en-GB"/>
        </w:rPr>
        <w:t xml:space="preserve">Nanomaterials are becoming more and more important in everyday life </w:t>
      </w:r>
      <w:r w:rsidR="00985AAD">
        <w:rPr>
          <w:lang w:eastAsia="en-GB"/>
        </w:rPr>
        <w:t>and</w:t>
      </w:r>
      <w:r>
        <w:rPr>
          <w:lang w:eastAsia="en-GB"/>
        </w:rPr>
        <w:t xml:space="preserve"> in scientific research. In this activity</w:t>
      </w:r>
      <w:r w:rsidR="00985AAD">
        <w:rPr>
          <w:lang w:eastAsia="en-GB"/>
        </w:rPr>
        <w:t>, your</w:t>
      </w:r>
      <w:r>
        <w:rPr>
          <w:lang w:eastAsia="en-GB"/>
        </w:rPr>
        <w:t xml:space="preserve"> </w:t>
      </w:r>
      <w:r w:rsidR="00B66EB6">
        <w:rPr>
          <w:lang w:eastAsia="en-GB"/>
        </w:rPr>
        <w:t>learner</w:t>
      </w:r>
      <w:r>
        <w:rPr>
          <w:lang w:eastAsia="en-GB"/>
        </w:rPr>
        <w:t xml:space="preserve">s will develop </w:t>
      </w:r>
      <w:r w:rsidR="00985AAD">
        <w:rPr>
          <w:lang w:eastAsia="en-GB"/>
        </w:rPr>
        <w:t xml:space="preserve">their </w:t>
      </w:r>
      <w:r>
        <w:rPr>
          <w:lang w:eastAsia="en-GB"/>
        </w:rPr>
        <w:t xml:space="preserve">skills in reading and writing about nanomaterials and the nanoscale. </w:t>
      </w:r>
    </w:p>
    <w:p w14:paraId="23E6DE2C" w14:textId="77777777" w:rsidR="007C7296" w:rsidRDefault="007C7296" w:rsidP="00AB639C">
      <w:pPr>
        <w:pStyle w:val="RSCH2"/>
        <w:rPr>
          <w:lang w:eastAsia="en-GB"/>
        </w:rPr>
      </w:pPr>
      <w:r>
        <w:rPr>
          <w:lang w:eastAsia="en-GB"/>
        </w:rPr>
        <w:t>How to use structure strips</w:t>
      </w:r>
    </w:p>
    <w:p w14:paraId="16442150" w14:textId="6B552353" w:rsidR="007C7296" w:rsidRDefault="007009D6" w:rsidP="007C7296">
      <w:pPr>
        <w:pStyle w:val="RSCBasictext"/>
      </w:pPr>
      <w:r>
        <w:t xml:space="preserve">Structure strips are a type of scaffolding </w:t>
      </w:r>
      <w:r w:rsidR="00F7097A">
        <w:t>that</w:t>
      </w:r>
      <w:r>
        <w:t xml:space="preserve"> suppor</w:t>
      </w:r>
      <w:r w:rsidR="00F7097A">
        <w:t>t</w:t>
      </w:r>
      <w:r>
        <w:t xml:space="preserve"> </w:t>
      </w:r>
      <w:r w:rsidR="00B66EB6">
        <w:t>learner</w:t>
      </w:r>
      <w:r>
        <w:t xml:space="preserve">s to </w:t>
      </w:r>
      <w:r w:rsidR="00B66EB6">
        <w:t>write</w:t>
      </w:r>
      <w:r>
        <w:t xml:space="preserve"> independently. </w:t>
      </w:r>
      <w:r w:rsidR="00E241E9">
        <w:t xml:space="preserve">You </w:t>
      </w:r>
      <w:r>
        <w:t xml:space="preserve">can </w:t>
      </w:r>
      <w:r w:rsidR="00E241E9">
        <w:t>use them</w:t>
      </w:r>
      <w:r w:rsidR="00715DC8">
        <w:t xml:space="preserve"> in lots of ways</w:t>
      </w:r>
      <w:r w:rsidR="00EE57F1">
        <w:t xml:space="preserve">: </w:t>
      </w:r>
      <w:r w:rsidR="00715DC8">
        <w:t xml:space="preserve">to take an overview at the start of the topic, to activate prior knowledge or to summarise a set of objectives. </w:t>
      </w:r>
    </w:p>
    <w:p w14:paraId="43363988" w14:textId="1D718B41" w:rsidR="00715DC8" w:rsidRDefault="00081AF2" w:rsidP="007C7296">
      <w:pPr>
        <w:pStyle w:val="RSCBasictext"/>
        <w:rPr>
          <w:lang w:eastAsia="en-GB"/>
        </w:rPr>
      </w:pPr>
      <w:r>
        <w:t xml:space="preserve">Your </w:t>
      </w:r>
      <w:r w:rsidR="00B66EB6">
        <w:t>learner</w:t>
      </w:r>
      <w:r w:rsidR="004752B4">
        <w:t xml:space="preserve">s should glue their structure strip </w:t>
      </w:r>
      <w:r w:rsidR="00715DC8">
        <w:t>into the margin of an exercise book</w:t>
      </w:r>
      <w:r w:rsidR="004752B4">
        <w:t xml:space="preserve"> or a piece of paper</w:t>
      </w:r>
      <w:r w:rsidR="00715DC8">
        <w:t xml:space="preserve">. </w:t>
      </w:r>
      <w:r w:rsidR="004752B4">
        <w:t xml:space="preserve">The strips </w:t>
      </w:r>
      <w:r w:rsidR="00715DC8">
        <w:t xml:space="preserve">have sections containing prompts which are sized to </w:t>
      </w:r>
      <w:r w:rsidR="00121B47">
        <w:t xml:space="preserve">show </w:t>
      </w:r>
      <w:r w:rsidR="00715DC8">
        <w:t xml:space="preserve">the amount </w:t>
      </w:r>
      <w:r w:rsidR="00B66EB6">
        <w:t>learner</w:t>
      </w:r>
      <w:r w:rsidR="00715DC8">
        <w:t xml:space="preserve">s </w:t>
      </w:r>
      <w:r w:rsidR="00121B47">
        <w:t xml:space="preserve">must </w:t>
      </w:r>
      <w:r w:rsidR="00715DC8">
        <w:t xml:space="preserve">write. </w:t>
      </w:r>
      <w:r w:rsidR="00B66EB6">
        <w:t>Learner</w:t>
      </w:r>
      <w:r w:rsidR="00715DC8">
        <w:t xml:space="preserve">s write their answers next to the sections, in full sentences. </w:t>
      </w:r>
    </w:p>
    <w:p w14:paraId="4905806C" w14:textId="2B1A1D68" w:rsidR="00362CC1" w:rsidRDefault="00640BDB" w:rsidP="00AB639C">
      <w:pPr>
        <w:pStyle w:val="RSCH2"/>
        <w:rPr>
          <w:lang w:eastAsia="en-GB"/>
        </w:rPr>
      </w:pPr>
      <w:r>
        <w:rPr>
          <w:lang w:eastAsia="en-GB"/>
        </w:rPr>
        <w:t>Question</w:t>
      </w:r>
    </w:p>
    <w:p w14:paraId="5F27EDEE" w14:textId="63EAE587" w:rsidR="00715DC8" w:rsidRDefault="001A7EF4" w:rsidP="00715DC8">
      <w:pPr>
        <w:pStyle w:val="RSC2-columntabs"/>
        <w:rPr>
          <w:lang w:eastAsia="en-GB"/>
        </w:rPr>
      </w:pPr>
      <w:r>
        <w:rPr>
          <w:lang w:eastAsia="en-GB"/>
        </w:rPr>
        <w:t>Get</w:t>
      </w:r>
      <w:r w:rsidR="009219BA">
        <w:rPr>
          <w:lang w:eastAsia="en-GB"/>
        </w:rPr>
        <w:t xml:space="preserve"> your </w:t>
      </w:r>
      <w:r w:rsidR="00B66EB6">
        <w:rPr>
          <w:lang w:eastAsia="en-GB"/>
        </w:rPr>
        <w:t>learner</w:t>
      </w:r>
      <w:r w:rsidR="009219BA">
        <w:rPr>
          <w:lang w:eastAsia="en-GB"/>
        </w:rPr>
        <w:t>s to</w:t>
      </w:r>
      <w:r w:rsidR="00715DC8">
        <w:rPr>
          <w:lang w:eastAsia="en-GB"/>
        </w:rPr>
        <w:t xml:space="preserve"> answer</w:t>
      </w:r>
      <w:r w:rsidR="009219BA">
        <w:rPr>
          <w:lang w:eastAsia="en-GB"/>
        </w:rPr>
        <w:t xml:space="preserve"> the question</w:t>
      </w:r>
      <w:r w:rsidR="00715DC8">
        <w:rPr>
          <w:lang w:eastAsia="en-GB"/>
        </w:rPr>
        <w:t xml:space="preserve"> after </w:t>
      </w:r>
      <w:r w:rsidR="009219BA">
        <w:rPr>
          <w:lang w:eastAsia="en-GB"/>
        </w:rPr>
        <w:t xml:space="preserve">they have </w:t>
      </w:r>
      <w:r w:rsidR="00A24FE5">
        <w:rPr>
          <w:lang w:eastAsia="en-GB"/>
        </w:rPr>
        <w:t>completed</w:t>
      </w:r>
      <w:r w:rsidR="009219BA">
        <w:rPr>
          <w:lang w:eastAsia="en-GB"/>
        </w:rPr>
        <w:t xml:space="preserve"> </w:t>
      </w:r>
      <w:r w:rsidR="00715DC8">
        <w:rPr>
          <w:lang w:eastAsia="en-GB"/>
        </w:rPr>
        <w:t xml:space="preserve">the structure strip. The structure strip activates the required knowledge which </w:t>
      </w:r>
      <w:r w:rsidR="00B66EB6">
        <w:rPr>
          <w:lang w:eastAsia="en-GB"/>
        </w:rPr>
        <w:t>learner</w:t>
      </w:r>
      <w:r w:rsidR="00715DC8">
        <w:rPr>
          <w:lang w:eastAsia="en-GB"/>
        </w:rPr>
        <w:t xml:space="preserve">s can then apply to </w:t>
      </w:r>
      <w:r w:rsidR="00BF38B6">
        <w:rPr>
          <w:lang w:eastAsia="en-GB"/>
        </w:rPr>
        <w:t xml:space="preserve">the following </w:t>
      </w:r>
      <w:r w:rsidR="00715DC8">
        <w:rPr>
          <w:lang w:eastAsia="en-GB"/>
        </w:rPr>
        <w:t>question.</w:t>
      </w:r>
    </w:p>
    <w:p w14:paraId="19DFA1A6" w14:textId="39FD2628" w:rsidR="00F553E7" w:rsidRDefault="00EE57F1" w:rsidP="00715DC8">
      <w:pPr>
        <w:pStyle w:val="RSC2-columntabs"/>
        <w:rPr>
          <w:lang w:eastAsia="en-GB"/>
        </w:rPr>
      </w:pPr>
      <w:r>
        <w:rPr>
          <w:lang w:eastAsia="en-GB"/>
        </w:rPr>
        <w:t>’</w:t>
      </w:r>
      <w:r w:rsidR="00715DC8" w:rsidRPr="00E63777">
        <w:rPr>
          <w:lang w:eastAsia="en-GB"/>
        </w:rPr>
        <w:t xml:space="preserve">Gold nanoparticles </w:t>
      </w:r>
      <w:r w:rsidR="00715DC8">
        <w:rPr>
          <w:lang w:eastAsia="en-GB"/>
        </w:rPr>
        <w:t xml:space="preserve">can be used as catalysts. They </w:t>
      </w:r>
      <w:r w:rsidR="00715DC8" w:rsidRPr="00E63777">
        <w:rPr>
          <w:lang w:eastAsia="en-GB"/>
        </w:rPr>
        <w:t>cost £120 for a 25 cm</w:t>
      </w:r>
      <w:r w:rsidR="00715DC8" w:rsidRPr="00E63777">
        <w:rPr>
          <w:vertAlign w:val="superscript"/>
          <w:lang w:eastAsia="en-GB"/>
        </w:rPr>
        <w:t>3</w:t>
      </w:r>
      <w:r w:rsidR="00715DC8" w:rsidRPr="00E63777">
        <w:rPr>
          <w:lang w:eastAsia="en-GB"/>
        </w:rPr>
        <w:t xml:space="preserve"> bottle as a suspension.</w:t>
      </w:r>
      <w:r w:rsidR="00715DC8">
        <w:rPr>
          <w:lang w:eastAsia="en-GB"/>
        </w:rPr>
        <w:t xml:space="preserve"> </w:t>
      </w:r>
      <w:r w:rsidR="00715DC8" w:rsidRPr="00E63777">
        <w:rPr>
          <w:lang w:eastAsia="en-GB"/>
        </w:rPr>
        <w:t>A lab orders bottles of 30 nm and 80 nm gold nanoparticles. Evaluate the use of these two sizes of nanoparticles</w:t>
      </w:r>
      <w:r w:rsidR="00715DC8">
        <w:rPr>
          <w:lang w:eastAsia="en-GB"/>
        </w:rPr>
        <w:t xml:space="preserve"> including appropriate calculations.</w:t>
      </w:r>
      <w:r>
        <w:rPr>
          <w:lang w:eastAsia="en-GB"/>
        </w:rPr>
        <w:t>’</w:t>
      </w:r>
    </w:p>
    <w:p w14:paraId="4AA512CB" w14:textId="31B1881E" w:rsidR="00715DC8" w:rsidRPr="00F553E7" w:rsidRDefault="00F553E7" w:rsidP="004E5D92">
      <w:pPr>
        <w:spacing w:after="160" w:line="259" w:lineRule="auto"/>
        <w:jc w:val="left"/>
        <w:outlineLvl w:val="9"/>
        <w:rPr>
          <w:lang w:eastAsia="en-GB"/>
        </w:rPr>
      </w:pPr>
      <w:r>
        <w:rPr>
          <w:lang w:eastAsia="en-GB"/>
        </w:rPr>
        <w:br w:type="page"/>
      </w:r>
    </w:p>
    <w:p w14:paraId="4F7CA1D7" w14:textId="23814403" w:rsidR="00640BDB" w:rsidRDefault="00640BDB" w:rsidP="002F0AC7">
      <w:pPr>
        <w:pStyle w:val="RSCH2"/>
        <w:rPr>
          <w:lang w:eastAsia="en-GB"/>
        </w:rPr>
      </w:pPr>
      <w:r>
        <w:rPr>
          <w:lang w:eastAsia="en-GB"/>
        </w:rPr>
        <w:lastRenderedPageBreak/>
        <w:t>Scaffolding</w:t>
      </w:r>
    </w:p>
    <w:p w14:paraId="289445B8" w14:textId="3C8D8FD9" w:rsidR="00640BDB" w:rsidRDefault="00214B1D" w:rsidP="00640BDB">
      <w:pPr>
        <w:pStyle w:val="RSCBasictext"/>
        <w:rPr>
          <w:lang w:eastAsia="en-GB"/>
        </w:rPr>
      </w:pPr>
      <w:r>
        <w:rPr>
          <w:lang w:eastAsia="en-GB"/>
        </w:rPr>
        <w:t xml:space="preserve">For learners </w:t>
      </w:r>
      <w:r w:rsidR="008C3888">
        <w:rPr>
          <w:lang w:eastAsia="en-GB"/>
        </w:rPr>
        <w:t xml:space="preserve">who need support, you can </w:t>
      </w:r>
      <w:r w:rsidR="00640BDB">
        <w:rPr>
          <w:lang w:eastAsia="en-GB"/>
        </w:rPr>
        <w:t>include a list of key words or additional prompts in the structure strip. As learners grow in confidence</w:t>
      </w:r>
      <w:r w:rsidR="00FB7F3F">
        <w:rPr>
          <w:lang w:eastAsia="en-GB"/>
        </w:rPr>
        <w:t xml:space="preserve">, </w:t>
      </w:r>
      <w:r w:rsidR="00640BDB">
        <w:rPr>
          <w:lang w:eastAsia="en-GB"/>
        </w:rPr>
        <w:t xml:space="preserve">they </w:t>
      </w:r>
      <w:r w:rsidR="00FB7F3F">
        <w:rPr>
          <w:lang w:eastAsia="en-GB"/>
        </w:rPr>
        <w:t xml:space="preserve">will </w:t>
      </w:r>
      <w:r w:rsidR="00640BDB">
        <w:rPr>
          <w:lang w:eastAsia="en-GB"/>
        </w:rPr>
        <w:t>be able to answer the question without the struc</w:t>
      </w:r>
      <w:r w:rsidR="00715DC8">
        <w:rPr>
          <w:lang w:eastAsia="en-GB"/>
        </w:rPr>
        <w:t>t</w:t>
      </w:r>
      <w:r w:rsidR="00640BDB">
        <w:rPr>
          <w:lang w:eastAsia="en-GB"/>
        </w:rPr>
        <w:t>ure strip or attempt the question first and then use the structure strip to improve or self-assess their answer.</w:t>
      </w:r>
    </w:p>
    <w:p w14:paraId="1EAF1D91" w14:textId="77777777" w:rsidR="00362CC1" w:rsidRDefault="00362CC1" w:rsidP="00362CC1">
      <w:pPr>
        <w:pStyle w:val="RSCH2"/>
        <w:rPr>
          <w:lang w:eastAsia="en-GB"/>
        </w:rPr>
      </w:pPr>
      <w:r>
        <w:rPr>
          <w:lang w:eastAsia="en-GB"/>
        </w:rPr>
        <w:t>Answers</w:t>
      </w:r>
    </w:p>
    <w:p w14:paraId="3BB2307E" w14:textId="2AA8BA02" w:rsidR="00AE106A" w:rsidRDefault="00AE106A" w:rsidP="00AE106A">
      <w:pPr>
        <w:pStyle w:val="RSCH3"/>
        <w:rPr>
          <w:lang w:eastAsia="en-GB"/>
        </w:rPr>
      </w:pPr>
      <w:r>
        <w:rPr>
          <w:lang w:eastAsia="en-GB"/>
        </w:rPr>
        <w:t>Structure strip</w:t>
      </w:r>
    </w:p>
    <w:p w14:paraId="3938B665" w14:textId="37943C7F" w:rsidR="00AD4027" w:rsidRDefault="00362CC1" w:rsidP="00362CC1">
      <w:pPr>
        <w:pStyle w:val="RSCBasictext"/>
      </w:pPr>
      <w:r>
        <w:t xml:space="preserve">The answers to structure strip questions </w:t>
      </w:r>
      <w:r w:rsidR="00640BDB">
        <w:t>can be written as bullet points or prose</w:t>
      </w:r>
      <w:r>
        <w:t>.</w:t>
      </w:r>
    </w:p>
    <w:tbl>
      <w:tblPr>
        <w:tblStyle w:val="TableGrid"/>
        <w:tblW w:w="9018" w:type="dxa"/>
        <w:jc w:val="center"/>
        <w:tblLook w:val="04A0" w:firstRow="1" w:lastRow="0" w:firstColumn="1" w:lastColumn="0" w:noHBand="0" w:noVBand="1"/>
      </w:tblPr>
      <w:tblGrid>
        <w:gridCol w:w="2272"/>
        <w:gridCol w:w="6746"/>
      </w:tblGrid>
      <w:tr w:rsidR="00B66EB6" w:rsidRPr="00985C41" w14:paraId="6E0FDE85" w14:textId="77777777" w:rsidTr="0090230D">
        <w:trPr>
          <w:trHeight w:val="699"/>
          <w:jc w:val="center"/>
        </w:trPr>
        <w:tc>
          <w:tcPr>
            <w:tcW w:w="2272" w:type="dxa"/>
            <w:shd w:val="clear" w:color="auto" w:fill="F6E0C0"/>
            <w:vAlign w:val="center"/>
          </w:tcPr>
          <w:p w14:paraId="17C6A482" w14:textId="77777777" w:rsidR="00B66EB6" w:rsidRPr="00A177A3" w:rsidRDefault="00B66EB6" w:rsidP="0090230D">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Nanomaterials and the nanoscale</w:t>
            </w:r>
          </w:p>
        </w:tc>
        <w:tc>
          <w:tcPr>
            <w:tcW w:w="6746" w:type="dxa"/>
            <w:shd w:val="clear" w:color="auto" w:fill="F6E0C0"/>
            <w:vAlign w:val="center"/>
          </w:tcPr>
          <w:p w14:paraId="3AA1D908" w14:textId="77777777" w:rsidR="00B66EB6" w:rsidRPr="00A177A3" w:rsidRDefault="00B66EB6" w:rsidP="0090230D">
            <w:pPr>
              <w:spacing w:before="60" w:after="60" w:line="259" w:lineRule="auto"/>
              <w:ind w:left="0" w:right="-1" w:firstLine="0"/>
              <w:jc w:val="center"/>
              <w:rPr>
                <w:rFonts w:ascii="Century Gothic" w:hAnsi="Century Gothic"/>
                <w:b/>
                <w:bCs/>
                <w:color w:val="C8102E"/>
              </w:rPr>
            </w:pPr>
          </w:p>
        </w:tc>
      </w:tr>
      <w:tr w:rsidR="00B66EB6" w:rsidRPr="00985C41" w14:paraId="5B78438E" w14:textId="77777777" w:rsidTr="0090230D">
        <w:trPr>
          <w:trHeight w:val="624"/>
          <w:jc w:val="center"/>
        </w:trPr>
        <w:tc>
          <w:tcPr>
            <w:tcW w:w="2272" w:type="dxa"/>
            <w:vAlign w:val="center"/>
          </w:tcPr>
          <w:p w14:paraId="71D8939E" w14:textId="77777777" w:rsidR="00B66EB6" w:rsidRPr="00985C41" w:rsidRDefault="00B66EB6" w:rsidP="0090230D">
            <w:pPr>
              <w:tabs>
                <w:tab w:val="left" w:pos="1593"/>
              </w:tabs>
              <w:spacing w:after="0" w:line="259" w:lineRule="auto"/>
              <w:ind w:left="0" w:firstLine="0"/>
              <w:jc w:val="left"/>
              <w:rPr>
                <w:rFonts w:ascii="Century Gothic" w:hAnsi="Century Gothic"/>
              </w:rPr>
            </w:pPr>
            <w:r>
              <w:rPr>
                <w:rFonts w:ascii="Century Gothic" w:hAnsi="Century Gothic"/>
              </w:rPr>
              <w:t>Explain the term ‘</w:t>
            </w:r>
            <w:r w:rsidRPr="008F6535">
              <w:rPr>
                <w:rFonts w:ascii="Century Gothic" w:hAnsi="Century Gothic"/>
                <w:i/>
                <w:iCs/>
              </w:rPr>
              <w:t>n</w:t>
            </w:r>
            <w:r>
              <w:rPr>
                <w:rFonts w:ascii="Century Gothic" w:hAnsi="Century Gothic"/>
                <w:i/>
                <w:iCs/>
              </w:rPr>
              <w:t>a</w:t>
            </w:r>
            <w:r w:rsidRPr="008F6535">
              <w:rPr>
                <w:rFonts w:ascii="Century Gothic" w:hAnsi="Century Gothic"/>
                <w:i/>
                <w:iCs/>
              </w:rPr>
              <w:t>n</w:t>
            </w:r>
            <w:r>
              <w:rPr>
                <w:rFonts w:ascii="Century Gothic" w:hAnsi="Century Gothic"/>
                <w:i/>
                <w:iCs/>
              </w:rPr>
              <w:t>o</w:t>
            </w:r>
            <w:r w:rsidRPr="008F6535">
              <w:rPr>
                <w:rFonts w:ascii="Century Gothic" w:hAnsi="Century Gothic"/>
                <w:i/>
                <w:iCs/>
              </w:rPr>
              <w:t>metre</w:t>
            </w:r>
            <w:r>
              <w:rPr>
                <w:rFonts w:ascii="Century Gothic" w:hAnsi="Century Gothic"/>
              </w:rPr>
              <w:t>’.</w:t>
            </w:r>
          </w:p>
        </w:tc>
        <w:tc>
          <w:tcPr>
            <w:tcW w:w="6746" w:type="dxa"/>
            <w:vAlign w:val="center"/>
          </w:tcPr>
          <w:p w14:paraId="1CA4059E" w14:textId="77777777" w:rsidR="00B66EB6" w:rsidRPr="00985C41" w:rsidRDefault="00B66EB6" w:rsidP="0090230D">
            <w:pPr>
              <w:tabs>
                <w:tab w:val="left" w:pos="6128"/>
              </w:tabs>
              <w:spacing w:after="0" w:line="259" w:lineRule="auto"/>
              <w:ind w:left="0" w:firstLine="0"/>
              <w:jc w:val="left"/>
              <w:rPr>
                <w:rFonts w:ascii="Century Gothic" w:hAnsi="Century Gothic"/>
              </w:rPr>
            </w:pPr>
            <w:r>
              <w:rPr>
                <w:rFonts w:ascii="Century Gothic" w:hAnsi="Century Gothic"/>
              </w:rPr>
              <w:t>A nanometre is a very small unit of length, much smaller than a metre, cm or mm. It is 1 x 10</w:t>
            </w:r>
            <w:r w:rsidRPr="00BA254F">
              <w:rPr>
                <w:rFonts w:ascii="Century Gothic" w:hAnsi="Century Gothic"/>
                <w:vertAlign w:val="superscript"/>
              </w:rPr>
              <w:t>-9</w:t>
            </w:r>
            <w:r>
              <w:rPr>
                <w:rFonts w:ascii="Century Gothic" w:hAnsi="Century Gothic"/>
              </w:rPr>
              <w:t xml:space="preserve"> m which is 0.000000001 m.</w:t>
            </w:r>
          </w:p>
        </w:tc>
      </w:tr>
      <w:tr w:rsidR="00B66EB6" w:rsidRPr="00985C41" w14:paraId="23970BB9" w14:textId="77777777" w:rsidTr="0090230D">
        <w:trPr>
          <w:trHeight w:val="2438"/>
          <w:jc w:val="center"/>
        </w:trPr>
        <w:tc>
          <w:tcPr>
            <w:tcW w:w="2272" w:type="dxa"/>
            <w:vAlign w:val="center"/>
          </w:tcPr>
          <w:p w14:paraId="2FC49187" w14:textId="77777777" w:rsidR="00B66EB6" w:rsidRPr="00AB639C" w:rsidRDefault="00B66EB6" w:rsidP="0090230D">
            <w:pPr>
              <w:tabs>
                <w:tab w:val="left" w:pos="1593"/>
              </w:tabs>
              <w:spacing w:after="0" w:line="259" w:lineRule="auto"/>
              <w:ind w:left="0" w:firstLine="0"/>
              <w:jc w:val="left"/>
              <w:rPr>
                <w:rFonts w:ascii="Century Gothic" w:hAnsi="Century Gothic"/>
                <w:b/>
                <w:bCs/>
              </w:rPr>
            </w:pPr>
            <w:r>
              <w:rPr>
                <w:rFonts w:ascii="Century Gothic" w:hAnsi="Century Gothic"/>
              </w:rPr>
              <w:t>Define the term nanoscience and compare nanoparticles to coarse particles and fine particles.</w:t>
            </w:r>
          </w:p>
        </w:tc>
        <w:tc>
          <w:tcPr>
            <w:tcW w:w="6746" w:type="dxa"/>
            <w:vAlign w:val="center"/>
          </w:tcPr>
          <w:p w14:paraId="230FB3F3" w14:textId="77777777" w:rsidR="00B66EB6" w:rsidRPr="00BE582A" w:rsidRDefault="00B66EB6" w:rsidP="0090230D">
            <w:pPr>
              <w:pStyle w:val="RSCBasictext"/>
              <w:ind w:left="26" w:firstLine="0"/>
              <w:rPr>
                <w:sz w:val="20"/>
                <w:szCs w:val="20"/>
              </w:rPr>
            </w:pPr>
            <w:r w:rsidRPr="00BE582A">
              <w:rPr>
                <w:sz w:val="20"/>
                <w:szCs w:val="20"/>
              </w:rPr>
              <w:t xml:space="preserve">Nanoscience is the study of structures that are between 1 and 100 nanometres (nm) in size. </w:t>
            </w:r>
          </w:p>
          <w:p w14:paraId="2C7724D4" w14:textId="77777777" w:rsidR="00B66EB6" w:rsidRPr="00BE582A" w:rsidRDefault="00B66EB6" w:rsidP="0090230D">
            <w:pPr>
              <w:pStyle w:val="RSCBasictext"/>
              <w:ind w:left="26" w:firstLine="0"/>
              <w:rPr>
                <w:sz w:val="20"/>
                <w:szCs w:val="20"/>
              </w:rPr>
            </w:pPr>
            <w:r w:rsidRPr="00BE582A">
              <w:rPr>
                <w:sz w:val="20"/>
                <w:szCs w:val="20"/>
              </w:rPr>
              <w:t>Nanoparticles are typically made up of 1</w:t>
            </w:r>
            <w:r>
              <w:rPr>
                <w:sz w:val="20"/>
                <w:szCs w:val="20"/>
              </w:rPr>
              <w:t>–</w:t>
            </w:r>
            <w:r w:rsidRPr="00BE582A">
              <w:rPr>
                <w:sz w:val="20"/>
                <w:szCs w:val="20"/>
              </w:rPr>
              <w:t>100 atoms and have a size of 1</w:t>
            </w:r>
            <w:r>
              <w:rPr>
                <w:sz w:val="20"/>
                <w:szCs w:val="20"/>
              </w:rPr>
              <w:t>–</w:t>
            </w:r>
            <w:r w:rsidRPr="00BE582A">
              <w:rPr>
                <w:sz w:val="20"/>
                <w:szCs w:val="20"/>
              </w:rPr>
              <w:t>100</w:t>
            </w:r>
            <w:r>
              <w:rPr>
                <w:sz w:val="20"/>
                <w:szCs w:val="20"/>
              </w:rPr>
              <w:t xml:space="preserve"> </w:t>
            </w:r>
            <w:r w:rsidRPr="00BE582A">
              <w:rPr>
                <w:sz w:val="20"/>
                <w:szCs w:val="20"/>
              </w:rPr>
              <w:t xml:space="preserve">nm. </w:t>
            </w:r>
          </w:p>
          <w:p w14:paraId="71CCB1A7" w14:textId="77777777" w:rsidR="00B66EB6" w:rsidRPr="00BE582A" w:rsidRDefault="00B66EB6" w:rsidP="0090230D">
            <w:pPr>
              <w:pStyle w:val="RSCBasictext"/>
              <w:ind w:left="26" w:firstLine="0"/>
              <w:rPr>
                <w:sz w:val="20"/>
                <w:szCs w:val="20"/>
              </w:rPr>
            </w:pPr>
            <w:r w:rsidRPr="00BE582A">
              <w:rPr>
                <w:sz w:val="20"/>
                <w:szCs w:val="20"/>
              </w:rPr>
              <w:t>Fine particles (sometimes called particulate matter) are bigger, they have a size of 100 to 2500 nm.</w:t>
            </w:r>
          </w:p>
          <w:p w14:paraId="54C84F4C" w14:textId="77777777" w:rsidR="00B66EB6" w:rsidRPr="00020B66" w:rsidRDefault="00B66EB6" w:rsidP="0090230D">
            <w:pPr>
              <w:pStyle w:val="RSCBasictext"/>
              <w:ind w:left="26" w:firstLine="0"/>
              <w:rPr>
                <w:b/>
                <w:bCs/>
              </w:rPr>
            </w:pPr>
            <w:r w:rsidRPr="00BE582A">
              <w:rPr>
                <w:sz w:val="20"/>
                <w:szCs w:val="20"/>
              </w:rPr>
              <w:t>Co</w:t>
            </w:r>
            <w:r>
              <w:rPr>
                <w:sz w:val="20"/>
                <w:szCs w:val="20"/>
              </w:rPr>
              <w:t>a</w:t>
            </w:r>
            <w:r w:rsidRPr="00BE582A">
              <w:rPr>
                <w:sz w:val="20"/>
                <w:szCs w:val="20"/>
              </w:rPr>
              <w:t>rse particles are bigger again, 2500 to 10,000 nm.</w:t>
            </w:r>
          </w:p>
        </w:tc>
      </w:tr>
      <w:tr w:rsidR="00B66EB6" w:rsidRPr="00985C41" w14:paraId="3744CFBB" w14:textId="77777777" w:rsidTr="0090230D">
        <w:trPr>
          <w:trHeight w:val="1701"/>
          <w:jc w:val="center"/>
        </w:trPr>
        <w:tc>
          <w:tcPr>
            <w:tcW w:w="2272" w:type="dxa"/>
            <w:vAlign w:val="center"/>
          </w:tcPr>
          <w:p w14:paraId="74A98E5F" w14:textId="77777777" w:rsidR="00B66EB6" w:rsidRPr="00985C41" w:rsidRDefault="00B66EB6" w:rsidP="0090230D">
            <w:pPr>
              <w:tabs>
                <w:tab w:val="left" w:pos="1593"/>
              </w:tabs>
              <w:spacing w:after="0" w:line="259" w:lineRule="auto"/>
              <w:ind w:left="0" w:firstLine="0"/>
              <w:jc w:val="left"/>
              <w:rPr>
                <w:rFonts w:ascii="Century Gothic" w:hAnsi="Century Gothic"/>
              </w:rPr>
            </w:pPr>
            <w:r>
              <w:rPr>
                <w:rFonts w:ascii="Century Gothic" w:hAnsi="Century Gothic"/>
              </w:rPr>
              <w:t>Give some uses of nanoparticles in everyday life and research.</w:t>
            </w:r>
          </w:p>
        </w:tc>
        <w:tc>
          <w:tcPr>
            <w:tcW w:w="6746" w:type="dxa"/>
            <w:vAlign w:val="center"/>
          </w:tcPr>
          <w:p w14:paraId="27C7CE5F" w14:textId="77777777" w:rsidR="00B66EB6" w:rsidRPr="00985C41" w:rsidRDefault="00B66EB6" w:rsidP="0090230D">
            <w:pPr>
              <w:tabs>
                <w:tab w:val="left" w:pos="6128"/>
              </w:tabs>
              <w:spacing w:after="0" w:line="259" w:lineRule="auto"/>
              <w:ind w:left="0" w:firstLine="0"/>
              <w:jc w:val="left"/>
              <w:rPr>
                <w:rFonts w:ascii="Century Gothic" w:hAnsi="Century Gothic"/>
              </w:rPr>
            </w:pPr>
            <w:r>
              <w:rPr>
                <w:rFonts w:ascii="Century Gothic" w:hAnsi="Century Gothic"/>
              </w:rPr>
              <w:t>Nanoparticles are used as catalysts, in medical treatment, cosmetics and electronics. In everyday life they are used as sunscreens which block harmful UV light from the skin. Sunscreen contains zinc oxide. When it is used as fine particles it appears white on the skin but when zinc oxide nanoparticles are used the sunscreen isn’t visible on the skin.</w:t>
            </w:r>
          </w:p>
        </w:tc>
      </w:tr>
      <w:tr w:rsidR="00B66EB6" w:rsidRPr="00985C41" w14:paraId="6B628208" w14:textId="77777777" w:rsidTr="0090230D">
        <w:trPr>
          <w:trHeight w:val="2324"/>
          <w:jc w:val="center"/>
        </w:trPr>
        <w:tc>
          <w:tcPr>
            <w:tcW w:w="2272" w:type="dxa"/>
            <w:vAlign w:val="center"/>
          </w:tcPr>
          <w:p w14:paraId="65E1FBC5" w14:textId="77777777" w:rsidR="00B66EB6" w:rsidRPr="00985C41" w:rsidRDefault="00B66EB6" w:rsidP="0090230D">
            <w:pPr>
              <w:tabs>
                <w:tab w:val="left" w:pos="1593"/>
              </w:tabs>
              <w:spacing w:after="0" w:line="259" w:lineRule="auto"/>
              <w:ind w:left="0" w:firstLine="0"/>
              <w:jc w:val="left"/>
            </w:pPr>
            <w:r w:rsidRPr="00C67352">
              <w:rPr>
                <w:rFonts w:ascii="Century Gothic" w:hAnsi="Century Gothic"/>
              </w:rPr>
              <w:t xml:space="preserve">A gold atom </w:t>
            </w:r>
            <w:r>
              <w:rPr>
                <w:rFonts w:ascii="Century Gothic" w:hAnsi="Century Gothic"/>
              </w:rPr>
              <w:t>has a diameter of</w:t>
            </w:r>
            <w:r w:rsidRPr="00C67352">
              <w:rPr>
                <w:rFonts w:ascii="Century Gothic" w:hAnsi="Century Gothic"/>
              </w:rPr>
              <w:t xml:space="preserve"> 0.14 nm.</w:t>
            </w:r>
            <w:r>
              <w:rPr>
                <w:rFonts w:ascii="Century Gothic" w:hAnsi="Century Gothic"/>
              </w:rPr>
              <w:t xml:space="preserve"> Calculate what size gold nanoparticle is 10 times and 100 times larger than a gold atom.</w:t>
            </w:r>
          </w:p>
        </w:tc>
        <w:tc>
          <w:tcPr>
            <w:tcW w:w="6746" w:type="dxa"/>
            <w:vAlign w:val="center"/>
          </w:tcPr>
          <w:p w14:paraId="29848F4E" w14:textId="77777777" w:rsidR="00B66EB6" w:rsidRPr="00BE582A" w:rsidRDefault="00B66EB6" w:rsidP="0090230D">
            <w:pPr>
              <w:pStyle w:val="RSCBasictext"/>
              <w:ind w:left="26" w:firstLine="21"/>
              <w:rPr>
                <w:sz w:val="20"/>
                <w:szCs w:val="20"/>
              </w:rPr>
            </w:pPr>
            <w:r w:rsidRPr="00BE582A">
              <w:rPr>
                <w:sz w:val="20"/>
                <w:szCs w:val="20"/>
              </w:rPr>
              <w:t>0.14 nm gold atom.</w:t>
            </w:r>
          </w:p>
          <w:p w14:paraId="5D7A7BE6" w14:textId="77777777" w:rsidR="00B66EB6" w:rsidRPr="00BE582A" w:rsidRDefault="00B66EB6" w:rsidP="0090230D">
            <w:pPr>
              <w:pStyle w:val="RSCBasictext"/>
              <w:ind w:left="26" w:firstLine="21"/>
              <w:rPr>
                <w:sz w:val="20"/>
                <w:szCs w:val="20"/>
              </w:rPr>
            </w:pPr>
            <w:r w:rsidRPr="00BE582A">
              <w:rPr>
                <w:sz w:val="20"/>
                <w:szCs w:val="20"/>
              </w:rPr>
              <w:t>Ten times larger would be 0.14 x 10 = 1.4 nm.</w:t>
            </w:r>
          </w:p>
          <w:p w14:paraId="3EF01B38" w14:textId="77777777" w:rsidR="00B66EB6" w:rsidRPr="00BE582A" w:rsidRDefault="00B66EB6" w:rsidP="0090230D">
            <w:pPr>
              <w:pStyle w:val="RSCBasictext"/>
              <w:ind w:left="26" w:firstLine="21"/>
              <w:rPr>
                <w:sz w:val="20"/>
                <w:szCs w:val="20"/>
              </w:rPr>
            </w:pPr>
            <w:r w:rsidRPr="00BE582A">
              <w:rPr>
                <w:sz w:val="20"/>
                <w:szCs w:val="20"/>
              </w:rPr>
              <w:t>One hundred times larger would be 0.14 x 100 = 10.4 nm.</w:t>
            </w:r>
          </w:p>
          <w:p w14:paraId="1C510611" w14:textId="77777777" w:rsidR="00B66EB6" w:rsidRPr="00020B66" w:rsidRDefault="00B66EB6" w:rsidP="0090230D">
            <w:pPr>
              <w:pStyle w:val="RSCBasictext"/>
              <w:ind w:left="26" w:firstLine="21"/>
            </w:pPr>
            <w:r w:rsidRPr="00BE582A">
              <w:rPr>
                <w:sz w:val="20"/>
                <w:szCs w:val="20"/>
              </w:rPr>
              <w:t>These would still be considered to be on the nanoscale as they are between 1</w:t>
            </w:r>
            <w:r>
              <w:rPr>
                <w:sz w:val="20"/>
                <w:szCs w:val="20"/>
              </w:rPr>
              <w:t>–</w:t>
            </w:r>
            <w:r w:rsidRPr="00BE582A">
              <w:rPr>
                <w:sz w:val="20"/>
                <w:szCs w:val="20"/>
              </w:rPr>
              <w:t>100</w:t>
            </w:r>
            <w:r>
              <w:rPr>
                <w:sz w:val="20"/>
                <w:szCs w:val="20"/>
              </w:rPr>
              <w:t xml:space="preserve"> </w:t>
            </w:r>
            <w:r w:rsidRPr="00BE582A">
              <w:rPr>
                <w:sz w:val="20"/>
                <w:szCs w:val="20"/>
              </w:rPr>
              <w:t>nm diameter.</w:t>
            </w:r>
          </w:p>
        </w:tc>
      </w:tr>
      <w:tr w:rsidR="00B66EB6" w:rsidRPr="00985C41" w14:paraId="2E8F22E3" w14:textId="77777777" w:rsidTr="0090230D">
        <w:trPr>
          <w:trHeight w:val="482"/>
          <w:jc w:val="center"/>
        </w:trPr>
        <w:tc>
          <w:tcPr>
            <w:tcW w:w="2272" w:type="dxa"/>
            <w:vAlign w:val="center"/>
          </w:tcPr>
          <w:p w14:paraId="3D234E2A" w14:textId="77777777" w:rsidR="00B66EB6" w:rsidRDefault="00B66EB6" w:rsidP="0090230D">
            <w:pPr>
              <w:spacing w:line="259" w:lineRule="auto"/>
              <w:ind w:left="0" w:right="34" w:firstLine="0"/>
              <w:jc w:val="left"/>
              <w:rPr>
                <w:rFonts w:ascii="Century Gothic" w:hAnsi="Century Gothic"/>
              </w:rPr>
            </w:pPr>
            <w:r>
              <w:rPr>
                <w:rFonts w:ascii="Century Gothic" w:hAnsi="Century Gothic"/>
              </w:rPr>
              <w:t xml:space="preserve">Show, using an example, how to calculate the surface area (SA):volume (V) ratio of a cube shaped nanoparticle.  </w:t>
            </w:r>
          </w:p>
          <w:p w14:paraId="0E7A7269" w14:textId="77777777" w:rsidR="00B66EB6" w:rsidRPr="00985C41" w:rsidRDefault="00B66EB6" w:rsidP="0090230D">
            <w:pPr>
              <w:tabs>
                <w:tab w:val="left" w:pos="1593"/>
              </w:tabs>
              <w:spacing w:after="0" w:line="259" w:lineRule="auto"/>
              <w:ind w:left="0" w:firstLine="0"/>
              <w:jc w:val="left"/>
              <w:rPr>
                <w:rFonts w:ascii="Century Gothic" w:hAnsi="Century Gothic"/>
              </w:rPr>
            </w:pPr>
            <w:r>
              <w:rPr>
                <w:rFonts w:ascii="Century Gothic" w:hAnsi="Century Gothic"/>
              </w:rPr>
              <w:lastRenderedPageBreak/>
              <w:t>Explain why SA:V ratio is an important property.</w:t>
            </w:r>
          </w:p>
        </w:tc>
        <w:tc>
          <w:tcPr>
            <w:tcW w:w="6746" w:type="dxa"/>
            <w:vAlign w:val="center"/>
          </w:tcPr>
          <w:p w14:paraId="0A83CEC2" w14:textId="0C2D0095" w:rsidR="00B66EB6" w:rsidRDefault="00B66EB6" w:rsidP="0090230D">
            <w:pPr>
              <w:spacing w:line="259" w:lineRule="auto"/>
              <w:ind w:left="0" w:right="34" w:firstLine="0"/>
              <w:jc w:val="left"/>
              <w:rPr>
                <w:rFonts w:ascii="Century Gothic" w:hAnsi="Century Gothic"/>
                <w:noProof/>
              </w:rPr>
            </w:pPr>
            <w:r>
              <w:rPr>
                <w:rFonts w:ascii="Century Gothic" w:hAnsi="Century Gothic"/>
                <w:noProof/>
              </w:rPr>
              <w:lastRenderedPageBreak/>
              <w:t>A cube has six sides. For a cube with sides of 0.2 nm</w:t>
            </w:r>
            <w:r w:rsidR="00EE57F1">
              <w:rPr>
                <w:rFonts w:ascii="Century Gothic" w:hAnsi="Century Gothic"/>
                <w:noProof/>
              </w:rPr>
              <w:t>:</w:t>
            </w:r>
          </w:p>
          <w:p w14:paraId="7D9FAD2F" w14:textId="06C002DF" w:rsidR="00B66EB6" w:rsidRDefault="00B66EB6" w:rsidP="0090230D">
            <w:pPr>
              <w:spacing w:line="259" w:lineRule="auto"/>
              <w:ind w:left="0" w:right="34" w:firstLine="0"/>
              <w:jc w:val="left"/>
              <w:rPr>
                <w:rFonts w:ascii="Century Gothic" w:hAnsi="Century Gothic"/>
                <w:noProof/>
              </w:rPr>
            </w:pPr>
            <w:r w:rsidRPr="000370DB">
              <w:rPr>
                <w:rFonts w:ascii="Century Gothic" w:hAnsi="Century Gothic"/>
                <w:b/>
                <w:bCs/>
                <w:noProof/>
              </w:rPr>
              <w:t>Surface area</w:t>
            </w:r>
            <w:r>
              <w:rPr>
                <w:rFonts w:ascii="Century Gothic" w:hAnsi="Century Gothic"/>
                <w:noProof/>
              </w:rPr>
              <w:t xml:space="preserve"> of each side = 0.2 nm x 0.2 nm</w:t>
            </w:r>
            <w:r w:rsidR="00B25FD6">
              <w:rPr>
                <w:rFonts w:ascii="Century Gothic" w:hAnsi="Century Gothic"/>
                <w:noProof/>
              </w:rPr>
              <w:t xml:space="preserve"> </w:t>
            </w:r>
            <w:r>
              <w:rPr>
                <w:rFonts w:ascii="Century Gothic" w:hAnsi="Century Gothic"/>
                <w:noProof/>
              </w:rPr>
              <w:t>= 0.04 nm</w:t>
            </w:r>
            <w:r w:rsidRPr="000370DB">
              <w:rPr>
                <w:rFonts w:ascii="Century Gothic" w:hAnsi="Century Gothic"/>
                <w:noProof/>
                <w:vertAlign w:val="superscript"/>
              </w:rPr>
              <w:t>2</w:t>
            </w:r>
            <w:r>
              <w:rPr>
                <w:rFonts w:ascii="Century Gothic" w:hAnsi="Century Gothic"/>
                <w:noProof/>
              </w:rPr>
              <w:t>.</w:t>
            </w:r>
          </w:p>
          <w:p w14:paraId="71C3D391" w14:textId="678D820D" w:rsidR="00B66EB6" w:rsidRPr="00B25FD6" w:rsidRDefault="00B66EB6" w:rsidP="0090230D">
            <w:pPr>
              <w:spacing w:line="259" w:lineRule="auto"/>
              <w:ind w:left="0" w:right="34" w:firstLine="0"/>
              <w:jc w:val="left"/>
              <w:rPr>
                <w:rFonts w:ascii="Century Gothic" w:hAnsi="Century Gothic"/>
                <w:noProof/>
              </w:rPr>
            </w:pPr>
            <w:r>
              <w:rPr>
                <w:rFonts w:ascii="Century Gothic" w:hAnsi="Century Gothic"/>
                <w:noProof/>
              </w:rPr>
              <w:t>Six sides so 6 x 0.04 nm</w:t>
            </w:r>
            <w:r w:rsidRPr="00E7255C">
              <w:rPr>
                <w:rFonts w:ascii="Century Gothic" w:hAnsi="Century Gothic"/>
                <w:noProof/>
                <w:vertAlign w:val="superscript"/>
              </w:rPr>
              <w:t>2</w:t>
            </w:r>
            <w:r>
              <w:rPr>
                <w:rFonts w:ascii="Century Gothic" w:hAnsi="Century Gothic"/>
                <w:noProof/>
              </w:rPr>
              <w:t xml:space="preserve"> = 0.24 nm</w:t>
            </w:r>
            <w:r w:rsidRPr="000370DB">
              <w:rPr>
                <w:rFonts w:ascii="Century Gothic" w:hAnsi="Century Gothic"/>
                <w:noProof/>
                <w:vertAlign w:val="superscript"/>
              </w:rPr>
              <w:t>2</w:t>
            </w:r>
            <w:r w:rsidR="00B25FD6">
              <w:rPr>
                <w:rFonts w:ascii="Century Gothic" w:hAnsi="Century Gothic"/>
                <w:noProof/>
              </w:rPr>
              <w:t>.</w:t>
            </w:r>
          </w:p>
          <w:p w14:paraId="0098464F" w14:textId="77777777" w:rsidR="00B66EB6" w:rsidRDefault="00B66EB6" w:rsidP="0090230D">
            <w:pPr>
              <w:spacing w:line="259" w:lineRule="auto"/>
              <w:ind w:left="0" w:right="34" w:firstLine="0"/>
              <w:jc w:val="left"/>
              <w:rPr>
                <w:rFonts w:ascii="Century Gothic" w:hAnsi="Century Gothic"/>
                <w:noProof/>
              </w:rPr>
            </w:pPr>
            <w:r>
              <w:rPr>
                <w:rFonts w:ascii="Century Gothic" w:hAnsi="Century Gothic"/>
                <w:noProof/>
              </w:rPr>
              <w:t xml:space="preserve">The </w:t>
            </w:r>
            <w:r w:rsidRPr="003875FD">
              <w:rPr>
                <w:rFonts w:ascii="Century Gothic" w:hAnsi="Century Gothic"/>
                <w:noProof/>
              </w:rPr>
              <w:t>volume</w:t>
            </w:r>
            <w:r>
              <w:rPr>
                <w:rFonts w:ascii="Century Gothic" w:hAnsi="Century Gothic"/>
                <w:noProof/>
              </w:rPr>
              <w:t xml:space="preserve"> of a cube can be calculated by cubing its sides (length x width x depth) which are all the same for a cube. </w:t>
            </w:r>
          </w:p>
          <w:p w14:paraId="4424D451" w14:textId="5A3767C7" w:rsidR="00EE57F1" w:rsidRDefault="00B66EB6" w:rsidP="0090230D">
            <w:pPr>
              <w:spacing w:line="259" w:lineRule="auto"/>
              <w:ind w:left="0" w:right="34" w:firstLine="0"/>
              <w:jc w:val="left"/>
              <w:rPr>
                <w:rFonts w:ascii="Century Gothic" w:hAnsi="Century Gothic"/>
              </w:rPr>
            </w:pPr>
            <w:r>
              <w:rPr>
                <w:rFonts w:ascii="Century Gothic" w:hAnsi="Century Gothic"/>
              </w:rPr>
              <w:lastRenderedPageBreak/>
              <w:t>For a side of 0.2 nm</w:t>
            </w:r>
            <w:r w:rsidR="00EE57F1">
              <w:rPr>
                <w:rFonts w:ascii="Century Gothic" w:hAnsi="Century Gothic"/>
              </w:rPr>
              <w:t>:</w:t>
            </w:r>
            <w:r>
              <w:rPr>
                <w:rFonts w:ascii="Century Gothic" w:hAnsi="Century Gothic"/>
              </w:rPr>
              <w:t xml:space="preserve"> </w:t>
            </w:r>
          </w:p>
          <w:p w14:paraId="6CCDF613" w14:textId="77F66F9D" w:rsidR="00B66EB6" w:rsidRDefault="00B66EB6" w:rsidP="0090230D">
            <w:pPr>
              <w:spacing w:line="259" w:lineRule="auto"/>
              <w:ind w:left="0" w:right="34" w:firstLine="0"/>
              <w:jc w:val="left"/>
              <w:rPr>
                <w:rFonts w:ascii="Century Gothic" w:hAnsi="Century Gothic"/>
              </w:rPr>
            </w:pPr>
            <w:r w:rsidRPr="004E5D92">
              <w:rPr>
                <w:rFonts w:ascii="Century Gothic" w:hAnsi="Century Gothic"/>
                <w:b/>
                <w:bCs/>
              </w:rPr>
              <w:t>Volume</w:t>
            </w:r>
            <w:r>
              <w:rPr>
                <w:rFonts w:ascii="Century Gothic" w:hAnsi="Century Gothic"/>
              </w:rPr>
              <w:t xml:space="preserve"> = 0.2 nm x 0.2 nm x 0.2 nm = 0.2</w:t>
            </w:r>
            <w:r w:rsidRPr="000370DB">
              <w:rPr>
                <w:rFonts w:ascii="Century Gothic" w:hAnsi="Century Gothic"/>
                <w:vertAlign w:val="superscript"/>
              </w:rPr>
              <w:t>3</w:t>
            </w:r>
            <w:r>
              <w:rPr>
                <w:rFonts w:ascii="Century Gothic" w:hAnsi="Century Gothic"/>
              </w:rPr>
              <w:t xml:space="preserve"> = 0.008 nm</w:t>
            </w:r>
            <w:r w:rsidRPr="000370DB">
              <w:rPr>
                <w:rFonts w:ascii="Century Gothic" w:hAnsi="Century Gothic"/>
                <w:vertAlign w:val="superscript"/>
              </w:rPr>
              <w:t>3</w:t>
            </w:r>
            <w:r>
              <w:rPr>
                <w:rFonts w:ascii="Century Gothic" w:hAnsi="Century Gothic"/>
              </w:rPr>
              <w:t>.</w:t>
            </w:r>
          </w:p>
          <w:p w14:paraId="34662BA5" w14:textId="77777777" w:rsidR="00B66EB6" w:rsidRDefault="00B66EB6" w:rsidP="0090230D">
            <w:pPr>
              <w:spacing w:line="259" w:lineRule="auto"/>
              <w:ind w:left="0" w:right="34" w:firstLine="0"/>
              <w:jc w:val="left"/>
              <w:rPr>
                <w:rFonts w:ascii="Century Gothic" w:hAnsi="Century Gothic"/>
              </w:rPr>
            </w:pPr>
            <w:r>
              <w:rPr>
                <w:rFonts w:ascii="Century Gothic" w:hAnsi="Century Gothic"/>
              </w:rPr>
              <w:t>SA:V ratio = 0.24:0.008 = 0.24/0.008 = 30:1.</w:t>
            </w:r>
          </w:p>
          <w:p w14:paraId="4EA517CE" w14:textId="77777777" w:rsidR="00B66EB6" w:rsidRPr="00985C41" w:rsidRDefault="00B66EB6" w:rsidP="0090230D">
            <w:pPr>
              <w:tabs>
                <w:tab w:val="left" w:pos="6128"/>
              </w:tabs>
              <w:spacing w:after="0" w:line="259" w:lineRule="auto"/>
              <w:ind w:left="0" w:firstLine="0"/>
              <w:jc w:val="left"/>
              <w:rPr>
                <w:rFonts w:ascii="Century Gothic" w:hAnsi="Century Gothic"/>
              </w:rPr>
            </w:pPr>
            <w:r>
              <w:rPr>
                <w:rFonts w:ascii="Century Gothic" w:hAnsi="Century Gothic"/>
              </w:rPr>
              <w:t>Surface area to volume ratio is a property which can tell us how much reactive surface there is compared to the volume of the substance. A large surface area to volume ratio is preferred (</w:t>
            </w:r>
            <w:proofErr w:type="spellStart"/>
            <w:proofErr w:type="gramStart"/>
            <w:r>
              <w:rPr>
                <w:rFonts w:ascii="Century Gothic" w:hAnsi="Century Gothic"/>
              </w:rPr>
              <w:t>eg</w:t>
            </w:r>
            <w:proofErr w:type="spellEnd"/>
            <w:proofErr w:type="gramEnd"/>
            <w:r>
              <w:rPr>
                <w:rFonts w:ascii="Century Gothic" w:hAnsi="Century Gothic"/>
              </w:rPr>
              <w:t xml:space="preserve"> for catalysts) as smaller amounts can be used. This is important as catalysts can be expensive.</w:t>
            </w:r>
          </w:p>
        </w:tc>
      </w:tr>
      <w:tr w:rsidR="00B66EB6" w:rsidRPr="00985C41" w14:paraId="7F4E5F7A" w14:textId="77777777" w:rsidTr="0090230D">
        <w:trPr>
          <w:trHeight w:val="5726"/>
          <w:jc w:val="center"/>
        </w:trPr>
        <w:tc>
          <w:tcPr>
            <w:tcW w:w="2272" w:type="dxa"/>
            <w:vAlign w:val="center"/>
          </w:tcPr>
          <w:p w14:paraId="443A2B44" w14:textId="5268561C" w:rsidR="00B66EB6" w:rsidRDefault="00EE57F1" w:rsidP="0090230D">
            <w:pPr>
              <w:pStyle w:val="RSCBulletedlist"/>
              <w:numPr>
                <w:ilvl w:val="0"/>
                <w:numId w:val="0"/>
              </w:numPr>
              <w:rPr>
                <w:sz w:val="20"/>
                <w:szCs w:val="20"/>
              </w:rPr>
            </w:pPr>
            <w:r>
              <w:rPr>
                <w:sz w:val="20"/>
                <w:szCs w:val="20"/>
              </w:rPr>
              <w:lastRenderedPageBreak/>
              <w:t>D</w:t>
            </w:r>
            <w:r w:rsidR="00B66EB6">
              <w:rPr>
                <w:sz w:val="20"/>
                <w:szCs w:val="20"/>
              </w:rPr>
              <w:t xml:space="preserve">escribe </w:t>
            </w:r>
            <w:r>
              <w:rPr>
                <w:sz w:val="20"/>
                <w:szCs w:val="20"/>
              </w:rPr>
              <w:t xml:space="preserve">the </w:t>
            </w:r>
            <w:r w:rsidR="00B66EB6">
              <w:rPr>
                <w:sz w:val="20"/>
                <w:szCs w:val="20"/>
              </w:rPr>
              <w:t xml:space="preserve"> structure and bonding</w:t>
            </w:r>
            <w:r>
              <w:rPr>
                <w:sz w:val="20"/>
                <w:szCs w:val="20"/>
              </w:rPr>
              <w:t xml:space="preserve"> of</w:t>
            </w:r>
            <w:r>
              <w:rPr>
                <w:sz w:val="20"/>
                <w:szCs w:val="20"/>
              </w:rPr>
              <w:t xml:space="preserve"> a carbon nanotube</w:t>
            </w:r>
            <w:r w:rsidR="00B66EB6">
              <w:rPr>
                <w:sz w:val="20"/>
                <w:szCs w:val="20"/>
              </w:rPr>
              <w:t>.</w:t>
            </w:r>
            <w:r>
              <w:rPr>
                <w:sz w:val="20"/>
                <w:szCs w:val="20"/>
              </w:rPr>
              <w:t xml:space="preserve"> You may support your answer with a sketch.</w:t>
            </w:r>
            <w:r w:rsidR="00B66EB6">
              <w:rPr>
                <w:sz w:val="20"/>
                <w:szCs w:val="20"/>
              </w:rPr>
              <w:t xml:space="preserve"> </w:t>
            </w:r>
          </w:p>
          <w:p w14:paraId="069AB084" w14:textId="77777777" w:rsidR="00B66EB6" w:rsidRDefault="00B66EB6" w:rsidP="0090230D">
            <w:pPr>
              <w:pStyle w:val="RSCBulletedlist"/>
              <w:spacing w:after="0"/>
              <w:rPr>
                <w:sz w:val="20"/>
                <w:szCs w:val="20"/>
              </w:rPr>
            </w:pPr>
            <w:r>
              <w:rPr>
                <w:sz w:val="20"/>
                <w:szCs w:val="20"/>
              </w:rPr>
              <w:t>What are the properties of carbon nanotubes and how are they related to their structure and bonding?</w:t>
            </w:r>
          </w:p>
          <w:p w14:paraId="77725F23" w14:textId="77777777" w:rsidR="00B66EB6" w:rsidRDefault="00B66EB6" w:rsidP="0090230D">
            <w:pPr>
              <w:pStyle w:val="RSCBulletedlist"/>
              <w:spacing w:after="0"/>
            </w:pPr>
            <w:r>
              <w:t>Where do they sit on the nanoscale?</w:t>
            </w:r>
          </w:p>
          <w:p w14:paraId="79B8C1D7" w14:textId="77777777" w:rsidR="00B66EB6" w:rsidRPr="00985C41" w:rsidRDefault="00B66EB6" w:rsidP="0090230D">
            <w:pPr>
              <w:tabs>
                <w:tab w:val="left" w:pos="1593"/>
              </w:tabs>
              <w:spacing w:after="0" w:line="259" w:lineRule="auto"/>
              <w:jc w:val="left"/>
              <w:rPr>
                <w:rFonts w:ascii="Century Gothic" w:hAnsi="Century Gothic"/>
              </w:rPr>
            </w:pPr>
          </w:p>
        </w:tc>
        <w:tc>
          <w:tcPr>
            <w:tcW w:w="6746" w:type="dxa"/>
          </w:tcPr>
          <w:p w14:paraId="3FF14653" w14:textId="77777777" w:rsidR="00B66EB6" w:rsidRPr="00020B66" w:rsidRDefault="00B66EB6" w:rsidP="0090230D">
            <w:pPr>
              <w:pStyle w:val="RSCBasictext"/>
              <w:ind w:left="20" w:firstLine="0"/>
              <w:rPr>
                <w:sz w:val="20"/>
                <w:szCs w:val="20"/>
              </w:rPr>
            </w:pPr>
            <w:r w:rsidRPr="00020B66">
              <w:rPr>
                <w:noProof/>
                <w:sz w:val="20"/>
                <w:szCs w:val="20"/>
              </w:rPr>
              <w:drawing>
                <wp:anchor distT="0" distB="0" distL="114300" distR="114300" simplePos="0" relativeHeight="251661312" behindDoc="0" locked="0" layoutInCell="1" allowOverlap="1" wp14:anchorId="7CB1CB98" wp14:editId="4DA9AB99">
                  <wp:simplePos x="0" y="0"/>
                  <wp:positionH relativeFrom="column">
                    <wp:posOffset>1905</wp:posOffset>
                  </wp:positionH>
                  <wp:positionV relativeFrom="paragraph">
                    <wp:posOffset>0</wp:posOffset>
                  </wp:positionV>
                  <wp:extent cx="2109470" cy="1727200"/>
                  <wp:effectExtent l="0" t="0" r="0" b="635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109470" cy="172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0B66">
              <w:rPr>
                <w:sz w:val="20"/>
                <w:szCs w:val="20"/>
              </w:rPr>
              <w:t>Carbon nanotubes are nanomaterials made from a single sheet of graphene rolled up to create a tube.  Nanotubes are very long compared to their width</w:t>
            </w:r>
            <w:r>
              <w:rPr>
                <w:sz w:val="20"/>
                <w:szCs w:val="20"/>
              </w:rPr>
              <w:t>.</w:t>
            </w:r>
            <w:r w:rsidRPr="00020B66">
              <w:rPr>
                <w:sz w:val="20"/>
                <w:szCs w:val="20"/>
              </w:rPr>
              <w:t xml:space="preserve"> </w:t>
            </w:r>
            <w:r>
              <w:rPr>
                <w:sz w:val="20"/>
                <w:szCs w:val="20"/>
              </w:rPr>
              <w:t>T</w:t>
            </w:r>
            <w:r w:rsidRPr="00020B66">
              <w:rPr>
                <w:sz w:val="20"/>
                <w:szCs w:val="20"/>
              </w:rPr>
              <w:t>hey have high length to diameter ratios. Each carbon atom in the graphene sheet is covalently bonded to 3 other carbon atoms. This leaves one of the 4 outer shell electrons free.</w:t>
            </w:r>
          </w:p>
          <w:p w14:paraId="2623A350" w14:textId="77777777" w:rsidR="00B66EB6" w:rsidRPr="00020B66" w:rsidRDefault="00B66EB6" w:rsidP="0090230D">
            <w:pPr>
              <w:pStyle w:val="RSCBasictext"/>
              <w:ind w:left="20" w:firstLine="0"/>
              <w:rPr>
                <w:sz w:val="20"/>
                <w:szCs w:val="20"/>
              </w:rPr>
            </w:pPr>
            <w:r w:rsidRPr="00020B66">
              <w:rPr>
                <w:sz w:val="20"/>
                <w:szCs w:val="20"/>
              </w:rPr>
              <w:t xml:space="preserve">Carbon nanotubes are strong (especially tensile strength where they resist being stretched). This is due to the strong covalent bonds between the carbon atoms. They are good conductors of electricity because the spare electron per carbon atom can be delocalised across the structure. </w:t>
            </w:r>
          </w:p>
          <w:p w14:paraId="403D00A4" w14:textId="77777777" w:rsidR="00B66EB6" w:rsidRPr="00985C41" w:rsidRDefault="00B66EB6" w:rsidP="0090230D">
            <w:pPr>
              <w:pStyle w:val="RSCBasictext"/>
              <w:ind w:left="20" w:firstLine="0"/>
            </w:pPr>
            <w:r w:rsidRPr="00020B66">
              <w:rPr>
                <w:sz w:val="20"/>
                <w:szCs w:val="20"/>
              </w:rPr>
              <w:t>Carbon nanotubes are nanomaterials. They have diameters</w:t>
            </w:r>
            <w:r>
              <w:rPr>
                <w:sz w:val="20"/>
                <w:szCs w:val="20"/>
              </w:rPr>
              <w:t xml:space="preserve"> </w:t>
            </w:r>
            <w:r w:rsidRPr="00020B66">
              <w:rPr>
                <w:sz w:val="20"/>
                <w:szCs w:val="20"/>
              </w:rPr>
              <w:t xml:space="preserve">between 0.4 and 40 nm and lengths from </w:t>
            </w:r>
            <w:r>
              <w:rPr>
                <w:sz w:val="20"/>
                <w:szCs w:val="20"/>
              </w:rPr>
              <w:t xml:space="preserve">about </w:t>
            </w:r>
            <w:r w:rsidRPr="00020B66">
              <w:rPr>
                <w:sz w:val="20"/>
                <w:szCs w:val="20"/>
              </w:rPr>
              <w:t xml:space="preserve">100 nm to a few millimetres. </w:t>
            </w:r>
          </w:p>
        </w:tc>
      </w:tr>
    </w:tbl>
    <w:p w14:paraId="66DBC2A2" w14:textId="77777777" w:rsidR="00B66EB6" w:rsidRDefault="00B66EB6" w:rsidP="00362CC1">
      <w:pPr>
        <w:pStyle w:val="RSCBasictext"/>
      </w:pPr>
    </w:p>
    <w:p w14:paraId="0C775585" w14:textId="71BF197D" w:rsidR="00AD4027" w:rsidRPr="00A468E4" w:rsidRDefault="00AE106A" w:rsidP="00A468E4">
      <w:pPr>
        <w:pStyle w:val="RSCH3"/>
      </w:pPr>
      <w:r>
        <w:t>E</w:t>
      </w:r>
      <w:r w:rsidR="00AD4027">
        <w:t>xtended response question</w:t>
      </w:r>
    </w:p>
    <w:p w14:paraId="7463AC36" w14:textId="4E07347E" w:rsidR="00AD4027" w:rsidRDefault="00AD4027" w:rsidP="00362CC1">
      <w:pPr>
        <w:pStyle w:val="RSCBasictext"/>
      </w:pPr>
      <w:r>
        <w:t>Indicative content</w:t>
      </w:r>
      <w:r w:rsidR="00AE106A">
        <w:t>:</w:t>
      </w:r>
    </w:p>
    <w:p w14:paraId="204ECDD6" w14:textId="28F3F45F" w:rsidR="00AD4027" w:rsidRDefault="00AD4027" w:rsidP="00B66EB6">
      <w:pPr>
        <w:pStyle w:val="RSCBulletedlist"/>
      </w:pPr>
      <w:r>
        <w:t>Both bottles of gold nanoparticles cost the same.</w:t>
      </w:r>
    </w:p>
    <w:p w14:paraId="4C082039" w14:textId="393BECF3" w:rsidR="00AD4027" w:rsidRDefault="00AD4027" w:rsidP="00B66EB6">
      <w:pPr>
        <w:pStyle w:val="RSCBulletedlist"/>
      </w:pPr>
      <w:r>
        <w:t>Calculation: order of magnitude</w:t>
      </w:r>
      <w:r w:rsidR="00845529">
        <w:t>.</w:t>
      </w:r>
      <w:r w:rsidR="00B66EB6">
        <w:br/>
      </w:r>
      <w:r>
        <w:t>The 80 nm particles are 80/30 = 2.7 times bigger than the 30 nm particles.</w:t>
      </w:r>
    </w:p>
    <w:p w14:paraId="4297B992" w14:textId="3453D5B5" w:rsidR="00AD4027" w:rsidRDefault="00AD4027" w:rsidP="00B66EB6">
      <w:pPr>
        <w:pStyle w:val="RSCBulletedlist"/>
      </w:pPr>
      <w:r>
        <w:t>Calculation: Surface area to volume ratio</w:t>
      </w:r>
      <w:r w:rsidR="00D40A2C">
        <w:t xml:space="preserve"> (see structure strip answer</w:t>
      </w:r>
      <w:r w:rsidR="00845529">
        <w:t>s).</w:t>
      </w:r>
      <w:r w:rsidR="00B66EB6">
        <w:br/>
        <w:t>Learners</w:t>
      </w:r>
      <w:r>
        <w:t xml:space="preserve"> </w:t>
      </w:r>
      <w:r w:rsidR="004E0B5F">
        <w:t xml:space="preserve">can </w:t>
      </w:r>
      <w:r>
        <w:t>use a spherical nanoparticle or a cubic nanoparticle for their calculation.</w:t>
      </w:r>
    </w:p>
    <w:p w14:paraId="198BD42F" w14:textId="77777777" w:rsidR="00AD4027" w:rsidRDefault="00AD4027" w:rsidP="00B66EB6">
      <w:pPr>
        <w:pStyle w:val="RSCBulletedlist"/>
      </w:pPr>
      <w:r>
        <w:t>The 30 nm nanoparticles have a higher surface area to volume ratio so you would need less of them to get the same activity as a catalyst.</w:t>
      </w:r>
    </w:p>
    <w:p w14:paraId="56F7B121" w14:textId="09A75698" w:rsidR="005E59B3" w:rsidRDefault="005E59B3" w:rsidP="00B66EB6">
      <w:pPr>
        <w:pStyle w:val="RSCBulletedlist"/>
      </w:pPr>
      <w:r>
        <w:t>If less is needed</w:t>
      </w:r>
      <w:r w:rsidR="0054202D">
        <w:t>,</w:t>
      </w:r>
      <w:r>
        <w:t xml:space="preserve"> then the risks associated with the use of the gold nanoparticles would also be reduced. </w:t>
      </w:r>
    </w:p>
    <w:p w14:paraId="770E47AE" w14:textId="489BD334" w:rsidR="005445E0" w:rsidRDefault="00AD4027" w:rsidP="00B66EB6">
      <w:pPr>
        <w:pStyle w:val="RSCBulletedlist"/>
      </w:pPr>
      <w:r>
        <w:lastRenderedPageBreak/>
        <w:t>However</w:t>
      </w:r>
      <w:r w:rsidR="00364380">
        <w:t>,</w:t>
      </w:r>
      <w:r>
        <w:t xml:space="preserve"> catalysts can be very specific so the 30 nm nanoparticles might not work in all the applications the lab needs. </w:t>
      </w:r>
    </w:p>
    <w:p w14:paraId="7D7E10B7" w14:textId="1CC8DB74" w:rsidR="005E59B3" w:rsidRPr="004E5D92" w:rsidRDefault="005E59B3" w:rsidP="00B66EB6">
      <w:pPr>
        <w:pStyle w:val="RSCH3"/>
      </w:pPr>
      <w:r w:rsidRPr="004E5D92">
        <w:t>Extension</w:t>
      </w:r>
    </w:p>
    <w:p w14:paraId="3A017E88" w14:textId="22EC0287" w:rsidR="005E59B3" w:rsidRDefault="00B26034" w:rsidP="00B66EB6">
      <w:pPr>
        <w:pStyle w:val="RSCBulletedlist"/>
      </w:pPr>
      <w:r>
        <w:t>S</w:t>
      </w:r>
      <w:r w:rsidR="005E59B3" w:rsidRPr="005E59B3">
        <w:t>electivity for only the desired product</w:t>
      </w:r>
      <w:r>
        <w:t>.</w:t>
      </w:r>
    </w:p>
    <w:p w14:paraId="084E2B67" w14:textId="24C57E30" w:rsidR="005E59B3" w:rsidRDefault="00B26034" w:rsidP="00B66EB6">
      <w:pPr>
        <w:pStyle w:val="RSCBulletedlist"/>
      </w:pPr>
      <w:r>
        <w:t>E</w:t>
      </w:r>
      <w:r w:rsidR="005E59B3" w:rsidRPr="005E59B3">
        <w:t>fficiency of the catalyst</w:t>
      </w:r>
      <w:r w:rsidR="005E59B3">
        <w:t xml:space="preserve"> (how much it speeds up the reaction, whether it gets poisoned easily)</w:t>
      </w:r>
      <w:r>
        <w:t>.</w:t>
      </w:r>
    </w:p>
    <w:p w14:paraId="4ECDB592" w14:textId="23892AB6" w:rsidR="005E59B3" w:rsidRDefault="00B26034" w:rsidP="00B66EB6">
      <w:pPr>
        <w:pStyle w:val="RSCBulletedlist"/>
      </w:pPr>
      <w:r>
        <w:t>T</w:t>
      </w:r>
      <w:r w:rsidR="005E59B3" w:rsidRPr="005E59B3">
        <w:t xml:space="preserve">he ability to work in </w:t>
      </w:r>
      <w:r w:rsidR="005E59B3">
        <w:t>particular</w:t>
      </w:r>
      <w:r w:rsidR="005E59B3" w:rsidRPr="005E59B3">
        <w:t xml:space="preserve"> conditions</w:t>
      </w:r>
      <w:r w:rsidR="005E59B3">
        <w:t xml:space="preserve"> for the reaction </w:t>
      </w:r>
      <w:proofErr w:type="spellStart"/>
      <w:proofErr w:type="gramStart"/>
      <w:r w:rsidR="005E59B3">
        <w:t>eg</w:t>
      </w:r>
      <w:proofErr w:type="spellEnd"/>
      <w:proofErr w:type="gramEnd"/>
      <w:r w:rsidR="005E59B3">
        <w:t xml:space="preserve"> the solvent, temperature</w:t>
      </w:r>
      <w:r w:rsidR="005E59B3" w:rsidRPr="005E59B3">
        <w:t xml:space="preserve">. </w:t>
      </w:r>
    </w:p>
    <w:p w14:paraId="36CF1956" w14:textId="0E14D1AB" w:rsidR="005E59B3" w:rsidRDefault="00B26034" w:rsidP="00B66EB6">
      <w:pPr>
        <w:pStyle w:val="RSCBulletedlist"/>
      </w:pPr>
      <w:r>
        <w:t>E</w:t>
      </w:r>
      <w:r w:rsidR="005E59B3" w:rsidRPr="005E59B3">
        <w:t>nvironmental impact</w:t>
      </w:r>
      <w:r>
        <w:t>.</w:t>
      </w:r>
    </w:p>
    <w:p w14:paraId="4884AEFA" w14:textId="279178ED" w:rsidR="005E59B3" w:rsidRDefault="00B26034" w:rsidP="00B66EB6">
      <w:pPr>
        <w:pStyle w:val="RSCBulletedlist"/>
      </w:pPr>
      <w:r>
        <w:t>R</w:t>
      </w:r>
      <w:r w:rsidR="005E59B3">
        <w:t>isks/hazards</w:t>
      </w:r>
      <w:r>
        <w:t>.</w:t>
      </w:r>
    </w:p>
    <w:p w14:paraId="168ECF31" w14:textId="77777777" w:rsidR="00257C5D" w:rsidRDefault="00257C5D" w:rsidP="00362CC1">
      <w:pPr>
        <w:pStyle w:val="RSCBasictext"/>
      </w:pPr>
    </w:p>
    <w:p w14:paraId="798AC574" w14:textId="77777777" w:rsidR="00D444BA" w:rsidRDefault="00D444BA" w:rsidP="00CE6291">
      <w:pPr>
        <w:pStyle w:val="RSCBasictext"/>
        <w:rPr>
          <w:sz w:val="2"/>
          <w:szCs w:val="2"/>
        </w:rPr>
      </w:pPr>
    </w:p>
    <w:p w14:paraId="6D48B057" w14:textId="77777777" w:rsidR="006E3B84" w:rsidRDefault="006E3B84" w:rsidP="00CE6291">
      <w:pPr>
        <w:pStyle w:val="RSCBasictext"/>
        <w:rPr>
          <w:sz w:val="2"/>
          <w:szCs w:val="2"/>
        </w:rPr>
      </w:pPr>
    </w:p>
    <w:p w14:paraId="18557365" w14:textId="77777777" w:rsidR="006E3B84" w:rsidRPr="00CE6291" w:rsidRDefault="006E3B84" w:rsidP="00CE6291">
      <w:pPr>
        <w:pStyle w:val="RSCBasictext"/>
        <w:rPr>
          <w:sz w:val="2"/>
          <w:szCs w:val="2"/>
        </w:rPr>
      </w:pPr>
    </w:p>
    <w:sectPr w:rsidR="006E3B84" w:rsidRPr="00CE6291"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620FC" w14:textId="77777777" w:rsidR="00F16D3B" w:rsidRDefault="00F16D3B" w:rsidP="008A1B0B">
      <w:pPr>
        <w:spacing w:after="0" w:line="240" w:lineRule="auto"/>
      </w:pPr>
      <w:r>
        <w:separator/>
      </w:r>
    </w:p>
  </w:endnote>
  <w:endnote w:type="continuationSeparator" w:id="0">
    <w:p w14:paraId="189F2ECA" w14:textId="77777777" w:rsidR="00F16D3B" w:rsidRDefault="00F16D3B"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31B313B4"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2A57CF">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A545E" w14:textId="77777777" w:rsidR="00F16D3B" w:rsidRDefault="00F16D3B" w:rsidP="008A1B0B">
      <w:pPr>
        <w:spacing w:after="0" w:line="240" w:lineRule="auto"/>
      </w:pPr>
      <w:r>
        <w:separator/>
      </w:r>
    </w:p>
  </w:footnote>
  <w:footnote w:type="continuationSeparator" w:id="0">
    <w:p w14:paraId="5F8D2F96" w14:textId="77777777" w:rsidR="00F16D3B" w:rsidRDefault="00F16D3B"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ADD30F7"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04EA1546">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7324DE32">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7676C3" w:rsidRPr="007676C3">
      <w:rPr>
        <w:rFonts w:ascii="Century Gothic" w:hAnsi="Century Gothic"/>
        <w:b/>
        <w:bCs/>
        <w:color w:val="C8102E"/>
        <w:sz w:val="30"/>
        <w:szCs w:val="30"/>
      </w:rPr>
      <w:t xml:space="preserve"> </w:t>
    </w:r>
    <w:r w:rsidR="007676C3" w:rsidRPr="001A1B79">
      <w:rPr>
        <w:rFonts w:ascii="Century Gothic" w:hAnsi="Century Gothic"/>
        <w:b/>
        <w:bCs/>
        <w:color w:val="C8102E"/>
        <w:sz w:val="30"/>
        <w:szCs w:val="30"/>
      </w:rPr>
      <w:t>Education in Chemistry</w:t>
    </w:r>
    <w:r w:rsidR="007676C3">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6B7BAC82"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5F0459">
        <w:rPr>
          <w:rStyle w:val="Hyperlink"/>
          <w:rFonts w:ascii="Century Gothic" w:hAnsi="Century Gothic"/>
          <w:b/>
          <w:bCs/>
          <w:color w:val="C00000"/>
          <w:sz w:val="18"/>
          <w:szCs w:val="18"/>
        </w:rPr>
        <w:t>rsc.li/</w:t>
      </w:r>
      <w:r w:rsidR="00B66EB6">
        <w:rPr>
          <w:rStyle w:val="Hyperlink"/>
          <w:rFonts w:ascii="Century Gothic" w:hAnsi="Century Gothic"/>
          <w:b/>
          <w:bCs/>
          <w:color w:val="C00000"/>
          <w:sz w:val="18"/>
          <w:szCs w:val="18"/>
        </w:rPr>
        <w:t>48Rx057</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B3ED8"/>
    <w:multiLevelType w:val="hybridMultilevel"/>
    <w:tmpl w:val="53B23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F60C26"/>
    <w:multiLevelType w:val="hybridMultilevel"/>
    <w:tmpl w:val="7EBA442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5"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6"/>
  </w:num>
  <w:num w:numId="2" w16cid:durableId="1028483081">
    <w:abstractNumId w:val="8"/>
  </w:num>
  <w:num w:numId="3" w16cid:durableId="498425709">
    <w:abstractNumId w:val="5"/>
  </w:num>
  <w:num w:numId="4" w16cid:durableId="1858107951">
    <w:abstractNumId w:val="6"/>
  </w:num>
  <w:num w:numId="5" w16cid:durableId="461963885">
    <w:abstractNumId w:val="13"/>
  </w:num>
  <w:num w:numId="6" w16cid:durableId="817766398">
    <w:abstractNumId w:val="15"/>
  </w:num>
  <w:num w:numId="7" w16cid:durableId="790979940">
    <w:abstractNumId w:val="1"/>
  </w:num>
  <w:num w:numId="8" w16cid:durableId="2054235528">
    <w:abstractNumId w:val="4"/>
  </w:num>
  <w:num w:numId="9" w16cid:durableId="1990549414">
    <w:abstractNumId w:val="3"/>
  </w:num>
  <w:num w:numId="10" w16cid:durableId="1460881753">
    <w:abstractNumId w:val="2"/>
  </w:num>
  <w:num w:numId="11" w16cid:durableId="1707487310">
    <w:abstractNumId w:val="9"/>
  </w:num>
  <w:num w:numId="12" w16cid:durableId="392628055">
    <w:abstractNumId w:val="2"/>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3"/>
    <w:lvlOverride w:ilvl="0">
      <w:startOverride w:val="1"/>
    </w:lvlOverride>
  </w:num>
  <w:num w:numId="17" w16cid:durableId="1743522365">
    <w:abstractNumId w:val="17"/>
  </w:num>
  <w:num w:numId="18" w16cid:durableId="2137213637">
    <w:abstractNumId w:val="10"/>
  </w:num>
  <w:num w:numId="19" w16cid:durableId="1987857612">
    <w:abstractNumId w:val="14"/>
  </w:num>
  <w:num w:numId="20" w16cid:durableId="2085909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55B"/>
    <w:rsid w:val="00020B66"/>
    <w:rsid w:val="00056090"/>
    <w:rsid w:val="000647E4"/>
    <w:rsid w:val="00081AF2"/>
    <w:rsid w:val="000866AC"/>
    <w:rsid w:val="00092315"/>
    <w:rsid w:val="00092796"/>
    <w:rsid w:val="00093B94"/>
    <w:rsid w:val="000A0044"/>
    <w:rsid w:val="000A31FD"/>
    <w:rsid w:val="000A768F"/>
    <w:rsid w:val="000B0FE6"/>
    <w:rsid w:val="000D27D6"/>
    <w:rsid w:val="000D6623"/>
    <w:rsid w:val="000E5F58"/>
    <w:rsid w:val="00111E18"/>
    <w:rsid w:val="00121B47"/>
    <w:rsid w:val="00164BBD"/>
    <w:rsid w:val="001A7EF4"/>
    <w:rsid w:val="001C5278"/>
    <w:rsid w:val="001F6740"/>
    <w:rsid w:val="00212D44"/>
    <w:rsid w:val="00214B1D"/>
    <w:rsid w:val="00216F9C"/>
    <w:rsid w:val="00231C1C"/>
    <w:rsid w:val="0023536A"/>
    <w:rsid w:val="00257C5D"/>
    <w:rsid w:val="00264BD2"/>
    <w:rsid w:val="00292CE3"/>
    <w:rsid w:val="002A57CF"/>
    <w:rsid w:val="002A77FF"/>
    <w:rsid w:val="002C2223"/>
    <w:rsid w:val="002D34BA"/>
    <w:rsid w:val="002E47CA"/>
    <w:rsid w:val="002F0AC7"/>
    <w:rsid w:val="002F2497"/>
    <w:rsid w:val="0030063E"/>
    <w:rsid w:val="003059AB"/>
    <w:rsid w:val="00362CC1"/>
    <w:rsid w:val="003638F0"/>
    <w:rsid w:val="00364380"/>
    <w:rsid w:val="003716B9"/>
    <w:rsid w:val="003875FD"/>
    <w:rsid w:val="00393778"/>
    <w:rsid w:val="003A6537"/>
    <w:rsid w:val="003B2BA5"/>
    <w:rsid w:val="003B52F9"/>
    <w:rsid w:val="003E3E15"/>
    <w:rsid w:val="003E5776"/>
    <w:rsid w:val="003F2EF3"/>
    <w:rsid w:val="004044DD"/>
    <w:rsid w:val="00424BE9"/>
    <w:rsid w:val="004316B1"/>
    <w:rsid w:val="00456238"/>
    <w:rsid w:val="0046389A"/>
    <w:rsid w:val="004752B4"/>
    <w:rsid w:val="00482549"/>
    <w:rsid w:val="00490E32"/>
    <w:rsid w:val="004A02A3"/>
    <w:rsid w:val="004A6C93"/>
    <w:rsid w:val="004D46C0"/>
    <w:rsid w:val="004E0B5F"/>
    <w:rsid w:val="004E53ED"/>
    <w:rsid w:val="004E5D92"/>
    <w:rsid w:val="004F69AD"/>
    <w:rsid w:val="00516F80"/>
    <w:rsid w:val="00525B8C"/>
    <w:rsid w:val="0054202D"/>
    <w:rsid w:val="005445E0"/>
    <w:rsid w:val="00560449"/>
    <w:rsid w:val="005820B0"/>
    <w:rsid w:val="005D7608"/>
    <w:rsid w:val="005E59B3"/>
    <w:rsid w:val="005F0459"/>
    <w:rsid w:val="00630E39"/>
    <w:rsid w:val="00640BDB"/>
    <w:rsid w:val="006820BE"/>
    <w:rsid w:val="006A64B0"/>
    <w:rsid w:val="006C7B0F"/>
    <w:rsid w:val="006D790E"/>
    <w:rsid w:val="006E3B84"/>
    <w:rsid w:val="007009D6"/>
    <w:rsid w:val="007042E5"/>
    <w:rsid w:val="00710601"/>
    <w:rsid w:val="00715DC8"/>
    <w:rsid w:val="00727906"/>
    <w:rsid w:val="00741ECD"/>
    <w:rsid w:val="007424D7"/>
    <w:rsid w:val="007624E9"/>
    <w:rsid w:val="00764810"/>
    <w:rsid w:val="007676C3"/>
    <w:rsid w:val="00781879"/>
    <w:rsid w:val="007859BF"/>
    <w:rsid w:val="00787C7E"/>
    <w:rsid w:val="00792BE8"/>
    <w:rsid w:val="00793A37"/>
    <w:rsid w:val="00795D79"/>
    <w:rsid w:val="007C7296"/>
    <w:rsid w:val="007E58E7"/>
    <w:rsid w:val="0080546C"/>
    <w:rsid w:val="00813905"/>
    <w:rsid w:val="00820411"/>
    <w:rsid w:val="00835B9C"/>
    <w:rsid w:val="00841A83"/>
    <w:rsid w:val="00845529"/>
    <w:rsid w:val="0089187A"/>
    <w:rsid w:val="008A1B0B"/>
    <w:rsid w:val="008C0669"/>
    <w:rsid w:val="008C3888"/>
    <w:rsid w:val="008F6D5F"/>
    <w:rsid w:val="009219BA"/>
    <w:rsid w:val="00973447"/>
    <w:rsid w:val="00985AAD"/>
    <w:rsid w:val="009A3093"/>
    <w:rsid w:val="009B47DE"/>
    <w:rsid w:val="009C4185"/>
    <w:rsid w:val="009E7321"/>
    <w:rsid w:val="00A177A3"/>
    <w:rsid w:val="00A24FE5"/>
    <w:rsid w:val="00A34D68"/>
    <w:rsid w:val="00A468E4"/>
    <w:rsid w:val="00A52F6C"/>
    <w:rsid w:val="00A5348B"/>
    <w:rsid w:val="00A55D0E"/>
    <w:rsid w:val="00A571EB"/>
    <w:rsid w:val="00A5740C"/>
    <w:rsid w:val="00A64A4D"/>
    <w:rsid w:val="00A66348"/>
    <w:rsid w:val="00A725C3"/>
    <w:rsid w:val="00A84218"/>
    <w:rsid w:val="00AB639C"/>
    <w:rsid w:val="00AB6C79"/>
    <w:rsid w:val="00AD4027"/>
    <w:rsid w:val="00AD6A8A"/>
    <w:rsid w:val="00AE106A"/>
    <w:rsid w:val="00B07819"/>
    <w:rsid w:val="00B226A7"/>
    <w:rsid w:val="00B25FD6"/>
    <w:rsid w:val="00B26034"/>
    <w:rsid w:val="00B32608"/>
    <w:rsid w:val="00B4558E"/>
    <w:rsid w:val="00B66EB6"/>
    <w:rsid w:val="00B67A03"/>
    <w:rsid w:val="00B71E66"/>
    <w:rsid w:val="00B721F1"/>
    <w:rsid w:val="00BC5741"/>
    <w:rsid w:val="00BD1443"/>
    <w:rsid w:val="00BE582A"/>
    <w:rsid w:val="00BF38B6"/>
    <w:rsid w:val="00C1703F"/>
    <w:rsid w:val="00C322CA"/>
    <w:rsid w:val="00C34AB1"/>
    <w:rsid w:val="00C6122F"/>
    <w:rsid w:val="00C644EC"/>
    <w:rsid w:val="00C7578C"/>
    <w:rsid w:val="00C97BCB"/>
    <w:rsid w:val="00CD5E3C"/>
    <w:rsid w:val="00CE1BB7"/>
    <w:rsid w:val="00CE6291"/>
    <w:rsid w:val="00CF038D"/>
    <w:rsid w:val="00D231A0"/>
    <w:rsid w:val="00D31E02"/>
    <w:rsid w:val="00D34E18"/>
    <w:rsid w:val="00D40A2C"/>
    <w:rsid w:val="00D444BA"/>
    <w:rsid w:val="00D53208"/>
    <w:rsid w:val="00D56C1B"/>
    <w:rsid w:val="00D62A21"/>
    <w:rsid w:val="00D732BB"/>
    <w:rsid w:val="00D92EA9"/>
    <w:rsid w:val="00D97B65"/>
    <w:rsid w:val="00DE4519"/>
    <w:rsid w:val="00DF1C5C"/>
    <w:rsid w:val="00DF7E16"/>
    <w:rsid w:val="00E0789A"/>
    <w:rsid w:val="00E1475F"/>
    <w:rsid w:val="00E174ED"/>
    <w:rsid w:val="00E23EAC"/>
    <w:rsid w:val="00E241E9"/>
    <w:rsid w:val="00E36D24"/>
    <w:rsid w:val="00E408AC"/>
    <w:rsid w:val="00E47CCE"/>
    <w:rsid w:val="00E94B12"/>
    <w:rsid w:val="00EB3680"/>
    <w:rsid w:val="00ED698B"/>
    <w:rsid w:val="00EE57F1"/>
    <w:rsid w:val="00EF3FDA"/>
    <w:rsid w:val="00F16D3B"/>
    <w:rsid w:val="00F22D08"/>
    <w:rsid w:val="00F513D1"/>
    <w:rsid w:val="00F553E7"/>
    <w:rsid w:val="00F55FE1"/>
    <w:rsid w:val="00F7097A"/>
    <w:rsid w:val="00F709FB"/>
    <w:rsid w:val="00F71CF7"/>
    <w:rsid w:val="00F7616C"/>
    <w:rsid w:val="00F94905"/>
    <w:rsid w:val="00FB0F79"/>
    <w:rsid w:val="00FB7F3F"/>
    <w:rsid w:val="00FC54F8"/>
    <w:rsid w:val="00FC642F"/>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paragraph" w:styleId="ListParagraph">
    <w:name w:val="List Paragraph"/>
    <w:basedOn w:val="Normal"/>
    <w:uiPriority w:val="34"/>
    <w:qFormat/>
    <w:rsid w:val="00020B66"/>
    <w:pPr>
      <w:ind w:left="720"/>
      <w:contextualSpacing/>
    </w:pPr>
  </w:style>
  <w:style w:type="paragraph" w:styleId="Revision">
    <w:name w:val="Revision"/>
    <w:hidden/>
    <w:uiPriority w:val="99"/>
    <w:semiHidden/>
    <w:rsid w:val="00AD6A8A"/>
    <w:pPr>
      <w:spacing w:after="0" w:line="240" w:lineRule="auto"/>
    </w:pPr>
    <w:rPr>
      <w:rFonts w:ascii="Arial" w:hAnsi="Arial" w:cs="Arial"/>
      <w:sz w:val="20"/>
      <w:szCs w:val="20"/>
      <w:lang w:eastAsia="zh-CN"/>
    </w:rPr>
  </w:style>
  <w:style w:type="character" w:styleId="CommentReference">
    <w:name w:val="annotation reference"/>
    <w:basedOn w:val="DefaultParagraphFont"/>
    <w:uiPriority w:val="99"/>
    <w:semiHidden/>
    <w:unhideWhenUsed/>
    <w:rsid w:val="00B25FD6"/>
    <w:rPr>
      <w:sz w:val="16"/>
      <w:szCs w:val="16"/>
    </w:rPr>
  </w:style>
  <w:style w:type="paragraph" w:styleId="CommentText0">
    <w:name w:val="annotation text"/>
    <w:basedOn w:val="Normal"/>
    <w:link w:val="CommentTextChar"/>
    <w:uiPriority w:val="99"/>
    <w:unhideWhenUsed/>
    <w:rsid w:val="00B25FD6"/>
    <w:pPr>
      <w:spacing w:line="240" w:lineRule="auto"/>
    </w:pPr>
  </w:style>
  <w:style w:type="character" w:customStyle="1" w:styleId="CommentTextChar">
    <w:name w:val="Comment Text Char"/>
    <w:basedOn w:val="DefaultParagraphFont"/>
    <w:link w:val="CommentText0"/>
    <w:uiPriority w:val="99"/>
    <w:rsid w:val="00B25FD6"/>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B25FD6"/>
    <w:rPr>
      <w:b/>
      <w:bCs/>
    </w:rPr>
  </w:style>
  <w:style w:type="character" w:customStyle="1" w:styleId="CommentSubjectChar">
    <w:name w:val="Comment Subject Char"/>
    <w:basedOn w:val="CommentTextChar"/>
    <w:link w:val="CommentSubject"/>
    <w:uiPriority w:val="99"/>
    <w:semiHidden/>
    <w:rsid w:val="00B25FD6"/>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6OCU5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1043</Words>
  <Characters>5419</Characters>
  <Application>Microsoft Office Word</Application>
  <DocSecurity>0</DocSecurity>
  <Lines>361</Lines>
  <Paragraphs>97</Paragraphs>
  <ScaleCrop>false</ScaleCrop>
  <HeadingPairs>
    <vt:vector size="2" baseType="variant">
      <vt:variant>
        <vt:lpstr>Title</vt:lpstr>
      </vt:variant>
      <vt:variant>
        <vt:i4>1</vt:i4>
      </vt:variant>
    </vt:vector>
  </HeadingPairs>
  <TitlesOfParts>
    <vt:vector size="1" baseType="lpstr">
      <vt:lpstr>Nanomaterials: structure strip - teacher notes</vt:lpstr>
    </vt:vector>
  </TitlesOfParts>
  <Manager/>
  <Company>Royal Society Of Chemistry</Company>
  <LinksUpToDate>false</LinksUpToDate>
  <CharactersWithSpaces>6365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Nanomaterials: structure strip - teacher notes</dc:title>
  <dc:subject/>
  <dc:creator>Royal Society Of Chemistry</dc:creator>
  <cp:keywords>Nanoscale, nanometre, nanomaterial, particle, surface area.</cp:keywords>
  <dc:description>From Small wonders, Education in Chemistry, https://rsc.li/46OCU5l</dc:description>
  <cp:lastModifiedBy>Kirsty Patterson</cp:lastModifiedBy>
  <cp:revision>3</cp:revision>
  <dcterms:created xsi:type="dcterms:W3CDTF">2023-10-19T15:25:00Z</dcterms:created>
  <dcterms:modified xsi:type="dcterms:W3CDTF">2023-10-19T15:29:00Z</dcterms:modified>
  <cp:category/>
</cp:coreProperties>
</file>