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8996B" w14:textId="77777777" w:rsidR="00343E48" w:rsidRDefault="00343E48" w:rsidP="00A66B44">
      <w:pPr>
        <w:pStyle w:val="RSCBulletedlist"/>
        <w:numPr>
          <w:ilvl w:val="0"/>
          <w:numId w:val="0"/>
        </w:numPr>
        <w:rPr>
          <w:b/>
          <w:bCs/>
          <w:color w:val="C8102E"/>
          <w:sz w:val="36"/>
          <w:szCs w:val="36"/>
        </w:rPr>
      </w:pPr>
      <w:bookmarkStart w:id="0" w:name="_Hlk186795034"/>
      <w:r w:rsidRPr="00343E48">
        <w:rPr>
          <w:b/>
          <w:bCs/>
          <w:color w:val="C8102E"/>
          <w:sz w:val="36"/>
          <w:szCs w:val="36"/>
        </w:rPr>
        <w:t xml:space="preserve">Changing the state of water scarcity </w:t>
      </w:r>
    </w:p>
    <w:bookmarkEnd w:id="0"/>
    <w:p w14:paraId="1D4E353C" w14:textId="7C1D20DF" w:rsidR="00A66B44" w:rsidRPr="00492D28" w:rsidRDefault="00A66B44" w:rsidP="00A66B44">
      <w:pPr>
        <w:pStyle w:val="RSCBulletedlist"/>
        <w:numPr>
          <w:ilvl w:val="0"/>
          <w:numId w:val="0"/>
        </w:numPr>
      </w:pPr>
      <w:r w:rsidRPr="681DAD82">
        <w:t xml:space="preserve">This resource forms part of the </w:t>
      </w:r>
      <w:r w:rsidR="00426B5B">
        <w:rPr>
          <w:b/>
          <w:bCs/>
        </w:rPr>
        <w:t>a</w:t>
      </w:r>
      <w:r w:rsidR="00343E48">
        <w:rPr>
          <w:b/>
          <w:bCs/>
        </w:rPr>
        <w:t xml:space="preserve">tomic model </w:t>
      </w:r>
      <w:r w:rsidR="00E23212" w:rsidRPr="681DAD82">
        <w:t>topic package</w:t>
      </w:r>
      <w:r w:rsidR="00E23212">
        <w:t xml:space="preserve"> </w:t>
      </w:r>
      <w:r w:rsidR="00E23212" w:rsidRPr="007D33EC">
        <w:t>where you will find more resources to embed literacy skills development into your teaching.</w:t>
      </w:r>
      <w:r w:rsidR="00E23212">
        <w:t xml:space="preserve"> </w:t>
      </w:r>
      <w:r w:rsidR="006E38AA">
        <w:t xml:space="preserve">You can edit </w:t>
      </w:r>
      <w:r w:rsidR="00CA3155">
        <w:t xml:space="preserve">all the linked files in </w:t>
      </w:r>
      <w:r w:rsidR="006E38AA">
        <w:t>th</w:t>
      </w:r>
      <w:r w:rsidR="00CA3155">
        <w:t>is</w:t>
      </w:r>
      <w:r w:rsidR="006E38AA">
        <w:t xml:space="preserve"> resource </w:t>
      </w:r>
      <w:r>
        <w:t xml:space="preserve">to best suit the needs of your learners. </w:t>
      </w:r>
    </w:p>
    <w:p w14:paraId="65138B1A" w14:textId="77777777" w:rsidR="00AB639C" w:rsidRDefault="00AB639C" w:rsidP="00D3142C">
      <w:pPr>
        <w:pStyle w:val="RSCH2"/>
        <w:spacing w:before="360"/>
        <w:rPr>
          <w:lang w:eastAsia="en-GB"/>
        </w:rPr>
      </w:pPr>
      <w:r>
        <w:rPr>
          <w:lang w:eastAsia="en-GB"/>
        </w:rPr>
        <w:t>Learning objectives</w:t>
      </w:r>
    </w:p>
    <w:p w14:paraId="06952372" w14:textId="003E3DC6" w:rsidR="00A66B44" w:rsidRDefault="00A66B44" w:rsidP="00A66B44">
      <w:pPr>
        <w:pStyle w:val="RSCLearningobjectives"/>
        <w:rPr>
          <w:lang w:eastAsia="en-GB"/>
        </w:rPr>
      </w:pPr>
      <w:r w:rsidRPr="00A66B44">
        <w:rPr>
          <w:lang w:eastAsia="en-GB"/>
        </w:rPr>
        <w:t>Use active reading strategies to help you understand a science news stor</w:t>
      </w:r>
      <w:r>
        <w:rPr>
          <w:lang w:eastAsia="en-GB"/>
        </w:rPr>
        <w:t>y</w:t>
      </w:r>
      <w:r w:rsidR="008F4F50">
        <w:rPr>
          <w:lang w:eastAsia="en-GB"/>
        </w:rPr>
        <w:t>.</w:t>
      </w:r>
    </w:p>
    <w:p w14:paraId="1D999FDE" w14:textId="1F5A9055" w:rsidR="00A66B44" w:rsidRDefault="00A66B44" w:rsidP="00A66B44">
      <w:pPr>
        <w:pStyle w:val="RSCLearningobjectives"/>
        <w:rPr>
          <w:lang w:eastAsia="en-GB"/>
        </w:rPr>
      </w:pPr>
      <w:r w:rsidRPr="00A66B44">
        <w:rPr>
          <w:lang w:eastAsia="en-GB"/>
        </w:rPr>
        <w:t>Use the glossary to support your understanding of unfamiliar words</w:t>
      </w:r>
      <w:r w:rsidR="008147EF">
        <w:rPr>
          <w:lang w:eastAsia="en-GB"/>
        </w:rPr>
        <w:t>.</w:t>
      </w:r>
    </w:p>
    <w:p w14:paraId="47FCFDD6" w14:textId="445AF79D" w:rsidR="00A66B44" w:rsidRDefault="00A66B44" w:rsidP="009A15EF">
      <w:pPr>
        <w:pStyle w:val="RSCLearningobjectives"/>
        <w:jc w:val="left"/>
      </w:pPr>
      <w:r>
        <w:t>Know what key information to look for when reading a science news story</w:t>
      </w:r>
      <w:r w:rsidR="008147EF">
        <w:t>.</w:t>
      </w:r>
    </w:p>
    <w:p w14:paraId="38A54FB5" w14:textId="038D4014" w:rsidR="00343E48" w:rsidRPr="00A66B44" w:rsidRDefault="00A66B44" w:rsidP="009A15EF">
      <w:pPr>
        <w:pStyle w:val="RSCLearningobjectives"/>
        <w:jc w:val="left"/>
        <w:rPr>
          <w:lang w:eastAsia="en-GB"/>
        </w:rPr>
      </w:pPr>
      <w:r w:rsidRPr="00A66B44">
        <w:rPr>
          <w:lang w:eastAsia="en-GB"/>
        </w:rPr>
        <w:t xml:space="preserve">Understand </w:t>
      </w:r>
      <w:r w:rsidR="00343E48">
        <w:rPr>
          <w:lang w:eastAsia="en-GB"/>
        </w:rPr>
        <w:t>how</w:t>
      </w:r>
      <w:r w:rsidRPr="00A66B44">
        <w:rPr>
          <w:lang w:eastAsia="en-GB"/>
        </w:rPr>
        <w:t xml:space="preserve"> people write about science differently </w:t>
      </w:r>
      <w:r w:rsidR="007E2D30">
        <w:rPr>
          <w:lang w:eastAsia="en-GB"/>
        </w:rPr>
        <w:t>depending on their</w:t>
      </w:r>
      <w:r w:rsidRPr="00A66B44">
        <w:rPr>
          <w:lang w:eastAsia="en-GB"/>
        </w:rPr>
        <w:t xml:space="preserve"> audiences</w:t>
      </w:r>
      <w:r w:rsidR="008147EF">
        <w:rPr>
          <w:lang w:eastAsia="en-GB"/>
        </w:rPr>
        <w:t>.</w:t>
      </w:r>
    </w:p>
    <w:p w14:paraId="43B71F38" w14:textId="77777777" w:rsidR="00A66B44" w:rsidRPr="00A66B44" w:rsidRDefault="00A66B44" w:rsidP="009A15EF">
      <w:pPr>
        <w:pStyle w:val="RSCLearningobjectives"/>
        <w:jc w:val="left"/>
        <w:rPr>
          <w:lang w:eastAsia="en-GB"/>
        </w:rPr>
      </w:pPr>
      <w:r w:rsidRPr="00A66B44">
        <w:rPr>
          <w:lang w:eastAsia="en-GB"/>
        </w:rPr>
        <w:t>For extension – confidently talk about the science news story, with consideration for your audience.</w:t>
      </w:r>
    </w:p>
    <w:p w14:paraId="411F1C57" w14:textId="0744BE4B" w:rsidR="00A66B44" w:rsidRPr="00A66B44" w:rsidRDefault="00A66B44" w:rsidP="004778AB">
      <w:pPr>
        <w:pStyle w:val="RSCLearningobjectives"/>
        <w:numPr>
          <w:ilvl w:val="0"/>
          <w:numId w:val="0"/>
        </w:numPr>
        <w:spacing w:line="259" w:lineRule="auto"/>
        <w:jc w:val="left"/>
        <w:rPr>
          <w:lang w:eastAsia="en-GB"/>
        </w:rPr>
      </w:pPr>
      <w:r w:rsidRPr="00A66B44">
        <w:rPr>
          <w:lang w:eastAsia="en-GB"/>
        </w:rPr>
        <w:t xml:space="preserve">Questions </w:t>
      </w:r>
      <w:r w:rsidR="00343E48">
        <w:rPr>
          <w:lang w:eastAsia="en-GB"/>
        </w:rPr>
        <w:t>1</w:t>
      </w:r>
      <w:r w:rsidRPr="00A66B44">
        <w:rPr>
          <w:lang w:eastAsia="en-GB"/>
        </w:rPr>
        <w:t>–</w:t>
      </w:r>
      <w:r w:rsidR="00343E48">
        <w:rPr>
          <w:lang w:eastAsia="en-GB"/>
        </w:rPr>
        <w:t>3</w:t>
      </w:r>
      <w:r w:rsidRPr="00A66B44">
        <w:rPr>
          <w:lang w:eastAsia="en-GB"/>
        </w:rPr>
        <w:t xml:space="preserve"> in the student sheet support learning objectives 1 and 2. Question </w:t>
      </w:r>
      <w:r w:rsidR="00343E48">
        <w:rPr>
          <w:lang w:eastAsia="en-GB"/>
        </w:rPr>
        <w:t>6</w:t>
      </w:r>
      <w:r w:rsidRPr="00A66B44">
        <w:rPr>
          <w:lang w:eastAsia="en-GB"/>
        </w:rPr>
        <w:t xml:space="preserve"> supports learning objective 3. Questions </w:t>
      </w:r>
      <w:r w:rsidR="00343E48">
        <w:rPr>
          <w:lang w:eastAsia="en-GB"/>
        </w:rPr>
        <w:t>7</w:t>
      </w:r>
      <w:r w:rsidRPr="00A66B44">
        <w:rPr>
          <w:lang w:eastAsia="en-GB"/>
        </w:rPr>
        <w:t>–</w:t>
      </w:r>
      <w:r w:rsidR="00343E48">
        <w:rPr>
          <w:lang w:eastAsia="en-GB"/>
        </w:rPr>
        <w:t>9</w:t>
      </w:r>
      <w:r w:rsidRPr="00A66B44">
        <w:rPr>
          <w:lang w:eastAsia="en-GB"/>
        </w:rPr>
        <w:t xml:space="preserve"> support learning objective 4</w:t>
      </w:r>
      <w:r w:rsidR="00FC28AE">
        <w:rPr>
          <w:lang w:eastAsia="en-GB"/>
        </w:rPr>
        <w:t xml:space="preserve"> a</w:t>
      </w:r>
      <w:r w:rsidRPr="00A66B44">
        <w:rPr>
          <w:lang w:eastAsia="en-GB"/>
        </w:rPr>
        <w:t>nd the ‘Present the news’ extension task supports learning objective 5.</w:t>
      </w:r>
    </w:p>
    <w:p w14:paraId="4905806C" w14:textId="3E8106B9" w:rsidR="00362CC1" w:rsidRDefault="00A66B44" w:rsidP="009A15EF">
      <w:pPr>
        <w:pStyle w:val="RSCH2"/>
        <w:spacing w:before="360"/>
        <w:rPr>
          <w:lang w:eastAsia="en-GB"/>
        </w:rPr>
      </w:pPr>
      <w:r>
        <w:rPr>
          <w:lang w:eastAsia="en-GB"/>
        </w:rPr>
        <w:t>Introduction</w:t>
      </w:r>
    </w:p>
    <w:p w14:paraId="0531BAFB" w14:textId="1108095A" w:rsidR="00A66B44" w:rsidRDefault="00A66B44" w:rsidP="00A66B44">
      <w:pPr>
        <w:pStyle w:val="RSCBasictext"/>
        <w:rPr>
          <w:i/>
          <w:iCs/>
        </w:rPr>
      </w:pPr>
      <w:r w:rsidRPr="00A66B44">
        <w:rPr>
          <w:lang w:eastAsia="en-GB"/>
        </w:rPr>
        <w:t>Reading about science is pivotal for understanding the world around us and the events and discoveries that effect our lives. In this reading comprehension</w:t>
      </w:r>
      <w:r w:rsidR="00E30C95">
        <w:rPr>
          <w:lang w:eastAsia="en-GB"/>
        </w:rPr>
        <w:t>,</w:t>
      </w:r>
      <w:r w:rsidRPr="00A66B44">
        <w:rPr>
          <w:lang w:eastAsia="en-GB"/>
        </w:rPr>
        <w:t xml:space="preserve"> learners will actively engage with a simple text about a research article.</w:t>
      </w:r>
      <w:r w:rsidRPr="00A66B44">
        <w:rPr>
          <w:i/>
          <w:iCs/>
        </w:rPr>
        <w:t xml:space="preserve"> </w:t>
      </w:r>
    </w:p>
    <w:p w14:paraId="50265360" w14:textId="71CCEECC" w:rsidR="004567AD" w:rsidRPr="00A66B44" w:rsidRDefault="00A66B44" w:rsidP="009A15EF">
      <w:pPr>
        <w:pStyle w:val="RSCBasictext"/>
        <w:spacing w:after="360"/>
      </w:pPr>
      <w:r w:rsidRPr="00134D41">
        <w:rPr>
          <w:i/>
          <w:iCs/>
        </w:rPr>
        <w:t>Education in Chemistry</w:t>
      </w:r>
      <w:r>
        <w:t xml:space="preserve"> has </w:t>
      </w:r>
      <w:r w:rsidR="00C612BB">
        <w:t xml:space="preserve">collated </w:t>
      </w:r>
      <w:r>
        <w:t xml:space="preserve">and distilled a wealth of </w:t>
      </w:r>
      <w:r w:rsidRPr="007524A1">
        <w:t>science research news</w:t>
      </w:r>
      <w:r>
        <w:t xml:space="preserve"> stories</w:t>
      </w:r>
      <w:r w:rsidR="007524A1">
        <w:t xml:space="preserve"> (see </w:t>
      </w:r>
      <w:hyperlink r:id="rId11" w:history="1">
        <w:r w:rsidR="007524A1" w:rsidRPr="007524A1">
          <w:rPr>
            <w:rStyle w:val="Hyperlink"/>
          </w:rPr>
          <w:t>rsc.li/4jvfRU0</w:t>
        </w:r>
      </w:hyperlink>
      <w:r w:rsidR="007524A1">
        <w:t>)</w:t>
      </w:r>
      <w:r>
        <w:t>. This reading comprehension resource is based</w:t>
      </w:r>
      <w:r w:rsidR="004649D8">
        <w:t xml:space="preserve"> on</w:t>
      </w:r>
      <w:r>
        <w:t xml:space="preserve"> </w:t>
      </w:r>
      <w:r w:rsidRPr="00354BB7">
        <w:t>one of these stories</w:t>
      </w:r>
      <w:r>
        <w:t xml:space="preserve"> relevant to the </w:t>
      </w:r>
      <w:r w:rsidR="00343E48" w:rsidRPr="00343E48">
        <w:rPr>
          <w:b/>
          <w:bCs/>
        </w:rPr>
        <w:t>atomic model</w:t>
      </w:r>
      <w:r w:rsidR="004649D8">
        <w:rPr>
          <w:b/>
          <w:bCs/>
        </w:rPr>
        <w:t xml:space="preserve"> </w:t>
      </w:r>
      <w:r w:rsidR="004649D8" w:rsidRPr="004778AB">
        <w:t>topic</w:t>
      </w:r>
      <w:r w:rsidRPr="004649D8">
        <w:t>.</w:t>
      </w:r>
      <w:r>
        <w:t xml:space="preserve"> This resource includes:</w:t>
      </w:r>
    </w:p>
    <w:tbl>
      <w:tblPr>
        <w:tblStyle w:val="TableGrid"/>
        <w:tblW w:w="0" w:type="auto"/>
        <w:tblBorders>
          <w:top w:val="single" w:sz="12" w:space="0" w:color="C00000"/>
          <w:left w:val="single" w:sz="12" w:space="0" w:color="C00000"/>
          <w:bottom w:val="single" w:sz="12" w:space="0" w:color="C00000"/>
          <w:right w:val="single" w:sz="12" w:space="0" w:color="C00000"/>
          <w:insideH w:val="single" w:sz="12" w:space="0" w:color="C00000"/>
          <w:insideV w:val="single" w:sz="12" w:space="0" w:color="C00000"/>
        </w:tblBorders>
        <w:tblLook w:val="04A0" w:firstRow="1" w:lastRow="0" w:firstColumn="1" w:lastColumn="0" w:noHBand="0" w:noVBand="1"/>
      </w:tblPr>
      <w:tblGrid>
        <w:gridCol w:w="2999"/>
        <w:gridCol w:w="2998"/>
        <w:gridCol w:w="2999"/>
      </w:tblGrid>
      <w:tr w:rsidR="004567AD" w14:paraId="112B7613" w14:textId="77777777" w:rsidTr="00CD47F3">
        <w:trPr>
          <w:trHeight w:val="2232"/>
        </w:trPr>
        <w:tc>
          <w:tcPr>
            <w:tcW w:w="2999" w:type="dxa"/>
          </w:tcPr>
          <w:p w14:paraId="6D42E921" w14:textId="6D726FB8" w:rsidR="00A66B44" w:rsidRDefault="004567AD" w:rsidP="00CD47F3">
            <w:pPr>
              <w:pStyle w:val="RSCBasictext"/>
              <w:rPr>
                <w:lang w:eastAsia="en-GB"/>
              </w:rPr>
            </w:pPr>
            <w:r w:rsidRPr="004567AD">
              <w:rPr>
                <w:noProof/>
                <w:lang w:eastAsia="en-GB"/>
              </w:rPr>
              <w:drawing>
                <wp:anchor distT="0" distB="0" distL="114300" distR="114300" simplePos="0" relativeHeight="251658241" behindDoc="0" locked="0" layoutInCell="1" allowOverlap="1" wp14:anchorId="20167455" wp14:editId="5B23CCE4">
                  <wp:simplePos x="0" y="0"/>
                  <wp:positionH relativeFrom="column">
                    <wp:posOffset>59055</wp:posOffset>
                  </wp:positionH>
                  <wp:positionV relativeFrom="paragraph">
                    <wp:posOffset>217170</wp:posOffset>
                  </wp:positionV>
                  <wp:extent cx="1466850" cy="1026795"/>
                  <wp:effectExtent l="0" t="0" r="0" b="1905"/>
                  <wp:wrapThrough wrapText="bothSides">
                    <wp:wrapPolygon edited="0">
                      <wp:start x="0" y="0"/>
                      <wp:lineTo x="0" y="21239"/>
                      <wp:lineTo x="21319" y="21239"/>
                      <wp:lineTo x="21319" y="0"/>
                      <wp:lineTo x="0" y="0"/>
                    </wp:wrapPolygon>
                  </wp:wrapThrough>
                  <wp:docPr id="172832080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320804" name="Picture 1">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66850" cy="1026795"/>
                          </a:xfrm>
                          <a:prstGeom prst="rect">
                            <a:avLst/>
                          </a:prstGeom>
                        </pic:spPr>
                      </pic:pic>
                    </a:graphicData>
                  </a:graphic>
                  <wp14:sizeRelH relativeFrom="margin">
                    <wp14:pctWidth>0</wp14:pctWidth>
                  </wp14:sizeRelH>
                  <wp14:sizeRelV relativeFrom="margin">
                    <wp14:pctHeight>0</wp14:pctHeight>
                  </wp14:sizeRelV>
                </wp:anchor>
              </w:drawing>
            </w:r>
          </w:p>
        </w:tc>
        <w:tc>
          <w:tcPr>
            <w:tcW w:w="5997" w:type="dxa"/>
            <w:gridSpan w:val="2"/>
          </w:tcPr>
          <w:p w14:paraId="2ECDEC5F" w14:textId="268DADC6" w:rsidR="00A66B44" w:rsidRDefault="00356725" w:rsidP="009A15EF">
            <w:pPr>
              <w:pStyle w:val="RSCBasictext"/>
              <w:ind w:hanging="715"/>
              <w:rPr>
                <w:b/>
                <w:bCs/>
                <w:color w:val="C00000"/>
                <w:lang w:eastAsia="en-GB"/>
              </w:rPr>
            </w:pPr>
            <w:r w:rsidRPr="00356725">
              <w:rPr>
                <w:b/>
                <w:bCs/>
                <w:noProof/>
                <w:color w:val="C00000"/>
                <w:lang w:eastAsia="en-GB"/>
              </w:rPr>
              <w:drawing>
                <wp:anchor distT="0" distB="0" distL="114300" distR="114300" simplePos="0" relativeHeight="251658242" behindDoc="1" locked="0" layoutInCell="1" allowOverlap="1" wp14:anchorId="754BF0EC" wp14:editId="68DC011E">
                  <wp:simplePos x="0" y="0"/>
                  <wp:positionH relativeFrom="column">
                    <wp:posOffset>35885</wp:posOffset>
                  </wp:positionH>
                  <wp:positionV relativeFrom="paragraph">
                    <wp:posOffset>266700</wp:posOffset>
                  </wp:positionV>
                  <wp:extent cx="1480820" cy="829310"/>
                  <wp:effectExtent l="0" t="0" r="5080" b="8890"/>
                  <wp:wrapTight wrapText="bothSides">
                    <wp:wrapPolygon edited="0">
                      <wp:start x="0" y="0"/>
                      <wp:lineTo x="0" y="21335"/>
                      <wp:lineTo x="21396" y="21335"/>
                      <wp:lineTo x="21396" y="0"/>
                      <wp:lineTo x="0" y="0"/>
                    </wp:wrapPolygon>
                  </wp:wrapTight>
                  <wp:docPr id="20102180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21807" name="Picture 1">
                            <a:extLst>
                              <a:ext uri="{C183D7F6-B498-43B3-948B-1728B52AA6E4}">
                                <adec:decorative xmlns:adec="http://schemas.microsoft.com/office/drawing/2017/decorative" val="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0820" cy="829310"/>
                          </a:xfrm>
                          <a:prstGeom prst="rect">
                            <a:avLst/>
                          </a:prstGeom>
                        </pic:spPr>
                      </pic:pic>
                    </a:graphicData>
                  </a:graphic>
                  <wp14:sizeRelH relativeFrom="page">
                    <wp14:pctWidth>0</wp14:pctWidth>
                  </wp14:sizeRelH>
                  <wp14:sizeRelV relativeFrom="page">
                    <wp14:pctHeight>0</wp14:pctHeight>
                  </wp14:sizeRelV>
                </wp:anchor>
              </w:drawing>
            </w:r>
            <w:r w:rsidR="00DC0D41" w:rsidRPr="004567AD">
              <w:rPr>
                <w:b/>
                <w:bCs/>
                <w:noProof/>
                <w:color w:val="C00000"/>
                <w:lang w:eastAsia="en-GB"/>
              </w:rPr>
              <w:drawing>
                <wp:anchor distT="0" distB="0" distL="114300" distR="114300" simplePos="0" relativeHeight="251658240" behindDoc="0" locked="0" layoutInCell="1" allowOverlap="1" wp14:anchorId="4B81B63D" wp14:editId="58307661">
                  <wp:simplePos x="0" y="0"/>
                  <wp:positionH relativeFrom="column">
                    <wp:posOffset>1790700</wp:posOffset>
                  </wp:positionH>
                  <wp:positionV relativeFrom="paragraph">
                    <wp:posOffset>201930</wp:posOffset>
                  </wp:positionV>
                  <wp:extent cx="1810385" cy="1051560"/>
                  <wp:effectExtent l="0" t="0" r="0" b="0"/>
                  <wp:wrapThrough wrapText="bothSides">
                    <wp:wrapPolygon edited="0">
                      <wp:start x="0" y="0"/>
                      <wp:lineTo x="0" y="21130"/>
                      <wp:lineTo x="21365" y="21130"/>
                      <wp:lineTo x="21365" y="0"/>
                      <wp:lineTo x="0" y="0"/>
                    </wp:wrapPolygon>
                  </wp:wrapThrough>
                  <wp:docPr id="61616401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164014" name="Picture 1">
                            <a:extLst>
                              <a:ext uri="{C183D7F6-B498-43B3-948B-1728B52AA6E4}">
                                <adec:decorative xmlns:adec="http://schemas.microsoft.com/office/drawing/2017/decorative" val="1"/>
                              </a:ext>
                            </a:extLst>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10385" cy="1051560"/>
                          </a:xfrm>
                          <a:prstGeom prst="rect">
                            <a:avLst/>
                          </a:prstGeom>
                        </pic:spPr>
                      </pic:pic>
                    </a:graphicData>
                  </a:graphic>
                  <wp14:sizeRelH relativeFrom="margin">
                    <wp14:pctWidth>0</wp14:pctWidth>
                  </wp14:sizeRelH>
                  <wp14:sizeRelV relativeFrom="margin">
                    <wp14:pctHeight>0</wp14:pctHeight>
                  </wp14:sizeRelV>
                </wp:anchor>
              </w:drawing>
            </w:r>
            <w:r w:rsidR="004567AD">
              <w:rPr>
                <w:b/>
                <w:bCs/>
                <w:color w:val="C00000"/>
                <w:lang w:eastAsia="en-GB"/>
              </w:rPr>
              <w:t xml:space="preserve"> </w:t>
            </w:r>
            <w:r w:rsidR="00A66B44" w:rsidRPr="00A66B44">
              <w:rPr>
                <w:b/>
                <w:bCs/>
                <w:color w:val="C00000"/>
                <w:lang w:eastAsia="en-GB"/>
              </w:rPr>
              <w:t>Extension task</w:t>
            </w:r>
          </w:p>
          <w:p w14:paraId="20F925CA" w14:textId="17883C04" w:rsidR="00A66B44" w:rsidRPr="004567AD" w:rsidRDefault="004567AD" w:rsidP="004567AD">
            <w:pPr>
              <w:pStyle w:val="RSCBasictext"/>
              <w:rPr>
                <w:b/>
                <w:bCs/>
                <w:color w:val="C00000"/>
                <w:lang w:eastAsia="en-GB"/>
              </w:rPr>
            </w:pPr>
            <w:r>
              <w:rPr>
                <w:b/>
                <w:bCs/>
                <w:color w:val="C00000"/>
                <w:lang w:eastAsia="en-GB"/>
              </w:rPr>
              <w:t xml:space="preserve">                                          </w:t>
            </w:r>
          </w:p>
        </w:tc>
      </w:tr>
      <w:tr w:rsidR="004567AD" w14:paraId="1E466075" w14:textId="77777777" w:rsidTr="00A66B44">
        <w:tc>
          <w:tcPr>
            <w:tcW w:w="2999" w:type="dxa"/>
          </w:tcPr>
          <w:p w14:paraId="09D1BF57" w14:textId="77777777" w:rsidR="00A66B44" w:rsidRDefault="00A66B44" w:rsidP="00A66B44">
            <w:pPr>
              <w:pStyle w:val="RSCBasictext"/>
              <w:ind w:left="0" w:firstLine="0"/>
              <w:rPr>
                <w:b/>
                <w:bCs/>
                <w:color w:val="C00000"/>
                <w:lang w:eastAsia="en-GB"/>
              </w:rPr>
            </w:pPr>
            <w:r w:rsidRPr="00A66B44">
              <w:rPr>
                <w:b/>
                <w:bCs/>
                <w:color w:val="C00000"/>
                <w:lang w:eastAsia="en-GB"/>
              </w:rPr>
              <w:t>Reading comprehension worksheet</w:t>
            </w:r>
          </w:p>
          <w:p w14:paraId="4B5D7983" w14:textId="1C532020" w:rsidR="00A66B44" w:rsidRPr="00C00232" w:rsidRDefault="00590C44" w:rsidP="00A66B44">
            <w:pPr>
              <w:pStyle w:val="RSCBasictext"/>
              <w:ind w:left="0" w:firstLine="0"/>
              <w:rPr>
                <w:sz w:val="20"/>
                <w:szCs w:val="20"/>
                <w:lang w:eastAsia="en-GB"/>
              </w:rPr>
            </w:pPr>
            <w:r>
              <w:rPr>
                <w:sz w:val="20"/>
                <w:szCs w:val="20"/>
                <w:lang w:eastAsia="en-GB"/>
              </w:rPr>
              <w:t>A</w:t>
            </w:r>
            <w:r w:rsidR="00A66B44" w:rsidRPr="00C00232">
              <w:rPr>
                <w:sz w:val="20"/>
                <w:szCs w:val="20"/>
                <w:lang w:eastAsia="en-GB"/>
              </w:rPr>
              <w:t xml:space="preserve"> simplified summary of a research article with comprehension questions and a glossary.</w:t>
            </w:r>
          </w:p>
        </w:tc>
        <w:tc>
          <w:tcPr>
            <w:tcW w:w="2998" w:type="dxa"/>
          </w:tcPr>
          <w:p w14:paraId="1E88F3E1" w14:textId="47727DEE" w:rsidR="00A66B44" w:rsidRDefault="00A66B44" w:rsidP="00A66B44">
            <w:pPr>
              <w:pStyle w:val="RSCBasictext"/>
              <w:ind w:left="0" w:firstLine="0"/>
              <w:rPr>
                <w:b/>
                <w:bCs/>
                <w:color w:val="C00000"/>
                <w:lang w:eastAsia="en-GB"/>
              </w:rPr>
            </w:pPr>
            <w:r w:rsidRPr="00A66B44">
              <w:rPr>
                <w:b/>
                <w:bCs/>
                <w:color w:val="C00000"/>
                <w:lang w:eastAsia="en-GB"/>
              </w:rPr>
              <w:t xml:space="preserve">Present the </w:t>
            </w:r>
            <w:r w:rsidR="00590C44">
              <w:rPr>
                <w:b/>
                <w:bCs/>
                <w:color w:val="C00000"/>
                <w:lang w:eastAsia="en-GB"/>
              </w:rPr>
              <w:t>n</w:t>
            </w:r>
            <w:r w:rsidRPr="00A66B44">
              <w:rPr>
                <w:b/>
                <w:bCs/>
                <w:color w:val="C00000"/>
                <w:lang w:eastAsia="en-GB"/>
              </w:rPr>
              <w:t>ews slides</w:t>
            </w:r>
          </w:p>
          <w:p w14:paraId="5C0B82C9" w14:textId="664E8FC6" w:rsidR="00A66B44" w:rsidRPr="00C00232" w:rsidRDefault="00A66B44" w:rsidP="00A66B44">
            <w:pPr>
              <w:pStyle w:val="RSCBasictext"/>
              <w:ind w:left="0" w:firstLine="0"/>
              <w:rPr>
                <w:sz w:val="20"/>
                <w:szCs w:val="20"/>
                <w:lang w:eastAsia="en-GB"/>
              </w:rPr>
            </w:pPr>
            <w:r w:rsidRPr="00C00232">
              <w:rPr>
                <w:sz w:val="20"/>
                <w:szCs w:val="20"/>
                <w:lang w:eastAsia="en-GB"/>
              </w:rPr>
              <w:t>Instructions for extension task, plus hints and reflection questions.</w:t>
            </w:r>
          </w:p>
        </w:tc>
        <w:tc>
          <w:tcPr>
            <w:tcW w:w="2999" w:type="dxa"/>
          </w:tcPr>
          <w:p w14:paraId="15D013C0" w14:textId="3DF5705D" w:rsidR="00A66B44" w:rsidRDefault="00A66B44" w:rsidP="00A66B44">
            <w:pPr>
              <w:pStyle w:val="RSCBasictext"/>
              <w:ind w:left="0" w:firstLine="0"/>
              <w:rPr>
                <w:b/>
                <w:bCs/>
                <w:color w:val="C00000"/>
                <w:lang w:eastAsia="en-GB"/>
              </w:rPr>
            </w:pPr>
            <w:r w:rsidRPr="00A66B44">
              <w:rPr>
                <w:b/>
                <w:bCs/>
                <w:color w:val="C00000"/>
                <w:lang w:eastAsia="en-GB"/>
              </w:rPr>
              <w:t xml:space="preserve">Present the </w:t>
            </w:r>
            <w:r w:rsidR="00590C44">
              <w:rPr>
                <w:b/>
                <w:bCs/>
                <w:color w:val="C00000"/>
                <w:lang w:eastAsia="en-GB"/>
              </w:rPr>
              <w:t>n</w:t>
            </w:r>
            <w:r w:rsidRPr="00A66B44">
              <w:rPr>
                <w:b/>
                <w:bCs/>
                <w:color w:val="C00000"/>
                <w:lang w:eastAsia="en-GB"/>
              </w:rPr>
              <w:t>ews script</w:t>
            </w:r>
          </w:p>
          <w:p w14:paraId="40A53DF3" w14:textId="557B4EEB" w:rsidR="00A66B44" w:rsidRPr="00C00232" w:rsidRDefault="00F35A95" w:rsidP="00A66B44">
            <w:pPr>
              <w:pStyle w:val="RSCBasictext"/>
              <w:ind w:left="0" w:firstLine="0"/>
              <w:rPr>
                <w:sz w:val="20"/>
                <w:szCs w:val="20"/>
                <w:lang w:eastAsia="en-GB"/>
              </w:rPr>
            </w:pPr>
            <w:r>
              <w:rPr>
                <w:sz w:val="20"/>
                <w:szCs w:val="20"/>
                <w:lang w:eastAsia="en-GB"/>
              </w:rPr>
              <w:t>A s</w:t>
            </w:r>
            <w:r w:rsidR="00A66B44" w:rsidRPr="00C00232">
              <w:rPr>
                <w:sz w:val="20"/>
                <w:szCs w:val="20"/>
                <w:lang w:eastAsia="en-GB"/>
              </w:rPr>
              <w:t>cript template for learners to write into in groups</w:t>
            </w:r>
            <w:r w:rsidR="00C00232" w:rsidRPr="00C00232">
              <w:rPr>
                <w:sz w:val="20"/>
                <w:szCs w:val="20"/>
                <w:lang w:eastAsia="en-GB"/>
              </w:rPr>
              <w:t>, and a table for reflecting on class presentations.</w:t>
            </w:r>
          </w:p>
        </w:tc>
      </w:tr>
    </w:tbl>
    <w:p w14:paraId="31889672" w14:textId="227A3433" w:rsidR="00A84218" w:rsidRDefault="00A66B44" w:rsidP="00A84218">
      <w:pPr>
        <w:pStyle w:val="RSCH2"/>
        <w:rPr>
          <w:lang w:eastAsia="en-GB"/>
        </w:rPr>
      </w:pPr>
      <w:r>
        <w:rPr>
          <w:lang w:eastAsia="en-GB"/>
        </w:rPr>
        <w:t>Reading comprehension activity</w:t>
      </w:r>
    </w:p>
    <w:p w14:paraId="51925448" w14:textId="7BCE7B95" w:rsidR="00A66B44" w:rsidRPr="00BA0703" w:rsidRDefault="00A66B44" w:rsidP="00A66B44">
      <w:pPr>
        <w:pStyle w:val="RSCBasictext"/>
      </w:pPr>
      <w:r>
        <w:t xml:space="preserve">The story text has line numbers so you can easily direct learners to particular parts of the text. These can be disabled, more information </w:t>
      </w:r>
      <w:hyperlink r:id="rId15" w:history="1">
        <w:r w:rsidR="009D14A8" w:rsidRPr="002D5451">
          <w:rPr>
            <w:rStyle w:val="Hyperlink"/>
          </w:rPr>
          <w:t>bit.ly/4cHKkeW</w:t>
        </w:r>
      </w:hyperlink>
    </w:p>
    <w:p w14:paraId="0FA663B5" w14:textId="38EF62CE" w:rsidR="00A66B44" w:rsidRDefault="00A66B44" w:rsidP="00A66B44">
      <w:pPr>
        <w:pStyle w:val="RSCH3"/>
        <w:rPr>
          <w:lang w:eastAsia="en-GB"/>
        </w:rPr>
      </w:pPr>
      <w:r>
        <w:rPr>
          <w:lang w:eastAsia="en-GB"/>
        </w:rPr>
        <w:t>Model active reading</w:t>
      </w:r>
    </w:p>
    <w:p w14:paraId="1B7C9D33" w14:textId="3F5BFBD8" w:rsidR="00A66B44" w:rsidRDefault="00A66B44" w:rsidP="00A66B44">
      <w:pPr>
        <w:pStyle w:val="RSCBulletedlist"/>
        <w:numPr>
          <w:ilvl w:val="0"/>
          <w:numId w:val="0"/>
        </w:numPr>
      </w:pPr>
      <w:r>
        <w:t>Read the story aloud with your learners and prompt them throughout to actively engage with the text. You can ask:</w:t>
      </w:r>
    </w:p>
    <w:p w14:paraId="334DE411" w14:textId="7E58019E" w:rsidR="00A66B44" w:rsidRDefault="00A66B44" w:rsidP="00A66B44">
      <w:pPr>
        <w:pStyle w:val="RSCBulletedlist"/>
        <w:rPr>
          <w:lang w:eastAsia="en-GB"/>
        </w:rPr>
      </w:pPr>
      <w:r>
        <w:rPr>
          <w:lang w:eastAsia="en-GB"/>
        </w:rPr>
        <w:t>‘</w:t>
      </w:r>
      <w:r w:rsidR="00F75F63">
        <w:rPr>
          <w:lang w:eastAsia="en-GB"/>
        </w:rPr>
        <w:t>W</w:t>
      </w:r>
      <w:r>
        <w:rPr>
          <w:lang w:eastAsia="en-GB"/>
        </w:rPr>
        <w:t>hat do you think will happen next?’</w:t>
      </w:r>
    </w:p>
    <w:p w14:paraId="31446C2D" w14:textId="37F5C02A" w:rsidR="00A66B44" w:rsidRDefault="00A66B44" w:rsidP="00A66B44">
      <w:pPr>
        <w:pStyle w:val="RSCBulletedlist"/>
        <w:rPr>
          <w:lang w:eastAsia="en-GB"/>
        </w:rPr>
      </w:pPr>
      <w:r>
        <w:rPr>
          <w:lang w:eastAsia="en-GB"/>
        </w:rPr>
        <w:t>‘</w:t>
      </w:r>
      <w:r w:rsidR="00F75F63">
        <w:rPr>
          <w:lang w:eastAsia="en-GB"/>
        </w:rPr>
        <w:t>H</w:t>
      </w:r>
      <w:r>
        <w:rPr>
          <w:lang w:eastAsia="en-GB"/>
        </w:rPr>
        <w:t>ow would you rephrase what’s just been said?’</w:t>
      </w:r>
    </w:p>
    <w:p w14:paraId="36DE9EA5" w14:textId="63B423F7" w:rsidR="00A66B44" w:rsidRDefault="00A66B44" w:rsidP="00A66B44">
      <w:pPr>
        <w:pStyle w:val="RSCBulletedlist"/>
        <w:rPr>
          <w:lang w:eastAsia="en-GB"/>
        </w:rPr>
      </w:pPr>
      <w:r>
        <w:rPr>
          <w:lang w:eastAsia="en-GB"/>
        </w:rPr>
        <w:t>‘</w:t>
      </w:r>
      <w:r w:rsidR="00F75F63">
        <w:rPr>
          <w:lang w:eastAsia="en-GB"/>
        </w:rPr>
        <w:t>W</w:t>
      </w:r>
      <w:r>
        <w:rPr>
          <w:lang w:eastAsia="en-GB"/>
        </w:rPr>
        <w:t>hat is this news story about?’</w:t>
      </w:r>
    </w:p>
    <w:p w14:paraId="070EED1D" w14:textId="1C23A55C" w:rsidR="00A66B44" w:rsidRDefault="00A66B44" w:rsidP="00A66B44">
      <w:pPr>
        <w:pStyle w:val="RSCBulletedlist"/>
        <w:numPr>
          <w:ilvl w:val="0"/>
          <w:numId w:val="0"/>
        </w:numPr>
      </w:pPr>
      <w:r>
        <w:rPr>
          <w:lang w:eastAsia="en-GB"/>
        </w:rPr>
        <w:t>More info:</w:t>
      </w:r>
      <w:r>
        <w:t xml:space="preserve"> </w:t>
      </w:r>
      <w:r w:rsidR="000107C3" w:rsidRPr="000107C3">
        <w:t xml:space="preserve"> </w:t>
      </w:r>
      <w:hyperlink r:id="rId16" w:history="1">
        <w:r w:rsidR="000107C3" w:rsidRPr="000107C3">
          <w:rPr>
            <w:rStyle w:val="Hyperlink"/>
          </w:rPr>
          <w:t>rsc.li/4jqaF3A</w:t>
        </w:r>
      </w:hyperlink>
    </w:p>
    <w:p w14:paraId="6ED21BF1" w14:textId="5E207236" w:rsidR="00A66B44" w:rsidRDefault="00F75F63" w:rsidP="00A66B44">
      <w:pPr>
        <w:pStyle w:val="RSCBulletedlist"/>
        <w:numPr>
          <w:ilvl w:val="0"/>
          <w:numId w:val="0"/>
        </w:numPr>
      </w:pPr>
      <w:r>
        <w:t>C</w:t>
      </w:r>
      <w:r w:rsidR="00A66B44">
        <w:t>onsider using playback or recording software, so that learners can listen to the text on a device as they read along.</w:t>
      </w:r>
    </w:p>
    <w:p w14:paraId="0D86E530" w14:textId="2AB57CE2" w:rsidR="00A66B44" w:rsidRDefault="00A66B44" w:rsidP="00A66B44">
      <w:pPr>
        <w:pStyle w:val="RSCBulletedlist"/>
        <w:numPr>
          <w:ilvl w:val="0"/>
          <w:numId w:val="0"/>
        </w:numPr>
      </w:pPr>
      <w:r>
        <w:t xml:space="preserve">Question 6 asks learners to write a summary of the news story for their classmates. </w:t>
      </w:r>
      <w:r w:rsidR="007A4494">
        <w:t>You can</w:t>
      </w:r>
      <w:r>
        <w:t xml:space="preserve"> work through this question as a class first, before tasking learners to draw out the required information from the text independently. </w:t>
      </w:r>
      <w:r w:rsidR="00C86B6E">
        <w:t>You can g</w:t>
      </w:r>
      <w:r w:rsidR="007A4494">
        <w:t>et l</w:t>
      </w:r>
      <w:r>
        <w:t xml:space="preserve">earners </w:t>
      </w:r>
      <w:r w:rsidR="007A4494">
        <w:t xml:space="preserve">to </w:t>
      </w:r>
      <w:r>
        <w:t>peer mark the summaries.</w:t>
      </w:r>
    </w:p>
    <w:p w14:paraId="268F9F17" w14:textId="2AD33A58" w:rsidR="00A66B44" w:rsidRDefault="00A66B44" w:rsidP="00A66B44">
      <w:pPr>
        <w:pStyle w:val="RSCH3"/>
        <w:rPr>
          <w:lang w:eastAsia="en-GB"/>
        </w:rPr>
      </w:pPr>
      <w:r>
        <w:rPr>
          <w:lang w:eastAsia="en-GB"/>
        </w:rPr>
        <w:t>Glossary of relevant terms</w:t>
      </w:r>
    </w:p>
    <w:p w14:paraId="1468C708" w14:textId="0ECB7CFB" w:rsidR="00DE543F" w:rsidRPr="00DE543F" w:rsidRDefault="00A66B44" w:rsidP="00DE543F">
      <w:pPr>
        <w:pStyle w:val="RSCBasictext"/>
        <w:rPr>
          <w:color w:val="0000FF"/>
          <w:u w:val="single"/>
        </w:rPr>
      </w:pPr>
      <w:r>
        <w:t xml:space="preserve">The glossary is pre-populated with vocabulary from the story that learners may need support </w:t>
      </w:r>
      <w:r w:rsidR="00171CF9">
        <w:t>with</w:t>
      </w:r>
      <w:r>
        <w:t>. The Education Endowment F</w:t>
      </w:r>
      <w:r w:rsidR="00DD13AD">
        <w:t>o</w:t>
      </w:r>
      <w:r>
        <w:t>und</w:t>
      </w:r>
      <w:r w:rsidR="00DD13AD">
        <w:t>ation</w:t>
      </w:r>
      <w:r>
        <w:t xml:space="preserve"> recommends prioritising teaching tier 2 and tier 3 terms, which learners are less likely to hear or read outside of their science lessons. More information: </w:t>
      </w:r>
      <w:hyperlink r:id="rId17" w:history="1">
        <w:r w:rsidR="000D654C" w:rsidRPr="008C7F0F">
          <w:rPr>
            <w:rStyle w:val="Hyperlink"/>
          </w:rPr>
          <w:t>bit.ly/4imgii2</w:t>
        </w:r>
      </w:hyperlink>
    </w:p>
    <w:p w14:paraId="377D2FB9" w14:textId="3A2E11AC" w:rsidR="007C38CE" w:rsidRDefault="007C38CE" w:rsidP="007C38CE">
      <w:pPr>
        <w:pStyle w:val="RSCBasictext"/>
        <w:keepNext/>
      </w:pPr>
      <w:r>
        <w:rPr>
          <w:noProof/>
        </w:rPr>
        <w:drawing>
          <wp:inline distT="0" distB="0" distL="0" distR="0" wp14:anchorId="5DDCFF46" wp14:editId="410B4828">
            <wp:extent cx="5400675" cy="2724150"/>
            <wp:effectExtent l="0" t="0" r="9525" b="0"/>
            <wp:docPr id="1819529548" name="Picture 2" descr="A pyramid with tier 1 at the bottom, tier 2 in the middle and tier 3 at the top. Tier 1 is labelled everyday speech, tier 2 is labelled high frequency words found across subjects, and tier 3 is labelled subject-specific vocabul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529548" name="Picture 2" descr="A pyramid with tier 1 at the bottom, tier 2 in the middle and tier 3 at the top. Tier 1 is labelled everyday speech, tier 2 is labelled high frequency words found across subjects, and tier 3 is labelled subject-specific vocabular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14021" b="10317"/>
                    <a:stretch/>
                  </pic:blipFill>
                  <pic:spPr bwMode="auto">
                    <a:xfrm>
                      <a:off x="0" y="0"/>
                      <a:ext cx="5400675" cy="2724150"/>
                    </a:xfrm>
                    <a:prstGeom prst="rect">
                      <a:avLst/>
                    </a:prstGeom>
                    <a:noFill/>
                    <a:ln>
                      <a:noFill/>
                    </a:ln>
                    <a:extLst>
                      <a:ext uri="{53640926-AAD7-44D8-BBD7-CCE9431645EC}">
                        <a14:shadowObscured xmlns:a14="http://schemas.microsoft.com/office/drawing/2010/main"/>
                      </a:ext>
                    </a:extLst>
                  </pic:spPr>
                </pic:pic>
              </a:graphicData>
            </a:graphic>
          </wp:inline>
        </w:drawing>
      </w:r>
    </w:p>
    <w:p w14:paraId="3FBF5F88" w14:textId="05285C84" w:rsidR="007C38CE" w:rsidRPr="007C38CE" w:rsidRDefault="007C38CE" w:rsidP="007C38CE">
      <w:pPr>
        <w:pStyle w:val="Caption"/>
        <w:jc w:val="left"/>
        <w:rPr>
          <w:rFonts w:ascii="Century Gothic" w:hAnsi="Century Gothic"/>
          <w:i w:val="0"/>
          <w:iCs w:val="0"/>
          <w:color w:val="auto"/>
        </w:rPr>
      </w:pPr>
      <w:r w:rsidRPr="007C38CE">
        <w:rPr>
          <w:rFonts w:ascii="Century Gothic" w:hAnsi="Century Gothic"/>
          <w:i w:val="0"/>
          <w:iCs w:val="0"/>
          <w:color w:val="auto"/>
        </w:rPr>
        <w:t>Reproduced with permission from Guilford Press, copyright 2013</w:t>
      </w:r>
    </w:p>
    <w:p w14:paraId="45613228" w14:textId="1EAB94EE" w:rsidR="001B49CD" w:rsidRDefault="001B49CD" w:rsidP="00A66B44">
      <w:pPr>
        <w:pStyle w:val="RSCBasictext"/>
      </w:pPr>
    </w:p>
    <w:p w14:paraId="5D3CFCB8" w14:textId="6F418EAC" w:rsidR="001B49CD" w:rsidRDefault="001B49CD" w:rsidP="001B49CD">
      <w:pPr>
        <w:pStyle w:val="RSCBasictext"/>
        <w:rPr>
          <w:lang w:eastAsia="en-GB"/>
        </w:rPr>
      </w:pPr>
      <w:r>
        <w:t xml:space="preserve">The words listed in bold in the glossary are key terms and link with our key terms support resources </w:t>
      </w:r>
      <w:r w:rsidR="00CE32AA">
        <w:t>(</w:t>
      </w:r>
      <w:hyperlink r:id="rId19" w:history="1">
        <w:r w:rsidR="00CE32AA" w:rsidRPr="00CE32AA">
          <w:rPr>
            <w:rStyle w:val="Hyperlink"/>
          </w:rPr>
          <w:t>rsc.li/3XTkheu</w:t>
        </w:r>
      </w:hyperlink>
      <w:r w:rsidR="00CE32AA">
        <w:t>)</w:t>
      </w:r>
      <w:r w:rsidRPr="0A5F4A2F">
        <w:rPr>
          <w:lang w:eastAsia="en-GB"/>
        </w:rPr>
        <w:t xml:space="preserve">. </w:t>
      </w:r>
      <w:r>
        <w:t>For more challenge, remove or edit entries and task learners with researching and then populating the glossary.</w:t>
      </w:r>
    </w:p>
    <w:p w14:paraId="60CE8F10" w14:textId="50A72A30" w:rsidR="00A66B44" w:rsidRDefault="001B49CD" w:rsidP="001B49CD">
      <w:pPr>
        <w:pStyle w:val="RSCH3"/>
        <w:rPr>
          <w:lang w:eastAsia="en-GB"/>
        </w:rPr>
      </w:pPr>
      <w:r>
        <w:rPr>
          <w:lang w:eastAsia="en-GB"/>
        </w:rPr>
        <w:t>Accompanying resources</w:t>
      </w:r>
    </w:p>
    <w:p w14:paraId="72A751E4" w14:textId="5C071B14" w:rsidR="001B49CD" w:rsidRDefault="001B49CD" w:rsidP="001B49CD">
      <w:pPr>
        <w:pStyle w:val="RSCBasictext"/>
      </w:pPr>
      <w:r>
        <w:rPr>
          <w:lang w:eastAsia="en-GB"/>
        </w:rPr>
        <w:t xml:space="preserve">To answer questions 7 and 8, </w:t>
      </w:r>
      <w:r>
        <w:t xml:space="preserve">learners will need access to a longer and more complex version of the reading comprehension text. This is available to download and print or can be viewed online. </w:t>
      </w:r>
      <w:r w:rsidR="00C0537F">
        <w:t xml:space="preserve">Learners will need a printed version to annotate in question 7. </w:t>
      </w:r>
      <w:r>
        <w:t xml:space="preserve">See: </w:t>
      </w:r>
      <w:r w:rsidR="000512EC">
        <w:t>Helping</w:t>
      </w:r>
      <w:r w:rsidR="00A14CF7" w:rsidRPr="00AD2F28">
        <w:t xml:space="preserve"> drought-hit areas (</w:t>
      </w:r>
      <w:hyperlink r:id="rId20" w:history="1">
        <w:r w:rsidR="00A14CF7" w:rsidRPr="00A14CF7">
          <w:rPr>
            <w:rStyle w:val="Hyperlink"/>
          </w:rPr>
          <w:t>rsc.li/3MSjNk0</w:t>
        </w:r>
      </w:hyperlink>
      <w:r w:rsidR="00A14CF7">
        <w:t>)</w:t>
      </w:r>
      <w:r>
        <w:t>.</w:t>
      </w:r>
    </w:p>
    <w:p w14:paraId="32DF4CE2" w14:textId="14FF075F" w:rsidR="001B49CD" w:rsidRDefault="001B49CD" w:rsidP="001B49CD">
      <w:pPr>
        <w:pStyle w:val="RSCH2"/>
      </w:pPr>
      <w:r>
        <w:t xml:space="preserve">Extension task: </w:t>
      </w:r>
      <w:r w:rsidR="00A50648">
        <w:t>p</w:t>
      </w:r>
      <w:r>
        <w:t xml:space="preserve">resent the </w:t>
      </w:r>
      <w:r w:rsidR="00A50648">
        <w:t>n</w:t>
      </w:r>
      <w:r>
        <w:t>ews</w:t>
      </w:r>
    </w:p>
    <w:p w14:paraId="69877A0E" w14:textId="048CF9CB" w:rsidR="001B49CD" w:rsidRDefault="00A53ED7" w:rsidP="001B49CD">
      <w:pPr>
        <w:pStyle w:val="RSCBasictext"/>
      </w:pPr>
      <w:r>
        <w:t xml:space="preserve">Instruct learners to present the science news story they have read as an item in a news programme. </w:t>
      </w:r>
    </w:p>
    <w:p w14:paraId="479AF5FC" w14:textId="3C528846" w:rsidR="001B49CD" w:rsidRDefault="001B49CD" w:rsidP="004F7E1E">
      <w:pPr>
        <w:pStyle w:val="RSCBasictext"/>
      </w:pPr>
      <w:r>
        <w:t xml:space="preserve">Split learners into groups of three or four and assign each of them one of three roles – news anchor, reporter, </w:t>
      </w:r>
      <w:r w:rsidR="0042363B">
        <w:t xml:space="preserve">or </w:t>
      </w:r>
      <w:r>
        <w:t xml:space="preserve">scientist. If there are more than three per group, assign multiple scientists. It’s important that everyone says something during the presentation. </w:t>
      </w:r>
    </w:p>
    <w:p w14:paraId="770A7240" w14:textId="165C6B56" w:rsidR="001B49CD" w:rsidRDefault="001B49CD" w:rsidP="001B49CD">
      <w:pPr>
        <w:pStyle w:val="RSCBulletedlist"/>
      </w:pPr>
      <w:r>
        <w:t>Project the ‘Present the news’ slides on the board. Explain the task (slide 2) and</w:t>
      </w:r>
      <w:r w:rsidR="00BD0001">
        <w:t xml:space="preserve"> </w:t>
      </w:r>
      <w:r w:rsidR="00DD35C0">
        <w:t xml:space="preserve">provide learners with </w:t>
      </w:r>
      <w:r w:rsidR="00BD0001">
        <w:t>printout</w:t>
      </w:r>
      <w:r w:rsidR="00DD35C0">
        <w:t>s of</w:t>
      </w:r>
      <w:r>
        <w:t xml:space="preserve"> what each role needs to do (slides </w:t>
      </w:r>
      <w:r w:rsidR="008972CA">
        <w:t>3</w:t>
      </w:r>
      <w:r w:rsidR="00465444" w:rsidRPr="007579D6">
        <w:t>–</w:t>
      </w:r>
      <w:r w:rsidR="008972CA">
        <w:t>5</w:t>
      </w:r>
      <w:r>
        <w:t xml:space="preserve">). </w:t>
      </w:r>
    </w:p>
    <w:p w14:paraId="1F2D77D0" w14:textId="356E9C40" w:rsidR="00DD35C0" w:rsidRDefault="00DD35C0" w:rsidP="00DD35C0">
      <w:pPr>
        <w:pStyle w:val="RSCBulletedlist"/>
      </w:pPr>
      <w:r>
        <w:t xml:space="preserve">Talk through the slide called ‘What does a good </w:t>
      </w:r>
      <w:r w:rsidR="009D54E0">
        <w:t xml:space="preserve">news </w:t>
      </w:r>
      <w:r>
        <w:t xml:space="preserve">presentation look like?’ (slide </w:t>
      </w:r>
      <w:r w:rsidR="008972CA">
        <w:t>6</w:t>
      </w:r>
      <w:r>
        <w:t xml:space="preserve">) before inviting the groups to present (allow </w:t>
      </w:r>
      <w:r w:rsidR="008972CA">
        <w:t>five</w:t>
      </w:r>
      <w:r>
        <w:t xml:space="preserve"> min</w:t>
      </w:r>
      <w:r w:rsidR="008972CA">
        <w:t>utes</w:t>
      </w:r>
      <w:r>
        <w:t xml:space="preserve"> per group).</w:t>
      </w:r>
    </w:p>
    <w:p w14:paraId="736859F3" w14:textId="5559E2A0" w:rsidR="00E00414" w:rsidRDefault="001B49CD" w:rsidP="00DD35C0">
      <w:pPr>
        <w:pStyle w:val="RSCBulletedlist"/>
      </w:pPr>
      <w:r>
        <w:t xml:space="preserve">Give learners the script template and direct them to prepare, as a group, what they want to say in the presentation. This will firstly involve reading the introduction on the script template, which you </w:t>
      </w:r>
      <w:r w:rsidR="00633FEC">
        <w:t>can</w:t>
      </w:r>
      <w:r>
        <w:t xml:space="preserve"> do as a class</w:t>
      </w:r>
      <w:r w:rsidR="00633FEC">
        <w:t xml:space="preserve"> if necessary</w:t>
      </w:r>
      <w:r>
        <w:t>.</w:t>
      </w:r>
      <w:r w:rsidR="00CB1E26">
        <w:t xml:space="preserve"> As a rough guide, allow </w:t>
      </w:r>
      <w:r w:rsidR="00AD2F28">
        <w:t>about 45 minutes</w:t>
      </w:r>
      <w:r w:rsidR="00CB1E26">
        <w:t xml:space="preserve"> for learners to prepare.</w:t>
      </w:r>
    </w:p>
    <w:p w14:paraId="732EA3F2" w14:textId="615C31A3" w:rsidR="001B49CD" w:rsidRDefault="00237C33" w:rsidP="0037064D">
      <w:pPr>
        <w:pStyle w:val="RSCBulletedlist"/>
      </w:pPr>
      <w:r>
        <w:t xml:space="preserve">Direct learners to fill in the feedback sheet on the script template while their classmates are presenting. </w:t>
      </w:r>
      <w:r w:rsidR="001B49CD">
        <w:t xml:space="preserve">After all groups have presented, </w:t>
      </w:r>
      <w:r>
        <w:t xml:space="preserve">invite reflections and </w:t>
      </w:r>
      <w:r w:rsidR="001B49CD">
        <w:t>make notes of any learnings for the next speaking and listening activity.</w:t>
      </w:r>
    </w:p>
    <w:p w14:paraId="49DD3E8D" w14:textId="54AED94A" w:rsidR="001B49CD" w:rsidRDefault="001B49CD" w:rsidP="001B49CD">
      <w:pPr>
        <w:pStyle w:val="RSCBulletedlist"/>
        <w:numPr>
          <w:ilvl w:val="0"/>
          <w:numId w:val="0"/>
        </w:numPr>
      </w:pPr>
      <w:r>
        <w:t xml:space="preserve">Oracy Cambridge’s Oracy </w:t>
      </w:r>
      <w:r w:rsidR="00E26489">
        <w:t>skills f</w:t>
      </w:r>
      <w:r>
        <w:t xml:space="preserve">ramework provides more information about speaking and listening skills. For more information, see: </w:t>
      </w:r>
      <w:hyperlink r:id="rId21" w:history="1">
        <w:r w:rsidR="004C051F" w:rsidRPr="004C051F">
          <w:rPr>
            <w:rStyle w:val="Hyperlink"/>
          </w:rPr>
          <w:t>bit.ly/4jBaTEG</w:t>
        </w:r>
      </w:hyperlink>
    </w:p>
    <w:p w14:paraId="13FDE590" w14:textId="6DB233CC" w:rsidR="001B49CD" w:rsidRDefault="001B49CD" w:rsidP="001B49CD">
      <w:pPr>
        <w:pStyle w:val="RSCH2"/>
      </w:pPr>
      <w:r>
        <w:t>Metacognition</w:t>
      </w:r>
    </w:p>
    <w:p w14:paraId="051CA9AF" w14:textId="77777777" w:rsidR="001B49CD" w:rsidRDefault="001B49CD" w:rsidP="001B49CD">
      <w:pPr>
        <w:spacing w:line="257" w:lineRule="auto"/>
        <w:rPr>
          <w:rFonts w:ascii="Century Gothic" w:eastAsia="Century Gothic" w:hAnsi="Century Gothic" w:cs="Century Gothic"/>
          <w:sz w:val="22"/>
          <w:szCs w:val="22"/>
        </w:rPr>
      </w:pPr>
      <w:r w:rsidRPr="762B4FC1">
        <w:rPr>
          <w:rFonts w:ascii="Century Gothic" w:eastAsia="Century Gothic" w:hAnsi="Century Gothic" w:cs="Century Gothic"/>
          <w:sz w:val="22"/>
          <w:szCs w:val="22"/>
        </w:rPr>
        <w:t>This resource supports learners to develop their metacognitive skills in three key areas.</w:t>
      </w:r>
    </w:p>
    <w:tbl>
      <w:tblPr>
        <w:tblStyle w:val="TableGrid"/>
        <w:tblW w:w="0" w:type="auto"/>
        <w:jc w:val="center"/>
        <w:tblLook w:val="04A0" w:firstRow="1" w:lastRow="0" w:firstColumn="1" w:lastColumn="0" w:noHBand="0" w:noVBand="1"/>
      </w:tblPr>
      <w:tblGrid>
        <w:gridCol w:w="1509"/>
        <w:gridCol w:w="6708"/>
      </w:tblGrid>
      <w:tr w:rsidR="001B49CD" w:rsidRPr="00985C41" w14:paraId="032BE234" w14:textId="77777777" w:rsidTr="001B49CD">
        <w:trPr>
          <w:trHeight w:val="482"/>
          <w:jc w:val="center"/>
        </w:trPr>
        <w:tc>
          <w:tcPr>
            <w:tcW w:w="1509" w:type="dxa"/>
            <w:shd w:val="clear" w:color="auto" w:fill="F6E0C0"/>
            <w:vAlign w:val="center"/>
          </w:tcPr>
          <w:p w14:paraId="44477664" w14:textId="3A264456" w:rsidR="001B49CD" w:rsidRPr="00A177A3" w:rsidRDefault="001B49CD">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Aspect</w:t>
            </w:r>
          </w:p>
        </w:tc>
        <w:tc>
          <w:tcPr>
            <w:tcW w:w="6708" w:type="dxa"/>
            <w:shd w:val="clear" w:color="auto" w:fill="F6E0C0"/>
            <w:vAlign w:val="center"/>
          </w:tcPr>
          <w:p w14:paraId="0495B944" w14:textId="3C239F44" w:rsidR="001B49CD" w:rsidRPr="00A177A3" w:rsidRDefault="001B49CD">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Ideas for prompts</w:t>
            </w:r>
          </w:p>
        </w:tc>
      </w:tr>
      <w:tr w:rsidR="001B49CD" w:rsidRPr="00985C41" w14:paraId="576D6399" w14:textId="77777777" w:rsidTr="001B49CD">
        <w:trPr>
          <w:trHeight w:val="482"/>
          <w:jc w:val="center"/>
        </w:trPr>
        <w:tc>
          <w:tcPr>
            <w:tcW w:w="1509" w:type="dxa"/>
            <w:vAlign w:val="center"/>
          </w:tcPr>
          <w:p w14:paraId="4591A64E" w14:textId="69D6E323" w:rsidR="001B49CD" w:rsidRPr="00985C41" w:rsidRDefault="001B49CD" w:rsidP="001B49CD">
            <w:pPr>
              <w:spacing w:after="0" w:line="259" w:lineRule="auto"/>
              <w:ind w:left="0" w:firstLine="0"/>
              <w:rPr>
                <w:rFonts w:ascii="Century Gothic" w:hAnsi="Century Gothic"/>
              </w:rPr>
            </w:pPr>
            <w:r>
              <w:rPr>
                <w:rFonts w:ascii="Century Gothic" w:hAnsi="Century Gothic"/>
              </w:rPr>
              <w:t xml:space="preserve">Plan </w:t>
            </w:r>
          </w:p>
        </w:tc>
        <w:tc>
          <w:tcPr>
            <w:tcW w:w="6708" w:type="dxa"/>
            <w:vAlign w:val="center"/>
          </w:tcPr>
          <w:p w14:paraId="42DF529B" w14:textId="00C4F3F7" w:rsidR="001B49CD" w:rsidRPr="0037064D" w:rsidRDefault="001B49CD" w:rsidP="001B49CD">
            <w:pPr>
              <w:pStyle w:val="RSCBulletedlist"/>
              <w:rPr>
                <w:sz w:val="20"/>
                <w:szCs w:val="20"/>
              </w:rPr>
            </w:pPr>
            <w:r w:rsidRPr="0037064D">
              <w:rPr>
                <w:sz w:val="20"/>
                <w:szCs w:val="20"/>
              </w:rPr>
              <w:t>Question 6 provides learners with a series of prompts to scaffold their summary of the science news story.</w:t>
            </w:r>
          </w:p>
          <w:p w14:paraId="7FA5C7C4" w14:textId="38814050" w:rsidR="001B49CD" w:rsidRPr="00985C41" w:rsidRDefault="001B49CD" w:rsidP="00512C71">
            <w:pPr>
              <w:pStyle w:val="RSCBulletedlist"/>
            </w:pPr>
            <w:r w:rsidRPr="0037064D">
              <w:rPr>
                <w:sz w:val="20"/>
                <w:szCs w:val="20"/>
              </w:rPr>
              <w:t xml:space="preserve">The ‘present the news’ </w:t>
            </w:r>
            <w:r w:rsidR="004B5ADF">
              <w:rPr>
                <w:sz w:val="20"/>
                <w:szCs w:val="20"/>
              </w:rPr>
              <w:t>script introduction</w:t>
            </w:r>
            <w:r w:rsidRPr="0037064D">
              <w:rPr>
                <w:sz w:val="20"/>
                <w:szCs w:val="20"/>
              </w:rPr>
              <w:t xml:space="preserve"> contain</w:t>
            </w:r>
            <w:r w:rsidR="004B5ADF">
              <w:rPr>
                <w:sz w:val="20"/>
                <w:szCs w:val="20"/>
              </w:rPr>
              <w:t>s</w:t>
            </w:r>
            <w:r w:rsidRPr="0037064D">
              <w:rPr>
                <w:sz w:val="20"/>
                <w:szCs w:val="20"/>
              </w:rPr>
              <w:t xml:space="preserve"> questions for learners to ask themselves when planning the presentation, for example about keep</w:t>
            </w:r>
            <w:r w:rsidR="004B5ADF">
              <w:rPr>
                <w:sz w:val="20"/>
                <w:szCs w:val="20"/>
              </w:rPr>
              <w:t>ing</w:t>
            </w:r>
            <w:r w:rsidRPr="0037064D">
              <w:rPr>
                <w:sz w:val="20"/>
                <w:szCs w:val="20"/>
              </w:rPr>
              <w:t xml:space="preserve"> to time. </w:t>
            </w:r>
          </w:p>
        </w:tc>
      </w:tr>
      <w:tr w:rsidR="001B49CD" w:rsidRPr="00985C41" w14:paraId="232E3DD5" w14:textId="77777777" w:rsidTr="001B49CD">
        <w:trPr>
          <w:trHeight w:val="482"/>
          <w:jc w:val="center"/>
        </w:trPr>
        <w:tc>
          <w:tcPr>
            <w:tcW w:w="1509" w:type="dxa"/>
            <w:vAlign w:val="center"/>
          </w:tcPr>
          <w:p w14:paraId="1A92BC40" w14:textId="16AD9D1A" w:rsidR="001B49CD" w:rsidRPr="00985C41" w:rsidRDefault="001B49CD" w:rsidP="001B49CD">
            <w:pPr>
              <w:spacing w:after="0" w:line="259" w:lineRule="auto"/>
              <w:ind w:left="0" w:firstLine="0"/>
              <w:rPr>
                <w:rFonts w:ascii="Century Gothic" w:hAnsi="Century Gothic"/>
              </w:rPr>
            </w:pPr>
            <w:r>
              <w:rPr>
                <w:rFonts w:ascii="Century Gothic" w:hAnsi="Century Gothic"/>
              </w:rPr>
              <w:t>Monitor</w:t>
            </w:r>
          </w:p>
        </w:tc>
        <w:tc>
          <w:tcPr>
            <w:tcW w:w="6708" w:type="dxa"/>
            <w:vAlign w:val="center"/>
          </w:tcPr>
          <w:p w14:paraId="110CB6D8" w14:textId="202C420B" w:rsidR="001B49CD" w:rsidRPr="0037064D" w:rsidRDefault="001B49CD" w:rsidP="001B49CD">
            <w:pPr>
              <w:pStyle w:val="RSCBulletedlist"/>
              <w:rPr>
                <w:sz w:val="20"/>
                <w:szCs w:val="20"/>
              </w:rPr>
            </w:pPr>
            <w:r w:rsidRPr="0037064D">
              <w:rPr>
                <w:sz w:val="20"/>
                <w:szCs w:val="20"/>
              </w:rPr>
              <w:t xml:space="preserve">Ask learners questions when reading the text aloud (see section called </w:t>
            </w:r>
            <w:r w:rsidR="00C00232" w:rsidRPr="0037064D">
              <w:rPr>
                <w:sz w:val="20"/>
                <w:szCs w:val="20"/>
              </w:rPr>
              <w:t>‘</w:t>
            </w:r>
            <w:r w:rsidRPr="0037064D">
              <w:rPr>
                <w:sz w:val="20"/>
                <w:szCs w:val="20"/>
              </w:rPr>
              <w:t>model active reading’) to prompt them to monitor their understanding throughout the task.</w:t>
            </w:r>
          </w:p>
          <w:p w14:paraId="0A4CAAA9" w14:textId="3435BD09" w:rsidR="001B49CD" w:rsidRPr="001B49CD" w:rsidRDefault="001B49CD" w:rsidP="001B49CD">
            <w:pPr>
              <w:pStyle w:val="RSCBulletedlist"/>
              <w:rPr>
                <w:sz w:val="18"/>
                <w:szCs w:val="18"/>
              </w:rPr>
            </w:pPr>
            <w:r w:rsidRPr="0037064D">
              <w:rPr>
                <w:sz w:val="20"/>
                <w:szCs w:val="20"/>
              </w:rPr>
              <w:t>The comprehension questions prompt learners to assess how much the active reading strategies help them to understand the text, and what other strategies they can employ to aid their understanding.</w:t>
            </w:r>
            <w:r w:rsidRPr="005E4DBC">
              <w:rPr>
                <w:sz w:val="18"/>
                <w:szCs w:val="18"/>
              </w:rPr>
              <w:t xml:space="preserve"> </w:t>
            </w:r>
          </w:p>
        </w:tc>
      </w:tr>
      <w:tr w:rsidR="001B49CD" w:rsidRPr="00985C41" w14:paraId="653360AB" w14:textId="77777777" w:rsidTr="001B49CD">
        <w:trPr>
          <w:trHeight w:val="482"/>
          <w:jc w:val="center"/>
        </w:trPr>
        <w:tc>
          <w:tcPr>
            <w:tcW w:w="1509" w:type="dxa"/>
            <w:vAlign w:val="center"/>
          </w:tcPr>
          <w:p w14:paraId="155845E6" w14:textId="1CAF5C10" w:rsidR="001B49CD" w:rsidRDefault="001B49CD" w:rsidP="001B49CD">
            <w:pPr>
              <w:spacing w:after="0" w:line="259" w:lineRule="auto"/>
              <w:ind w:left="0" w:firstLine="0"/>
              <w:rPr>
                <w:rFonts w:ascii="Century Gothic" w:hAnsi="Century Gothic"/>
              </w:rPr>
            </w:pPr>
            <w:r>
              <w:rPr>
                <w:rFonts w:ascii="Century Gothic" w:hAnsi="Century Gothic"/>
              </w:rPr>
              <w:t>Evaluate</w:t>
            </w:r>
          </w:p>
        </w:tc>
        <w:tc>
          <w:tcPr>
            <w:tcW w:w="6708" w:type="dxa"/>
            <w:vAlign w:val="center"/>
          </w:tcPr>
          <w:p w14:paraId="78912E5E" w14:textId="62EEC95A" w:rsidR="001B49CD" w:rsidRPr="001B49CD" w:rsidRDefault="001B49CD" w:rsidP="001B49CD">
            <w:pPr>
              <w:pStyle w:val="RSCBulletedlist"/>
              <w:rPr>
                <w:sz w:val="20"/>
                <w:szCs w:val="20"/>
              </w:rPr>
            </w:pPr>
            <w:r w:rsidRPr="001B49CD">
              <w:rPr>
                <w:sz w:val="20"/>
                <w:szCs w:val="20"/>
              </w:rPr>
              <w:t xml:space="preserve">Invite feedback on answers to </w:t>
            </w:r>
            <w:r w:rsidR="00C00232">
              <w:rPr>
                <w:sz w:val="20"/>
                <w:szCs w:val="20"/>
              </w:rPr>
              <w:t>the metacognitive questions (in the red boxes)</w:t>
            </w:r>
            <w:r w:rsidRPr="001B49CD">
              <w:rPr>
                <w:sz w:val="20"/>
                <w:szCs w:val="20"/>
              </w:rPr>
              <w:t xml:space="preserve"> and collate a reading strategies ‘cheat sheet’ as a class. </w:t>
            </w:r>
            <w:r w:rsidR="00E5528A">
              <w:rPr>
                <w:sz w:val="20"/>
                <w:szCs w:val="20"/>
              </w:rPr>
              <w:t>R</w:t>
            </w:r>
            <w:r w:rsidRPr="001B49CD">
              <w:rPr>
                <w:sz w:val="20"/>
                <w:szCs w:val="20"/>
              </w:rPr>
              <w:t>evisit this cheat sheet the next time you do a reading comprehension activity.</w:t>
            </w:r>
          </w:p>
          <w:p w14:paraId="767E453E" w14:textId="282DC4FA" w:rsidR="001B49CD" w:rsidRPr="00AB639C" w:rsidRDefault="001B49CD" w:rsidP="001B49CD">
            <w:pPr>
              <w:pStyle w:val="RSCBulletedlist"/>
            </w:pPr>
            <w:r w:rsidRPr="001B49CD">
              <w:rPr>
                <w:sz w:val="20"/>
                <w:szCs w:val="20"/>
              </w:rPr>
              <w:t>Use the</w:t>
            </w:r>
            <w:r w:rsidR="00C00232">
              <w:rPr>
                <w:sz w:val="20"/>
                <w:szCs w:val="20"/>
              </w:rPr>
              <w:t xml:space="preserve"> populated</w:t>
            </w:r>
            <w:r w:rsidRPr="001B49CD">
              <w:rPr>
                <w:sz w:val="20"/>
                <w:szCs w:val="20"/>
              </w:rPr>
              <w:t xml:space="preserve"> </w:t>
            </w:r>
            <w:r w:rsidR="001817B0">
              <w:rPr>
                <w:sz w:val="20"/>
                <w:szCs w:val="20"/>
              </w:rPr>
              <w:t xml:space="preserve">feedback </w:t>
            </w:r>
            <w:r w:rsidR="00C00232">
              <w:rPr>
                <w:sz w:val="20"/>
                <w:szCs w:val="20"/>
              </w:rPr>
              <w:t>table</w:t>
            </w:r>
            <w:r w:rsidRPr="001B49CD">
              <w:rPr>
                <w:sz w:val="20"/>
                <w:szCs w:val="20"/>
              </w:rPr>
              <w:t xml:space="preserve"> to reflect </w:t>
            </w:r>
            <w:r w:rsidR="00C00232">
              <w:rPr>
                <w:sz w:val="20"/>
                <w:szCs w:val="20"/>
              </w:rPr>
              <w:t xml:space="preserve">as a class </w:t>
            </w:r>
            <w:r w:rsidRPr="001B49CD">
              <w:rPr>
                <w:sz w:val="20"/>
                <w:szCs w:val="20"/>
              </w:rPr>
              <w:t>on the strengths of the presentations and identify things to work on next time you do a class speaking and listening activity.</w:t>
            </w:r>
          </w:p>
        </w:tc>
      </w:tr>
    </w:tbl>
    <w:p w14:paraId="1EAF1D91" w14:textId="04737E0D" w:rsidR="00362CC1" w:rsidRDefault="00675DAE" w:rsidP="00362CC1">
      <w:pPr>
        <w:pStyle w:val="RSCH2"/>
        <w:rPr>
          <w:lang w:eastAsia="en-GB"/>
        </w:rPr>
      </w:pPr>
      <w:r>
        <w:rPr>
          <w:lang w:eastAsia="en-GB"/>
        </w:rPr>
        <w:t>Example a</w:t>
      </w:r>
      <w:r w:rsidR="00362CC1">
        <w:rPr>
          <w:lang w:eastAsia="en-GB"/>
        </w:rPr>
        <w:t>nswers</w:t>
      </w:r>
      <w:r>
        <w:rPr>
          <w:lang w:eastAsia="en-GB"/>
        </w:rPr>
        <w:t xml:space="preserve"> and guidance</w:t>
      </w:r>
    </w:p>
    <w:p w14:paraId="24428716" w14:textId="54D3D020" w:rsidR="00343E48" w:rsidRDefault="00343E48" w:rsidP="00884DA4">
      <w:pPr>
        <w:pStyle w:val="RSCnumberedlist"/>
      </w:pPr>
      <w:r>
        <w:t>The particles in a gas are spread out and moving quickly. As the gas condenses the particles slow down and</w:t>
      </w:r>
      <w:r w:rsidR="00F11628">
        <w:t xml:space="preserve"> move closer together</w:t>
      </w:r>
      <w:r w:rsidR="00B33E5E">
        <w:t>,</w:t>
      </w:r>
      <w:r>
        <w:t xml:space="preserve"> </w:t>
      </w:r>
      <w:r w:rsidR="00F11628">
        <w:t>arranging themselves so that they are all touching each other, but can still move over one another.</w:t>
      </w:r>
    </w:p>
    <w:p w14:paraId="434794E2" w14:textId="77777777" w:rsidR="00F06865" w:rsidRPr="00F11628" w:rsidRDefault="00F06865" w:rsidP="00884DA4">
      <w:pPr>
        <w:pStyle w:val="RSCnumberedlist"/>
        <w:numPr>
          <w:ilvl w:val="0"/>
          <w:numId w:val="0"/>
        </w:numPr>
        <w:ind w:left="360"/>
        <w:rPr>
          <w:i/>
          <w:iCs/>
        </w:rPr>
      </w:pPr>
    </w:p>
    <w:p w14:paraId="6B908B00" w14:textId="32F45033" w:rsidR="00F11628" w:rsidRDefault="00F11628" w:rsidP="00B33E5E">
      <w:pPr>
        <w:pStyle w:val="RSCnumberedlist"/>
      </w:pPr>
      <w:r>
        <w:t>Larger crystals could be used to collect water from the air. As the water condenses in channels it could be collected in a container for drinking or used to water crops.</w:t>
      </w:r>
    </w:p>
    <w:p w14:paraId="5403F5CF" w14:textId="77777777" w:rsidR="00F06865" w:rsidRDefault="00F06865" w:rsidP="00F06865">
      <w:pPr>
        <w:pStyle w:val="RSCnumberedlist"/>
        <w:numPr>
          <w:ilvl w:val="0"/>
          <w:numId w:val="0"/>
        </w:numPr>
        <w:ind w:left="360"/>
      </w:pPr>
    </w:p>
    <w:p w14:paraId="1F44E88B" w14:textId="592DE87E" w:rsidR="00343E48" w:rsidRPr="00F11628" w:rsidRDefault="00343E48" w:rsidP="00343E48">
      <w:pPr>
        <w:pStyle w:val="RSCnumberedlist"/>
        <w:rPr>
          <w:i/>
          <w:iCs/>
        </w:rPr>
      </w:pPr>
    </w:p>
    <w:p w14:paraId="3199DF69" w14:textId="6C7CB7B4" w:rsidR="00343E48" w:rsidRDefault="00343E48" w:rsidP="00343E48">
      <w:pPr>
        <w:pStyle w:val="RSCletteredlist"/>
      </w:pPr>
      <w:r>
        <w:t>Condensing</w:t>
      </w:r>
      <w:r w:rsidR="00F11628">
        <w:t xml:space="preserve"> </w:t>
      </w:r>
      <w:r w:rsidR="00F06865" w:rsidRPr="00AB7E08">
        <w:t>–</w:t>
      </w:r>
      <w:r w:rsidR="00F11628">
        <w:t xml:space="preserve"> </w:t>
      </w:r>
      <w:r w:rsidR="00167CE6" w:rsidRPr="00390B45">
        <w:rPr>
          <w:rFonts w:eastAsia="Times New Roman"/>
          <w:bdr w:val="none" w:sz="0" w:space="0" w:color="auto" w:frame="1"/>
          <w:lang w:eastAsia="en-GB"/>
        </w:rPr>
        <w:t>when a gas is cooled,</w:t>
      </w:r>
      <w:r w:rsidR="00167CE6">
        <w:rPr>
          <w:rFonts w:eastAsia="Times New Roman"/>
          <w:bdr w:val="none" w:sz="0" w:space="0" w:color="auto" w:frame="1"/>
          <w:lang w:eastAsia="en-GB"/>
        </w:rPr>
        <w:t xml:space="preserve"> energy is </w:t>
      </w:r>
      <w:r w:rsidR="00167CE6" w:rsidRPr="00390B45">
        <w:rPr>
          <w:rFonts w:eastAsia="Times New Roman"/>
          <w:bdr w:val="none" w:sz="0" w:space="0" w:color="auto" w:frame="1"/>
          <w:lang w:eastAsia="en-GB"/>
        </w:rPr>
        <w:t>transfer</w:t>
      </w:r>
      <w:r w:rsidR="00167CE6" w:rsidRPr="00F55111">
        <w:rPr>
          <w:rFonts w:eastAsia="Times New Roman"/>
          <w:bdr w:val="none" w:sz="0" w:space="0" w:color="auto" w:frame="1"/>
          <w:lang w:eastAsia="en-GB"/>
        </w:rPr>
        <w:t>r</w:t>
      </w:r>
      <w:r w:rsidR="00167CE6">
        <w:rPr>
          <w:rFonts w:eastAsia="Times New Roman"/>
          <w:bdr w:val="none" w:sz="0" w:space="0" w:color="auto" w:frame="1"/>
          <w:lang w:eastAsia="en-GB"/>
        </w:rPr>
        <w:t>ed from the gas to the gas’</w:t>
      </w:r>
      <w:r w:rsidR="00F06865">
        <w:rPr>
          <w:rFonts w:eastAsia="Times New Roman"/>
          <w:bdr w:val="none" w:sz="0" w:space="0" w:color="auto" w:frame="1"/>
          <w:lang w:eastAsia="en-GB"/>
        </w:rPr>
        <w:t xml:space="preserve"> </w:t>
      </w:r>
      <w:r w:rsidR="00167CE6">
        <w:rPr>
          <w:rFonts w:eastAsia="Times New Roman"/>
          <w:bdr w:val="none" w:sz="0" w:space="0" w:color="auto" w:frame="1"/>
          <w:lang w:eastAsia="en-GB"/>
        </w:rPr>
        <w:t>surroundings and the gas turns into a liquid.</w:t>
      </w:r>
    </w:p>
    <w:p w14:paraId="771C7A7C" w14:textId="78FCA949" w:rsidR="00343E48" w:rsidRDefault="00343E48" w:rsidP="00343E48">
      <w:pPr>
        <w:pStyle w:val="RSCletteredlist"/>
      </w:pPr>
      <w:r>
        <w:t>Sublim</w:t>
      </w:r>
      <w:r w:rsidR="00F11628">
        <w:t xml:space="preserve">es </w:t>
      </w:r>
      <w:r w:rsidR="00F06865" w:rsidRPr="00B82F74">
        <w:t>–</w:t>
      </w:r>
      <w:r w:rsidR="00F06865">
        <w:t xml:space="preserve"> </w:t>
      </w:r>
      <w:r w:rsidR="00167CE6" w:rsidRPr="00284F45">
        <w:rPr>
          <w:rFonts w:eastAsia="Times New Roman"/>
          <w:bdr w:val="none" w:sz="0" w:space="0" w:color="auto" w:frame="1"/>
          <w:lang w:eastAsia="en-GB"/>
        </w:rPr>
        <w:t>when a solid is heated, gains energy and turns into a gas, without turning into a liquid first.</w:t>
      </w:r>
    </w:p>
    <w:p w14:paraId="1A93E1DB" w14:textId="55CA3B3B" w:rsidR="00343E48" w:rsidRDefault="00343E48" w:rsidP="00343E48">
      <w:pPr>
        <w:pStyle w:val="RSCletteredlist"/>
      </w:pPr>
      <w:r>
        <w:t>Scarcity</w:t>
      </w:r>
      <w:r w:rsidR="00F11628">
        <w:t xml:space="preserve"> </w:t>
      </w:r>
      <w:r w:rsidR="00F06865" w:rsidRPr="00B82F74">
        <w:t>–</w:t>
      </w:r>
      <w:r w:rsidR="00F06865">
        <w:t xml:space="preserve"> a</w:t>
      </w:r>
      <w:r w:rsidR="00F11628" w:rsidRPr="00F11628">
        <w:t xml:space="preserve"> situation in which something is not easy to find or get</w:t>
      </w:r>
      <w:r w:rsidR="00F06865">
        <w:t>.</w:t>
      </w:r>
    </w:p>
    <w:p w14:paraId="2623206D" w14:textId="77777777" w:rsidR="00675DAE" w:rsidRDefault="00675DAE" w:rsidP="00675DAE">
      <w:pPr>
        <w:pStyle w:val="RSCnumberedlist"/>
        <w:numPr>
          <w:ilvl w:val="0"/>
          <w:numId w:val="0"/>
        </w:numPr>
        <w:ind w:left="360" w:hanging="360"/>
        <w:rPr>
          <w:lang w:eastAsia="en-GB"/>
        </w:rPr>
      </w:pPr>
    </w:p>
    <w:p w14:paraId="1903394D" w14:textId="28DC6841" w:rsidR="00F11628" w:rsidRPr="00F11628" w:rsidRDefault="00F11628" w:rsidP="00884DA4">
      <w:pPr>
        <w:pStyle w:val="RSCnumberedlist"/>
        <w:numPr>
          <w:ilvl w:val="0"/>
          <w:numId w:val="0"/>
        </w:numPr>
        <w:spacing w:after="0"/>
        <w:rPr>
          <w:lang w:eastAsia="en-GB"/>
        </w:rPr>
      </w:pPr>
      <w:r w:rsidRPr="00F11628">
        <w:rPr>
          <w:lang w:eastAsia="en-GB"/>
        </w:rPr>
        <w:t>Learners rate how much the glossary is helping them</w:t>
      </w:r>
      <w:r>
        <w:rPr>
          <w:lang w:eastAsia="en-GB"/>
        </w:rPr>
        <w:t xml:space="preserve">. </w:t>
      </w:r>
      <w:r w:rsidRPr="00F11628">
        <w:rPr>
          <w:lang w:eastAsia="en-GB"/>
        </w:rPr>
        <w:t>Do a rough show of hands to</w:t>
      </w:r>
      <w:r w:rsidR="00075036">
        <w:rPr>
          <w:lang w:eastAsia="en-GB"/>
        </w:rPr>
        <w:t xml:space="preserve"> </w:t>
      </w:r>
      <w:r w:rsidRPr="00F11628">
        <w:rPr>
          <w:lang w:eastAsia="en-GB"/>
        </w:rPr>
        <w:t>gauge confidence and note learners’ responses.</w:t>
      </w:r>
    </w:p>
    <w:p w14:paraId="04F50644" w14:textId="77777777" w:rsidR="00675DAE" w:rsidRDefault="00675DAE" w:rsidP="00675DAE">
      <w:pPr>
        <w:pStyle w:val="RSCnumberedlist"/>
        <w:numPr>
          <w:ilvl w:val="0"/>
          <w:numId w:val="0"/>
        </w:numPr>
        <w:ind w:left="360" w:hanging="360"/>
        <w:rPr>
          <w:lang w:eastAsia="en-GB"/>
        </w:rPr>
      </w:pPr>
    </w:p>
    <w:p w14:paraId="30B01246" w14:textId="77777777" w:rsidR="00F11628" w:rsidRDefault="00F11628" w:rsidP="00F11628">
      <w:pPr>
        <w:pStyle w:val="RSCnumberedlist"/>
        <w:rPr>
          <w:lang w:eastAsia="en-GB"/>
        </w:rPr>
      </w:pPr>
    </w:p>
    <w:p w14:paraId="4BCE2D10" w14:textId="4B0FD715" w:rsidR="00031A86" w:rsidRDefault="00F11628" w:rsidP="00B4211A">
      <w:pPr>
        <w:pStyle w:val="RSCletteredlist"/>
        <w:numPr>
          <w:ilvl w:val="0"/>
          <w:numId w:val="26"/>
        </w:numPr>
        <w:rPr>
          <w:lang w:eastAsia="en-GB"/>
        </w:rPr>
      </w:pPr>
      <w:r w:rsidRPr="00F11628">
        <w:rPr>
          <w:lang w:eastAsia="en-GB"/>
        </w:rPr>
        <w:t>Sc</w:t>
      </w:r>
      <w:r w:rsidR="00B4211A">
        <w:rPr>
          <w:lang w:eastAsia="en-GB"/>
        </w:rPr>
        <w:t>i</w:t>
      </w:r>
      <w:r w:rsidRPr="00F11628">
        <w:rPr>
          <w:lang w:eastAsia="en-GB"/>
        </w:rPr>
        <w:t>entific words:</w:t>
      </w:r>
      <w:r>
        <w:rPr>
          <w:lang w:eastAsia="en-GB"/>
        </w:rPr>
        <w:t xml:space="preserve"> crystals, condensing, subliming, organic, sublimes, gas, particles</w:t>
      </w:r>
      <w:r w:rsidRPr="00F11628">
        <w:rPr>
          <w:lang w:eastAsia="en-GB"/>
        </w:rPr>
        <w:t xml:space="preserve">. </w:t>
      </w:r>
    </w:p>
    <w:p w14:paraId="5E3EAB3D" w14:textId="22407C58" w:rsidR="00031A86" w:rsidRDefault="00031A86" w:rsidP="00FD768D">
      <w:pPr>
        <w:pStyle w:val="RSCnumberedlist"/>
        <w:numPr>
          <w:ilvl w:val="0"/>
          <w:numId w:val="0"/>
        </w:numPr>
        <w:ind w:left="360" w:hanging="360"/>
        <w:rPr>
          <w:lang w:eastAsia="en-GB"/>
        </w:rPr>
      </w:pPr>
      <w:r>
        <w:rPr>
          <w:lang w:eastAsia="en-GB"/>
        </w:rPr>
        <w:tab/>
      </w:r>
      <w:r w:rsidR="00F11628" w:rsidRPr="00F11628">
        <w:rPr>
          <w:lang w:eastAsia="en-GB"/>
        </w:rPr>
        <w:t>The point of this exercise is to prompt learners to consider which potentially</w:t>
      </w:r>
      <w:r>
        <w:rPr>
          <w:lang w:eastAsia="en-GB"/>
        </w:rPr>
        <w:t xml:space="preserve"> </w:t>
      </w:r>
      <w:r w:rsidR="00F11628" w:rsidRPr="00F11628">
        <w:rPr>
          <w:lang w:eastAsia="en-GB"/>
        </w:rPr>
        <w:t xml:space="preserve">unfamiliar words are specific to science or chemistry, compared to </w:t>
      </w:r>
      <w:r w:rsidR="00771A07">
        <w:rPr>
          <w:lang w:eastAsia="en-GB"/>
        </w:rPr>
        <w:t xml:space="preserve">e.g. </w:t>
      </w:r>
      <w:r w:rsidR="00F11628" w:rsidRPr="00F11628">
        <w:rPr>
          <w:lang w:eastAsia="en-GB"/>
        </w:rPr>
        <w:t>connecting words. The list above is an example and there may be variation in answers</w:t>
      </w:r>
      <w:r>
        <w:rPr>
          <w:lang w:eastAsia="en-GB"/>
        </w:rPr>
        <w:t xml:space="preserve">. </w:t>
      </w:r>
    </w:p>
    <w:p w14:paraId="7F930943" w14:textId="5D5C7856" w:rsidR="00F11628" w:rsidRPr="00F11628" w:rsidRDefault="00F11628" w:rsidP="00B4211A">
      <w:pPr>
        <w:pStyle w:val="RSCletteredlist"/>
        <w:rPr>
          <w:lang w:eastAsia="en-GB"/>
        </w:rPr>
      </w:pPr>
      <w:r w:rsidRPr="00F11628">
        <w:rPr>
          <w:lang w:eastAsia="en-GB"/>
        </w:rPr>
        <w:t>L</w:t>
      </w:r>
      <w:r w:rsidR="00B4211A">
        <w:rPr>
          <w:lang w:eastAsia="en-GB"/>
        </w:rPr>
        <w:t>o</w:t>
      </w:r>
      <w:r w:rsidRPr="00F11628">
        <w:rPr>
          <w:lang w:eastAsia="en-GB"/>
        </w:rPr>
        <w:t xml:space="preserve">ok for a good understanding of the key message in the story. Example answer </w:t>
      </w:r>
      <w:r w:rsidR="00167CE6">
        <w:rPr>
          <w:lang w:eastAsia="en-GB"/>
        </w:rPr>
        <w:t>–</w:t>
      </w:r>
      <w:r w:rsidRPr="00F11628">
        <w:rPr>
          <w:lang w:eastAsia="en-GB"/>
        </w:rPr>
        <w:t xml:space="preserve"> </w:t>
      </w:r>
      <w:r w:rsidR="00167CE6">
        <w:rPr>
          <w:lang w:eastAsia="en-GB"/>
        </w:rPr>
        <w:t>water, condensing, crystals, harvest, scarcity</w:t>
      </w:r>
      <w:r w:rsidR="00B65D5E">
        <w:rPr>
          <w:lang w:eastAsia="en-GB"/>
        </w:rPr>
        <w:t>.</w:t>
      </w:r>
    </w:p>
    <w:p w14:paraId="46D75037" w14:textId="77777777" w:rsidR="00F11628" w:rsidRPr="00F11628" w:rsidRDefault="00F11628" w:rsidP="00031A86">
      <w:pPr>
        <w:pStyle w:val="RSCnumberedlist"/>
        <w:numPr>
          <w:ilvl w:val="0"/>
          <w:numId w:val="0"/>
        </w:numPr>
        <w:ind w:left="360"/>
        <w:rPr>
          <w:lang w:eastAsia="en-GB"/>
        </w:rPr>
      </w:pPr>
    </w:p>
    <w:p w14:paraId="748F20E6" w14:textId="77777777" w:rsidR="000908BF" w:rsidRDefault="000908BF" w:rsidP="000908BF">
      <w:pPr>
        <w:pStyle w:val="RSCBasictext"/>
      </w:pPr>
      <w:r>
        <w:t xml:space="preserve">Learners rate how much circling words is helping them. </w:t>
      </w:r>
      <w:r w:rsidRPr="25D66B9E">
        <w:t>Do a rough show of hands to gauge confidence and note learners’ responses.</w:t>
      </w:r>
      <w:r>
        <w:t xml:space="preserve"> </w:t>
      </w:r>
    </w:p>
    <w:p w14:paraId="31EE0AB8" w14:textId="77777777" w:rsidR="000908BF" w:rsidRDefault="000908BF" w:rsidP="000908BF">
      <w:pPr>
        <w:pStyle w:val="RSCBasictext"/>
      </w:pPr>
      <w:r>
        <w:t>Learners rate their confidence explaining the story. Do a rough show of hands to gauge confidence and note learners’ responses. A</w:t>
      </w:r>
      <w:r w:rsidRPr="25D66B9E">
        <w:t>sk learners to share their strategies for the benefit of the class</w:t>
      </w:r>
      <w:r>
        <w:t>.</w:t>
      </w:r>
      <w:r w:rsidRPr="25D66B9E">
        <w:t xml:space="preserve"> </w:t>
      </w:r>
    </w:p>
    <w:p w14:paraId="141E15BB" w14:textId="77777777" w:rsidR="000908BF" w:rsidRDefault="000908BF" w:rsidP="000908BF">
      <w:pPr>
        <w:pStyle w:val="RSCBasictext"/>
      </w:pPr>
      <w:r>
        <w:t>How learners rate the techniques in questions 3 and 4, and their confidence to explain the story, can inform your approach to future reading comprehension activities.</w:t>
      </w:r>
    </w:p>
    <w:p w14:paraId="7655D2A9" w14:textId="77777777" w:rsidR="00031A86" w:rsidRDefault="00031A86" w:rsidP="00031A86">
      <w:pPr>
        <w:pStyle w:val="RSCnumberedlist"/>
        <w:numPr>
          <w:ilvl w:val="0"/>
          <w:numId w:val="0"/>
        </w:numPr>
        <w:ind w:left="360"/>
        <w:rPr>
          <w:lang w:eastAsia="en-GB"/>
        </w:rPr>
      </w:pPr>
    </w:p>
    <w:p w14:paraId="5E1E61AE" w14:textId="4E2977F9" w:rsidR="00031A86" w:rsidRDefault="00031A86" w:rsidP="00031A86">
      <w:pPr>
        <w:pStyle w:val="RSCnumberedlist"/>
        <w:rPr>
          <w:lang w:eastAsia="en-GB"/>
        </w:rPr>
      </w:pPr>
      <w:r>
        <w:rPr>
          <w:lang w:eastAsia="en-GB"/>
        </w:rPr>
        <w:t>Ask learners to share what they have learned from reading the news article</w:t>
      </w:r>
      <w:r w:rsidR="00835CA4">
        <w:rPr>
          <w:lang w:eastAsia="en-GB"/>
        </w:rPr>
        <w:t>.</w:t>
      </w:r>
    </w:p>
    <w:p w14:paraId="257B392A" w14:textId="77777777" w:rsidR="00031A86" w:rsidRDefault="00031A86" w:rsidP="00031A86">
      <w:pPr>
        <w:pStyle w:val="RSCnumberedlist"/>
        <w:numPr>
          <w:ilvl w:val="0"/>
          <w:numId w:val="0"/>
        </w:numPr>
        <w:ind w:left="360"/>
        <w:rPr>
          <w:lang w:eastAsia="en-GB"/>
        </w:rPr>
      </w:pPr>
    </w:p>
    <w:p w14:paraId="652BCB68" w14:textId="00A1FA5A" w:rsidR="00031A86" w:rsidRPr="0048129A" w:rsidRDefault="001C1D25" w:rsidP="00AB7E08">
      <w:pPr>
        <w:pStyle w:val="RSCnumberedlist"/>
        <w:spacing w:after="160" w:line="278" w:lineRule="auto"/>
        <w:rPr>
          <w:i/>
          <w:iCs/>
        </w:rPr>
      </w:pPr>
      <w:r>
        <w:rPr>
          <w:rFonts w:eastAsia="Century Gothic" w:cs="Century Gothic"/>
        </w:rPr>
        <w:t>Indicative answers for summary of story.</w:t>
      </w:r>
    </w:p>
    <w:p w14:paraId="5C274CD1" w14:textId="101B3C65" w:rsidR="00031A86" w:rsidRDefault="00031A86" w:rsidP="00031A86">
      <w:pPr>
        <w:pStyle w:val="RSCBulletedlist"/>
        <w:ind w:left="723"/>
        <w:rPr>
          <w:i/>
          <w:iCs/>
        </w:rPr>
      </w:pPr>
      <w:r w:rsidRPr="00031A86">
        <w:rPr>
          <w:i/>
          <w:iCs/>
        </w:rPr>
        <w:t>What have the scientists discovered? (</w:t>
      </w:r>
      <w:r w:rsidR="00904F80">
        <w:rPr>
          <w:i/>
          <w:iCs/>
        </w:rPr>
        <w:t>F</w:t>
      </w:r>
      <w:r w:rsidRPr="00031A86">
        <w:rPr>
          <w:i/>
          <w:iCs/>
        </w:rPr>
        <w:t>inding</w:t>
      </w:r>
      <w:r w:rsidR="00B90C07">
        <w:rPr>
          <w:i/>
          <w:iCs/>
        </w:rPr>
        <w:t>s</w:t>
      </w:r>
      <w:r w:rsidRPr="00031A86">
        <w:rPr>
          <w:i/>
          <w:iCs/>
        </w:rPr>
        <w:t>)</w:t>
      </w:r>
    </w:p>
    <w:p w14:paraId="363B040C" w14:textId="1F0AAFE8" w:rsidR="00031A86" w:rsidRPr="00031A86" w:rsidRDefault="00031A86" w:rsidP="00A136C4">
      <w:pPr>
        <w:pStyle w:val="RSCBulletedlist"/>
        <w:numPr>
          <w:ilvl w:val="0"/>
          <w:numId w:val="0"/>
        </w:numPr>
        <w:ind w:left="360"/>
        <w:rPr>
          <w:i/>
          <w:iCs/>
        </w:rPr>
      </w:pPr>
      <w:r>
        <w:t xml:space="preserve">That water can condense </w:t>
      </w:r>
      <w:r w:rsidR="006779F3">
        <w:t xml:space="preserve">from the air </w:t>
      </w:r>
      <w:r w:rsidR="009B15E6">
        <w:t>onto crystals.</w:t>
      </w:r>
    </w:p>
    <w:p w14:paraId="6ABAC750" w14:textId="449B95B2" w:rsidR="00031A86" w:rsidRDefault="00031A86" w:rsidP="00031A86">
      <w:pPr>
        <w:pStyle w:val="RSCBulletedlist"/>
        <w:ind w:left="723"/>
        <w:rPr>
          <w:i/>
          <w:iCs/>
        </w:rPr>
      </w:pPr>
      <w:r w:rsidRPr="00031A86">
        <w:rPr>
          <w:i/>
          <w:iCs/>
        </w:rPr>
        <w:t>What was the problem they were trying to solve</w:t>
      </w:r>
      <w:r w:rsidR="00B90C07">
        <w:rPr>
          <w:i/>
          <w:iCs/>
        </w:rPr>
        <w:t>?</w:t>
      </w:r>
      <w:r w:rsidRPr="00031A86">
        <w:rPr>
          <w:i/>
          <w:iCs/>
        </w:rPr>
        <w:t xml:space="preserve"> (</w:t>
      </w:r>
      <w:r w:rsidR="00904F80">
        <w:rPr>
          <w:i/>
          <w:iCs/>
        </w:rPr>
        <w:t>C</w:t>
      </w:r>
      <w:r w:rsidRPr="00031A86">
        <w:rPr>
          <w:i/>
          <w:iCs/>
        </w:rPr>
        <w:t>ontext)</w:t>
      </w:r>
    </w:p>
    <w:p w14:paraId="0FEA15DF" w14:textId="501ABA16" w:rsidR="00031A86" w:rsidRPr="00031A86" w:rsidRDefault="00031A86" w:rsidP="00A136C4">
      <w:pPr>
        <w:pStyle w:val="RSCBulletedlist"/>
        <w:numPr>
          <w:ilvl w:val="0"/>
          <w:numId w:val="0"/>
        </w:numPr>
        <w:ind w:left="360"/>
        <w:rPr>
          <w:i/>
          <w:iCs/>
        </w:rPr>
      </w:pPr>
      <w:r>
        <w:t>Combating a lack of water in desert areas or areas where normal water supply has been disrupted or contaminated.</w:t>
      </w:r>
    </w:p>
    <w:p w14:paraId="1A7D3CA7" w14:textId="42FF7CAE" w:rsidR="00031A86" w:rsidRDefault="00031A86" w:rsidP="00031A86">
      <w:pPr>
        <w:pStyle w:val="RSCBulletedlist"/>
        <w:ind w:left="723"/>
        <w:rPr>
          <w:i/>
          <w:iCs/>
        </w:rPr>
      </w:pPr>
      <w:r w:rsidRPr="00031A86">
        <w:rPr>
          <w:i/>
          <w:iCs/>
        </w:rPr>
        <w:t>Why does their discovery matter? (</w:t>
      </w:r>
      <w:r w:rsidR="00C0633D">
        <w:rPr>
          <w:i/>
          <w:iCs/>
        </w:rPr>
        <w:t>R</w:t>
      </w:r>
      <w:r w:rsidRPr="00031A86">
        <w:rPr>
          <w:i/>
          <w:iCs/>
        </w:rPr>
        <w:t>elevance/application)</w:t>
      </w:r>
    </w:p>
    <w:p w14:paraId="6EB9BA52" w14:textId="627FBD94" w:rsidR="00031A86" w:rsidRPr="00031A86" w:rsidRDefault="00031A86" w:rsidP="00A136C4">
      <w:pPr>
        <w:pStyle w:val="RSCBulletedlist"/>
        <w:numPr>
          <w:ilvl w:val="0"/>
          <w:numId w:val="0"/>
        </w:numPr>
        <w:ind w:left="360"/>
        <w:rPr>
          <w:i/>
          <w:iCs/>
        </w:rPr>
      </w:pPr>
      <w:r>
        <w:t>It could provide water to people living in hot regions for drinking or to use for watering crops.</w:t>
      </w:r>
    </w:p>
    <w:p w14:paraId="4AAD1BB9" w14:textId="3612C59A" w:rsidR="00031A86" w:rsidRPr="00031A86" w:rsidRDefault="00031A86" w:rsidP="00A136C4">
      <w:pPr>
        <w:pStyle w:val="RSCBulletedlist"/>
        <w:numPr>
          <w:ilvl w:val="0"/>
          <w:numId w:val="0"/>
        </w:numPr>
        <w:ind w:left="363" w:hanging="3"/>
        <w:rPr>
          <w:i/>
          <w:iCs/>
        </w:rPr>
      </w:pPr>
      <w:r>
        <w:t xml:space="preserve">Climate change means that more areas are becoming hot and more people </w:t>
      </w:r>
      <w:r w:rsidR="00173809">
        <w:t xml:space="preserve">are </w:t>
      </w:r>
      <w:r>
        <w:t>suffering from drought.</w:t>
      </w:r>
    </w:p>
    <w:p w14:paraId="1353EC65" w14:textId="0E1B7DB6" w:rsidR="00031A86" w:rsidRPr="00031A86" w:rsidRDefault="00031A86" w:rsidP="00A136C4">
      <w:pPr>
        <w:pStyle w:val="RSCBulletedlist"/>
        <w:numPr>
          <w:ilvl w:val="0"/>
          <w:numId w:val="0"/>
        </w:numPr>
        <w:ind w:left="363" w:hanging="3"/>
        <w:rPr>
          <w:i/>
          <w:iCs/>
        </w:rPr>
      </w:pPr>
      <w:r>
        <w:t>It could also be used in areas after a natural disaster when there is no running water available.</w:t>
      </w:r>
    </w:p>
    <w:p w14:paraId="518C9E6B" w14:textId="0F96A032" w:rsidR="00031A86" w:rsidRDefault="00031A86" w:rsidP="00031A86">
      <w:pPr>
        <w:pStyle w:val="RSCBulletedlist"/>
        <w:ind w:left="723"/>
        <w:rPr>
          <w:i/>
          <w:iCs/>
        </w:rPr>
      </w:pPr>
      <w:r w:rsidRPr="00031A86">
        <w:rPr>
          <w:i/>
          <w:iCs/>
        </w:rPr>
        <w:t>Think about who it matters to, and what impact it could have for them</w:t>
      </w:r>
      <w:r w:rsidR="00173809">
        <w:rPr>
          <w:i/>
          <w:iCs/>
        </w:rPr>
        <w:t>.</w:t>
      </w:r>
      <w:r w:rsidR="00904F80">
        <w:rPr>
          <w:i/>
          <w:iCs/>
        </w:rPr>
        <w:t xml:space="preserve"> </w:t>
      </w:r>
      <w:r w:rsidR="00F83FAF">
        <w:rPr>
          <w:i/>
          <w:iCs/>
        </w:rPr>
        <w:t>(Impact)</w:t>
      </w:r>
    </w:p>
    <w:p w14:paraId="41CA294A" w14:textId="03BF835D" w:rsidR="00031A86" w:rsidRPr="00031A86" w:rsidRDefault="00031A86" w:rsidP="00A136C4">
      <w:pPr>
        <w:pStyle w:val="RSCBulletedlist"/>
        <w:numPr>
          <w:ilvl w:val="0"/>
          <w:numId w:val="0"/>
        </w:numPr>
        <w:ind w:left="360"/>
        <w:rPr>
          <w:i/>
          <w:iCs/>
        </w:rPr>
      </w:pPr>
      <w:r>
        <w:t xml:space="preserve">People and animals living in areas where there isn’t a reliable supply of clean drinking water. </w:t>
      </w:r>
    </w:p>
    <w:p w14:paraId="118F95E7" w14:textId="73271B99" w:rsidR="007702F8" w:rsidRDefault="00A136C4" w:rsidP="0076351C">
      <w:pPr>
        <w:pStyle w:val="RSCnumberedlist"/>
      </w:pPr>
      <w:bookmarkStart w:id="1" w:name="_Hlk186469767"/>
      <w:r>
        <w:t>Learners</w:t>
      </w:r>
      <w:r w:rsidR="00651D53" w:rsidRPr="00AE05E0">
        <w:t xml:space="preserve"> should highlight the full article in different colours using the prompts.</w:t>
      </w:r>
      <w:r w:rsidR="00651D53">
        <w:t xml:space="preserve"> See the highlighted text below as an example.</w:t>
      </w:r>
    </w:p>
    <w:p w14:paraId="4C767C95" w14:textId="36B28AB9" w:rsidR="007702F8" w:rsidRPr="007702F8" w:rsidRDefault="007702F8" w:rsidP="007702F8">
      <w:pPr>
        <w:pStyle w:val="RSCBulletedlist"/>
        <w:ind w:left="723"/>
        <w:rPr>
          <w:highlight w:val="yellow"/>
        </w:rPr>
      </w:pPr>
      <w:r w:rsidRPr="007702F8">
        <w:rPr>
          <w:highlight w:val="yellow"/>
        </w:rPr>
        <w:t>What have the scientists discovered? (</w:t>
      </w:r>
      <w:r w:rsidR="00567289">
        <w:rPr>
          <w:highlight w:val="yellow"/>
        </w:rPr>
        <w:t>F</w:t>
      </w:r>
      <w:r w:rsidR="0076351C">
        <w:rPr>
          <w:highlight w:val="yellow"/>
        </w:rPr>
        <w:t>i</w:t>
      </w:r>
      <w:r w:rsidRPr="007702F8">
        <w:rPr>
          <w:highlight w:val="yellow"/>
        </w:rPr>
        <w:t>nding</w:t>
      </w:r>
      <w:r w:rsidR="00CE1F6A">
        <w:rPr>
          <w:highlight w:val="yellow"/>
        </w:rPr>
        <w:t>s</w:t>
      </w:r>
      <w:r w:rsidRPr="007702F8">
        <w:rPr>
          <w:highlight w:val="yellow"/>
        </w:rPr>
        <w:t>)</w:t>
      </w:r>
    </w:p>
    <w:p w14:paraId="78964CC6" w14:textId="0FDD607F" w:rsidR="007702F8" w:rsidRPr="007702F8" w:rsidRDefault="007702F8" w:rsidP="007702F8">
      <w:pPr>
        <w:pStyle w:val="RSCBulletedlist"/>
        <w:ind w:left="723"/>
        <w:rPr>
          <w:highlight w:val="cyan"/>
        </w:rPr>
      </w:pPr>
      <w:r w:rsidRPr="007702F8">
        <w:rPr>
          <w:highlight w:val="cyan"/>
        </w:rPr>
        <w:t>What was the problem they were trying to solve</w:t>
      </w:r>
      <w:r w:rsidR="00CE1F6A">
        <w:rPr>
          <w:highlight w:val="cyan"/>
        </w:rPr>
        <w:t>?</w:t>
      </w:r>
      <w:r w:rsidRPr="007702F8">
        <w:rPr>
          <w:highlight w:val="cyan"/>
        </w:rPr>
        <w:t xml:space="preserve"> (</w:t>
      </w:r>
      <w:r w:rsidR="00567289">
        <w:rPr>
          <w:highlight w:val="cyan"/>
        </w:rPr>
        <w:t>C</w:t>
      </w:r>
      <w:r w:rsidRPr="007702F8">
        <w:rPr>
          <w:highlight w:val="cyan"/>
        </w:rPr>
        <w:t>ontext)</w:t>
      </w:r>
    </w:p>
    <w:p w14:paraId="390C304E" w14:textId="290C3C6E" w:rsidR="007702F8" w:rsidRPr="007702F8" w:rsidRDefault="007702F8" w:rsidP="007702F8">
      <w:pPr>
        <w:pStyle w:val="RSCBulletedlist"/>
        <w:ind w:left="723"/>
        <w:rPr>
          <w:color w:val="000000" w:themeColor="text1"/>
          <w:highlight w:val="red"/>
        </w:rPr>
      </w:pPr>
      <w:r w:rsidRPr="007702F8">
        <w:rPr>
          <w:color w:val="000000" w:themeColor="text1"/>
          <w:highlight w:val="red"/>
        </w:rPr>
        <w:t>Why does their discovery matter? (</w:t>
      </w:r>
      <w:r w:rsidR="00CE1F6A">
        <w:rPr>
          <w:color w:val="000000" w:themeColor="text1"/>
          <w:highlight w:val="red"/>
        </w:rPr>
        <w:t>R</w:t>
      </w:r>
      <w:r w:rsidRPr="007702F8">
        <w:rPr>
          <w:color w:val="000000" w:themeColor="text1"/>
          <w:highlight w:val="red"/>
        </w:rPr>
        <w:t>elevance/application)</w:t>
      </w:r>
    </w:p>
    <w:p w14:paraId="3F7D78B7" w14:textId="2351C4C4" w:rsidR="007702F8" w:rsidRDefault="007702F8" w:rsidP="0076351C">
      <w:pPr>
        <w:pStyle w:val="RSCBulletedlist"/>
        <w:ind w:left="723"/>
      </w:pPr>
      <w:r w:rsidRPr="007702F8">
        <w:rPr>
          <w:highlight w:val="green"/>
        </w:rPr>
        <w:t>Think about who it matters to, and what impact it could have for them</w:t>
      </w:r>
      <w:r w:rsidR="00CE1F6A">
        <w:rPr>
          <w:highlight w:val="green"/>
        </w:rPr>
        <w:t>.</w:t>
      </w:r>
      <w:r w:rsidR="00567289">
        <w:rPr>
          <w:highlight w:val="green"/>
        </w:rPr>
        <w:t xml:space="preserve"> (Impact)</w:t>
      </w:r>
    </w:p>
    <w:p w14:paraId="65F5D8DD" w14:textId="77777777" w:rsidR="007702F8" w:rsidRPr="0076351C" w:rsidRDefault="007702F8" w:rsidP="0076351C">
      <w:pPr>
        <w:pStyle w:val="RSCBulletedlist"/>
        <w:numPr>
          <w:ilvl w:val="0"/>
          <w:numId w:val="0"/>
        </w:numPr>
        <w:spacing w:before="240" w:after="0"/>
        <w:rPr>
          <w:b/>
          <w:bCs/>
          <w:sz w:val="24"/>
          <w:szCs w:val="24"/>
        </w:rPr>
      </w:pPr>
      <w:r w:rsidRPr="0076351C">
        <w:rPr>
          <w:b/>
          <w:bCs/>
          <w:sz w:val="24"/>
          <w:szCs w:val="24"/>
        </w:rPr>
        <w:t>Science turns the taps on in drought-hit areas</w:t>
      </w:r>
    </w:p>
    <w:p w14:paraId="6235AE01" w14:textId="238D78F8" w:rsidR="007702F8" w:rsidRPr="0076351C" w:rsidRDefault="007702F8" w:rsidP="005A3463">
      <w:pPr>
        <w:pStyle w:val="RSCBulletedlist"/>
        <w:numPr>
          <w:ilvl w:val="0"/>
          <w:numId w:val="0"/>
        </w:numPr>
        <w:ind w:left="363" w:hanging="363"/>
        <w:rPr>
          <w:sz w:val="20"/>
          <w:szCs w:val="20"/>
        </w:rPr>
      </w:pPr>
      <w:r w:rsidRPr="0076351C">
        <w:rPr>
          <w:sz w:val="20"/>
          <w:szCs w:val="20"/>
        </w:rPr>
        <w:t>Original article by Rebecca Trager. Adapted by Nina Notman.</w:t>
      </w:r>
    </w:p>
    <w:bookmarkEnd w:id="1"/>
    <w:p w14:paraId="3AECEE6E" w14:textId="77777777" w:rsidR="007702F8" w:rsidRPr="007702F8" w:rsidRDefault="007702F8" w:rsidP="005A3463">
      <w:pPr>
        <w:pStyle w:val="RSCBulletedlist"/>
        <w:numPr>
          <w:ilvl w:val="0"/>
          <w:numId w:val="0"/>
        </w:numPr>
        <w:rPr>
          <w:b/>
          <w:bCs/>
          <w:lang w:eastAsia="en-GB"/>
        </w:rPr>
      </w:pPr>
      <w:r w:rsidRPr="007702F8">
        <w:rPr>
          <w:b/>
          <w:bCs/>
          <w:lang w:eastAsia="en-GB"/>
        </w:rPr>
        <w:t>Harvesting water directly from air offers a potential method that could fight water scarcity caused by climate change</w:t>
      </w:r>
    </w:p>
    <w:p w14:paraId="2E83C9B4" w14:textId="77777777" w:rsidR="007702F8" w:rsidRDefault="007702F8" w:rsidP="007702F8">
      <w:pPr>
        <w:pStyle w:val="RSCBulletedlist"/>
        <w:numPr>
          <w:ilvl w:val="0"/>
          <w:numId w:val="0"/>
        </w:numPr>
      </w:pPr>
      <w:r>
        <w:t xml:space="preserve">Scientists have </w:t>
      </w:r>
      <w:r w:rsidRPr="007702F8">
        <w:rPr>
          <w:highlight w:val="yellow"/>
        </w:rPr>
        <w:t>observed water spontaneously condensing and moving across the surface of an organic crystal that is slowly subliming</w:t>
      </w:r>
      <w:r>
        <w:t>. This finding could pave the way for a new approach to collecting drinking water from the air in arid regions.</w:t>
      </w:r>
    </w:p>
    <w:p w14:paraId="10DDCCC5" w14:textId="77777777" w:rsidR="007702F8" w:rsidRDefault="007702F8" w:rsidP="007702F8">
      <w:pPr>
        <w:pStyle w:val="RSCBulletedlist"/>
        <w:numPr>
          <w:ilvl w:val="0"/>
          <w:numId w:val="0"/>
        </w:numPr>
      </w:pPr>
      <w:r w:rsidRPr="007702F8">
        <w:rPr>
          <w:highlight w:val="cyan"/>
        </w:rPr>
        <w:t xml:space="preserve">Nearly </w:t>
      </w:r>
      <w:r w:rsidRPr="007702F8">
        <w:rPr>
          <w:highlight w:val="green"/>
        </w:rPr>
        <w:t>two-thirds of the global population currently live in regions with severe fresh water shortages</w:t>
      </w:r>
      <w:r w:rsidRPr="007702F8">
        <w:rPr>
          <w:highlight w:val="cyan"/>
        </w:rPr>
        <w:t xml:space="preserve"> for at least one month each year. Climate change will see even more people affected by drought in the future. Technical solutions are increasingly being sought to supply water to those in need.</w:t>
      </w:r>
    </w:p>
    <w:p w14:paraId="280554E5" w14:textId="77777777" w:rsidR="007702F8" w:rsidRPr="007702F8" w:rsidRDefault="007702F8" w:rsidP="007702F8">
      <w:pPr>
        <w:pStyle w:val="RSCBulletedlist"/>
        <w:numPr>
          <w:ilvl w:val="0"/>
          <w:numId w:val="0"/>
        </w:numPr>
        <w:rPr>
          <w:b/>
          <w:bCs/>
          <w:lang w:eastAsia="en-GB"/>
        </w:rPr>
      </w:pPr>
      <w:r w:rsidRPr="007702F8">
        <w:rPr>
          <w:b/>
          <w:bCs/>
          <w:lang w:eastAsia="en-GB"/>
        </w:rPr>
        <w:t>Sublime secrets</w:t>
      </w:r>
    </w:p>
    <w:p w14:paraId="6F9698ED" w14:textId="77777777" w:rsidR="007702F8" w:rsidRDefault="007702F8" w:rsidP="007702F8">
      <w:pPr>
        <w:pStyle w:val="RSCBulletedlist"/>
        <w:numPr>
          <w:ilvl w:val="0"/>
          <w:numId w:val="0"/>
        </w:numPr>
      </w:pPr>
      <w:r>
        <w:t>Researchers are particularly keen to develop tools to tap into water supplies in the air. This is a vast resource, with many times more water existing as vapour in the atmosphere than liquid water in our rivers at any given moment. Researchers at New York University Abu Dhabi in the United Arab Emirates hope their observations will lead to a novel way to harvest water vapour.</w:t>
      </w:r>
    </w:p>
    <w:p w14:paraId="7F759DBA" w14:textId="77777777" w:rsidR="007702F8" w:rsidRDefault="007702F8" w:rsidP="007702F8">
      <w:pPr>
        <w:pStyle w:val="RSCBulletedlist"/>
        <w:numPr>
          <w:ilvl w:val="0"/>
          <w:numId w:val="0"/>
        </w:numPr>
      </w:pPr>
      <w:r>
        <w:t xml:space="preserve">The scientists made their findings when studying the surface of crystals of hexachlorobenzene, a fungicide banned worldwide. </w:t>
      </w:r>
      <w:r w:rsidRPr="007702F8">
        <w:rPr>
          <w:highlight w:val="yellow"/>
        </w:rPr>
        <w:t>They noticed that water droplets were condensing on the surface of the crystals. They also observed that the water droplets were triggering the solid hexachlorobenzene to be slowly converted into vapour – a process called sublimation. The team saw that the sublimation caused tiny channels to form on the crystal surface, and that the water droplets were being funnelled along these channels in a single direction.</w:t>
      </w:r>
    </w:p>
    <w:p w14:paraId="5E30DC7C" w14:textId="77777777" w:rsidR="007702F8" w:rsidRDefault="007702F8" w:rsidP="007702F8">
      <w:pPr>
        <w:pStyle w:val="RSCBulletedlist"/>
        <w:numPr>
          <w:ilvl w:val="0"/>
          <w:numId w:val="0"/>
        </w:numPr>
      </w:pPr>
      <w:r>
        <w:t>‘This [directional movement] was found to be caused by changes in the width of small channels over time,’ the research team noted in their paper.</w:t>
      </w:r>
    </w:p>
    <w:p w14:paraId="13875AE4" w14:textId="77777777" w:rsidR="007702F8" w:rsidRPr="00523DAB" w:rsidRDefault="007702F8" w:rsidP="007702F8">
      <w:pPr>
        <w:pStyle w:val="RSCBulletedlist"/>
        <w:numPr>
          <w:ilvl w:val="0"/>
          <w:numId w:val="0"/>
        </w:numPr>
        <w:rPr>
          <w:b/>
          <w:bCs/>
          <w:color w:val="C8102E"/>
          <w:lang w:eastAsia="en-GB"/>
        </w:rPr>
      </w:pPr>
      <w:r w:rsidRPr="007702F8">
        <w:rPr>
          <w:highlight w:val="red"/>
        </w:rPr>
        <w:t xml:space="preserve">The research team suggest that this previously unseen phenomenon could inspire new technologies for the collection of water vapour from the air that do not require electricity. </w:t>
      </w:r>
      <w:r w:rsidRPr="007702F8">
        <w:rPr>
          <w:highlight w:val="green"/>
        </w:rPr>
        <w:t>Situations in which passive water harvesting could be helpful include disaster relief, where normal drinking water supplies are disrupted or contaminated, and military operations in remote locations.</w:t>
      </w:r>
    </w:p>
    <w:p w14:paraId="62C5C352" w14:textId="77777777" w:rsidR="00031A86" w:rsidRPr="00F11628" w:rsidRDefault="00031A86" w:rsidP="007702F8">
      <w:pPr>
        <w:pStyle w:val="RSCnumberedlist"/>
        <w:numPr>
          <w:ilvl w:val="0"/>
          <w:numId w:val="0"/>
        </w:numPr>
        <w:ind w:left="360" w:hanging="360"/>
        <w:rPr>
          <w:lang w:eastAsia="en-GB"/>
        </w:rPr>
      </w:pPr>
    </w:p>
    <w:p w14:paraId="4CCC4558" w14:textId="641C7F41" w:rsidR="007702F8" w:rsidRPr="007702F8" w:rsidRDefault="007702F8" w:rsidP="007702F8">
      <w:pPr>
        <w:pStyle w:val="RSCnumberedlist"/>
        <w:rPr>
          <w:i/>
          <w:iCs/>
        </w:rPr>
      </w:pPr>
    </w:p>
    <w:p w14:paraId="29B2FA39" w14:textId="6FC86D53" w:rsidR="007702F8" w:rsidRDefault="007702F8" w:rsidP="0076351C">
      <w:pPr>
        <w:pStyle w:val="RSCBulletedlist"/>
      </w:pPr>
      <w:r>
        <w:t>The article is longer</w:t>
      </w:r>
      <w:r w:rsidR="004141CD">
        <w:t>.</w:t>
      </w:r>
    </w:p>
    <w:p w14:paraId="558DF2E5" w14:textId="0DF07044" w:rsidR="007702F8" w:rsidRDefault="007702F8" w:rsidP="0076351C">
      <w:pPr>
        <w:pStyle w:val="RSCBulletedlist"/>
      </w:pPr>
      <w:r>
        <w:t>It contains more details about the crystals</w:t>
      </w:r>
      <w:r w:rsidR="00682960">
        <w:t>.</w:t>
      </w:r>
    </w:p>
    <w:p w14:paraId="10370356" w14:textId="610269F2" w:rsidR="007702F8" w:rsidRDefault="007702F8" w:rsidP="0076351C">
      <w:pPr>
        <w:pStyle w:val="RSCBulletedlist"/>
      </w:pPr>
      <w:r>
        <w:t>It contains quotes from scientists</w:t>
      </w:r>
      <w:r w:rsidR="00406692">
        <w:t>.</w:t>
      </w:r>
    </w:p>
    <w:p w14:paraId="2C76388A" w14:textId="19C40FD1" w:rsidR="007702F8" w:rsidRDefault="007702F8" w:rsidP="0076351C">
      <w:pPr>
        <w:pStyle w:val="RSCBulletedlist"/>
      </w:pPr>
      <w:r>
        <w:t>It gives examples of why the research was being done and where it could be useful</w:t>
      </w:r>
    </w:p>
    <w:p w14:paraId="31B1ECDD" w14:textId="41AED72A" w:rsidR="007702F8" w:rsidRDefault="007702F8" w:rsidP="0076351C">
      <w:pPr>
        <w:pStyle w:val="RSCBulletedlist"/>
      </w:pPr>
      <w:r>
        <w:t>It has subheadings.</w:t>
      </w:r>
    </w:p>
    <w:p w14:paraId="0247E5C2" w14:textId="77777777" w:rsidR="007702F8" w:rsidRPr="00BE67A3" w:rsidRDefault="007702F8" w:rsidP="007702F8">
      <w:pPr>
        <w:pStyle w:val="RSCnumberedlist"/>
        <w:numPr>
          <w:ilvl w:val="0"/>
          <w:numId w:val="0"/>
        </w:numPr>
        <w:ind w:left="360"/>
      </w:pPr>
    </w:p>
    <w:p w14:paraId="1D8CB713" w14:textId="3E510184" w:rsidR="00682960" w:rsidRPr="00682960" w:rsidRDefault="00682960" w:rsidP="00AB7E08">
      <w:pPr>
        <w:pStyle w:val="RSCnumberedlist"/>
      </w:pPr>
      <w:r w:rsidRPr="00682960">
        <w:t>Look out for an awareness of different writing formats and an appreciation that different audiences have different needs or interests</w:t>
      </w:r>
      <w:r w:rsidR="002D54F0">
        <w:t>,</w:t>
      </w:r>
      <w:r w:rsidRPr="00682960">
        <w:t xml:space="preserve"> </w:t>
      </w:r>
      <w:r w:rsidR="00A44BCD">
        <w:t>for example:</w:t>
      </w:r>
    </w:p>
    <w:p w14:paraId="3A580D00" w14:textId="11FB3CD4" w:rsidR="00682960" w:rsidRPr="00682960" w:rsidRDefault="00682960" w:rsidP="00682960">
      <w:pPr>
        <w:pStyle w:val="RSCnumberedlist"/>
        <w:numPr>
          <w:ilvl w:val="0"/>
          <w:numId w:val="25"/>
        </w:numPr>
      </w:pPr>
      <w:r w:rsidRPr="00682960">
        <w:t>shorter version, links to other interesting articles, key message up front</w:t>
      </w:r>
      <w:r>
        <w:t>, relevant pictures or video clips</w:t>
      </w:r>
      <w:r w:rsidR="00A44BCD">
        <w:t>;</w:t>
      </w:r>
    </w:p>
    <w:p w14:paraId="5EF77C36" w14:textId="19AEE629" w:rsidR="00682960" w:rsidRPr="00682960" w:rsidRDefault="00682960" w:rsidP="00682960">
      <w:pPr>
        <w:pStyle w:val="RSCnumberedlist"/>
        <w:numPr>
          <w:ilvl w:val="0"/>
          <w:numId w:val="25"/>
        </w:numPr>
      </w:pPr>
      <w:r w:rsidRPr="00682960">
        <w:t>longer version, lots of detail, including information on who did the research and maybe their contact information</w:t>
      </w:r>
      <w:r w:rsidR="00A44BCD">
        <w:t>;</w:t>
      </w:r>
    </w:p>
    <w:p w14:paraId="5764FAD5" w14:textId="77777777" w:rsidR="00682960" w:rsidRPr="00682960" w:rsidRDefault="00682960" w:rsidP="00682960">
      <w:pPr>
        <w:pStyle w:val="RSCnumberedlist"/>
        <w:numPr>
          <w:ilvl w:val="0"/>
          <w:numId w:val="25"/>
        </w:numPr>
      </w:pPr>
      <w:r w:rsidRPr="00682960">
        <w:t>simplifying complicated language, pictures to aid understanding.</w:t>
      </w:r>
    </w:p>
    <w:p w14:paraId="768F0176" w14:textId="77777777" w:rsidR="00F873D5" w:rsidRDefault="00F873D5">
      <w:pPr>
        <w:spacing w:after="160" w:line="259" w:lineRule="auto"/>
        <w:jc w:val="left"/>
        <w:outlineLvl w:val="9"/>
        <w:rPr>
          <w:rFonts w:ascii="Century Gothic" w:hAnsi="Century Gothic"/>
          <w:b/>
          <w:bCs/>
          <w:color w:val="C8102E"/>
          <w:sz w:val="22"/>
          <w:szCs w:val="22"/>
          <w:lang w:eastAsia="en-GB"/>
        </w:rPr>
      </w:pPr>
      <w:r>
        <w:rPr>
          <w:lang w:eastAsia="en-GB"/>
        </w:rPr>
        <w:br w:type="page"/>
      </w:r>
    </w:p>
    <w:p w14:paraId="798AC574" w14:textId="061BE0E2" w:rsidR="00D444BA" w:rsidRDefault="00675DAE" w:rsidP="00675DAE">
      <w:pPr>
        <w:pStyle w:val="RSCH3"/>
        <w:rPr>
          <w:lang w:eastAsia="en-GB"/>
        </w:rPr>
      </w:pPr>
      <w:r>
        <w:rPr>
          <w:lang w:eastAsia="en-GB"/>
        </w:rPr>
        <w:t xml:space="preserve">Example script for Present the </w:t>
      </w:r>
      <w:r w:rsidR="005B03B1">
        <w:rPr>
          <w:lang w:eastAsia="en-GB"/>
        </w:rPr>
        <w:t>n</w:t>
      </w:r>
      <w:r>
        <w:rPr>
          <w:lang w:eastAsia="en-GB"/>
        </w:rPr>
        <w:t>ews</w:t>
      </w:r>
    </w:p>
    <w:tbl>
      <w:tblPr>
        <w:tblStyle w:val="TableGrid"/>
        <w:tblW w:w="0" w:type="auto"/>
        <w:jc w:val="center"/>
        <w:tblLook w:val="04A0" w:firstRow="1" w:lastRow="0" w:firstColumn="1" w:lastColumn="0" w:noHBand="0" w:noVBand="1"/>
      </w:tblPr>
      <w:tblGrid>
        <w:gridCol w:w="1710"/>
        <w:gridCol w:w="3530"/>
        <w:gridCol w:w="3776"/>
      </w:tblGrid>
      <w:tr w:rsidR="00675DAE" w:rsidRPr="00985C41" w14:paraId="36BDCAED" w14:textId="31D7E4D0" w:rsidTr="00AB7E08">
        <w:trPr>
          <w:trHeight w:val="482"/>
          <w:jc w:val="center"/>
        </w:trPr>
        <w:tc>
          <w:tcPr>
            <w:tcW w:w="1710" w:type="dxa"/>
            <w:shd w:val="clear" w:color="auto" w:fill="F6E0C0"/>
            <w:vAlign w:val="center"/>
          </w:tcPr>
          <w:p w14:paraId="15EF73B6" w14:textId="2B230778" w:rsidR="00675DAE" w:rsidRPr="00A177A3" w:rsidRDefault="00675DAE" w:rsidP="00F873D5">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Role</w:t>
            </w:r>
          </w:p>
        </w:tc>
        <w:tc>
          <w:tcPr>
            <w:tcW w:w="3530" w:type="dxa"/>
            <w:shd w:val="clear" w:color="auto" w:fill="F6E0C0"/>
            <w:vAlign w:val="center"/>
          </w:tcPr>
          <w:p w14:paraId="1E36C8B0" w14:textId="016212E9" w:rsidR="00675DAE" w:rsidRPr="00A177A3" w:rsidRDefault="00675DAE">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What to communicate</w:t>
            </w:r>
          </w:p>
        </w:tc>
        <w:tc>
          <w:tcPr>
            <w:tcW w:w="3776" w:type="dxa"/>
            <w:shd w:val="clear" w:color="auto" w:fill="F6E0C0"/>
          </w:tcPr>
          <w:p w14:paraId="4271D0A3" w14:textId="5B4C4F99" w:rsidR="00675DAE" w:rsidRDefault="00675DAE" w:rsidP="00F873D5">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Example script</w:t>
            </w:r>
          </w:p>
        </w:tc>
      </w:tr>
      <w:tr w:rsidR="00675DAE" w:rsidRPr="00985C41" w14:paraId="376347A4" w14:textId="235DC539" w:rsidTr="00AB7E08">
        <w:trPr>
          <w:trHeight w:val="482"/>
          <w:jc w:val="center"/>
        </w:trPr>
        <w:tc>
          <w:tcPr>
            <w:tcW w:w="1710" w:type="dxa"/>
            <w:vAlign w:val="center"/>
          </w:tcPr>
          <w:p w14:paraId="2A1EA869" w14:textId="45F28F68" w:rsidR="00675DAE" w:rsidRPr="000A1D91" w:rsidRDefault="000A1D91" w:rsidP="00F873D5">
            <w:pPr>
              <w:spacing w:after="0" w:line="259" w:lineRule="auto"/>
              <w:ind w:left="0" w:firstLine="0"/>
              <w:jc w:val="left"/>
              <w:rPr>
                <w:rFonts w:ascii="Century Gothic" w:hAnsi="Century Gothic"/>
              </w:rPr>
            </w:pPr>
            <w:r w:rsidRPr="000A1D91">
              <w:rPr>
                <w:rFonts w:ascii="Century Gothic" w:hAnsi="Century Gothic"/>
              </w:rPr>
              <w:t>News anchor</w:t>
            </w:r>
          </w:p>
        </w:tc>
        <w:tc>
          <w:tcPr>
            <w:tcW w:w="3530" w:type="dxa"/>
            <w:vAlign w:val="center"/>
          </w:tcPr>
          <w:p w14:paraId="15F01BB2" w14:textId="77BEBBD5" w:rsidR="00675DAE" w:rsidRPr="000A1D91" w:rsidRDefault="000A1D91" w:rsidP="00C43ECB">
            <w:pPr>
              <w:pStyle w:val="RSCBasictext"/>
              <w:ind w:left="0" w:firstLine="0"/>
              <w:rPr>
                <w:sz w:val="20"/>
                <w:szCs w:val="20"/>
              </w:rPr>
            </w:pPr>
            <w:r w:rsidRPr="000A1D91">
              <w:rPr>
                <w:sz w:val="20"/>
                <w:szCs w:val="20"/>
              </w:rPr>
              <w:t>Introduce the issue in one sentence.</w:t>
            </w:r>
          </w:p>
        </w:tc>
        <w:tc>
          <w:tcPr>
            <w:tcW w:w="3776" w:type="dxa"/>
            <w:vAlign w:val="center"/>
          </w:tcPr>
          <w:p w14:paraId="5F63E489" w14:textId="5B7C5F6F" w:rsidR="00675DAE" w:rsidRPr="00675DAE" w:rsidRDefault="00682960" w:rsidP="0076351C">
            <w:pPr>
              <w:pStyle w:val="RSCBasictext"/>
              <w:ind w:left="0" w:right="33" w:firstLine="0"/>
              <w:rPr>
                <w:sz w:val="20"/>
                <w:szCs w:val="20"/>
              </w:rPr>
            </w:pPr>
            <w:r>
              <w:rPr>
                <w:sz w:val="20"/>
                <w:szCs w:val="20"/>
              </w:rPr>
              <w:t>A lack of water is a problem in many parts of the world.</w:t>
            </w:r>
          </w:p>
        </w:tc>
      </w:tr>
      <w:tr w:rsidR="00675DAE" w:rsidRPr="00985C41" w14:paraId="0E3860C1" w14:textId="16434AE4" w:rsidTr="00AB7E08">
        <w:trPr>
          <w:trHeight w:val="482"/>
          <w:jc w:val="center"/>
        </w:trPr>
        <w:tc>
          <w:tcPr>
            <w:tcW w:w="1710" w:type="dxa"/>
            <w:vAlign w:val="center"/>
          </w:tcPr>
          <w:p w14:paraId="76C03F75" w14:textId="58C74EA2" w:rsidR="00675DAE" w:rsidRPr="000A1D91" w:rsidRDefault="000A1D91" w:rsidP="00F873D5">
            <w:pPr>
              <w:spacing w:after="0" w:line="259" w:lineRule="auto"/>
              <w:ind w:left="0" w:firstLine="0"/>
              <w:rPr>
                <w:rFonts w:ascii="Century Gothic" w:hAnsi="Century Gothic"/>
              </w:rPr>
            </w:pPr>
            <w:r w:rsidRPr="000A1D91">
              <w:rPr>
                <w:rFonts w:ascii="Century Gothic" w:hAnsi="Century Gothic"/>
              </w:rPr>
              <w:t>News anchor</w:t>
            </w:r>
          </w:p>
        </w:tc>
        <w:tc>
          <w:tcPr>
            <w:tcW w:w="3530" w:type="dxa"/>
            <w:vAlign w:val="center"/>
          </w:tcPr>
          <w:p w14:paraId="2917B99C" w14:textId="2C0819E6" w:rsidR="00675DAE" w:rsidRPr="000A1D91" w:rsidRDefault="000A1D91" w:rsidP="000A1D91">
            <w:pPr>
              <w:pStyle w:val="RSCBasictext"/>
              <w:ind w:left="0" w:firstLine="0"/>
              <w:rPr>
                <w:sz w:val="20"/>
                <w:szCs w:val="20"/>
              </w:rPr>
            </w:pPr>
            <w:r w:rsidRPr="000A1D91">
              <w:rPr>
                <w:sz w:val="20"/>
                <w:szCs w:val="20"/>
              </w:rPr>
              <w:t>Introduce the resolution. So</w:t>
            </w:r>
            <w:r w:rsidR="005B03B1">
              <w:rPr>
                <w:sz w:val="20"/>
                <w:szCs w:val="20"/>
              </w:rPr>
              <w:t>,</w:t>
            </w:r>
            <w:r w:rsidRPr="000A1D91">
              <w:rPr>
                <w:sz w:val="20"/>
                <w:szCs w:val="20"/>
              </w:rPr>
              <w:t xml:space="preserve"> briefly say that scientists may have solved the problem.</w:t>
            </w:r>
          </w:p>
        </w:tc>
        <w:tc>
          <w:tcPr>
            <w:tcW w:w="3776" w:type="dxa"/>
          </w:tcPr>
          <w:p w14:paraId="2E9CCE9E" w14:textId="78D70108" w:rsidR="00675DAE" w:rsidRPr="00675DAE" w:rsidRDefault="00682960" w:rsidP="0076351C">
            <w:pPr>
              <w:pStyle w:val="RSCBasictext"/>
              <w:ind w:left="0" w:right="33" w:firstLine="0"/>
              <w:rPr>
                <w:sz w:val="20"/>
                <w:szCs w:val="20"/>
              </w:rPr>
            </w:pPr>
            <w:r>
              <w:rPr>
                <w:sz w:val="20"/>
                <w:szCs w:val="20"/>
              </w:rPr>
              <w:t>Scientists have discovered a way of collecting water from the air using crystals.</w:t>
            </w:r>
          </w:p>
        </w:tc>
      </w:tr>
      <w:tr w:rsidR="00675DAE" w:rsidRPr="00985C41" w14:paraId="515F51F4" w14:textId="50AF494E" w:rsidTr="00AB7E08">
        <w:trPr>
          <w:trHeight w:val="482"/>
          <w:jc w:val="center"/>
        </w:trPr>
        <w:tc>
          <w:tcPr>
            <w:tcW w:w="1710" w:type="dxa"/>
            <w:vAlign w:val="center"/>
          </w:tcPr>
          <w:p w14:paraId="23E47FBE" w14:textId="16129C66" w:rsidR="00675DAE" w:rsidRPr="000A1D91" w:rsidRDefault="000A1D91" w:rsidP="00F873D5">
            <w:pPr>
              <w:spacing w:after="0" w:line="259" w:lineRule="auto"/>
              <w:ind w:left="0" w:firstLine="0"/>
              <w:rPr>
                <w:rFonts w:ascii="Century Gothic" w:hAnsi="Century Gothic"/>
              </w:rPr>
            </w:pPr>
            <w:r w:rsidRPr="000A1D91">
              <w:rPr>
                <w:rFonts w:ascii="Century Gothic" w:hAnsi="Century Gothic"/>
              </w:rPr>
              <w:t>News anchor</w:t>
            </w:r>
          </w:p>
        </w:tc>
        <w:tc>
          <w:tcPr>
            <w:tcW w:w="3530" w:type="dxa"/>
            <w:vAlign w:val="center"/>
          </w:tcPr>
          <w:p w14:paraId="37A50937" w14:textId="5D30215A" w:rsidR="00675DAE" w:rsidRPr="000A1D91" w:rsidRDefault="000A1D91" w:rsidP="00AB7E08">
            <w:pPr>
              <w:pStyle w:val="RSCBasictext"/>
              <w:ind w:left="0" w:firstLine="0"/>
              <w:rPr>
                <w:sz w:val="20"/>
                <w:szCs w:val="20"/>
              </w:rPr>
            </w:pPr>
            <w:r w:rsidRPr="000A1D91">
              <w:rPr>
                <w:sz w:val="20"/>
                <w:szCs w:val="20"/>
              </w:rPr>
              <w:t>Introduce your classmate reporter who will provide more information.</w:t>
            </w:r>
          </w:p>
        </w:tc>
        <w:tc>
          <w:tcPr>
            <w:tcW w:w="3776" w:type="dxa"/>
          </w:tcPr>
          <w:p w14:paraId="6F9C213B" w14:textId="027F5BD2" w:rsidR="00675DAE" w:rsidRPr="00675DAE" w:rsidRDefault="00682960" w:rsidP="0076351C">
            <w:pPr>
              <w:pStyle w:val="RSCBasictext"/>
              <w:ind w:left="0" w:right="33" w:firstLine="0"/>
              <w:rPr>
                <w:sz w:val="20"/>
                <w:szCs w:val="20"/>
              </w:rPr>
            </w:pPr>
            <w:r>
              <w:rPr>
                <w:sz w:val="20"/>
                <w:szCs w:val="20"/>
              </w:rPr>
              <w:t>Our reporter (</w:t>
            </w:r>
            <w:r w:rsidR="00167CE6">
              <w:rPr>
                <w:sz w:val="20"/>
                <w:szCs w:val="20"/>
              </w:rPr>
              <w:t>n</w:t>
            </w:r>
            <w:r>
              <w:rPr>
                <w:sz w:val="20"/>
                <w:szCs w:val="20"/>
              </w:rPr>
              <w:t xml:space="preserve">ame of </w:t>
            </w:r>
            <w:r w:rsidR="00167CE6">
              <w:rPr>
                <w:sz w:val="20"/>
                <w:szCs w:val="20"/>
              </w:rPr>
              <w:t>learner</w:t>
            </w:r>
            <w:r>
              <w:rPr>
                <w:sz w:val="20"/>
                <w:szCs w:val="20"/>
              </w:rPr>
              <w:t>) has been investigating.</w:t>
            </w:r>
          </w:p>
        </w:tc>
      </w:tr>
      <w:tr w:rsidR="000A1D91" w:rsidRPr="00985C41" w14:paraId="5B24DAA6" w14:textId="77777777" w:rsidTr="00AB7E08">
        <w:trPr>
          <w:trHeight w:val="482"/>
          <w:jc w:val="center"/>
        </w:trPr>
        <w:tc>
          <w:tcPr>
            <w:tcW w:w="1710" w:type="dxa"/>
            <w:vAlign w:val="center"/>
          </w:tcPr>
          <w:p w14:paraId="3CA7A9B4" w14:textId="23C2E857" w:rsidR="000A1D91" w:rsidRPr="000A1D91" w:rsidRDefault="000A1D91" w:rsidP="0076351C">
            <w:pPr>
              <w:spacing w:after="0" w:line="259" w:lineRule="auto"/>
              <w:ind w:left="0" w:firstLine="0"/>
              <w:rPr>
                <w:rFonts w:ascii="Century Gothic" w:hAnsi="Century Gothic"/>
              </w:rPr>
            </w:pPr>
            <w:r w:rsidRPr="000A1D91">
              <w:rPr>
                <w:rFonts w:ascii="Century Gothic" w:hAnsi="Century Gothic"/>
              </w:rPr>
              <w:t>Reporter</w:t>
            </w:r>
          </w:p>
        </w:tc>
        <w:tc>
          <w:tcPr>
            <w:tcW w:w="3530" w:type="dxa"/>
            <w:vAlign w:val="center"/>
          </w:tcPr>
          <w:p w14:paraId="072633D0" w14:textId="1C04FF2C" w:rsidR="000A1D91" w:rsidRPr="000A1D91" w:rsidRDefault="000A1D91" w:rsidP="00AB7E08">
            <w:pPr>
              <w:pStyle w:val="RSCBasictext"/>
              <w:ind w:left="0" w:firstLine="0"/>
              <w:rPr>
                <w:sz w:val="20"/>
                <w:szCs w:val="20"/>
              </w:rPr>
            </w:pPr>
            <w:r w:rsidRPr="000A1D91">
              <w:rPr>
                <w:sz w:val="20"/>
                <w:szCs w:val="20"/>
              </w:rPr>
              <w:t>Talk about the problem</w:t>
            </w:r>
            <w:r w:rsidR="00682960">
              <w:rPr>
                <w:sz w:val="20"/>
                <w:szCs w:val="20"/>
              </w:rPr>
              <w:t xml:space="preserve"> and its context </w:t>
            </w:r>
            <w:r w:rsidRPr="000A1D91">
              <w:rPr>
                <w:sz w:val="20"/>
                <w:szCs w:val="20"/>
              </w:rPr>
              <w:t xml:space="preserve"> in more detail</w:t>
            </w:r>
            <w:r w:rsidR="00840A3A">
              <w:rPr>
                <w:sz w:val="20"/>
                <w:szCs w:val="20"/>
              </w:rPr>
              <w:t>.</w:t>
            </w:r>
          </w:p>
        </w:tc>
        <w:tc>
          <w:tcPr>
            <w:tcW w:w="3776" w:type="dxa"/>
          </w:tcPr>
          <w:p w14:paraId="5F9E68BC" w14:textId="6AEC94F5" w:rsidR="000A1D91" w:rsidRPr="00675DAE" w:rsidRDefault="00682960" w:rsidP="0076351C">
            <w:pPr>
              <w:pStyle w:val="RSCBasictext"/>
              <w:ind w:left="0" w:right="33" w:firstLine="0"/>
              <w:rPr>
                <w:sz w:val="20"/>
                <w:szCs w:val="20"/>
              </w:rPr>
            </w:pPr>
            <w:r>
              <w:rPr>
                <w:sz w:val="20"/>
                <w:szCs w:val="20"/>
              </w:rPr>
              <w:t>Two thirds of the global population live in areas with severe freshwater shortages for at least one month of each year.</w:t>
            </w:r>
            <w:r w:rsidR="001139BA">
              <w:rPr>
                <w:sz w:val="20"/>
                <w:szCs w:val="20"/>
              </w:rPr>
              <w:t xml:space="preserve"> This could increase as climate change continues to cause global temperature increases.</w:t>
            </w:r>
          </w:p>
        </w:tc>
      </w:tr>
      <w:tr w:rsidR="000A1D91" w:rsidRPr="00985C41" w14:paraId="06D6FB29" w14:textId="77777777" w:rsidTr="00AB7E08">
        <w:trPr>
          <w:trHeight w:val="482"/>
          <w:jc w:val="center"/>
        </w:trPr>
        <w:tc>
          <w:tcPr>
            <w:tcW w:w="1710" w:type="dxa"/>
            <w:vAlign w:val="center"/>
          </w:tcPr>
          <w:p w14:paraId="049E5C64" w14:textId="726DB928" w:rsidR="000A1D91" w:rsidRPr="000A1D91" w:rsidRDefault="000A1D91" w:rsidP="0076351C">
            <w:pPr>
              <w:spacing w:after="0" w:line="259" w:lineRule="auto"/>
              <w:ind w:left="0" w:firstLine="0"/>
              <w:rPr>
                <w:rFonts w:ascii="Century Gothic" w:hAnsi="Century Gothic"/>
              </w:rPr>
            </w:pPr>
            <w:r w:rsidRPr="000A1D91">
              <w:rPr>
                <w:rFonts w:ascii="Century Gothic" w:hAnsi="Century Gothic"/>
              </w:rPr>
              <w:t>Reporter</w:t>
            </w:r>
          </w:p>
        </w:tc>
        <w:tc>
          <w:tcPr>
            <w:tcW w:w="3530" w:type="dxa"/>
            <w:vAlign w:val="center"/>
          </w:tcPr>
          <w:p w14:paraId="4A4B0D0B" w14:textId="1AFBC319" w:rsidR="000A1D91" w:rsidRPr="000A1D91" w:rsidRDefault="000A1D91" w:rsidP="00AB7E08">
            <w:pPr>
              <w:pStyle w:val="RSCBasictext"/>
              <w:ind w:left="0" w:firstLine="0"/>
              <w:rPr>
                <w:sz w:val="20"/>
                <w:szCs w:val="20"/>
              </w:rPr>
            </w:pPr>
            <w:r w:rsidRPr="000A1D91">
              <w:rPr>
                <w:sz w:val="20"/>
                <w:szCs w:val="20"/>
              </w:rPr>
              <w:t xml:space="preserve">In one sentence, introduce the scientist(/s) and say what they have done to solve the problem. </w:t>
            </w:r>
          </w:p>
        </w:tc>
        <w:tc>
          <w:tcPr>
            <w:tcW w:w="3776" w:type="dxa"/>
          </w:tcPr>
          <w:p w14:paraId="3C4038FC" w14:textId="3E8A1662" w:rsidR="000A1D91" w:rsidRPr="00675DAE" w:rsidRDefault="001139BA" w:rsidP="0076351C">
            <w:pPr>
              <w:pStyle w:val="RSCBasictext"/>
              <w:ind w:left="0" w:right="33" w:firstLine="0"/>
              <w:rPr>
                <w:sz w:val="20"/>
                <w:szCs w:val="20"/>
              </w:rPr>
            </w:pPr>
            <w:r>
              <w:rPr>
                <w:sz w:val="20"/>
                <w:szCs w:val="20"/>
              </w:rPr>
              <w:t>Here is (</w:t>
            </w:r>
            <w:r w:rsidR="00167CE6">
              <w:rPr>
                <w:sz w:val="20"/>
                <w:szCs w:val="20"/>
              </w:rPr>
              <w:t>learner</w:t>
            </w:r>
            <w:r>
              <w:rPr>
                <w:sz w:val="20"/>
                <w:szCs w:val="20"/>
              </w:rPr>
              <w:t xml:space="preserve"> name) to tell us about their work obtaining water from the air.</w:t>
            </w:r>
          </w:p>
        </w:tc>
      </w:tr>
      <w:tr w:rsidR="000A1D91" w:rsidRPr="00985C41" w14:paraId="08F05E90" w14:textId="77777777" w:rsidTr="00AB7E08">
        <w:trPr>
          <w:trHeight w:val="482"/>
          <w:jc w:val="center"/>
        </w:trPr>
        <w:tc>
          <w:tcPr>
            <w:tcW w:w="1710" w:type="dxa"/>
            <w:vAlign w:val="center"/>
          </w:tcPr>
          <w:p w14:paraId="0A383C64" w14:textId="2778A054" w:rsidR="000A1D91" w:rsidRPr="000A1D91" w:rsidRDefault="000A1D91" w:rsidP="0076351C">
            <w:pPr>
              <w:spacing w:after="0" w:line="259" w:lineRule="auto"/>
              <w:ind w:left="0" w:firstLine="0"/>
              <w:rPr>
                <w:rFonts w:ascii="Century Gothic" w:hAnsi="Century Gothic"/>
              </w:rPr>
            </w:pPr>
            <w:r w:rsidRPr="000A1D91">
              <w:rPr>
                <w:rFonts w:ascii="Century Gothic" w:hAnsi="Century Gothic"/>
              </w:rPr>
              <w:t>Reporter</w:t>
            </w:r>
          </w:p>
        </w:tc>
        <w:tc>
          <w:tcPr>
            <w:tcW w:w="3530" w:type="dxa"/>
            <w:vAlign w:val="center"/>
          </w:tcPr>
          <w:p w14:paraId="2A71877F" w14:textId="424EEF42" w:rsidR="000A1D91" w:rsidRPr="000A1D91" w:rsidRDefault="000A1D91" w:rsidP="000A1D91">
            <w:pPr>
              <w:pStyle w:val="RSCBasictext"/>
              <w:ind w:left="0" w:firstLine="0"/>
              <w:rPr>
                <w:sz w:val="20"/>
                <w:szCs w:val="20"/>
              </w:rPr>
            </w:pPr>
            <w:r w:rsidRPr="000A1D91">
              <w:rPr>
                <w:sz w:val="20"/>
                <w:szCs w:val="20"/>
              </w:rPr>
              <w:t>Ask the scientist your first question to explain what they’ve discovered</w:t>
            </w:r>
            <w:r w:rsidR="00840A3A">
              <w:rPr>
                <w:sz w:val="20"/>
                <w:szCs w:val="20"/>
              </w:rPr>
              <w:t>.</w:t>
            </w:r>
          </w:p>
        </w:tc>
        <w:tc>
          <w:tcPr>
            <w:tcW w:w="3776" w:type="dxa"/>
          </w:tcPr>
          <w:p w14:paraId="6067CB55" w14:textId="6C09B1D1" w:rsidR="000A1D91" w:rsidRPr="00675DAE" w:rsidRDefault="001139BA" w:rsidP="0076351C">
            <w:pPr>
              <w:pStyle w:val="RSCBasictext"/>
              <w:ind w:left="0" w:right="33" w:firstLine="0"/>
              <w:rPr>
                <w:sz w:val="20"/>
                <w:szCs w:val="20"/>
              </w:rPr>
            </w:pPr>
            <w:r>
              <w:rPr>
                <w:sz w:val="20"/>
                <w:szCs w:val="20"/>
              </w:rPr>
              <w:t>Tell us what did you and your team discover?</w:t>
            </w:r>
          </w:p>
        </w:tc>
      </w:tr>
      <w:tr w:rsidR="000A1D91" w:rsidRPr="00985C41" w14:paraId="5777B930" w14:textId="77777777" w:rsidTr="00AB7E08">
        <w:trPr>
          <w:trHeight w:val="482"/>
          <w:jc w:val="center"/>
        </w:trPr>
        <w:tc>
          <w:tcPr>
            <w:tcW w:w="1710" w:type="dxa"/>
            <w:vAlign w:val="center"/>
          </w:tcPr>
          <w:p w14:paraId="100FE448" w14:textId="27084779" w:rsidR="000A1D91" w:rsidRPr="000A1D91" w:rsidRDefault="000A1D91" w:rsidP="0076351C">
            <w:pPr>
              <w:spacing w:after="0" w:line="259" w:lineRule="auto"/>
              <w:ind w:left="0" w:firstLine="0"/>
              <w:rPr>
                <w:rFonts w:ascii="Century Gothic" w:hAnsi="Century Gothic"/>
              </w:rPr>
            </w:pPr>
            <w:r w:rsidRPr="000A1D91">
              <w:rPr>
                <w:rFonts w:ascii="Century Gothic" w:eastAsia="Century Gothic" w:hAnsi="Century Gothic" w:cs="Century Gothic"/>
                <w:color w:val="000000" w:themeColor="text1"/>
              </w:rPr>
              <w:t>Scientist</w:t>
            </w:r>
          </w:p>
        </w:tc>
        <w:tc>
          <w:tcPr>
            <w:tcW w:w="3530" w:type="dxa"/>
            <w:vAlign w:val="center"/>
          </w:tcPr>
          <w:p w14:paraId="4CB564BD" w14:textId="7B7783E6" w:rsidR="000A1D91" w:rsidRPr="000A1D91" w:rsidRDefault="000A1D91" w:rsidP="000A1D91">
            <w:pPr>
              <w:pStyle w:val="RSCBasictext"/>
              <w:ind w:left="0" w:firstLine="0"/>
              <w:rPr>
                <w:sz w:val="20"/>
                <w:szCs w:val="20"/>
              </w:rPr>
            </w:pPr>
            <w:r w:rsidRPr="000A1D91">
              <w:rPr>
                <w:sz w:val="20"/>
                <w:szCs w:val="20"/>
              </w:rPr>
              <w:t>Answer the first question</w:t>
            </w:r>
            <w:r w:rsidR="00D93364">
              <w:rPr>
                <w:sz w:val="20"/>
                <w:szCs w:val="20"/>
              </w:rPr>
              <w:t>.</w:t>
            </w:r>
          </w:p>
        </w:tc>
        <w:tc>
          <w:tcPr>
            <w:tcW w:w="3776" w:type="dxa"/>
          </w:tcPr>
          <w:p w14:paraId="65E6848B" w14:textId="2255AF97" w:rsidR="000A1D91" w:rsidRPr="00675DAE" w:rsidRDefault="001139BA" w:rsidP="0076351C">
            <w:pPr>
              <w:pStyle w:val="RSCBasictext"/>
              <w:ind w:left="0" w:right="33" w:firstLine="0"/>
              <w:rPr>
                <w:sz w:val="20"/>
                <w:szCs w:val="20"/>
              </w:rPr>
            </w:pPr>
            <w:r>
              <w:rPr>
                <w:sz w:val="20"/>
                <w:szCs w:val="20"/>
              </w:rPr>
              <w:t xml:space="preserve">We </w:t>
            </w:r>
            <w:r w:rsidRPr="001139BA">
              <w:rPr>
                <w:sz w:val="20"/>
                <w:szCs w:val="20"/>
              </w:rPr>
              <w:t xml:space="preserve">noticed that water droplets were condensing on the surface of </w:t>
            </w:r>
            <w:r w:rsidR="00B4571E">
              <w:rPr>
                <w:sz w:val="20"/>
                <w:szCs w:val="20"/>
              </w:rPr>
              <w:t xml:space="preserve">some </w:t>
            </w:r>
            <w:r w:rsidRPr="001139BA">
              <w:rPr>
                <w:sz w:val="20"/>
                <w:szCs w:val="20"/>
              </w:rPr>
              <w:t>crystals</w:t>
            </w:r>
            <w:r>
              <w:rPr>
                <w:sz w:val="20"/>
                <w:szCs w:val="20"/>
              </w:rPr>
              <w:t xml:space="preserve"> </w:t>
            </w:r>
            <w:r w:rsidR="00B4571E">
              <w:rPr>
                <w:sz w:val="20"/>
                <w:szCs w:val="20"/>
              </w:rPr>
              <w:t xml:space="preserve">we were studying, </w:t>
            </w:r>
            <w:r>
              <w:rPr>
                <w:sz w:val="20"/>
                <w:szCs w:val="20"/>
              </w:rPr>
              <w:t>and then causing the crystal</w:t>
            </w:r>
            <w:r w:rsidR="004A3641">
              <w:rPr>
                <w:sz w:val="20"/>
                <w:szCs w:val="20"/>
              </w:rPr>
              <w:t>s</w:t>
            </w:r>
            <w:r>
              <w:rPr>
                <w:sz w:val="20"/>
                <w:szCs w:val="20"/>
              </w:rPr>
              <w:t xml:space="preserve"> to sublime which created channels for the water to collect in. </w:t>
            </w:r>
          </w:p>
        </w:tc>
      </w:tr>
      <w:tr w:rsidR="000A1D91" w:rsidRPr="00985C41" w14:paraId="14E90A98" w14:textId="77777777" w:rsidTr="00AB7E08">
        <w:trPr>
          <w:trHeight w:val="482"/>
          <w:jc w:val="center"/>
        </w:trPr>
        <w:tc>
          <w:tcPr>
            <w:tcW w:w="1710" w:type="dxa"/>
            <w:vAlign w:val="center"/>
          </w:tcPr>
          <w:p w14:paraId="153FC186" w14:textId="163F5393" w:rsidR="000A1D91" w:rsidRPr="000A1D91" w:rsidRDefault="000A1D91" w:rsidP="0076351C">
            <w:pPr>
              <w:spacing w:after="0" w:line="259" w:lineRule="auto"/>
              <w:ind w:left="0"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3530" w:type="dxa"/>
            <w:vAlign w:val="center"/>
          </w:tcPr>
          <w:p w14:paraId="49EFE442" w14:textId="674561E2" w:rsidR="000A1D91" w:rsidRPr="000A1D91" w:rsidRDefault="000A1D91" w:rsidP="000A1D91">
            <w:pPr>
              <w:pStyle w:val="RSCBasictext"/>
              <w:ind w:left="0" w:firstLine="0"/>
              <w:rPr>
                <w:sz w:val="20"/>
                <w:szCs w:val="20"/>
              </w:rPr>
            </w:pPr>
            <w:r w:rsidRPr="000A1D91">
              <w:rPr>
                <w:sz w:val="20"/>
                <w:szCs w:val="20"/>
              </w:rPr>
              <w:t>Ask the scientist why the discovery is important</w:t>
            </w:r>
            <w:r w:rsidR="00D93364">
              <w:rPr>
                <w:sz w:val="20"/>
                <w:szCs w:val="20"/>
              </w:rPr>
              <w:t>.</w:t>
            </w:r>
          </w:p>
        </w:tc>
        <w:tc>
          <w:tcPr>
            <w:tcW w:w="3776" w:type="dxa"/>
          </w:tcPr>
          <w:p w14:paraId="131482C2" w14:textId="3E2C540B" w:rsidR="000A1D91" w:rsidRPr="00675DAE" w:rsidRDefault="001139BA" w:rsidP="0076351C">
            <w:pPr>
              <w:pStyle w:val="RSCBasictext"/>
              <w:ind w:left="0" w:right="33" w:firstLine="0"/>
              <w:rPr>
                <w:sz w:val="20"/>
                <w:szCs w:val="20"/>
              </w:rPr>
            </w:pPr>
            <w:r>
              <w:rPr>
                <w:sz w:val="20"/>
                <w:szCs w:val="20"/>
              </w:rPr>
              <w:t>Why is this discovery so important?</w:t>
            </w:r>
          </w:p>
        </w:tc>
      </w:tr>
      <w:tr w:rsidR="000A1D91" w:rsidRPr="00985C41" w14:paraId="40AF3AA0" w14:textId="77777777" w:rsidTr="00AB7E08">
        <w:trPr>
          <w:trHeight w:val="482"/>
          <w:jc w:val="center"/>
        </w:trPr>
        <w:tc>
          <w:tcPr>
            <w:tcW w:w="1710" w:type="dxa"/>
            <w:vAlign w:val="center"/>
          </w:tcPr>
          <w:p w14:paraId="346BECE6" w14:textId="3EAC22F8" w:rsidR="000A1D91" w:rsidRPr="000A1D91" w:rsidRDefault="000A1D91" w:rsidP="0076351C">
            <w:pPr>
              <w:spacing w:after="0" w:line="259" w:lineRule="auto"/>
              <w:ind w:left="0"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Scientist</w:t>
            </w:r>
          </w:p>
        </w:tc>
        <w:tc>
          <w:tcPr>
            <w:tcW w:w="3530" w:type="dxa"/>
            <w:vAlign w:val="center"/>
          </w:tcPr>
          <w:p w14:paraId="2B6C08F9" w14:textId="6E80F910" w:rsidR="000A1D91" w:rsidRPr="000A1D91" w:rsidRDefault="000A1D91" w:rsidP="000A1D91">
            <w:pPr>
              <w:pStyle w:val="RSCBasictext"/>
              <w:ind w:left="0" w:firstLine="0"/>
              <w:rPr>
                <w:sz w:val="20"/>
                <w:szCs w:val="20"/>
              </w:rPr>
            </w:pPr>
            <w:r w:rsidRPr="000A1D91">
              <w:rPr>
                <w:sz w:val="20"/>
                <w:szCs w:val="20"/>
              </w:rPr>
              <w:t>Explain what a difference this research could make to people</w:t>
            </w:r>
            <w:r w:rsidR="00230467">
              <w:rPr>
                <w:sz w:val="20"/>
                <w:szCs w:val="20"/>
              </w:rPr>
              <w:t xml:space="preserve"> and where it might be used.</w:t>
            </w:r>
          </w:p>
        </w:tc>
        <w:tc>
          <w:tcPr>
            <w:tcW w:w="3776" w:type="dxa"/>
          </w:tcPr>
          <w:p w14:paraId="6AA114FE" w14:textId="533F32D3" w:rsidR="00A30E76" w:rsidRPr="00675DAE" w:rsidRDefault="001139BA" w:rsidP="0076351C">
            <w:pPr>
              <w:pStyle w:val="RSCBasictext"/>
              <w:ind w:left="0" w:right="33" w:firstLine="0"/>
              <w:rPr>
                <w:sz w:val="20"/>
                <w:szCs w:val="20"/>
              </w:rPr>
            </w:pPr>
            <w:r>
              <w:rPr>
                <w:sz w:val="20"/>
                <w:szCs w:val="20"/>
              </w:rPr>
              <w:t xml:space="preserve">It </w:t>
            </w:r>
            <w:r w:rsidR="00517ACF">
              <w:rPr>
                <w:sz w:val="20"/>
                <w:szCs w:val="20"/>
              </w:rPr>
              <w:t xml:space="preserve">could </w:t>
            </w:r>
            <w:r>
              <w:rPr>
                <w:sz w:val="20"/>
                <w:szCs w:val="20"/>
              </w:rPr>
              <w:t>allow us to collect water from the air without using electricity.</w:t>
            </w:r>
            <w:r w:rsidR="00C91094">
              <w:rPr>
                <w:sz w:val="20"/>
                <w:szCs w:val="20"/>
              </w:rPr>
              <w:t xml:space="preserve"> This is especially important in areas that ma</w:t>
            </w:r>
            <w:r w:rsidR="00C20A8F">
              <w:rPr>
                <w:sz w:val="20"/>
                <w:szCs w:val="20"/>
              </w:rPr>
              <w:t>y</w:t>
            </w:r>
            <w:r w:rsidR="00C91094">
              <w:rPr>
                <w:sz w:val="20"/>
                <w:szCs w:val="20"/>
              </w:rPr>
              <w:t xml:space="preserve"> have been hit by natural disasters, or where there are long term problems accessing fresh water.</w:t>
            </w:r>
          </w:p>
        </w:tc>
      </w:tr>
      <w:tr w:rsidR="000A1D91" w:rsidRPr="00985C41" w14:paraId="23FF265F" w14:textId="77777777" w:rsidTr="00AB7E08">
        <w:trPr>
          <w:trHeight w:val="482"/>
          <w:jc w:val="center"/>
        </w:trPr>
        <w:tc>
          <w:tcPr>
            <w:tcW w:w="1710" w:type="dxa"/>
            <w:vAlign w:val="center"/>
          </w:tcPr>
          <w:p w14:paraId="5224CA30" w14:textId="2A007FD8" w:rsidR="000A1D91" w:rsidRPr="000A1D91" w:rsidRDefault="000A1D91" w:rsidP="0076351C">
            <w:pPr>
              <w:spacing w:after="0" w:line="259" w:lineRule="auto"/>
              <w:ind w:left="0"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3530" w:type="dxa"/>
            <w:vAlign w:val="center"/>
          </w:tcPr>
          <w:p w14:paraId="686D6C13" w14:textId="3F21EFCA" w:rsidR="000A1D91" w:rsidRPr="000A1D91" w:rsidRDefault="000A1D91" w:rsidP="000A1D91">
            <w:pPr>
              <w:pStyle w:val="RSCBasictext"/>
              <w:ind w:left="0" w:firstLine="0"/>
              <w:rPr>
                <w:sz w:val="20"/>
                <w:szCs w:val="20"/>
              </w:rPr>
            </w:pPr>
            <w:r w:rsidRPr="000A1D91">
              <w:rPr>
                <w:sz w:val="20"/>
                <w:szCs w:val="20"/>
              </w:rPr>
              <w:t>Ask the scientist what they need to do or find out next, to move the research forward towards having a real impact on people.</w:t>
            </w:r>
          </w:p>
        </w:tc>
        <w:tc>
          <w:tcPr>
            <w:tcW w:w="3776" w:type="dxa"/>
          </w:tcPr>
          <w:p w14:paraId="48D81089" w14:textId="563BD9F1" w:rsidR="000A1D91" w:rsidRPr="00675DAE" w:rsidRDefault="001139BA" w:rsidP="0076351C">
            <w:pPr>
              <w:pStyle w:val="RSCBasictext"/>
              <w:ind w:left="0" w:right="33" w:firstLine="0"/>
              <w:rPr>
                <w:sz w:val="20"/>
                <w:szCs w:val="20"/>
              </w:rPr>
            </w:pPr>
            <w:r>
              <w:rPr>
                <w:sz w:val="20"/>
                <w:szCs w:val="20"/>
              </w:rPr>
              <w:t>What are the next steps in your research?</w:t>
            </w:r>
          </w:p>
        </w:tc>
      </w:tr>
      <w:tr w:rsidR="000A1D91" w:rsidRPr="00985C41" w14:paraId="62E78A01" w14:textId="77777777" w:rsidTr="00AB7E08">
        <w:trPr>
          <w:trHeight w:val="482"/>
          <w:jc w:val="center"/>
        </w:trPr>
        <w:tc>
          <w:tcPr>
            <w:tcW w:w="1710" w:type="dxa"/>
            <w:vAlign w:val="center"/>
          </w:tcPr>
          <w:p w14:paraId="61EE2C18" w14:textId="0CD28701" w:rsidR="000A1D91" w:rsidRPr="000A1D91" w:rsidRDefault="000A1D91" w:rsidP="0076351C">
            <w:pPr>
              <w:spacing w:after="0" w:line="259" w:lineRule="auto"/>
              <w:ind w:left="0"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Scientist</w:t>
            </w:r>
          </w:p>
        </w:tc>
        <w:tc>
          <w:tcPr>
            <w:tcW w:w="3530" w:type="dxa"/>
            <w:vAlign w:val="center"/>
          </w:tcPr>
          <w:p w14:paraId="091E8497" w14:textId="5D7D36A4" w:rsidR="000A1D91" w:rsidRPr="000A1D91" w:rsidRDefault="000A1D91" w:rsidP="000A1D91">
            <w:pPr>
              <w:pStyle w:val="RSCBasictext"/>
              <w:ind w:left="0" w:firstLine="0"/>
              <w:rPr>
                <w:sz w:val="20"/>
                <w:szCs w:val="20"/>
              </w:rPr>
            </w:pPr>
            <w:r w:rsidRPr="000A1D91">
              <w:rPr>
                <w:sz w:val="20"/>
                <w:szCs w:val="20"/>
              </w:rPr>
              <w:t>Tell the reporter what else needs to be done or found out in order to move closer to this discovery having a real impact on people.</w:t>
            </w:r>
          </w:p>
        </w:tc>
        <w:tc>
          <w:tcPr>
            <w:tcW w:w="3776" w:type="dxa"/>
          </w:tcPr>
          <w:p w14:paraId="0208CA90" w14:textId="77777777" w:rsidR="004A3641" w:rsidRDefault="001139BA" w:rsidP="0076351C">
            <w:pPr>
              <w:pStyle w:val="RSCBasictext"/>
              <w:ind w:left="0" w:right="33" w:firstLine="0"/>
              <w:rPr>
                <w:sz w:val="20"/>
                <w:szCs w:val="20"/>
              </w:rPr>
            </w:pPr>
            <w:r>
              <w:rPr>
                <w:sz w:val="20"/>
                <w:szCs w:val="20"/>
              </w:rPr>
              <w:t xml:space="preserve">We need to see if this can be scaled up to produced large amounts of water from the air and if this </w:t>
            </w:r>
            <w:r w:rsidR="00C91094">
              <w:rPr>
                <w:sz w:val="20"/>
                <w:szCs w:val="20"/>
              </w:rPr>
              <w:t>c</w:t>
            </w:r>
            <w:r>
              <w:rPr>
                <w:sz w:val="20"/>
                <w:szCs w:val="20"/>
              </w:rPr>
              <w:t xml:space="preserve">an be collected </w:t>
            </w:r>
            <w:r w:rsidR="00C91094">
              <w:rPr>
                <w:sz w:val="20"/>
                <w:szCs w:val="20"/>
              </w:rPr>
              <w:t>easily to allow people to drink it</w:t>
            </w:r>
            <w:r>
              <w:rPr>
                <w:sz w:val="20"/>
                <w:szCs w:val="20"/>
              </w:rPr>
              <w:t>.</w:t>
            </w:r>
          </w:p>
          <w:p w14:paraId="41B0AA6D" w14:textId="563D4BDF" w:rsidR="00B73652" w:rsidRDefault="007A0562" w:rsidP="0076351C">
            <w:pPr>
              <w:pStyle w:val="RSCBasictext"/>
              <w:ind w:left="0" w:right="33" w:firstLine="0"/>
              <w:rPr>
                <w:sz w:val="20"/>
                <w:szCs w:val="20"/>
              </w:rPr>
            </w:pPr>
            <w:r>
              <w:rPr>
                <w:sz w:val="20"/>
                <w:szCs w:val="20"/>
              </w:rPr>
              <w:t xml:space="preserve">We </w:t>
            </w:r>
            <w:r w:rsidR="006B5F08">
              <w:rPr>
                <w:sz w:val="20"/>
                <w:szCs w:val="20"/>
              </w:rPr>
              <w:t xml:space="preserve">would </w:t>
            </w:r>
            <w:r>
              <w:rPr>
                <w:sz w:val="20"/>
                <w:szCs w:val="20"/>
              </w:rPr>
              <w:t xml:space="preserve">also </w:t>
            </w:r>
            <w:r w:rsidR="00B73652">
              <w:rPr>
                <w:sz w:val="20"/>
                <w:szCs w:val="20"/>
              </w:rPr>
              <w:t>like</w:t>
            </w:r>
            <w:r>
              <w:rPr>
                <w:sz w:val="20"/>
                <w:szCs w:val="20"/>
              </w:rPr>
              <w:t xml:space="preserve"> to know if this works with other crystals too. </w:t>
            </w:r>
          </w:p>
          <w:p w14:paraId="72D14F99" w14:textId="4206AE4A" w:rsidR="008762E1" w:rsidRPr="00675DAE" w:rsidRDefault="007A0562" w:rsidP="0076351C">
            <w:pPr>
              <w:pStyle w:val="RSCBasictext"/>
              <w:ind w:left="0" w:right="33" w:firstLine="0"/>
              <w:rPr>
                <w:sz w:val="20"/>
                <w:szCs w:val="20"/>
              </w:rPr>
            </w:pPr>
            <w:r>
              <w:rPr>
                <w:sz w:val="20"/>
                <w:szCs w:val="20"/>
              </w:rPr>
              <w:t xml:space="preserve">And </w:t>
            </w:r>
            <w:r w:rsidR="00B73652">
              <w:rPr>
                <w:sz w:val="20"/>
                <w:szCs w:val="20"/>
              </w:rPr>
              <w:t xml:space="preserve">further down the line, </w:t>
            </w:r>
            <w:r>
              <w:rPr>
                <w:sz w:val="20"/>
                <w:szCs w:val="20"/>
              </w:rPr>
              <w:t xml:space="preserve">we’d need to test any water </w:t>
            </w:r>
            <w:r w:rsidR="00B73652">
              <w:rPr>
                <w:sz w:val="20"/>
                <w:szCs w:val="20"/>
              </w:rPr>
              <w:t>captured</w:t>
            </w:r>
            <w:r w:rsidR="006B5F08">
              <w:rPr>
                <w:sz w:val="20"/>
                <w:szCs w:val="20"/>
              </w:rPr>
              <w:t xml:space="preserve"> by this method</w:t>
            </w:r>
            <w:r w:rsidR="00B73652">
              <w:rPr>
                <w:sz w:val="20"/>
                <w:szCs w:val="20"/>
              </w:rPr>
              <w:t xml:space="preserve"> </w:t>
            </w:r>
            <w:r>
              <w:rPr>
                <w:sz w:val="20"/>
                <w:szCs w:val="20"/>
              </w:rPr>
              <w:t>to make sure it would be safe to drink</w:t>
            </w:r>
            <w:r w:rsidR="00B45097">
              <w:rPr>
                <w:sz w:val="20"/>
                <w:szCs w:val="20"/>
              </w:rPr>
              <w:t xml:space="preserve"> or use</w:t>
            </w:r>
            <w:r>
              <w:rPr>
                <w:sz w:val="20"/>
                <w:szCs w:val="20"/>
              </w:rPr>
              <w:t>.</w:t>
            </w:r>
          </w:p>
        </w:tc>
      </w:tr>
      <w:tr w:rsidR="000A1D91" w:rsidRPr="00985C41" w14:paraId="3AB09918" w14:textId="77777777" w:rsidTr="00AB7E08">
        <w:trPr>
          <w:trHeight w:val="482"/>
          <w:jc w:val="center"/>
        </w:trPr>
        <w:tc>
          <w:tcPr>
            <w:tcW w:w="1710" w:type="dxa"/>
            <w:vAlign w:val="center"/>
          </w:tcPr>
          <w:p w14:paraId="0B16F128" w14:textId="74E33170" w:rsidR="000A1D91" w:rsidRPr="000A1D91" w:rsidRDefault="000A1D91" w:rsidP="0076351C">
            <w:pPr>
              <w:spacing w:after="0" w:line="259" w:lineRule="auto"/>
              <w:ind w:left="0"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3530" w:type="dxa"/>
            <w:vAlign w:val="center"/>
          </w:tcPr>
          <w:p w14:paraId="0A2E302D" w14:textId="272FFBCB" w:rsidR="000A1D91" w:rsidRPr="000A1D91" w:rsidRDefault="000A1D91" w:rsidP="000A1D91">
            <w:pPr>
              <w:pStyle w:val="RSCBasictext"/>
              <w:ind w:left="0" w:firstLine="0"/>
              <w:rPr>
                <w:sz w:val="20"/>
                <w:szCs w:val="20"/>
              </w:rPr>
            </w:pPr>
            <w:r w:rsidRPr="000A1D91">
              <w:rPr>
                <w:sz w:val="20"/>
                <w:szCs w:val="20"/>
              </w:rPr>
              <w:t>Thank the scientist</w:t>
            </w:r>
            <w:r w:rsidR="00D93364">
              <w:rPr>
                <w:sz w:val="20"/>
                <w:szCs w:val="20"/>
              </w:rPr>
              <w:t>.</w:t>
            </w:r>
          </w:p>
        </w:tc>
        <w:tc>
          <w:tcPr>
            <w:tcW w:w="3776" w:type="dxa"/>
          </w:tcPr>
          <w:p w14:paraId="28FADB02" w14:textId="0904605C" w:rsidR="000A1D91" w:rsidRPr="00675DAE" w:rsidRDefault="00C91094" w:rsidP="0076351C">
            <w:pPr>
              <w:pStyle w:val="RSCBasictext"/>
              <w:ind w:left="0" w:right="33" w:firstLine="0"/>
              <w:rPr>
                <w:sz w:val="20"/>
                <w:szCs w:val="20"/>
              </w:rPr>
            </w:pPr>
            <w:r>
              <w:rPr>
                <w:sz w:val="20"/>
                <w:szCs w:val="20"/>
              </w:rPr>
              <w:t>Thank you so much for your time today.</w:t>
            </w:r>
          </w:p>
        </w:tc>
      </w:tr>
      <w:tr w:rsidR="000A1D91" w:rsidRPr="00985C41" w14:paraId="14D9C26A" w14:textId="77777777" w:rsidTr="00AB7E08">
        <w:trPr>
          <w:trHeight w:val="482"/>
          <w:jc w:val="center"/>
        </w:trPr>
        <w:tc>
          <w:tcPr>
            <w:tcW w:w="1710" w:type="dxa"/>
            <w:vAlign w:val="center"/>
          </w:tcPr>
          <w:p w14:paraId="1CD3DC61" w14:textId="1EFA9EBF" w:rsidR="000A1D91" w:rsidRPr="000A1D91" w:rsidRDefault="000A1D91" w:rsidP="0076351C">
            <w:pPr>
              <w:spacing w:after="0" w:line="259" w:lineRule="auto"/>
              <w:ind w:left="0"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Scientist</w:t>
            </w:r>
          </w:p>
        </w:tc>
        <w:tc>
          <w:tcPr>
            <w:tcW w:w="3530" w:type="dxa"/>
            <w:vAlign w:val="center"/>
          </w:tcPr>
          <w:p w14:paraId="06BA39F4" w14:textId="19A0489A" w:rsidR="000A1D91" w:rsidRPr="000A1D91" w:rsidRDefault="000A1D91" w:rsidP="000A1D91">
            <w:pPr>
              <w:pStyle w:val="RSCBasictext"/>
              <w:ind w:left="0" w:firstLine="0"/>
              <w:rPr>
                <w:sz w:val="20"/>
                <w:szCs w:val="20"/>
              </w:rPr>
            </w:pPr>
            <w:r w:rsidRPr="000A1D91">
              <w:rPr>
                <w:sz w:val="20"/>
                <w:szCs w:val="20"/>
              </w:rPr>
              <w:t>Acknowledge the thanks.</w:t>
            </w:r>
          </w:p>
        </w:tc>
        <w:tc>
          <w:tcPr>
            <w:tcW w:w="3776" w:type="dxa"/>
          </w:tcPr>
          <w:p w14:paraId="314DE869" w14:textId="4A9B9F78" w:rsidR="000A1D91" w:rsidRPr="00675DAE" w:rsidRDefault="00C91094" w:rsidP="0076351C">
            <w:pPr>
              <w:pStyle w:val="RSCBasictext"/>
              <w:ind w:left="0" w:right="33" w:firstLine="0"/>
              <w:rPr>
                <w:sz w:val="20"/>
                <w:szCs w:val="20"/>
              </w:rPr>
            </w:pPr>
            <w:r>
              <w:rPr>
                <w:sz w:val="20"/>
                <w:szCs w:val="20"/>
              </w:rPr>
              <w:t>No problem, thank you for having me.</w:t>
            </w:r>
          </w:p>
        </w:tc>
      </w:tr>
      <w:tr w:rsidR="000A1D91" w:rsidRPr="00985C41" w14:paraId="2F5B4542" w14:textId="77777777" w:rsidTr="00AB7E08">
        <w:trPr>
          <w:trHeight w:val="482"/>
          <w:jc w:val="center"/>
        </w:trPr>
        <w:tc>
          <w:tcPr>
            <w:tcW w:w="1710" w:type="dxa"/>
            <w:vAlign w:val="center"/>
          </w:tcPr>
          <w:p w14:paraId="76DF5D00" w14:textId="26062E30" w:rsidR="000A1D91" w:rsidRPr="000A1D91" w:rsidRDefault="000A1D91" w:rsidP="0076351C">
            <w:pPr>
              <w:spacing w:after="0" w:line="259" w:lineRule="auto"/>
              <w:ind w:left="0"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News</w:t>
            </w:r>
            <w:r w:rsidR="00167CE6">
              <w:rPr>
                <w:rFonts w:ascii="Century Gothic" w:eastAsia="Century Gothic" w:hAnsi="Century Gothic" w:cs="Century Gothic"/>
                <w:color w:val="000000" w:themeColor="text1"/>
              </w:rPr>
              <w:t xml:space="preserve"> </w:t>
            </w:r>
            <w:r w:rsidRPr="000A1D91">
              <w:rPr>
                <w:rFonts w:ascii="Century Gothic" w:eastAsia="Century Gothic" w:hAnsi="Century Gothic" w:cs="Century Gothic"/>
                <w:color w:val="000000" w:themeColor="text1"/>
              </w:rPr>
              <w:t>anchor</w:t>
            </w:r>
          </w:p>
        </w:tc>
        <w:tc>
          <w:tcPr>
            <w:tcW w:w="3530" w:type="dxa"/>
            <w:vAlign w:val="center"/>
          </w:tcPr>
          <w:p w14:paraId="71FFD0EB" w14:textId="3640271B" w:rsidR="000A1D91" w:rsidRPr="000A1D91" w:rsidRDefault="000A1D91" w:rsidP="000A1D91">
            <w:pPr>
              <w:pStyle w:val="RSCBasictext"/>
              <w:ind w:left="0" w:firstLine="0"/>
              <w:rPr>
                <w:sz w:val="20"/>
                <w:szCs w:val="20"/>
              </w:rPr>
            </w:pPr>
            <w:r w:rsidRPr="000A1D91">
              <w:rPr>
                <w:sz w:val="20"/>
                <w:szCs w:val="20"/>
              </w:rPr>
              <w:t>Say something in response to what the scientist and the reporter have said, which reflects what your audience might be thinking. Thank the reporter. This will end the presentation.</w:t>
            </w:r>
          </w:p>
        </w:tc>
        <w:tc>
          <w:tcPr>
            <w:tcW w:w="3776" w:type="dxa"/>
          </w:tcPr>
          <w:p w14:paraId="7DFEB463" w14:textId="3274EB0D" w:rsidR="000A1D91" w:rsidRPr="00675DAE" w:rsidRDefault="00C91094" w:rsidP="0076351C">
            <w:pPr>
              <w:pStyle w:val="RSCBasictext"/>
              <w:ind w:left="0" w:right="33" w:firstLine="0"/>
              <w:rPr>
                <w:sz w:val="20"/>
                <w:szCs w:val="20"/>
              </w:rPr>
            </w:pPr>
            <w:r>
              <w:rPr>
                <w:sz w:val="20"/>
                <w:szCs w:val="20"/>
              </w:rPr>
              <w:t>Thank you to our reporter (</w:t>
            </w:r>
            <w:r w:rsidR="00167CE6">
              <w:rPr>
                <w:sz w:val="20"/>
                <w:szCs w:val="20"/>
              </w:rPr>
              <w:t>learner</w:t>
            </w:r>
            <w:r>
              <w:rPr>
                <w:sz w:val="20"/>
                <w:szCs w:val="20"/>
              </w:rPr>
              <w:t xml:space="preserve"> name) for that report. A really exciting new technique which could save lives in areas facing long term droughts or emergency situations.</w:t>
            </w:r>
          </w:p>
        </w:tc>
      </w:tr>
    </w:tbl>
    <w:p w14:paraId="4E8C7888" w14:textId="77777777" w:rsidR="00E929BA" w:rsidRDefault="00E929BA" w:rsidP="00E929BA">
      <w:pPr>
        <w:pStyle w:val="RSCH2"/>
        <w:rPr>
          <w:lang w:eastAsia="en-GB"/>
        </w:rPr>
      </w:pPr>
      <w:r>
        <w:rPr>
          <w:lang w:eastAsia="en-GB"/>
        </w:rPr>
        <w:t>Acknowledgements</w:t>
      </w:r>
    </w:p>
    <w:p w14:paraId="7DF8D963" w14:textId="0B801982" w:rsidR="00E929BA" w:rsidRDefault="00E929BA" w:rsidP="00E929BA">
      <w:pPr>
        <w:pStyle w:val="RSCBasictext"/>
        <w:rPr>
          <w:lang w:eastAsia="en-GB"/>
        </w:rPr>
      </w:pPr>
      <w:r>
        <w:rPr>
          <w:lang w:eastAsia="en-GB"/>
        </w:rPr>
        <w:t>Vocabulary tier diagram</w:t>
      </w:r>
      <w:r w:rsidR="0061484A">
        <w:rPr>
          <w:lang w:eastAsia="en-GB"/>
        </w:rPr>
        <w:t>:</w:t>
      </w:r>
      <w:r>
        <w:rPr>
          <w:lang w:eastAsia="en-GB"/>
        </w:rPr>
        <w:t xml:space="preserve"> </w:t>
      </w:r>
      <w:r w:rsidRPr="00935370">
        <w:rPr>
          <w:lang w:eastAsia="en-GB"/>
        </w:rPr>
        <w:t xml:space="preserve">Beck, Isabel L., Margaret G. McKeown, and Linda Kucan. </w:t>
      </w:r>
      <w:r w:rsidRPr="00935370">
        <w:rPr>
          <w:i/>
          <w:iCs/>
          <w:lang w:eastAsia="en-GB"/>
        </w:rPr>
        <w:t>Bringing Words to Life: Robust Vocabulary Instruction</w:t>
      </w:r>
      <w:r w:rsidRPr="00935370">
        <w:rPr>
          <w:lang w:eastAsia="en-GB"/>
        </w:rPr>
        <w:t>. New York: Guilford Press, 2013.</w:t>
      </w:r>
    </w:p>
    <w:p w14:paraId="3E5D2208" w14:textId="77777777" w:rsidR="00675DAE" w:rsidRPr="00675DAE" w:rsidRDefault="00675DAE" w:rsidP="00675DAE">
      <w:pPr>
        <w:pStyle w:val="RSCH3"/>
        <w:rPr>
          <w:lang w:eastAsia="en-GB"/>
        </w:rPr>
      </w:pPr>
    </w:p>
    <w:sectPr w:rsidR="00675DAE" w:rsidRPr="00675DAE" w:rsidSect="00231C1C">
      <w:headerReference w:type="default" r:id="rId22"/>
      <w:footerReference w:type="default" r:id="rId2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C7899" w14:textId="77777777" w:rsidR="00410E58" w:rsidRDefault="00410E58" w:rsidP="008A1B0B">
      <w:pPr>
        <w:spacing w:after="0" w:line="240" w:lineRule="auto"/>
      </w:pPr>
      <w:r>
        <w:separator/>
      </w:r>
    </w:p>
  </w:endnote>
  <w:endnote w:type="continuationSeparator" w:id="0">
    <w:p w14:paraId="69109255" w14:textId="77777777" w:rsidR="00410E58" w:rsidRDefault="00410E58" w:rsidP="008A1B0B">
      <w:pPr>
        <w:spacing w:after="0" w:line="240" w:lineRule="auto"/>
      </w:pPr>
      <w:r>
        <w:continuationSeparator/>
      </w:r>
    </w:p>
  </w:endnote>
  <w:endnote w:type="continuationNotice" w:id="1">
    <w:p w14:paraId="6AB1FFEA" w14:textId="77777777" w:rsidR="00410E58" w:rsidRDefault="00410E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7387F13"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00232">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9B6A3" w14:textId="77777777" w:rsidR="00410E58" w:rsidRDefault="00410E58" w:rsidP="008A1B0B">
      <w:pPr>
        <w:spacing w:after="0" w:line="240" w:lineRule="auto"/>
      </w:pPr>
      <w:r>
        <w:separator/>
      </w:r>
    </w:p>
  </w:footnote>
  <w:footnote w:type="continuationSeparator" w:id="0">
    <w:p w14:paraId="5E6BAA6E" w14:textId="77777777" w:rsidR="00410E58" w:rsidRDefault="00410E58" w:rsidP="008A1B0B">
      <w:pPr>
        <w:spacing w:after="0" w:line="240" w:lineRule="auto"/>
      </w:pPr>
      <w:r>
        <w:continuationSeparator/>
      </w:r>
    </w:p>
  </w:footnote>
  <w:footnote w:type="continuationNotice" w:id="1">
    <w:p w14:paraId="45423C39" w14:textId="77777777" w:rsidR="00410E58" w:rsidRDefault="00410E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4EE2139B"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8241" behindDoc="0" locked="0" layoutInCell="1" allowOverlap="1" wp14:anchorId="0B20ED95" wp14:editId="4ED16143">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518D2287">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A66B44">
      <w:rPr>
        <w:rFonts w:ascii="Century Gothic" w:hAnsi="Century Gothic"/>
        <w:b/>
        <w:bCs/>
        <w:color w:val="C8102E"/>
        <w:sz w:val="30"/>
        <w:szCs w:val="30"/>
      </w:rPr>
      <w:t>Reading comprehension</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7FE73918"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426B5B" w:rsidRPr="008A7D89">
      <w:rPr>
        <w:rFonts w:ascii="Century Gothic" w:hAnsi="Century Gothic"/>
        <w:b/>
        <w:bCs/>
        <w:color w:val="C00000"/>
        <w:sz w:val="18"/>
        <w:szCs w:val="18"/>
      </w:rPr>
      <w:t>rsc.li/4jj0pJP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FD2D2D"/>
    <w:multiLevelType w:val="hybridMultilevel"/>
    <w:tmpl w:val="C590D44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B620E4D"/>
    <w:multiLevelType w:val="hybridMultilevel"/>
    <w:tmpl w:val="BA60A6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F168BA"/>
    <w:multiLevelType w:val="hybridMultilevel"/>
    <w:tmpl w:val="F4D41E1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004179"/>
    <w:multiLevelType w:val="hybridMultilevel"/>
    <w:tmpl w:val="1324C024"/>
    <w:lvl w:ilvl="0" w:tplc="CE44BBC4">
      <w:start w:val="1"/>
      <w:numFmt w:val="bullet"/>
      <w:lvlText w:val="-"/>
      <w:lvlJc w:val="left"/>
      <w:pPr>
        <w:ind w:left="720" w:hanging="360"/>
      </w:pPr>
      <w:rPr>
        <w:rFonts w:ascii="Aptos" w:hAnsi="Aptos" w:hint="default"/>
      </w:rPr>
    </w:lvl>
    <w:lvl w:ilvl="1" w:tplc="E3CA6A8A">
      <w:start w:val="1"/>
      <w:numFmt w:val="bullet"/>
      <w:lvlText w:val="o"/>
      <w:lvlJc w:val="left"/>
      <w:pPr>
        <w:ind w:left="1440" w:hanging="360"/>
      </w:pPr>
      <w:rPr>
        <w:rFonts w:ascii="Aptos" w:hAnsi="Aptos" w:hint="default"/>
      </w:rPr>
    </w:lvl>
    <w:lvl w:ilvl="2" w:tplc="99D049BA">
      <w:start w:val="1"/>
      <w:numFmt w:val="bullet"/>
      <w:lvlText w:val=""/>
      <w:lvlJc w:val="left"/>
      <w:pPr>
        <w:ind w:left="2160" w:hanging="360"/>
      </w:pPr>
      <w:rPr>
        <w:rFonts w:ascii="Wingdings" w:hAnsi="Wingdings" w:hint="default"/>
      </w:rPr>
    </w:lvl>
    <w:lvl w:ilvl="3" w:tplc="F8800A22">
      <w:start w:val="1"/>
      <w:numFmt w:val="bullet"/>
      <w:lvlText w:val=""/>
      <w:lvlJc w:val="left"/>
      <w:pPr>
        <w:ind w:left="2880" w:hanging="360"/>
      </w:pPr>
      <w:rPr>
        <w:rFonts w:ascii="Symbol" w:hAnsi="Symbol" w:hint="default"/>
      </w:rPr>
    </w:lvl>
    <w:lvl w:ilvl="4" w:tplc="14EAB442">
      <w:start w:val="1"/>
      <w:numFmt w:val="bullet"/>
      <w:lvlText w:val="o"/>
      <w:lvlJc w:val="left"/>
      <w:pPr>
        <w:ind w:left="3600" w:hanging="360"/>
      </w:pPr>
      <w:rPr>
        <w:rFonts w:ascii="Courier New" w:hAnsi="Courier New" w:hint="default"/>
      </w:rPr>
    </w:lvl>
    <w:lvl w:ilvl="5" w:tplc="EE9C9DB0">
      <w:start w:val="1"/>
      <w:numFmt w:val="bullet"/>
      <w:lvlText w:val=""/>
      <w:lvlJc w:val="left"/>
      <w:pPr>
        <w:ind w:left="4320" w:hanging="360"/>
      </w:pPr>
      <w:rPr>
        <w:rFonts w:ascii="Wingdings" w:hAnsi="Wingdings" w:hint="default"/>
      </w:rPr>
    </w:lvl>
    <w:lvl w:ilvl="6" w:tplc="E1806EBE">
      <w:start w:val="1"/>
      <w:numFmt w:val="bullet"/>
      <w:lvlText w:val=""/>
      <w:lvlJc w:val="left"/>
      <w:pPr>
        <w:ind w:left="5040" w:hanging="360"/>
      </w:pPr>
      <w:rPr>
        <w:rFonts w:ascii="Symbol" w:hAnsi="Symbol" w:hint="default"/>
      </w:rPr>
    </w:lvl>
    <w:lvl w:ilvl="7" w:tplc="0B9012C6">
      <w:start w:val="1"/>
      <w:numFmt w:val="bullet"/>
      <w:lvlText w:val="o"/>
      <w:lvlJc w:val="left"/>
      <w:pPr>
        <w:ind w:left="5760" w:hanging="360"/>
      </w:pPr>
      <w:rPr>
        <w:rFonts w:ascii="Courier New" w:hAnsi="Courier New" w:hint="default"/>
      </w:rPr>
    </w:lvl>
    <w:lvl w:ilvl="8" w:tplc="A2A63676">
      <w:start w:val="1"/>
      <w:numFmt w:val="bullet"/>
      <w:lvlText w:val=""/>
      <w:lvlJc w:val="left"/>
      <w:pPr>
        <w:ind w:left="6480" w:hanging="360"/>
      </w:pPr>
      <w:rPr>
        <w:rFonts w:ascii="Wingdings" w:hAnsi="Wingdings" w:hint="default"/>
      </w:rPr>
    </w:lvl>
  </w:abstractNum>
  <w:abstractNum w:abstractNumId="1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BEF6203"/>
    <w:multiLevelType w:val="hybridMultilevel"/>
    <w:tmpl w:val="D36A28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2395469">
    <w:abstractNumId w:val="18"/>
  </w:num>
  <w:num w:numId="2" w16cid:durableId="1028483081">
    <w:abstractNumId w:val="8"/>
  </w:num>
  <w:num w:numId="3" w16cid:durableId="498425709">
    <w:abstractNumId w:val="4"/>
  </w:num>
  <w:num w:numId="4" w16cid:durableId="1858107951">
    <w:abstractNumId w:val="5"/>
  </w:num>
  <w:num w:numId="5" w16cid:durableId="461963885">
    <w:abstractNumId w:val="15"/>
  </w:num>
  <w:num w:numId="6" w16cid:durableId="817766398">
    <w:abstractNumId w:val="16"/>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9"/>
  </w:num>
  <w:num w:numId="12" w16cid:durableId="392628055">
    <w:abstractNumId w:val="1"/>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2"/>
    <w:lvlOverride w:ilvl="0">
      <w:startOverride w:val="1"/>
    </w:lvlOverride>
  </w:num>
  <w:num w:numId="17" w16cid:durableId="1743522365">
    <w:abstractNumId w:val="19"/>
  </w:num>
  <w:num w:numId="18" w16cid:durableId="2137213637">
    <w:abstractNumId w:val="10"/>
  </w:num>
  <w:num w:numId="19" w16cid:durableId="633411360">
    <w:abstractNumId w:val="17"/>
  </w:num>
  <w:num w:numId="20" w16cid:durableId="1186988124">
    <w:abstractNumId w:val="20"/>
  </w:num>
  <w:num w:numId="21" w16cid:durableId="1191258857">
    <w:abstractNumId w:val="14"/>
  </w:num>
  <w:num w:numId="22" w16cid:durableId="463816957">
    <w:abstractNumId w:val="13"/>
  </w:num>
  <w:num w:numId="23" w16cid:durableId="1469013352">
    <w:abstractNumId w:val="6"/>
  </w:num>
  <w:num w:numId="24" w16cid:durableId="1656374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4722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0654249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582F"/>
    <w:rsid w:val="000107C3"/>
    <w:rsid w:val="0001299A"/>
    <w:rsid w:val="00031A86"/>
    <w:rsid w:val="0004192D"/>
    <w:rsid w:val="00043082"/>
    <w:rsid w:val="000512EC"/>
    <w:rsid w:val="00056090"/>
    <w:rsid w:val="000572D6"/>
    <w:rsid w:val="000647E4"/>
    <w:rsid w:val="00071F5C"/>
    <w:rsid w:val="00075036"/>
    <w:rsid w:val="00077BBD"/>
    <w:rsid w:val="000866AC"/>
    <w:rsid w:val="00090420"/>
    <w:rsid w:val="000908BF"/>
    <w:rsid w:val="00092315"/>
    <w:rsid w:val="00092796"/>
    <w:rsid w:val="000A1D91"/>
    <w:rsid w:val="000A31FD"/>
    <w:rsid w:val="000A5580"/>
    <w:rsid w:val="000A768F"/>
    <w:rsid w:val="000B0FE6"/>
    <w:rsid w:val="000D4A3A"/>
    <w:rsid w:val="000D5652"/>
    <w:rsid w:val="000D654C"/>
    <w:rsid w:val="000D7698"/>
    <w:rsid w:val="000E5F58"/>
    <w:rsid w:val="000F1683"/>
    <w:rsid w:val="000F3C4D"/>
    <w:rsid w:val="00106210"/>
    <w:rsid w:val="0011180A"/>
    <w:rsid w:val="001129A5"/>
    <w:rsid w:val="00112DDE"/>
    <w:rsid w:val="001139BA"/>
    <w:rsid w:val="00116706"/>
    <w:rsid w:val="00134C26"/>
    <w:rsid w:val="00140FF5"/>
    <w:rsid w:val="00162FC1"/>
    <w:rsid w:val="00163EB5"/>
    <w:rsid w:val="00167CE6"/>
    <w:rsid w:val="00171CF9"/>
    <w:rsid w:val="00173809"/>
    <w:rsid w:val="001817B0"/>
    <w:rsid w:val="00192031"/>
    <w:rsid w:val="00197404"/>
    <w:rsid w:val="001A4FC6"/>
    <w:rsid w:val="001B0724"/>
    <w:rsid w:val="001B49CD"/>
    <w:rsid w:val="001C1D25"/>
    <w:rsid w:val="001C2FB5"/>
    <w:rsid w:val="001C51CA"/>
    <w:rsid w:val="001E23D7"/>
    <w:rsid w:val="001E2C0B"/>
    <w:rsid w:val="0021384E"/>
    <w:rsid w:val="00220EFC"/>
    <w:rsid w:val="00230467"/>
    <w:rsid w:val="00231C1C"/>
    <w:rsid w:val="0023536A"/>
    <w:rsid w:val="00235583"/>
    <w:rsid w:val="0023660D"/>
    <w:rsid w:val="00237C33"/>
    <w:rsid w:val="0024514A"/>
    <w:rsid w:val="0025300A"/>
    <w:rsid w:val="0025324C"/>
    <w:rsid w:val="00287933"/>
    <w:rsid w:val="00294CAE"/>
    <w:rsid w:val="002A57CF"/>
    <w:rsid w:val="002A77FF"/>
    <w:rsid w:val="002B3207"/>
    <w:rsid w:val="002B5AF0"/>
    <w:rsid w:val="002C2223"/>
    <w:rsid w:val="002D34BA"/>
    <w:rsid w:val="002D54F0"/>
    <w:rsid w:val="002E47CA"/>
    <w:rsid w:val="002F6B1D"/>
    <w:rsid w:val="00305440"/>
    <w:rsid w:val="003059AB"/>
    <w:rsid w:val="0032229A"/>
    <w:rsid w:val="00331518"/>
    <w:rsid w:val="00334494"/>
    <w:rsid w:val="003427F7"/>
    <w:rsid w:val="003434D8"/>
    <w:rsid w:val="00343E48"/>
    <w:rsid w:val="00346769"/>
    <w:rsid w:val="00354BB7"/>
    <w:rsid w:val="00356725"/>
    <w:rsid w:val="00362CC1"/>
    <w:rsid w:val="0037064D"/>
    <w:rsid w:val="003716B9"/>
    <w:rsid w:val="003A6537"/>
    <w:rsid w:val="003A7B2B"/>
    <w:rsid w:val="003D7D44"/>
    <w:rsid w:val="003E0B9D"/>
    <w:rsid w:val="003E3E15"/>
    <w:rsid w:val="003E5776"/>
    <w:rsid w:val="003E6AD9"/>
    <w:rsid w:val="003F2EF3"/>
    <w:rsid w:val="00406692"/>
    <w:rsid w:val="00410E58"/>
    <w:rsid w:val="00411CBA"/>
    <w:rsid w:val="004141CD"/>
    <w:rsid w:val="00421FF7"/>
    <w:rsid w:val="00422217"/>
    <w:rsid w:val="0042363B"/>
    <w:rsid w:val="00426B5B"/>
    <w:rsid w:val="00436B41"/>
    <w:rsid w:val="00440B85"/>
    <w:rsid w:val="0045037C"/>
    <w:rsid w:val="00454645"/>
    <w:rsid w:val="004567AD"/>
    <w:rsid w:val="0046389A"/>
    <w:rsid w:val="004649D8"/>
    <w:rsid w:val="00464F59"/>
    <w:rsid w:val="00465444"/>
    <w:rsid w:val="004778AB"/>
    <w:rsid w:val="0048129A"/>
    <w:rsid w:val="004A3641"/>
    <w:rsid w:val="004A6C93"/>
    <w:rsid w:val="004B1DDA"/>
    <w:rsid w:val="004B5ADF"/>
    <w:rsid w:val="004C051F"/>
    <w:rsid w:val="004C1FB3"/>
    <w:rsid w:val="004C75BD"/>
    <w:rsid w:val="004D46C0"/>
    <w:rsid w:val="004F69AD"/>
    <w:rsid w:val="004F7E1E"/>
    <w:rsid w:val="005022D6"/>
    <w:rsid w:val="005121EA"/>
    <w:rsid w:val="00512C71"/>
    <w:rsid w:val="00516F80"/>
    <w:rsid w:val="00517880"/>
    <w:rsid w:val="00517ACF"/>
    <w:rsid w:val="00525B8C"/>
    <w:rsid w:val="00530B59"/>
    <w:rsid w:val="005434A0"/>
    <w:rsid w:val="00560449"/>
    <w:rsid w:val="00567289"/>
    <w:rsid w:val="005724CA"/>
    <w:rsid w:val="00574BB8"/>
    <w:rsid w:val="005820B0"/>
    <w:rsid w:val="00590C44"/>
    <w:rsid w:val="005A3463"/>
    <w:rsid w:val="005B03B1"/>
    <w:rsid w:val="005B0592"/>
    <w:rsid w:val="005C1CCC"/>
    <w:rsid w:val="005C4435"/>
    <w:rsid w:val="005C5108"/>
    <w:rsid w:val="005D7B75"/>
    <w:rsid w:val="005F0459"/>
    <w:rsid w:val="006114B1"/>
    <w:rsid w:val="0061484A"/>
    <w:rsid w:val="00633AAD"/>
    <w:rsid w:val="00633FEC"/>
    <w:rsid w:val="00651D53"/>
    <w:rsid w:val="00653D99"/>
    <w:rsid w:val="00675DAE"/>
    <w:rsid w:val="006779F3"/>
    <w:rsid w:val="006820BE"/>
    <w:rsid w:val="00682960"/>
    <w:rsid w:val="006857C6"/>
    <w:rsid w:val="0069047C"/>
    <w:rsid w:val="006B5F08"/>
    <w:rsid w:val="006C0F60"/>
    <w:rsid w:val="006C7B0F"/>
    <w:rsid w:val="006D278B"/>
    <w:rsid w:val="006D790E"/>
    <w:rsid w:val="006E38AA"/>
    <w:rsid w:val="006E74CB"/>
    <w:rsid w:val="007042E5"/>
    <w:rsid w:val="00727ED6"/>
    <w:rsid w:val="00730C45"/>
    <w:rsid w:val="00741ECD"/>
    <w:rsid w:val="007424D7"/>
    <w:rsid w:val="007524A1"/>
    <w:rsid w:val="00756E89"/>
    <w:rsid w:val="007579D6"/>
    <w:rsid w:val="00757EE7"/>
    <w:rsid w:val="0076351C"/>
    <w:rsid w:val="00764810"/>
    <w:rsid w:val="007702F8"/>
    <w:rsid w:val="00771A07"/>
    <w:rsid w:val="00775794"/>
    <w:rsid w:val="007859BF"/>
    <w:rsid w:val="00793A37"/>
    <w:rsid w:val="00794895"/>
    <w:rsid w:val="007A0562"/>
    <w:rsid w:val="007A4494"/>
    <w:rsid w:val="007C1A4B"/>
    <w:rsid w:val="007C38CE"/>
    <w:rsid w:val="007E1753"/>
    <w:rsid w:val="007E221F"/>
    <w:rsid w:val="007E2D30"/>
    <w:rsid w:val="007E33BC"/>
    <w:rsid w:val="007F14EA"/>
    <w:rsid w:val="0080361C"/>
    <w:rsid w:val="0080546C"/>
    <w:rsid w:val="00813905"/>
    <w:rsid w:val="008147EF"/>
    <w:rsid w:val="008200BA"/>
    <w:rsid w:val="00822056"/>
    <w:rsid w:val="00827464"/>
    <w:rsid w:val="00835B9C"/>
    <w:rsid w:val="00835CA4"/>
    <w:rsid w:val="008372D5"/>
    <w:rsid w:val="00840A3A"/>
    <w:rsid w:val="00841A83"/>
    <w:rsid w:val="00846772"/>
    <w:rsid w:val="00850CF7"/>
    <w:rsid w:val="008524F4"/>
    <w:rsid w:val="008558B9"/>
    <w:rsid w:val="00856F54"/>
    <w:rsid w:val="00860545"/>
    <w:rsid w:val="008762E1"/>
    <w:rsid w:val="00882B28"/>
    <w:rsid w:val="00884DA4"/>
    <w:rsid w:val="0089187A"/>
    <w:rsid w:val="00893D46"/>
    <w:rsid w:val="00895BA3"/>
    <w:rsid w:val="008972CA"/>
    <w:rsid w:val="008A1B0B"/>
    <w:rsid w:val="008A450C"/>
    <w:rsid w:val="008A7D89"/>
    <w:rsid w:val="008B0A45"/>
    <w:rsid w:val="008B1A44"/>
    <w:rsid w:val="008C0669"/>
    <w:rsid w:val="008F4238"/>
    <w:rsid w:val="008F4F50"/>
    <w:rsid w:val="0090387D"/>
    <w:rsid w:val="00903B55"/>
    <w:rsid w:val="00904F80"/>
    <w:rsid w:val="00905B75"/>
    <w:rsid w:val="00914210"/>
    <w:rsid w:val="009309A7"/>
    <w:rsid w:val="009445B5"/>
    <w:rsid w:val="00953EAE"/>
    <w:rsid w:val="009623D9"/>
    <w:rsid w:val="009674E4"/>
    <w:rsid w:val="00973447"/>
    <w:rsid w:val="0097406E"/>
    <w:rsid w:val="00977F36"/>
    <w:rsid w:val="00984E78"/>
    <w:rsid w:val="009951B4"/>
    <w:rsid w:val="009A15EF"/>
    <w:rsid w:val="009A3093"/>
    <w:rsid w:val="009A5761"/>
    <w:rsid w:val="009A697F"/>
    <w:rsid w:val="009B15E6"/>
    <w:rsid w:val="009B3A87"/>
    <w:rsid w:val="009B5DE5"/>
    <w:rsid w:val="009C4E32"/>
    <w:rsid w:val="009D14A8"/>
    <w:rsid w:val="009D54E0"/>
    <w:rsid w:val="00A1309D"/>
    <w:rsid w:val="00A131AE"/>
    <w:rsid w:val="00A136C4"/>
    <w:rsid w:val="00A14CF7"/>
    <w:rsid w:val="00A16281"/>
    <w:rsid w:val="00A177A3"/>
    <w:rsid w:val="00A17B09"/>
    <w:rsid w:val="00A30E76"/>
    <w:rsid w:val="00A34D68"/>
    <w:rsid w:val="00A373C0"/>
    <w:rsid w:val="00A44BCD"/>
    <w:rsid w:val="00A50648"/>
    <w:rsid w:val="00A5077F"/>
    <w:rsid w:val="00A5348B"/>
    <w:rsid w:val="00A53ED7"/>
    <w:rsid w:val="00A55A9D"/>
    <w:rsid w:val="00A55D0E"/>
    <w:rsid w:val="00A55FE3"/>
    <w:rsid w:val="00A571EB"/>
    <w:rsid w:val="00A5740C"/>
    <w:rsid w:val="00A6523C"/>
    <w:rsid w:val="00A66348"/>
    <w:rsid w:val="00A66B44"/>
    <w:rsid w:val="00A725C3"/>
    <w:rsid w:val="00A84218"/>
    <w:rsid w:val="00A8469C"/>
    <w:rsid w:val="00AB286D"/>
    <w:rsid w:val="00AB639C"/>
    <w:rsid w:val="00AB74D1"/>
    <w:rsid w:val="00AB7E08"/>
    <w:rsid w:val="00AB7EEE"/>
    <w:rsid w:val="00AC221B"/>
    <w:rsid w:val="00AD2F28"/>
    <w:rsid w:val="00AE7DB4"/>
    <w:rsid w:val="00AF03B9"/>
    <w:rsid w:val="00B07819"/>
    <w:rsid w:val="00B141E0"/>
    <w:rsid w:val="00B14D0A"/>
    <w:rsid w:val="00B1606B"/>
    <w:rsid w:val="00B226A7"/>
    <w:rsid w:val="00B31D7D"/>
    <w:rsid w:val="00B32608"/>
    <w:rsid w:val="00B33E5E"/>
    <w:rsid w:val="00B4211A"/>
    <w:rsid w:val="00B45097"/>
    <w:rsid w:val="00B4571E"/>
    <w:rsid w:val="00B5156F"/>
    <w:rsid w:val="00B65D5E"/>
    <w:rsid w:val="00B67A03"/>
    <w:rsid w:val="00B71E66"/>
    <w:rsid w:val="00B721F1"/>
    <w:rsid w:val="00B73652"/>
    <w:rsid w:val="00B750BA"/>
    <w:rsid w:val="00B81281"/>
    <w:rsid w:val="00B82D65"/>
    <w:rsid w:val="00B87E11"/>
    <w:rsid w:val="00B90C07"/>
    <w:rsid w:val="00B94BA5"/>
    <w:rsid w:val="00BA7D03"/>
    <w:rsid w:val="00BB6E57"/>
    <w:rsid w:val="00BC10B3"/>
    <w:rsid w:val="00BC274F"/>
    <w:rsid w:val="00BC5741"/>
    <w:rsid w:val="00BC7882"/>
    <w:rsid w:val="00BD0001"/>
    <w:rsid w:val="00BD1443"/>
    <w:rsid w:val="00BD3B1D"/>
    <w:rsid w:val="00BD3C9B"/>
    <w:rsid w:val="00BE387F"/>
    <w:rsid w:val="00BE6CEC"/>
    <w:rsid w:val="00BF3560"/>
    <w:rsid w:val="00BF41BC"/>
    <w:rsid w:val="00C00232"/>
    <w:rsid w:val="00C034DB"/>
    <w:rsid w:val="00C0537F"/>
    <w:rsid w:val="00C0633D"/>
    <w:rsid w:val="00C125B5"/>
    <w:rsid w:val="00C12FCD"/>
    <w:rsid w:val="00C143DC"/>
    <w:rsid w:val="00C1703F"/>
    <w:rsid w:val="00C20A8F"/>
    <w:rsid w:val="00C322CA"/>
    <w:rsid w:val="00C34AB1"/>
    <w:rsid w:val="00C43ECB"/>
    <w:rsid w:val="00C6122F"/>
    <w:rsid w:val="00C612BB"/>
    <w:rsid w:val="00C61561"/>
    <w:rsid w:val="00C644EC"/>
    <w:rsid w:val="00C75B19"/>
    <w:rsid w:val="00C86B6E"/>
    <w:rsid w:val="00C91094"/>
    <w:rsid w:val="00C92053"/>
    <w:rsid w:val="00CA1B80"/>
    <w:rsid w:val="00CA3155"/>
    <w:rsid w:val="00CB069E"/>
    <w:rsid w:val="00CB1E26"/>
    <w:rsid w:val="00CD47F3"/>
    <w:rsid w:val="00CD5E3C"/>
    <w:rsid w:val="00CE1F6A"/>
    <w:rsid w:val="00CE32AA"/>
    <w:rsid w:val="00CE68ED"/>
    <w:rsid w:val="00CE6BC5"/>
    <w:rsid w:val="00D048FD"/>
    <w:rsid w:val="00D16566"/>
    <w:rsid w:val="00D30AC2"/>
    <w:rsid w:val="00D3142C"/>
    <w:rsid w:val="00D41D80"/>
    <w:rsid w:val="00D4354B"/>
    <w:rsid w:val="00D444BA"/>
    <w:rsid w:val="00D56C1B"/>
    <w:rsid w:val="00D62A21"/>
    <w:rsid w:val="00D63A04"/>
    <w:rsid w:val="00D723A5"/>
    <w:rsid w:val="00D732BB"/>
    <w:rsid w:val="00D77160"/>
    <w:rsid w:val="00D772CC"/>
    <w:rsid w:val="00D92EA9"/>
    <w:rsid w:val="00D93364"/>
    <w:rsid w:val="00D94787"/>
    <w:rsid w:val="00DA2363"/>
    <w:rsid w:val="00DC0D41"/>
    <w:rsid w:val="00DD13AD"/>
    <w:rsid w:val="00DD2C86"/>
    <w:rsid w:val="00DD35C0"/>
    <w:rsid w:val="00DD41F0"/>
    <w:rsid w:val="00DE4519"/>
    <w:rsid w:val="00DE543F"/>
    <w:rsid w:val="00DE5577"/>
    <w:rsid w:val="00DF1C5C"/>
    <w:rsid w:val="00DF51C0"/>
    <w:rsid w:val="00E00414"/>
    <w:rsid w:val="00E02D21"/>
    <w:rsid w:val="00E10F03"/>
    <w:rsid w:val="00E118E5"/>
    <w:rsid w:val="00E14F2B"/>
    <w:rsid w:val="00E174ED"/>
    <w:rsid w:val="00E23212"/>
    <w:rsid w:val="00E23EAC"/>
    <w:rsid w:val="00E26489"/>
    <w:rsid w:val="00E30C95"/>
    <w:rsid w:val="00E36D24"/>
    <w:rsid w:val="00E408AC"/>
    <w:rsid w:val="00E42567"/>
    <w:rsid w:val="00E44A3A"/>
    <w:rsid w:val="00E47CCE"/>
    <w:rsid w:val="00E5528A"/>
    <w:rsid w:val="00E5653A"/>
    <w:rsid w:val="00E648C8"/>
    <w:rsid w:val="00E81380"/>
    <w:rsid w:val="00E81A06"/>
    <w:rsid w:val="00E929BA"/>
    <w:rsid w:val="00E95A25"/>
    <w:rsid w:val="00EB24FF"/>
    <w:rsid w:val="00ED698B"/>
    <w:rsid w:val="00EF3FDA"/>
    <w:rsid w:val="00EF6BB4"/>
    <w:rsid w:val="00EF7C58"/>
    <w:rsid w:val="00F04297"/>
    <w:rsid w:val="00F06865"/>
    <w:rsid w:val="00F11628"/>
    <w:rsid w:val="00F16D65"/>
    <w:rsid w:val="00F275F4"/>
    <w:rsid w:val="00F35A95"/>
    <w:rsid w:val="00F42345"/>
    <w:rsid w:val="00F44789"/>
    <w:rsid w:val="00F47EBE"/>
    <w:rsid w:val="00F52FCA"/>
    <w:rsid w:val="00F55FE1"/>
    <w:rsid w:val="00F601E4"/>
    <w:rsid w:val="00F709FB"/>
    <w:rsid w:val="00F71CF7"/>
    <w:rsid w:val="00F7480B"/>
    <w:rsid w:val="00F75F63"/>
    <w:rsid w:val="00F8016A"/>
    <w:rsid w:val="00F83FAF"/>
    <w:rsid w:val="00F873D5"/>
    <w:rsid w:val="00F94905"/>
    <w:rsid w:val="00FA18C9"/>
    <w:rsid w:val="00FA5BD8"/>
    <w:rsid w:val="00FA6CE7"/>
    <w:rsid w:val="00FB37B7"/>
    <w:rsid w:val="00FB4F48"/>
    <w:rsid w:val="00FC28AE"/>
    <w:rsid w:val="00FC54F8"/>
    <w:rsid w:val="00FD0773"/>
    <w:rsid w:val="00FD124C"/>
    <w:rsid w:val="00FD6697"/>
    <w:rsid w:val="00FD6B53"/>
    <w:rsid w:val="00FD768D"/>
    <w:rsid w:val="00FF382F"/>
    <w:rsid w:val="00FF7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E11E9610-53AC-4939-8027-8C53DFBD7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A66B44"/>
    <w:rPr>
      <w:sz w:val="16"/>
      <w:szCs w:val="16"/>
    </w:rPr>
  </w:style>
  <w:style w:type="paragraph" w:styleId="CommentText0">
    <w:name w:val="annotation text"/>
    <w:basedOn w:val="Normal"/>
    <w:link w:val="CommentTextChar"/>
    <w:uiPriority w:val="99"/>
    <w:unhideWhenUsed/>
    <w:rsid w:val="00A66B44"/>
    <w:pPr>
      <w:spacing w:line="240" w:lineRule="auto"/>
    </w:pPr>
  </w:style>
  <w:style w:type="character" w:customStyle="1" w:styleId="CommentTextChar">
    <w:name w:val="Comment Text Char"/>
    <w:basedOn w:val="DefaultParagraphFont"/>
    <w:link w:val="CommentText0"/>
    <w:uiPriority w:val="99"/>
    <w:rsid w:val="00A66B4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A66B44"/>
    <w:rPr>
      <w:b/>
      <w:bCs/>
    </w:rPr>
  </w:style>
  <w:style w:type="character" w:customStyle="1" w:styleId="CommentSubjectChar">
    <w:name w:val="Comment Subject Char"/>
    <w:basedOn w:val="CommentTextChar"/>
    <w:link w:val="CommentSubject"/>
    <w:uiPriority w:val="99"/>
    <w:semiHidden/>
    <w:rsid w:val="00A66B44"/>
    <w:rPr>
      <w:rFonts w:ascii="Arial" w:hAnsi="Arial" w:cs="Arial"/>
      <w:b/>
      <w:bCs/>
      <w:sz w:val="20"/>
      <w:szCs w:val="20"/>
      <w:lang w:eastAsia="zh-CN"/>
    </w:rPr>
  </w:style>
  <w:style w:type="paragraph" w:styleId="Revision">
    <w:name w:val="Revision"/>
    <w:hidden/>
    <w:uiPriority w:val="99"/>
    <w:semiHidden/>
    <w:rsid w:val="00682960"/>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354BB7"/>
    <w:rPr>
      <w:color w:val="954F72" w:themeColor="followedHyperlink"/>
      <w:u w:val="single"/>
    </w:rPr>
  </w:style>
  <w:style w:type="paragraph" w:styleId="Caption">
    <w:name w:val="caption"/>
    <w:basedOn w:val="Normal"/>
    <w:next w:val="Normal"/>
    <w:uiPriority w:val="35"/>
    <w:semiHidden/>
    <w:unhideWhenUsed/>
    <w:qFormat/>
    <w:rsid w:val="007C38CE"/>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50217">
      <w:bodyDiv w:val="1"/>
      <w:marLeft w:val="0"/>
      <w:marRight w:val="0"/>
      <w:marTop w:val="0"/>
      <w:marBottom w:val="0"/>
      <w:divBdr>
        <w:top w:val="none" w:sz="0" w:space="0" w:color="auto"/>
        <w:left w:val="none" w:sz="0" w:space="0" w:color="auto"/>
        <w:bottom w:val="none" w:sz="0" w:space="0" w:color="auto"/>
        <w:right w:val="none" w:sz="0" w:space="0" w:color="auto"/>
      </w:divBdr>
    </w:div>
    <w:div w:id="131102501">
      <w:bodyDiv w:val="1"/>
      <w:marLeft w:val="0"/>
      <w:marRight w:val="0"/>
      <w:marTop w:val="0"/>
      <w:marBottom w:val="0"/>
      <w:divBdr>
        <w:top w:val="none" w:sz="0" w:space="0" w:color="auto"/>
        <w:left w:val="none" w:sz="0" w:space="0" w:color="auto"/>
        <w:bottom w:val="none" w:sz="0" w:space="0" w:color="auto"/>
        <w:right w:val="none" w:sz="0" w:space="0" w:color="auto"/>
      </w:divBdr>
    </w:div>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65964280">
      <w:bodyDiv w:val="1"/>
      <w:marLeft w:val="0"/>
      <w:marRight w:val="0"/>
      <w:marTop w:val="0"/>
      <w:marBottom w:val="0"/>
      <w:divBdr>
        <w:top w:val="none" w:sz="0" w:space="0" w:color="auto"/>
        <w:left w:val="none" w:sz="0" w:space="0" w:color="auto"/>
        <w:bottom w:val="none" w:sz="0" w:space="0" w:color="auto"/>
        <w:right w:val="none" w:sz="0" w:space="0" w:color="auto"/>
      </w:divBdr>
    </w:div>
    <w:div w:id="403573403">
      <w:bodyDiv w:val="1"/>
      <w:marLeft w:val="0"/>
      <w:marRight w:val="0"/>
      <w:marTop w:val="0"/>
      <w:marBottom w:val="0"/>
      <w:divBdr>
        <w:top w:val="none" w:sz="0" w:space="0" w:color="auto"/>
        <w:left w:val="none" w:sz="0" w:space="0" w:color="auto"/>
        <w:bottom w:val="none" w:sz="0" w:space="0" w:color="auto"/>
        <w:right w:val="none" w:sz="0" w:space="0" w:color="auto"/>
      </w:divBdr>
    </w:div>
    <w:div w:id="544174113">
      <w:bodyDiv w:val="1"/>
      <w:marLeft w:val="0"/>
      <w:marRight w:val="0"/>
      <w:marTop w:val="0"/>
      <w:marBottom w:val="0"/>
      <w:divBdr>
        <w:top w:val="none" w:sz="0" w:space="0" w:color="auto"/>
        <w:left w:val="none" w:sz="0" w:space="0" w:color="auto"/>
        <w:bottom w:val="none" w:sz="0" w:space="0" w:color="auto"/>
        <w:right w:val="none" w:sz="0" w:space="0" w:color="auto"/>
      </w:divBdr>
    </w:div>
    <w:div w:id="821121282">
      <w:bodyDiv w:val="1"/>
      <w:marLeft w:val="0"/>
      <w:marRight w:val="0"/>
      <w:marTop w:val="0"/>
      <w:marBottom w:val="0"/>
      <w:divBdr>
        <w:top w:val="none" w:sz="0" w:space="0" w:color="auto"/>
        <w:left w:val="none" w:sz="0" w:space="0" w:color="auto"/>
        <w:bottom w:val="none" w:sz="0" w:space="0" w:color="auto"/>
        <w:right w:val="none" w:sz="0" w:space="0" w:color="auto"/>
      </w:divBdr>
    </w:div>
    <w:div w:id="888154229">
      <w:bodyDiv w:val="1"/>
      <w:marLeft w:val="0"/>
      <w:marRight w:val="0"/>
      <w:marTop w:val="0"/>
      <w:marBottom w:val="0"/>
      <w:divBdr>
        <w:top w:val="none" w:sz="0" w:space="0" w:color="auto"/>
        <w:left w:val="none" w:sz="0" w:space="0" w:color="auto"/>
        <w:bottom w:val="none" w:sz="0" w:space="0" w:color="auto"/>
        <w:right w:val="none" w:sz="0" w:space="0" w:color="auto"/>
      </w:divBdr>
    </w:div>
    <w:div w:id="968510152">
      <w:bodyDiv w:val="1"/>
      <w:marLeft w:val="0"/>
      <w:marRight w:val="0"/>
      <w:marTop w:val="0"/>
      <w:marBottom w:val="0"/>
      <w:divBdr>
        <w:top w:val="none" w:sz="0" w:space="0" w:color="auto"/>
        <w:left w:val="none" w:sz="0" w:space="0" w:color="auto"/>
        <w:bottom w:val="none" w:sz="0" w:space="0" w:color="auto"/>
        <w:right w:val="none" w:sz="0" w:space="0" w:color="auto"/>
      </w:divBdr>
    </w:div>
    <w:div w:id="982195068">
      <w:bodyDiv w:val="1"/>
      <w:marLeft w:val="0"/>
      <w:marRight w:val="0"/>
      <w:marTop w:val="0"/>
      <w:marBottom w:val="0"/>
      <w:divBdr>
        <w:top w:val="none" w:sz="0" w:space="0" w:color="auto"/>
        <w:left w:val="none" w:sz="0" w:space="0" w:color="auto"/>
        <w:bottom w:val="none" w:sz="0" w:space="0" w:color="auto"/>
        <w:right w:val="none" w:sz="0" w:space="0" w:color="auto"/>
      </w:divBdr>
    </w:div>
    <w:div w:id="1266382206">
      <w:bodyDiv w:val="1"/>
      <w:marLeft w:val="0"/>
      <w:marRight w:val="0"/>
      <w:marTop w:val="0"/>
      <w:marBottom w:val="0"/>
      <w:divBdr>
        <w:top w:val="none" w:sz="0" w:space="0" w:color="auto"/>
        <w:left w:val="none" w:sz="0" w:space="0" w:color="auto"/>
        <w:bottom w:val="none" w:sz="0" w:space="0" w:color="auto"/>
        <w:right w:val="none" w:sz="0" w:space="0" w:color="auto"/>
      </w:divBdr>
    </w:div>
    <w:div w:id="1437871730">
      <w:bodyDiv w:val="1"/>
      <w:marLeft w:val="0"/>
      <w:marRight w:val="0"/>
      <w:marTop w:val="0"/>
      <w:marBottom w:val="0"/>
      <w:divBdr>
        <w:top w:val="none" w:sz="0" w:space="0" w:color="auto"/>
        <w:left w:val="none" w:sz="0" w:space="0" w:color="auto"/>
        <w:bottom w:val="none" w:sz="0" w:space="0" w:color="auto"/>
        <w:right w:val="none" w:sz="0" w:space="0" w:color="auto"/>
      </w:divBdr>
    </w:div>
    <w:div w:id="1491018698">
      <w:bodyDiv w:val="1"/>
      <w:marLeft w:val="0"/>
      <w:marRight w:val="0"/>
      <w:marTop w:val="0"/>
      <w:marBottom w:val="0"/>
      <w:divBdr>
        <w:top w:val="none" w:sz="0" w:space="0" w:color="auto"/>
        <w:left w:val="none" w:sz="0" w:space="0" w:color="auto"/>
        <w:bottom w:val="none" w:sz="0" w:space="0" w:color="auto"/>
        <w:right w:val="none" w:sz="0" w:space="0" w:color="auto"/>
      </w:divBdr>
    </w:div>
    <w:div w:id="1501195138">
      <w:bodyDiv w:val="1"/>
      <w:marLeft w:val="0"/>
      <w:marRight w:val="0"/>
      <w:marTop w:val="0"/>
      <w:marBottom w:val="0"/>
      <w:divBdr>
        <w:top w:val="none" w:sz="0" w:space="0" w:color="auto"/>
        <w:left w:val="none" w:sz="0" w:space="0" w:color="auto"/>
        <w:bottom w:val="none" w:sz="0" w:space="0" w:color="auto"/>
        <w:right w:val="none" w:sz="0" w:space="0" w:color="auto"/>
      </w:divBdr>
    </w:div>
    <w:div w:id="1574702959">
      <w:bodyDiv w:val="1"/>
      <w:marLeft w:val="0"/>
      <w:marRight w:val="0"/>
      <w:marTop w:val="0"/>
      <w:marBottom w:val="0"/>
      <w:divBdr>
        <w:top w:val="none" w:sz="0" w:space="0" w:color="auto"/>
        <w:left w:val="none" w:sz="0" w:space="0" w:color="auto"/>
        <w:bottom w:val="none" w:sz="0" w:space="0" w:color="auto"/>
        <w:right w:val="none" w:sz="0" w:space="0" w:color="auto"/>
      </w:divBdr>
    </w:div>
    <w:div w:id="1676956419">
      <w:bodyDiv w:val="1"/>
      <w:marLeft w:val="0"/>
      <w:marRight w:val="0"/>
      <w:marTop w:val="0"/>
      <w:marBottom w:val="0"/>
      <w:divBdr>
        <w:top w:val="none" w:sz="0" w:space="0" w:color="auto"/>
        <w:left w:val="none" w:sz="0" w:space="0" w:color="auto"/>
        <w:bottom w:val="none" w:sz="0" w:space="0" w:color="auto"/>
        <w:right w:val="none" w:sz="0" w:space="0" w:color="auto"/>
      </w:divBdr>
    </w:div>
    <w:div w:id="1896355685">
      <w:bodyDiv w:val="1"/>
      <w:marLeft w:val="0"/>
      <w:marRight w:val="0"/>
      <w:marTop w:val="0"/>
      <w:marBottom w:val="0"/>
      <w:divBdr>
        <w:top w:val="none" w:sz="0" w:space="0" w:color="auto"/>
        <w:left w:val="none" w:sz="0" w:space="0" w:color="auto"/>
        <w:bottom w:val="none" w:sz="0" w:space="0" w:color="auto"/>
        <w:right w:val="none" w:sz="0" w:space="0" w:color="auto"/>
      </w:divBdr>
    </w:div>
    <w:div w:id="2102296234">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2582559">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bit.ly/4jBaTE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bit.ly/4imgii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rsc.li/4jqaF3A" TargetMode="External"/><Relationship Id="rId20" Type="http://schemas.openxmlformats.org/officeDocument/2006/relationships/hyperlink" Target="https://rsc.li/3MSjNk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jvfRU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it.ly/4cHKkeW"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rsc.li/3XTkh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1F8B04-8769-41A9-95B5-6D1C6C613A83}">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98CA5432-F05F-434C-9899-50C6B6699F22}">
  <ds:schemaRefs>
    <ds:schemaRef ds:uri="http://schemas.microsoft.com/sharepoint/v3/contenttype/forms"/>
  </ds:schemaRefs>
</ds:datastoreItem>
</file>

<file path=customXml/itemProps3.xml><?xml version="1.0" encoding="utf-8"?>
<ds:datastoreItem xmlns:ds="http://schemas.openxmlformats.org/officeDocument/2006/customXml" ds:itemID="{451DD1C6-614E-481C-89DB-3F9186C9992F}">
  <ds:schemaRefs>
    <ds:schemaRef ds:uri="http://schemas.openxmlformats.org/officeDocument/2006/bibliography"/>
  </ds:schemaRefs>
</ds:datastoreItem>
</file>

<file path=customXml/itemProps4.xml><?xml version="1.0" encoding="utf-8"?>
<ds:datastoreItem xmlns:ds="http://schemas.openxmlformats.org/officeDocument/2006/customXml" ds:itemID="{B8B124CE-1792-4BB2-AE2F-C25268B4A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2324</Words>
  <Characters>13250</Characters>
  <Application>Microsoft Office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Reading comprehension 14-16 atomic model teacher notes</vt:lpstr>
    </vt:vector>
  </TitlesOfParts>
  <Manager/>
  <Company/>
  <LinksUpToDate>false</LinksUpToDate>
  <CharactersWithSpaces>15543</CharactersWithSpaces>
  <SharedDoc>false</SharedDoc>
  <HyperlinkBase/>
  <HLinks>
    <vt:vector size="42" baseType="variant">
      <vt:variant>
        <vt:i4>6946939</vt:i4>
      </vt:variant>
      <vt:variant>
        <vt:i4>18</vt:i4>
      </vt:variant>
      <vt:variant>
        <vt:i4>0</vt:i4>
      </vt:variant>
      <vt:variant>
        <vt:i4>5</vt:i4>
      </vt:variant>
      <vt:variant>
        <vt:lpwstr>https://bit.ly/4jBaTEG</vt:lpwstr>
      </vt:variant>
      <vt:variant>
        <vt:lpwstr/>
      </vt:variant>
      <vt:variant>
        <vt:i4>3866750</vt:i4>
      </vt:variant>
      <vt:variant>
        <vt:i4>15</vt:i4>
      </vt:variant>
      <vt:variant>
        <vt:i4>0</vt:i4>
      </vt:variant>
      <vt:variant>
        <vt:i4>5</vt:i4>
      </vt:variant>
      <vt:variant>
        <vt:lpwstr>https://rsc.li/3MSjNk0</vt:lpwstr>
      </vt:variant>
      <vt:variant>
        <vt:lpwstr/>
      </vt:variant>
      <vt:variant>
        <vt:i4>8323172</vt:i4>
      </vt:variant>
      <vt:variant>
        <vt:i4>12</vt:i4>
      </vt:variant>
      <vt:variant>
        <vt:i4>0</vt:i4>
      </vt:variant>
      <vt:variant>
        <vt:i4>5</vt:i4>
      </vt:variant>
      <vt:variant>
        <vt:lpwstr>https://rsc.li/3XTkheu</vt:lpwstr>
      </vt:variant>
      <vt:variant>
        <vt:lpwstr/>
      </vt:variant>
      <vt:variant>
        <vt:i4>2949234</vt:i4>
      </vt:variant>
      <vt:variant>
        <vt:i4>9</vt:i4>
      </vt:variant>
      <vt:variant>
        <vt:i4>0</vt:i4>
      </vt:variant>
      <vt:variant>
        <vt:i4>5</vt:i4>
      </vt:variant>
      <vt:variant>
        <vt:lpwstr>https://bit.ly/4imgii2</vt:lpwstr>
      </vt:variant>
      <vt:variant>
        <vt:lpwstr/>
      </vt:variant>
      <vt:variant>
        <vt:i4>6750250</vt:i4>
      </vt:variant>
      <vt:variant>
        <vt:i4>6</vt:i4>
      </vt:variant>
      <vt:variant>
        <vt:i4>0</vt:i4>
      </vt:variant>
      <vt:variant>
        <vt:i4>5</vt:i4>
      </vt:variant>
      <vt:variant>
        <vt:lpwstr>https://rsc.li/4jqaF3A</vt:lpwstr>
      </vt:variant>
      <vt:variant>
        <vt:lpwstr/>
      </vt:variant>
      <vt:variant>
        <vt:i4>7274616</vt:i4>
      </vt:variant>
      <vt:variant>
        <vt:i4>3</vt:i4>
      </vt:variant>
      <vt:variant>
        <vt:i4>0</vt:i4>
      </vt:variant>
      <vt:variant>
        <vt:i4>5</vt:i4>
      </vt:variant>
      <vt:variant>
        <vt:lpwstr>https://bit.ly/4cHKkeW</vt:lpwstr>
      </vt:variant>
      <vt:variant>
        <vt:lpwstr/>
      </vt:variant>
      <vt:variant>
        <vt:i4>2424939</vt:i4>
      </vt:variant>
      <vt:variant>
        <vt:i4>0</vt:i4>
      </vt:variant>
      <vt:variant>
        <vt:i4>0</vt:i4>
      </vt:variant>
      <vt:variant>
        <vt:i4>5</vt:i4>
      </vt:variant>
      <vt:variant>
        <vt:lpwstr>https://rsc.li/4jvfRU0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model reading comprehension teacher notes_v1</dc:title>
  <dc:subject/>
  <dc:creator>RoyalSocietyofChemistry@royalsocietychemistry.onmicrosoft.com</dc:creator>
  <cp:keywords>reading comprehension; atomic model; active reading; presentation skills; speaking and listening; science communication</cp:keywords>
  <dc:description>From rsc.li/4jj0pJP, student sheet and extention activity slides and template also available</dc:description>
  <cp:lastModifiedBy>Juliet Kennard</cp:lastModifiedBy>
  <cp:revision>101</cp:revision>
  <dcterms:created xsi:type="dcterms:W3CDTF">2025-03-12T22:39:00Z</dcterms:created>
  <dcterms:modified xsi:type="dcterms:W3CDTF">2025-04-24T16:05:00Z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