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0FA8C" w14:textId="4335DF52" w:rsidR="00953F31" w:rsidRDefault="00F138FC" w:rsidP="00694C4F">
      <w:pPr>
        <w:pStyle w:val="RSCH1"/>
        <w:spacing w:after="0"/>
      </w:pPr>
      <w:r>
        <w:t>Writing formulas for ionic compounds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50F0B76A" w14:textId="5DD594CE" w:rsidR="00F138FC" w:rsidRPr="00F138FC" w:rsidRDefault="00F138FC" w:rsidP="00F138FC">
      <w:pPr>
        <w:pStyle w:val="RSCLearningobjectives"/>
      </w:pPr>
      <w:r w:rsidRPr="00F138FC">
        <w:t>Recall the names and formula</w:t>
      </w:r>
      <w:r w:rsidR="00112D0D">
        <w:t>s</w:t>
      </w:r>
      <w:r w:rsidRPr="00F138FC">
        <w:t xml:space="preserve"> of common </w:t>
      </w:r>
      <w:r w:rsidR="001677D0">
        <w:t>positive and negative ions</w:t>
      </w:r>
      <w:r w:rsidRPr="00F138FC">
        <w:t>.</w:t>
      </w:r>
    </w:p>
    <w:p w14:paraId="3DB92ECF" w14:textId="027AA8DE" w:rsidR="00F138FC" w:rsidRPr="00F138FC" w:rsidRDefault="00F138FC" w:rsidP="00F138FC">
      <w:pPr>
        <w:pStyle w:val="RSCLearningobjectives"/>
      </w:pPr>
      <w:r w:rsidRPr="00F138FC">
        <w:t>Write formula</w:t>
      </w:r>
      <w:r w:rsidR="00112D0D">
        <w:t>s</w:t>
      </w:r>
      <w:r w:rsidRPr="00F138FC">
        <w:t xml:space="preserve"> of ionic compounds.</w:t>
      </w:r>
    </w:p>
    <w:p w14:paraId="3C8B9D0F" w14:textId="531510E7" w:rsidR="00112D0D" w:rsidRDefault="00EF4C2A" w:rsidP="00EE3AAE">
      <w:pPr>
        <w:pStyle w:val="RSCH2"/>
        <w:spacing w:before="360" w:after="0"/>
      </w:pPr>
      <w:r>
        <w:t>Introduction</w:t>
      </w:r>
    </w:p>
    <w:p w14:paraId="43232457" w14:textId="3C5D4711" w:rsidR="00112D0D" w:rsidRDefault="00097E4A" w:rsidP="00C31DCB">
      <w:pPr>
        <w:pStyle w:val="RSCBasictext"/>
        <w:spacing w:after="0"/>
      </w:pPr>
      <w:r>
        <w:t xml:space="preserve">Writing </w:t>
      </w:r>
      <w:r w:rsidR="00D2208D">
        <w:t>and combining ionic formulas is a crucial skill in chemistry</w:t>
      </w:r>
      <w:r w:rsidR="007424B1">
        <w:t>. In this task, you will first build your kno</w:t>
      </w:r>
      <w:r w:rsidR="00795591">
        <w:t>wledge of the formulas of some common positive and negative ions. You will then combin</w:t>
      </w:r>
      <w:r w:rsidR="007C4282">
        <w:t>e these</w:t>
      </w:r>
      <w:r w:rsidR="00795591">
        <w:t xml:space="preserve"> to create </w:t>
      </w:r>
      <w:r w:rsidR="00EC7715">
        <w:t>formulas of ionic compounds.</w:t>
      </w:r>
      <w:r>
        <w:t xml:space="preserve"> </w:t>
      </w:r>
    </w:p>
    <w:p w14:paraId="215F89CF" w14:textId="787F82F9" w:rsidR="00EF4C2A" w:rsidRDefault="00F43D77" w:rsidP="0009222E">
      <w:pPr>
        <w:pStyle w:val="RSCH2"/>
        <w:spacing w:before="360"/>
      </w:pPr>
      <w:r>
        <w:t xml:space="preserve">Activity 1: </w:t>
      </w:r>
      <w:r w:rsidR="00A87E22">
        <w:t>i</w:t>
      </w:r>
      <w:r w:rsidR="00112D0D">
        <w:t>on formulas</w:t>
      </w:r>
      <w:r w:rsidR="00E646A3">
        <w:t xml:space="preserve"> </w:t>
      </w:r>
    </w:p>
    <w:p w14:paraId="10999174" w14:textId="4ED0862A" w:rsidR="00CF5C89" w:rsidRDefault="00CF5C89" w:rsidP="00CF5C89">
      <w:pPr>
        <w:pStyle w:val="RSCBasictext"/>
      </w:pPr>
      <w:r>
        <w:t xml:space="preserve">Work in groups to complete </w:t>
      </w:r>
      <w:r w:rsidR="00FC59A7">
        <w:t>A</w:t>
      </w:r>
      <w:r>
        <w:t xml:space="preserve">ctivity 1 by writing the names of ions in </w:t>
      </w:r>
      <w:r w:rsidR="009F2343">
        <w:t xml:space="preserve">the </w:t>
      </w:r>
      <w:r>
        <w:t>appropriate places.</w:t>
      </w:r>
      <w:r w:rsidR="004F5B79">
        <w:t xml:space="preserve"> Remember:</w:t>
      </w:r>
    </w:p>
    <w:p w14:paraId="5EE94FE3" w14:textId="2844900E" w:rsidR="00743B56" w:rsidRPr="00F84DCA" w:rsidRDefault="004F5B79" w:rsidP="00743B56">
      <w:pPr>
        <w:pStyle w:val="RSCBasictext"/>
        <w:numPr>
          <w:ilvl w:val="0"/>
          <w:numId w:val="34"/>
        </w:numPr>
        <w:rPr>
          <w:i/>
        </w:rPr>
      </w:pPr>
      <w:r>
        <w:t xml:space="preserve">For any </w:t>
      </w:r>
      <w:r w:rsidRPr="00743B56">
        <w:rPr>
          <w:b/>
          <w:bCs/>
        </w:rPr>
        <w:t xml:space="preserve">transition metal </w:t>
      </w:r>
      <w:r>
        <w:t xml:space="preserve">ions, you must use roman numerals to indicate the charge of the ion </w:t>
      </w:r>
      <w:r w:rsidRPr="00743B56">
        <w:rPr>
          <w:i/>
          <w:iCs/>
        </w:rPr>
        <w:t xml:space="preserve">e.g. </w:t>
      </w:r>
      <w:r w:rsidR="00E11221" w:rsidRPr="00743B56">
        <w:rPr>
          <w:i/>
          <w:iCs/>
        </w:rPr>
        <w:t xml:space="preserve">cobalt(II) ions are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Co</m:t>
            </m:r>
          </m:e>
          <m:sup>
            <m:r>
              <w:rPr>
                <w:rFonts w:ascii="Cambria Math" w:hAnsi="Cambria Math"/>
              </w:rPr>
              <m:t>2+</m:t>
            </m:r>
          </m:sup>
        </m:sSup>
      </m:oMath>
      <w:r w:rsidR="00794781">
        <w:rPr>
          <w:rFonts w:eastAsiaTheme="minorEastAsia"/>
          <w:i/>
        </w:rPr>
        <w:t>.</w:t>
      </w:r>
    </w:p>
    <w:p w14:paraId="1F13CD42" w14:textId="259606BF" w:rsidR="00E11221" w:rsidRDefault="00E11221" w:rsidP="00FA6B6E">
      <w:pPr>
        <w:pStyle w:val="RSCBasictext"/>
        <w:numPr>
          <w:ilvl w:val="0"/>
          <w:numId w:val="34"/>
        </w:numPr>
        <w:spacing w:after="240"/>
        <w:ind w:left="714" w:hanging="357"/>
      </w:pPr>
      <w:r>
        <w:t>Negative ions change the second part of their name to end in ‘-ide’ or ‘-ate’</w:t>
      </w:r>
      <w:r w:rsidR="00794781">
        <w:t>.</w:t>
      </w:r>
    </w:p>
    <w:p w14:paraId="4F91C245" w14:textId="77777777" w:rsidR="00112D0D" w:rsidRDefault="00112D0D" w:rsidP="00723E0A">
      <w:pPr>
        <w:spacing w:before="60" w:after="60" w:line="259" w:lineRule="auto"/>
        <w:ind w:right="34"/>
        <w:rPr>
          <w:rFonts w:ascii="Century Gothic" w:hAnsi="Century Gothic"/>
          <w:b/>
          <w:bCs/>
          <w:color w:val="C8102E"/>
        </w:rPr>
        <w:sectPr w:rsidR="00112D0D" w:rsidSect="005C39A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2836"/>
      </w:tblGrid>
      <w:tr w:rsidR="00112D0D" w:rsidRPr="00E73726" w14:paraId="0ED6779A" w14:textId="77777777" w:rsidTr="00950D69">
        <w:trPr>
          <w:trHeight w:val="482"/>
          <w:jc w:val="center"/>
        </w:trPr>
        <w:tc>
          <w:tcPr>
            <w:tcW w:w="1271" w:type="dxa"/>
            <w:shd w:val="clear" w:color="auto" w:fill="F6E0C0"/>
            <w:vAlign w:val="center"/>
          </w:tcPr>
          <w:p w14:paraId="1B77223C" w14:textId="49F6B0EF" w:rsidR="00112D0D" w:rsidRPr="00E73726" w:rsidRDefault="00112D0D" w:rsidP="00950D69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Formula</w:t>
            </w:r>
          </w:p>
        </w:tc>
        <w:tc>
          <w:tcPr>
            <w:tcW w:w="2836" w:type="dxa"/>
            <w:shd w:val="clear" w:color="auto" w:fill="F6E0C0"/>
            <w:vAlign w:val="center"/>
          </w:tcPr>
          <w:p w14:paraId="4469184F" w14:textId="5DC9E0D8" w:rsidR="00112D0D" w:rsidRPr="00E73726" w:rsidRDefault="00112D0D" w:rsidP="00950D69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Name of ion</w:t>
            </w:r>
          </w:p>
        </w:tc>
      </w:tr>
      <w:tr w:rsidR="00C118C1" w:rsidRPr="00985C41" w14:paraId="5AB20F0D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54B70DCF" w14:textId="492ABEC7" w:rsidR="00C118C1" w:rsidRPr="00112D0D" w:rsidRDefault="00C118C1" w:rsidP="00C118C1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w:bookmarkStart w:id="0" w:name="_Hlk188953089"/>
          </w:p>
        </w:tc>
        <w:tc>
          <w:tcPr>
            <w:tcW w:w="2836" w:type="dxa"/>
            <w:vAlign w:val="center"/>
          </w:tcPr>
          <w:p w14:paraId="0D99A741" w14:textId="6E1F1D4D" w:rsidR="00C118C1" w:rsidRPr="00985C41" w:rsidRDefault="005A58D7" w:rsidP="00564EC6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</w:t>
            </w:r>
            <w:r w:rsidR="00C118C1">
              <w:rPr>
                <w:rFonts w:ascii="Century Gothic" w:hAnsi="Century Gothic"/>
              </w:rPr>
              <w:t>odium ion</w:t>
            </w:r>
          </w:p>
        </w:tc>
      </w:tr>
      <w:tr w:rsidR="00C118C1" w:rsidRPr="00985C41" w14:paraId="3EB03CD8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7BF84687" w14:textId="12B30B3B" w:rsidR="00C118C1" w:rsidRPr="00985C41" w:rsidRDefault="00000000" w:rsidP="00C118C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K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7EB69CF4" w14:textId="50078D64" w:rsidR="00C118C1" w:rsidRPr="002C1695" w:rsidRDefault="00C118C1" w:rsidP="00564EC6">
            <w:pPr>
              <w:jc w:val="center"/>
              <w:rPr>
                <w:rFonts w:ascii="Century Gothic" w:hAnsi="Century Gothic"/>
              </w:rPr>
            </w:pPr>
          </w:p>
        </w:tc>
      </w:tr>
      <w:tr w:rsidR="00C118C1" w:rsidRPr="00985C41" w14:paraId="737595B5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A1AFC38" w14:textId="3B1F940E" w:rsidR="00C118C1" w:rsidRPr="00985C41" w:rsidRDefault="00000000" w:rsidP="00C118C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Ag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484AAA57" w14:textId="4CC8280B" w:rsidR="00C118C1" w:rsidRPr="00985C41" w:rsidRDefault="00C118C1" w:rsidP="00564EC6">
            <w:pPr>
              <w:jc w:val="center"/>
              <w:rPr>
                <w:rFonts w:ascii="Century Gothic" w:hAnsi="Century Gothic"/>
              </w:rPr>
            </w:pPr>
          </w:p>
        </w:tc>
      </w:tr>
      <w:tr w:rsidR="00C118C1" w:rsidRPr="00985C41" w14:paraId="0116BC40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0FD3340" w14:textId="457F9F8C" w:rsidR="00C118C1" w:rsidRPr="00630740" w:rsidRDefault="00C118C1" w:rsidP="00C118C1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</w:p>
        </w:tc>
        <w:tc>
          <w:tcPr>
            <w:tcW w:w="2836" w:type="dxa"/>
            <w:vAlign w:val="center"/>
          </w:tcPr>
          <w:p w14:paraId="0CA3C059" w14:textId="6659FC27" w:rsidR="00C118C1" w:rsidRPr="00985C41" w:rsidRDefault="005A58D7" w:rsidP="00564EC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  <w:r w:rsidR="00C118C1">
              <w:rPr>
                <w:rFonts w:ascii="Century Gothic" w:hAnsi="Century Gothic"/>
              </w:rPr>
              <w:t>mmonium ion</w:t>
            </w:r>
          </w:p>
        </w:tc>
      </w:tr>
      <w:tr w:rsidR="00C118C1" w:rsidRPr="00985C41" w14:paraId="7D29B9A8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60409EC7" w14:textId="672A1811" w:rsidR="00C118C1" w:rsidRDefault="00000000" w:rsidP="00C118C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2A183158" w14:textId="7D818855" w:rsidR="00C118C1" w:rsidRPr="00985C41" w:rsidRDefault="00C118C1" w:rsidP="00564EC6">
            <w:pPr>
              <w:jc w:val="center"/>
              <w:rPr>
                <w:rFonts w:ascii="Century Gothic" w:hAnsi="Century Gothic"/>
              </w:rPr>
            </w:pPr>
          </w:p>
        </w:tc>
      </w:tr>
      <w:tr w:rsidR="00C118C1" w:rsidRPr="00985C41" w14:paraId="2A291E0C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44C4672E" w14:textId="54EA36F7" w:rsidR="00C118C1" w:rsidRDefault="00C118C1" w:rsidP="00C118C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2836" w:type="dxa"/>
            <w:vAlign w:val="center"/>
          </w:tcPr>
          <w:p w14:paraId="357A26A3" w14:textId="0D064EAD" w:rsidR="00C118C1" w:rsidRPr="00985C41" w:rsidRDefault="005A58D7" w:rsidP="00564EC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</w:t>
            </w:r>
            <w:r w:rsidR="00C118C1">
              <w:rPr>
                <w:rFonts w:ascii="Century Gothic" w:hAnsi="Century Gothic"/>
              </w:rPr>
              <w:t>agnesium ion</w:t>
            </w:r>
          </w:p>
        </w:tc>
      </w:tr>
      <w:tr w:rsidR="00C118C1" w:rsidRPr="00985C41" w14:paraId="4FBD2D34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6727C3E" w14:textId="384B860F" w:rsidR="00C118C1" w:rsidRPr="005638C0" w:rsidRDefault="00C118C1" w:rsidP="00C118C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2836" w:type="dxa"/>
            <w:vAlign w:val="center"/>
          </w:tcPr>
          <w:p w14:paraId="71150DBE" w14:textId="460509CE" w:rsidR="00C118C1" w:rsidRPr="00985C41" w:rsidRDefault="005A58D7" w:rsidP="00564EC6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</w:t>
            </w:r>
            <w:r w:rsidR="00C118C1">
              <w:rPr>
                <w:rFonts w:ascii="Century Gothic" w:hAnsi="Century Gothic"/>
              </w:rPr>
              <w:t>ead(II) ion</w:t>
            </w:r>
          </w:p>
        </w:tc>
      </w:tr>
      <w:tr w:rsidR="00C118C1" w:rsidRPr="00985C41" w14:paraId="74F18925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277C1569" w14:textId="1DC34534" w:rsidR="00C118C1" w:rsidRDefault="00000000" w:rsidP="00C118C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Zn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5E4E17BD" w14:textId="7C8E58D3" w:rsidR="00C118C1" w:rsidRPr="00985C41" w:rsidRDefault="00C118C1" w:rsidP="00564EC6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118C1" w:rsidRPr="00985C41" w14:paraId="47CFC5A3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71274853" w14:textId="7FE1B68D" w:rsidR="00C118C1" w:rsidRDefault="00000000" w:rsidP="00C118C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Cu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0B0E89F9" w14:textId="7BF28698" w:rsidR="00C118C1" w:rsidRPr="00985C41" w:rsidRDefault="00C118C1" w:rsidP="00564EC6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118C1" w:rsidRPr="00985C41" w14:paraId="52161758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8DDD031" w14:textId="11252A13" w:rsidR="00C118C1" w:rsidRDefault="00C118C1" w:rsidP="00C118C1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2836" w:type="dxa"/>
            <w:vAlign w:val="center"/>
          </w:tcPr>
          <w:p w14:paraId="40889056" w14:textId="4A55FE33" w:rsidR="00C118C1" w:rsidRPr="00985C41" w:rsidRDefault="005A58D7" w:rsidP="00564EC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</w:t>
            </w:r>
            <w:r w:rsidR="00C118C1">
              <w:rPr>
                <w:rFonts w:ascii="Century Gothic" w:hAnsi="Century Gothic"/>
              </w:rPr>
              <w:t>ron(II) ion</w:t>
            </w:r>
          </w:p>
        </w:tc>
      </w:tr>
      <w:tr w:rsidR="00C118C1" w:rsidRPr="00985C41" w14:paraId="74E6FDE7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73AD3A1" w14:textId="7ADBAF5B" w:rsidR="00C118C1" w:rsidRPr="00112D0D" w:rsidRDefault="00000000" w:rsidP="00C118C1">
            <w:pPr>
              <w:spacing w:line="259" w:lineRule="auto"/>
              <w:ind w:right="34"/>
              <w:jc w:val="center"/>
              <w:rPr>
                <w:rFonts w:eastAsia="Calibri"/>
                <w:iCs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Fe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76D56DEC" w14:textId="77777777" w:rsidR="00C118C1" w:rsidRPr="00262437" w:rsidRDefault="00C118C1" w:rsidP="00564EC6">
            <w:pPr>
              <w:jc w:val="center"/>
              <w:rPr>
                <w:rFonts w:ascii="Century Gothic" w:hAnsi="Century Gothic"/>
              </w:rPr>
            </w:pPr>
          </w:p>
        </w:tc>
      </w:tr>
      <w:tr w:rsidR="00C118C1" w:rsidRPr="00985C41" w14:paraId="4C196FB2" w14:textId="77777777" w:rsidTr="00630740">
        <w:trPr>
          <w:trHeight w:val="482"/>
          <w:jc w:val="center"/>
        </w:trPr>
        <w:tc>
          <w:tcPr>
            <w:tcW w:w="1271" w:type="dxa"/>
            <w:vAlign w:val="center"/>
          </w:tcPr>
          <w:p w14:paraId="0A279105" w14:textId="58E32AB9" w:rsidR="00C118C1" w:rsidRPr="00112D0D" w:rsidRDefault="00C118C1" w:rsidP="00C118C1">
            <w:pPr>
              <w:spacing w:line="259" w:lineRule="auto"/>
              <w:ind w:right="34"/>
              <w:jc w:val="center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6" w:type="dxa"/>
            <w:vAlign w:val="center"/>
          </w:tcPr>
          <w:p w14:paraId="2AF31FD8" w14:textId="6005C69D" w:rsidR="00C118C1" w:rsidRPr="00262437" w:rsidRDefault="005A58D7" w:rsidP="00564EC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  <w:r w:rsidR="00C118C1">
              <w:rPr>
                <w:rFonts w:ascii="Century Gothic" w:hAnsi="Century Gothic"/>
              </w:rPr>
              <w:t>luminium ion</w:t>
            </w:r>
          </w:p>
        </w:tc>
      </w:tr>
      <w:bookmarkEnd w:id="0"/>
      <w:tr w:rsidR="00112D0D" w:rsidRPr="00E73726" w14:paraId="74801E07" w14:textId="77777777" w:rsidTr="00B34FD4">
        <w:trPr>
          <w:trHeight w:val="482"/>
          <w:jc w:val="center"/>
        </w:trPr>
        <w:tc>
          <w:tcPr>
            <w:tcW w:w="1271" w:type="dxa"/>
            <w:shd w:val="clear" w:color="auto" w:fill="F6E0C0"/>
            <w:vAlign w:val="center"/>
          </w:tcPr>
          <w:p w14:paraId="35CDD385" w14:textId="77777777" w:rsidR="00112D0D" w:rsidRPr="00E73726" w:rsidRDefault="00112D0D" w:rsidP="00950D69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Formula</w:t>
            </w:r>
          </w:p>
        </w:tc>
        <w:tc>
          <w:tcPr>
            <w:tcW w:w="2836" w:type="dxa"/>
            <w:shd w:val="clear" w:color="auto" w:fill="F6E0C0"/>
            <w:vAlign w:val="center"/>
          </w:tcPr>
          <w:p w14:paraId="34387227" w14:textId="77777777" w:rsidR="00112D0D" w:rsidRPr="00E73726" w:rsidRDefault="00112D0D" w:rsidP="00950D69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Name of ion</w:t>
            </w:r>
          </w:p>
        </w:tc>
      </w:tr>
      <w:tr w:rsidR="00EE3AAE" w:rsidRPr="00985C41" w14:paraId="3944AD0F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720CE6E7" w14:textId="6BFFF5EB" w:rsidR="00EE3AAE" w:rsidRPr="00112D0D" w:rsidRDefault="00EE3AAE" w:rsidP="00EE3AAE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w:bookmarkStart w:id="1" w:name="_Hlk188953120"/>
          </w:p>
        </w:tc>
        <w:tc>
          <w:tcPr>
            <w:tcW w:w="2836" w:type="dxa"/>
            <w:vAlign w:val="center"/>
          </w:tcPr>
          <w:p w14:paraId="74032F90" w14:textId="58A157F0" w:rsidR="00EE3AAE" w:rsidRPr="00985C41" w:rsidRDefault="005A58D7" w:rsidP="00564EC6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  <w:r w:rsidR="00EE3AAE">
              <w:rPr>
                <w:rFonts w:ascii="Century Gothic" w:hAnsi="Century Gothic"/>
              </w:rPr>
              <w:t>hloride ion</w:t>
            </w:r>
          </w:p>
        </w:tc>
      </w:tr>
      <w:tr w:rsidR="00EE3AAE" w:rsidRPr="002C1695" w14:paraId="3B853A13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1AAFFB22" w14:textId="2EEEDC16" w:rsidR="00EE3AAE" w:rsidRPr="00985C41" w:rsidRDefault="00000000" w:rsidP="00EE3AA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Br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6C42034B" w14:textId="77777777" w:rsidR="00EE3AAE" w:rsidRPr="002C1695" w:rsidRDefault="00EE3AAE" w:rsidP="00564EC6">
            <w:pPr>
              <w:jc w:val="center"/>
              <w:rPr>
                <w:rFonts w:ascii="Century Gothic" w:hAnsi="Century Gothic"/>
              </w:rPr>
            </w:pPr>
          </w:p>
        </w:tc>
      </w:tr>
      <w:tr w:rsidR="00EE3AAE" w:rsidRPr="00985C41" w14:paraId="0DE2DC5E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0111BF0D" w14:textId="2A8A950C" w:rsidR="00EE3AAE" w:rsidRPr="00985C41" w:rsidRDefault="00000000" w:rsidP="00EE3AA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I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20DB0887" w14:textId="77777777" w:rsidR="00EE3AAE" w:rsidRPr="00985C41" w:rsidRDefault="00EE3AAE" w:rsidP="00564EC6">
            <w:pPr>
              <w:jc w:val="center"/>
              <w:rPr>
                <w:rFonts w:ascii="Century Gothic" w:hAnsi="Century Gothic"/>
              </w:rPr>
            </w:pPr>
          </w:p>
        </w:tc>
      </w:tr>
      <w:tr w:rsidR="00EE3AAE" w:rsidRPr="00985C41" w14:paraId="7F4B4244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532CBF67" w14:textId="2184A568" w:rsidR="00EE3AAE" w:rsidRPr="00630740" w:rsidRDefault="00EE3AAE" w:rsidP="00EE3AAE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</w:p>
        </w:tc>
        <w:tc>
          <w:tcPr>
            <w:tcW w:w="2836" w:type="dxa"/>
            <w:vAlign w:val="center"/>
          </w:tcPr>
          <w:p w14:paraId="76B7ABEB" w14:textId="40B78966" w:rsidR="00EE3AAE" w:rsidRPr="00985C41" w:rsidRDefault="005A58D7" w:rsidP="00564EC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  <w:r w:rsidR="00EE3AAE">
              <w:rPr>
                <w:rFonts w:ascii="Century Gothic" w:hAnsi="Century Gothic"/>
              </w:rPr>
              <w:t>itrate ion</w:t>
            </w:r>
          </w:p>
        </w:tc>
      </w:tr>
      <w:tr w:rsidR="00EE3AAE" w:rsidRPr="00985C41" w14:paraId="60A92DF1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498A8E19" w14:textId="78CA5B86" w:rsidR="00EE3AAE" w:rsidRPr="00B34FD4" w:rsidRDefault="00EE3AAE" w:rsidP="00EE3AAE">
            <w:pPr>
              <w:spacing w:line="259" w:lineRule="auto"/>
              <w:ind w:right="34"/>
              <w:jc w:val="center"/>
              <w:rPr>
                <w:rFonts w:eastAsiaTheme="minorEastAsia"/>
                <w:iCs/>
                <w:sz w:val="22"/>
                <w:szCs w:val="22"/>
              </w:rPr>
            </w:pPr>
          </w:p>
        </w:tc>
        <w:tc>
          <w:tcPr>
            <w:tcW w:w="2836" w:type="dxa"/>
            <w:vAlign w:val="center"/>
          </w:tcPr>
          <w:p w14:paraId="637A29F9" w14:textId="5C1EE785" w:rsidR="00EE3AAE" w:rsidRPr="00985C41" w:rsidRDefault="005A58D7" w:rsidP="00564EC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</w:t>
            </w:r>
            <w:r w:rsidR="00EE3AAE">
              <w:rPr>
                <w:rFonts w:ascii="Century Gothic" w:hAnsi="Century Gothic"/>
              </w:rPr>
              <w:t>itride ion</w:t>
            </w:r>
          </w:p>
        </w:tc>
      </w:tr>
      <w:tr w:rsidR="00EE3AAE" w:rsidRPr="00985C41" w14:paraId="6FABBD64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053A1A20" w14:textId="7CFCAC4C" w:rsidR="00EE3AAE" w:rsidRDefault="00000000" w:rsidP="00EE3AA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2108F500" w14:textId="77777777" w:rsidR="00EE3AAE" w:rsidRPr="00985C41" w:rsidRDefault="00EE3AAE" w:rsidP="00564EC6">
            <w:pPr>
              <w:jc w:val="center"/>
              <w:rPr>
                <w:rFonts w:ascii="Century Gothic" w:hAnsi="Century Gothic"/>
              </w:rPr>
            </w:pPr>
          </w:p>
        </w:tc>
      </w:tr>
      <w:tr w:rsidR="00EE3AAE" w:rsidRPr="00985C41" w14:paraId="4EE2F1E9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206A431A" w14:textId="046AC8AA" w:rsidR="00EE3AAE" w:rsidRPr="005638C0" w:rsidRDefault="00EE3AAE" w:rsidP="00EE3AA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2836" w:type="dxa"/>
            <w:vAlign w:val="center"/>
          </w:tcPr>
          <w:p w14:paraId="279D0C05" w14:textId="28A4AE83" w:rsidR="00EE3AAE" w:rsidRPr="00985C41" w:rsidRDefault="005A58D7" w:rsidP="00564EC6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  <w:r w:rsidR="00EE3AAE">
              <w:rPr>
                <w:rFonts w:ascii="Century Gothic" w:hAnsi="Century Gothic"/>
              </w:rPr>
              <w:t>arbonate ion</w:t>
            </w:r>
          </w:p>
        </w:tc>
      </w:tr>
      <w:tr w:rsidR="00EE3AAE" w:rsidRPr="00985C41" w14:paraId="65179DD1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7367462B" w14:textId="2632C6B7" w:rsidR="00EE3AAE" w:rsidRDefault="00000000" w:rsidP="00EE3AA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2-</m:t>
                    </m:r>
                  </m:sup>
                </m:sSup>
              </m:oMath>
            </m:oMathPara>
          </w:p>
        </w:tc>
        <w:tc>
          <w:tcPr>
            <w:tcW w:w="2836" w:type="dxa"/>
            <w:vAlign w:val="center"/>
          </w:tcPr>
          <w:p w14:paraId="5BFBC73F" w14:textId="70779F6F" w:rsidR="00EE3AAE" w:rsidRPr="00985C41" w:rsidRDefault="00EE3AAE" w:rsidP="00AB3B16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EE3AAE" w:rsidRPr="00985C41" w14:paraId="411C4E22" w14:textId="77777777" w:rsidTr="00B34FD4">
        <w:trPr>
          <w:trHeight w:val="482"/>
          <w:jc w:val="center"/>
        </w:trPr>
        <w:tc>
          <w:tcPr>
            <w:tcW w:w="1271" w:type="dxa"/>
            <w:vAlign w:val="center"/>
          </w:tcPr>
          <w:p w14:paraId="560E4446" w14:textId="241662E6" w:rsidR="00EE3AAE" w:rsidRDefault="00000000" w:rsidP="00EE3AA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SO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 xml:space="preserve">  2-</m:t>
                    </m:r>
                  </m:sup>
                </m:sSubSup>
              </m:oMath>
            </m:oMathPara>
          </w:p>
        </w:tc>
        <w:tc>
          <w:tcPr>
            <w:tcW w:w="2836" w:type="dxa"/>
            <w:vAlign w:val="center"/>
          </w:tcPr>
          <w:p w14:paraId="7C5E1A1A" w14:textId="77777777" w:rsidR="00EE3AAE" w:rsidRPr="00985C41" w:rsidRDefault="00EE3AAE" w:rsidP="00AB3B16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bookmarkEnd w:id="1"/>
    </w:tbl>
    <w:p w14:paraId="71D524A5" w14:textId="77777777" w:rsidR="00112D0D" w:rsidRDefault="00112D0D" w:rsidP="00F039D3">
      <w:pPr>
        <w:pStyle w:val="RSCBasictext"/>
      </w:pPr>
    </w:p>
    <w:p w14:paraId="751C3596" w14:textId="77777777" w:rsidR="00112D0D" w:rsidRDefault="00112D0D" w:rsidP="00112D0D">
      <w:pPr>
        <w:ind w:left="714" w:hanging="357"/>
        <w:outlineLvl w:val="9"/>
        <w:sectPr w:rsidR="00112D0D" w:rsidSect="00112D0D">
          <w:type w:val="continuous"/>
          <w:pgSz w:w="11906" w:h="16838"/>
          <w:pgMar w:top="1701" w:right="1440" w:bottom="1440" w:left="1440" w:header="431" w:footer="533" w:gutter="0"/>
          <w:cols w:num="2" w:space="708"/>
          <w:docGrid w:linePitch="360"/>
        </w:sectPr>
      </w:pPr>
      <w:r>
        <w:br w:type="page"/>
      </w:r>
    </w:p>
    <w:p w14:paraId="3C65DB70" w14:textId="01BF4199" w:rsidR="00FB4920" w:rsidRPr="00112D0D" w:rsidRDefault="00FB4920" w:rsidP="00FB4920">
      <w:pPr>
        <w:pStyle w:val="RSCH2"/>
        <w:rPr>
          <w:sz w:val="22"/>
        </w:rPr>
      </w:pPr>
      <w:r>
        <w:lastRenderedPageBreak/>
        <w:t>Activity 2</w:t>
      </w:r>
      <w:r w:rsidR="005E4577">
        <w:t>:</w:t>
      </w:r>
      <w:r>
        <w:t xml:space="preserve"> </w:t>
      </w:r>
      <w:r w:rsidR="005E4577">
        <w:t>f</w:t>
      </w:r>
      <w:r>
        <w:t>ormulas for ionic compounds</w:t>
      </w:r>
    </w:p>
    <w:p w14:paraId="2AA036FF" w14:textId="68A7DBA8" w:rsidR="00FB4920" w:rsidRDefault="00FB4920" w:rsidP="00FB4920">
      <w:pPr>
        <w:pStyle w:val="RSCBulletedlist"/>
        <w:numPr>
          <w:ilvl w:val="0"/>
          <w:numId w:val="0"/>
        </w:numPr>
        <w:sectPr w:rsidR="00FB4920" w:rsidSect="00FB4920">
          <w:headerReference w:type="default" r:id="rId17"/>
          <w:footerReference w:type="default" r:id="rId18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  <w:r>
        <w:t>Use the ion formula cards to construct formulas for the following ionic compounds. Then write the formulas into the table</w:t>
      </w:r>
      <w:r w:rsidR="00EB5DB6">
        <w:t>.</w:t>
      </w:r>
    </w:p>
    <w:p w14:paraId="5F6AB046" w14:textId="77777777" w:rsidR="00FB4920" w:rsidRDefault="00FB4920" w:rsidP="00FB4920">
      <w:pPr>
        <w:pStyle w:val="RSCH3"/>
      </w:pPr>
      <w:r>
        <w:t>Worked example</w:t>
      </w:r>
    </w:p>
    <w:p w14:paraId="1AF94CE4" w14:textId="73821343" w:rsidR="00FB4920" w:rsidRDefault="00FB4920" w:rsidP="00FB4920">
      <w:pPr>
        <w:pStyle w:val="RSCBasictext"/>
      </w:pPr>
      <w:r>
        <w:t>Constructing the formula of sodium carbonate to balance the charges:</w:t>
      </w:r>
    </w:p>
    <w:p w14:paraId="625C198D" w14:textId="6029EEEB" w:rsidR="00FB4920" w:rsidRDefault="007933F5" w:rsidP="00FB4920">
      <w:pPr>
        <w:pStyle w:val="RSCBasic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E663083" wp14:editId="0C182604">
                <wp:simplePos x="0" y="0"/>
                <wp:positionH relativeFrom="column">
                  <wp:posOffset>1057275</wp:posOffset>
                </wp:positionH>
                <wp:positionV relativeFrom="paragraph">
                  <wp:posOffset>34290</wp:posOffset>
                </wp:positionV>
                <wp:extent cx="1514475" cy="1257300"/>
                <wp:effectExtent l="19050" t="19050" r="28575" b="19050"/>
                <wp:wrapNone/>
                <wp:docPr id="1830081643" name="Group 29" descr="A pale orange shape with a dark red outline. The shape has two arrows pointing out towards the left (representing two extra electrons). The shape has the formula for a carbonate ion on it. (CO3^2-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4475" cy="1257300"/>
                          <a:chOff x="0" y="0"/>
                          <a:chExt cx="2293538" cy="1915886"/>
                        </a:xfrm>
                      </wpg:grpSpPr>
                      <wps:wsp>
                        <wps:cNvPr id="1378078294" name="Freeform: Shape 12"/>
                        <wps:cNvSpPr/>
                        <wps:spPr>
                          <a:xfrm>
                            <a:off x="0" y="0"/>
                            <a:ext cx="2293538" cy="1915886"/>
                          </a:xfrm>
                          <a:custGeom>
                            <a:avLst/>
                            <a:gdLst>
                              <a:gd name="connsiteX0" fmla="*/ 2291443 w 2293538"/>
                              <a:gd name="connsiteY0" fmla="*/ 0 h 1915886"/>
                              <a:gd name="connsiteX1" fmla="*/ 549728 w 2293538"/>
                              <a:gd name="connsiteY1" fmla="*/ 5443 h 1915886"/>
                              <a:gd name="connsiteX2" fmla="*/ 5443 w 2293538"/>
                              <a:gd name="connsiteY2" fmla="*/ 478972 h 1915886"/>
                              <a:gd name="connsiteX3" fmla="*/ 549728 w 2293538"/>
                              <a:gd name="connsiteY3" fmla="*/ 952500 h 1915886"/>
                              <a:gd name="connsiteX4" fmla="*/ 0 w 2293538"/>
                              <a:gd name="connsiteY4" fmla="*/ 1426029 h 1915886"/>
                              <a:gd name="connsiteX5" fmla="*/ 560614 w 2293538"/>
                              <a:gd name="connsiteY5" fmla="*/ 1910443 h 1915886"/>
                              <a:gd name="connsiteX6" fmla="*/ 2291443 w 2293538"/>
                              <a:gd name="connsiteY6" fmla="*/ 1915886 h 1915886"/>
                              <a:gd name="connsiteX7" fmla="*/ 2291443 w 2293538"/>
                              <a:gd name="connsiteY7" fmla="*/ 0 h 1915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3538" h="1915886">
                                <a:moveTo>
                                  <a:pt x="2291443" y="0"/>
                                </a:moveTo>
                                <a:lnTo>
                                  <a:pt x="549728" y="5443"/>
                                </a:lnTo>
                                <a:lnTo>
                                  <a:pt x="5443" y="478972"/>
                                </a:lnTo>
                                <a:lnTo>
                                  <a:pt x="549728" y="952500"/>
                                </a:lnTo>
                                <a:lnTo>
                                  <a:pt x="0" y="1426029"/>
                                </a:lnTo>
                                <a:lnTo>
                                  <a:pt x="560614" y="1910443"/>
                                </a:lnTo>
                                <a:lnTo>
                                  <a:pt x="2291443" y="1915886"/>
                                </a:lnTo>
                                <a:cubicBezTo>
                                  <a:pt x="2293257" y="1277257"/>
                                  <a:pt x="2295072" y="638629"/>
                                  <a:pt x="22914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6E0C0"/>
                          </a:solidFill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4FDA75" w14:textId="77777777" w:rsidR="007933F5" w:rsidRDefault="007933F5" w:rsidP="007933F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796240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8268" y="593215"/>
                            <a:ext cx="1627504" cy="692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C974D5" w14:textId="77777777" w:rsidR="007933F5" w:rsidRPr="007933F5" w:rsidRDefault="00000000" w:rsidP="007933F5">
                              <w:pPr>
                                <w:rPr>
                                  <w:color w:val="C8102E"/>
                                  <w:sz w:val="44"/>
                                  <w:szCs w:val="44"/>
                                </w:rPr>
                              </w:pPr>
                              <m:oMathPara>
                                <m:oMath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CO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3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 xml:space="preserve">  2-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663083" id="Group 29" o:spid="_x0000_s1026" alt="A pale orange shape with a dark red outline. The shape has two arrows pointing out towards the left (representing two extra electrons). The shape has the formula for a carbonate ion on it. (CO3^2-)" style="position:absolute;margin-left:83.25pt;margin-top:2.7pt;width:119.25pt;height:99pt;z-index:251663360;mso-width-relative:margin;mso-height-relative:margin" coordsize="22935,19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">
                <v:shape id="Freeform: Shape 12" o:spid="_x0000_s1027" style="position:absolute;width:22935;height:19158;visibility:visible;mso-wrap-style:square;v-text-anchor:middle" coordsize="2293538,19158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" adj="-11796480,,5400" path="m2291443,l549728,5443,5443,478972,549728,952500,,1426029r560614,484414l2291443,1915886v1814,-638629,3629,-1277257,,-1915886xe" fillcolor="#f6e0c0" strokecolor="#c8102e" strokeweight="3pt">
                  <v:stroke joinstyle="miter"/>
                  <v:formulas/>
                  <v:path arrowok="t" o:connecttype="custom" o:connectlocs="2291443,0;549728,5443;5443,478972;549728,952500;0,1426029;560614,1910443;2291443,1915886;2291443,0" o:connectangles="0,0,0,0,0,0,0,0" textboxrect="0,0,2293538,1915886"/>
                  <v:textbox>
                    <w:txbxContent>
                      <w:p w14:paraId="6A4FDA75" w14:textId="77777777" w:rsidR="007933F5" w:rsidRDefault="007933F5" w:rsidP="007933F5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6582;top:5932;width:16275;height:6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" filled="f" stroked="f">
                  <v:textbox>
                    <w:txbxContent>
                      <w:p w14:paraId="0BC974D5" w14:textId="77777777" w:rsidR="007933F5" w:rsidRPr="007933F5" w:rsidRDefault="00000000" w:rsidP="007933F5">
                        <w:pPr>
                          <w:rPr>
                            <w:color w:val="C8102E"/>
                            <w:sz w:val="44"/>
                            <w:szCs w:val="44"/>
                          </w:rPr>
                        </w:pPr>
                        <m:oMathPara>
                          <m:oMath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44"/>
                                    <w:szCs w:val="44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CO</m:t>
                                </m:r>
                              </m:e>
                              <m: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3</m:t>
                                </m:r>
                              </m:sub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 xml:space="preserve">  2-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FB492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9E2504" wp14:editId="6C97BACD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1238250" cy="609600"/>
                <wp:effectExtent l="19050" t="19050" r="19050" b="19050"/>
                <wp:wrapNone/>
                <wp:docPr id="349104081" name="Group 13" descr="A white shape with a dark red outline. The shape has a triangle cut out on the right hand side  (representing a donated electron). The shape has the formula for a sodium ion on it. (Na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609600"/>
                          <a:chOff x="0" y="0"/>
                          <a:chExt cx="1744980" cy="960120"/>
                        </a:xfrm>
                      </wpg:grpSpPr>
                      <wps:wsp>
                        <wps:cNvPr id="225470807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271" y="142774"/>
                            <a:ext cx="984885" cy="6534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F0F878" w14:textId="77777777" w:rsidR="00FB4920" w:rsidRPr="007933F5" w:rsidRDefault="00000000" w:rsidP="00FB4920">
                              <w:pPr>
                                <w:rPr>
                                  <w:color w:val="C8102E"/>
                                  <w:sz w:val="44"/>
                                  <w:szCs w:val="4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Na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9E2504" id="Group 13" o:spid="_x0000_s1029" alt="A white shape with a dark red outline. The shape has a triangle cut out on the right hand side  (representing a donated electron). The shape has the formula for a sodium ion on it. (Na^+)" style="position:absolute;margin-left:0;margin-top:1.6pt;width:97.5pt;height:48pt;z-index:251659264;mso-position-horizontal:left;mso-position-horizontal-relative:margin;mso-width-relative:margin;mso-height-relative:margin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">
                <v:shape id="Freeform: Shape 4" o:spid="_x0000_s1030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" path="m7620,l,952500r1744980,7620l1188720,464820,1722120,,7620,xe" filled="f" strokecolor="#c8102e" strokeweight="3pt">
                  <v:path arrowok="t" o:connecttype="custom" o:connectlocs="7620,0;0,952500;1744980,960120;1188720,464820;1722120,0;7620,0" o:connectangles="0,0,0,0,0,0"/>
                </v:shape>
                <v:shape id="Text Box 2" o:spid="_x0000_s1031" type="#_x0000_t202" style="position:absolute;left:2122;top:1427;width:9849;height:6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3F0F878" w14:textId="77777777" w:rsidR="00FB4920" w:rsidRPr="007933F5" w:rsidRDefault="00000000" w:rsidP="00FB4920">
                        <w:pPr>
                          <w:rPr>
                            <w:color w:val="C8102E"/>
                            <w:sz w:val="44"/>
                            <w:szCs w:val="4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44"/>
                                    <w:szCs w:val="4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Na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1F9033E" w14:textId="77777777" w:rsidR="007933F5" w:rsidRDefault="007933F5" w:rsidP="007933F5">
      <w:pPr>
        <w:pStyle w:val="RSCBasictext"/>
        <w:jc w:val="right"/>
      </w:pPr>
    </w:p>
    <w:p w14:paraId="48842139" w14:textId="1DFEEAD7" w:rsidR="00FB4920" w:rsidRDefault="007933F5" w:rsidP="007933F5">
      <w:pPr>
        <w:pStyle w:val="RSCBasictext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5E686A5" wp14:editId="39712FAC">
                <wp:simplePos x="0" y="0"/>
                <wp:positionH relativeFrom="margin">
                  <wp:posOffset>19050</wp:posOffset>
                </wp:positionH>
                <wp:positionV relativeFrom="paragraph">
                  <wp:posOffset>183515</wp:posOffset>
                </wp:positionV>
                <wp:extent cx="1238250" cy="609600"/>
                <wp:effectExtent l="19050" t="19050" r="19050" b="19050"/>
                <wp:wrapNone/>
                <wp:docPr id="1488570311" name="Group 13" descr="A white shape with a dark red outline. The shape has a triangle cut out on the right hand side  (representing a donated electron). The shape has the formula for a sodium ion on it. (Na^+)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609600"/>
                          <a:chOff x="0" y="0"/>
                          <a:chExt cx="1744980" cy="960120"/>
                        </a:xfrm>
                      </wpg:grpSpPr>
                      <wps:wsp>
                        <wps:cNvPr id="592222773" name="Freeform: Shape 4"/>
                        <wps:cNvSpPr/>
                        <wps:spPr>
                          <a:xfrm>
                            <a:off x="0" y="0"/>
                            <a:ext cx="1744980" cy="960120"/>
                          </a:xfrm>
                          <a:custGeom>
                            <a:avLst/>
                            <a:gdLst>
                              <a:gd name="connsiteX0" fmla="*/ 7620 w 1744980"/>
                              <a:gd name="connsiteY0" fmla="*/ 0 h 960120"/>
                              <a:gd name="connsiteX1" fmla="*/ 0 w 1744980"/>
                              <a:gd name="connsiteY1" fmla="*/ 952500 h 960120"/>
                              <a:gd name="connsiteX2" fmla="*/ 1744980 w 1744980"/>
                              <a:gd name="connsiteY2" fmla="*/ 960120 h 960120"/>
                              <a:gd name="connsiteX3" fmla="*/ 1188720 w 1744980"/>
                              <a:gd name="connsiteY3" fmla="*/ 464820 h 960120"/>
                              <a:gd name="connsiteX4" fmla="*/ 1722120 w 1744980"/>
                              <a:gd name="connsiteY4" fmla="*/ 0 h 960120"/>
                              <a:gd name="connsiteX5" fmla="*/ 7620 w 1744980"/>
                              <a:gd name="connsiteY5" fmla="*/ 0 h 96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44980" h="960120">
                                <a:moveTo>
                                  <a:pt x="7620" y="0"/>
                                </a:moveTo>
                                <a:lnTo>
                                  <a:pt x="0" y="952500"/>
                                </a:lnTo>
                                <a:lnTo>
                                  <a:pt x="1744980" y="960120"/>
                                </a:lnTo>
                                <a:lnTo>
                                  <a:pt x="1188720" y="464820"/>
                                </a:lnTo>
                                <a:lnTo>
                                  <a:pt x="1722120" y="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8102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0763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271" y="142774"/>
                            <a:ext cx="984885" cy="6534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C0D785" w14:textId="77777777" w:rsidR="007933F5" w:rsidRPr="007933F5" w:rsidRDefault="00000000" w:rsidP="007933F5">
                              <w:pPr>
                                <w:rPr>
                                  <w:color w:val="C8102E"/>
                                  <w:sz w:val="44"/>
                                  <w:szCs w:val="4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Cs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Na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color w:val="C8102E"/>
                                          <w:sz w:val="44"/>
                                          <w:szCs w:val="44"/>
                                        </w:rPr>
                                        <m:t>+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E686A5" id="_x0000_s1032" alt="A white shape with a dark red outline. The shape has a triangle cut out on the right hand side  (representing a donated electron). The shape has the formula for a sodium ion on it. (Na^+)" style="position:absolute;left:0;text-align:left;margin-left:1.5pt;margin-top:14.45pt;width:97.5pt;height:48pt;z-index:251661312;mso-position-horizontal-relative:margin;mso-width-relative:margin;mso-height-relative:margin" coordsize="17449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">
                <v:shape id="Freeform: Shape 4" o:spid="_x0000_s1033" style="position:absolute;width:17449;height:9601;visibility:visible;mso-wrap-style:square;v-text-anchor:middle" coordsize="1744980,96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" path="m7620,l,952500r1744980,7620l1188720,464820,1722120,,7620,xe" filled="f" strokecolor="#c8102e" strokeweight="3pt">
                  <v:path arrowok="t" o:connecttype="custom" o:connectlocs="7620,0;0,952500;1744980,960120;1188720,464820;1722120,0;7620,0" o:connectangles="0,0,0,0,0,0"/>
                </v:shape>
                <v:shape id="Text Box 2" o:spid="_x0000_s1034" type="#_x0000_t202" style="position:absolute;left:2122;top:1427;width:9849;height:6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" filled="f" stroked="f">
                  <v:textbox>
                    <w:txbxContent>
                      <w:p w14:paraId="14C0D785" w14:textId="77777777" w:rsidR="007933F5" w:rsidRPr="007933F5" w:rsidRDefault="00000000" w:rsidP="007933F5">
                        <w:pPr>
                          <w:rPr>
                            <w:color w:val="C8102E"/>
                            <w:sz w:val="44"/>
                            <w:szCs w:val="4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Cs/>
                                    <w:color w:val="C8102E"/>
                                    <w:sz w:val="44"/>
                                    <w:szCs w:val="4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Na</m:t>
                                </m:r>
                              </m:e>
                              <m:sup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color w:val="C8102E"/>
                                    <w:sz w:val="44"/>
                                    <w:szCs w:val="44"/>
                                  </w:rPr>
                                  <m:t>+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Formula is </w:t>
      </w:r>
      <m:oMath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C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rFonts w:eastAsiaTheme="minorEastAsia"/>
          <w:iCs/>
        </w:rPr>
        <w:tab/>
      </w:r>
      <w:r>
        <w:rPr>
          <w:rFonts w:eastAsiaTheme="minorEastAsia"/>
          <w:iCs/>
        </w:rPr>
        <w:tab/>
      </w:r>
    </w:p>
    <w:p w14:paraId="3A3EA501" w14:textId="4ACC6301" w:rsidR="00FB4920" w:rsidRDefault="00FB4920" w:rsidP="00FB4920">
      <w:pPr>
        <w:pStyle w:val="RSCBasictext"/>
      </w:pPr>
    </w:p>
    <w:p w14:paraId="741E7A6E" w14:textId="61081208" w:rsidR="00FB4920" w:rsidRDefault="00FB4920" w:rsidP="00FB4920">
      <w:pPr>
        <w:pStyle w:val="RSCBasictext"/>
      </w:pPr>
    </w:p>
    <w:p w14:paraId="2D40A917" w14:textId="77777777" w:rsidR="00FB4920" w:rsidRDefault="00FB4920" w:rsidP="00FB4920">
      <w:pPr>
        <w:pStyle w:val="RSCBasictext"/>
        <w:sectPr w:rsidR="00FB4920" w:rsidSect="00FB4920"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24A3B026" w14:textId="77777777" w:rsidR="00FB4920" w:rsidRDefault="00FB4920" w:rsidP="00FB4920">
      <w:pPr>
        <w:pStyle w:val="RSCBasictext"/>
      </w:pPr>
    </w:p>
    <w:tbl>
      <w:tblPr>
        <w:tblStyle w:val="TableGrid"/>
        <w:tblW w:w="4705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1875"/>
      </w:tblGrid>
      <w:tr w:rsidR="00FB4920" w:rsidRPr="00950D69" w14:paraId="25D85EBD" w14:textId="77777777" w:rsidTr="00271571">
        <w:trPr>
          <w:trHeight w:val="589"/>
          <w:jc w:val="center"/>
        </w:trPr>
        <w:tc>
          <w:tcPr>
            <w:tcW w:w="2830" w:type="dxa"/>
            <w:shd w:val="clear" w:color="auto" w:fill="F6E0C0"/>
            <w:vAlign w:val="center"/>
          </w:tcPr>
          <w:p w14:paraId="36A95EA6" w14:textId="77777777" w:rsidR="00FB4920" w:rsidRPr="00950D69" w:rsidRDefault="00FB4920" w:rsidP="000F6186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  <w:sz w:val="22"/>
                <w:szCs w:val="22"/>
              </w:rPr>
            </w:pPr>
            <w:r w:rsidRPr="00950D69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Compound</w:t>
            </w:r>
          </w:p>
        </w:tc>
        <w:tc>
          <w:tcPr>
            <w:tcW w:w="1875" w:type="dxa"/>
            <w:shd w:val="clear" w:color="auto" w:fill="F6E0C0"/>
            <w:vAlign w:val="center"/>
          </w:tcPr>
          <w:p w14:paraId="1AA0CCAA" w14:textId="77777777" w:rsidR="00FB4920" w:rsidRPr="00950D69" w:rsidRDefault="00FB4920" w:rsidP="000F6186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  <w:sz w:val="22"/>
                <w:szCs w:val="22"/>
              </w:rPr>
            </w:pPr>
            <w:r w:rsidRPr="00950D69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Formula</w:t>
            </w:r>
          </w:p>
        </w:tc>
      </w:tr>
      <w:tr w:rsidR="00FB4920" w:rsidRPr="00950D69" w14:paraId="5F30AF95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78B74F59" w14:textId="0A33F2A8" w:rsidR="00FB4920" w:rsidRPr="00950D69" w:rsidRDefault="00D67BF1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w:r>
              <w:rPr>
                <w:rFonts w:ascii="Century Gothic" w:hAnsi="Century Gothic"/>
                <w:iCs/>
                <w:sz w:val="22"/>
                <w:szCs w:val="22"/>
              </w:rPr>
              <w:t>Magnesium</w:t>
            </w:r>
            <w:r w:rsidR="00FB4920" w:rsidRPr="00950D69">
              <w:rPr>
                <w:rFonts w:ascii="Century Gothic" w:hAnsi="Century Gothic"/>
                <w:iCs/>
                <w:sz w:val="22"/>
                <w:szCs w:val="22"/>
              </w:rPr>
              <w:t xml:space="preserve"> carbonate</w:t>
            </w:r>
          </w:p>
        </w:tc>
        <w:tc>
          <w:tcPr>
            <w:tcW w:w="1875" w:type="dxa"/>
            <w:vAlign w:val="center"/>
          </w:tcPr>
          <w:p w14:paraId="2B6C0F9B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6B9F73F7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4975B39E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69CCD3D9" w14:textId="3E52AE67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Silver</w:t>
            </w:r>
            <w:r w:rsidR="00B65BF9">
              <w:rPr>
                <w:rFonts w:ascii="Century Gothic" w:hAnsi="Century Gothic"/>
                <w:sz w:val="22"/>
                <w:szCs w:val="22"/>
              </w:rPr>
              <w:t>(I)</w:t>
            </w:r>
            <w:r w:rsidRPr="00950D69">
              <w:rPr>
                <w:rFonts w:ascii="Century Gothic" w:hAnsi="Century Gothic"/>
                <w:sz w:val="22"/>
                <w:szCs w:val="22"/>
              </w:rPr>
              <w:t xml:space="preserve"> nitrate</w:t>
            </w:r>
          </w:p>
        </w:tc>
        <w:tc>
          <w:tcPr>
            <w:tcW w:w="1875" w:type="dxa"/>
            <w:vAlign w:val="center"/>
          </w:tcPr>
          <w:p w14:paraId="71E81B2C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70676409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58A3E9F2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43788219" w14:textId="77777777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Calcium bromide</w:t>
            </w:r>
          </w:p>
        </w:tc>
        <w:tc>
          <w:tcPr>
            <w:tcW w:w="1875" w:type="dxa"/>
            <w:vAlign w:val="center"/>
          </w:tcPr>
          <w:p w14:paraId="0123E0C9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5873417B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72E92CE3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2352BB30" w14:textId="6134F0B4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w:r w:rsidRPr="00950D69">
              <w:rPr>
                <w:rFonts w:ascii="Century Gothic" w:hAnsi="Century Gothic"/>
                <w:iCs/>
                <w:sz w:val="22"/>
                <w:szCs w:val="22"/>
              </w:rPr>
              <w:t>Copper</w:t>
            </w:r>
            <w:r w:rsidR="00B65BF9">
              <w:rPr>
                <w:rFonts w:ascii="Century Gothic" w:hAnsi="Century Gothic"/>
                <w:iCs/>
                <w:sz w:val="22"/>
                <w:szCs w:val="22"/>
              </w:rPr>
              <w:t>(II)</w:t>
            </w:r>
            <w:r w:rsidRPr="00950D69">
              <w:rPr>
                <w:rFonts w:ascii="Century Gothic" w:hAnsi="Century Gothic"/>
                <w:iCs/>
                <w:sz w:val="22"/>
                <w:szCs w:val="22"/>
              </w:rPr>
              <w:t xml:space="preserve"> hydroxide</w:t>
            </w:r>
          </w:p>
        </w:tc>
        <w:tc>
          <w:tcPr>
            <w:tcW w:w="1875" w:type="dxa"/>
            <w:vAlign w:val="center"/>
          </w:tcPr>
          <w:p w14:paraId="37E3E4D9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3CCF2C74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52B430A8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766BFCFE" w14:textId="77777777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eastAsia="Calibri" w:hAnsi="Century Gothic"/>
                <w:iCs/>
                <w:sz w:val="22"/>
                <w:szCs w:val="22"/>
              </w:rPr>
            </w:pP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>Iron</w:t>
            </w:r>
            <w:r w:rsidRPr="00950D69">
              <w:rPr>
                <w:rFonts w:ascii="Century Gothic" w:eastAsia="Calibri" w:hAnsi="Century Gothic"/>
                <w:iCs/>
                <w:smallCaps/>
                <w:sz w:val="22"/>
                <w:szCs w:val="22"/>
              </w:rPr>
              <w:t>(II)</w:t>
            </w: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 xml:space="preserve"> nitrate</w:t>
            </w:r>
          </w:p>
        </w:tc>
        <w:tc>
          <w:tcPr>
            <w:tcW w:w="1875" w:type="dxa"/>
            <w:vAlign w:val="center"/>
          </w:tcPr>
          <w:p w14:paraId="27D59848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483FCD4F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7E10AA6A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65BB7884" w14:textId="77777777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>Iron</w:t>
            </w:r>
            <w:r w:rsidRPr="00950D69">
              <w:rPr>
                <w:rFonts w:ascii="Century Gothic" w:eastAsia="Calibri" w:hAnsi="Century Gothic"/>
                <w:iCs/>
                <w:smallCaps/>
                <w:sz w:val="22"/>
                <w:szCs w:val="22"/>
              </w:rPr>
              <w:t>(III)</w:t>
            </w: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 xml:space="preserve"> iodide</w:t>
            </w:r>
          </w:p>
        </w:tc>
        <w:tc>
          <w:tcPr>
            <w:tcW w:w="1875" w:type="dxa"/>
            <w:vAlign w:val="center"/>
          </w:tcPr>
          <w:p w14:paraId="640B57D6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22359E8F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141F04E7" w14:textId="77777777" w:rsidTr="00271571">
        <w:trPr>
          <w:trHeight w:val="589"/>
          <w:jc w:val="center"/>
        </w:trPr>
        <w:tc>
          <w:tcPr>
            <w:tcW w:w="2830" w:type="dxa"/>
            <w:vAlign w:val="center"/>
          </w:tcPr>
          <w:p w14:paraId="606695DF" w14:textId="77777777" w:rsidR="00FB4920" w:rsidRPr="00950D69" w:rsidRDefault="00FB4920" w:rsidP="00E71975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Lead sulfate</w:t>
            </w:r>
          </w:p>
        </w:tc>
        <w:tc>
          <w:tcPr>
            <w:tcW w:w="1875" w:type="dxa"/>
            <w:vAlign w:val="center"/>
          </w:tcPr>
          <w:p w14:paraId="5A908578" w14:textId="77777777" w:rsidR="00FB4920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  <w:p w14:paraId="755D374A" w14:textId="77777777" w:rsidR="00FB4920" w:rsidRPr="00950D69" w:rsidRDefault="00FB4920" w:rsidP="000F6186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050BBE81" w14:textId="77777777" w:rsidR="00FB4920" w:rsidRDefault="00FB4920" w:rsidP="00FB4920">
      <w:pPr>
        <w:rPr>
          <w:sz w:val="22"/>
          <w:szCs w:val="22"/>
        </w:rPr>
      </w:pPr>
    </w:p>
    <w:p w14:paraId="1ADB0C3C" w14:textId="77777777" w:rsidR="00FB4920" w:rsidRPr="00950D69" w:rsidRDefault="00FB4920" w:rsidP="00FB4920">
      <w:pPr>
        <w:rPr>
          <w:sz w:val="22"/>
          <w:szCs w:val="22"/>
        </w:rPr>
      </w:pPr>
    </w:p>
    <w:tbl>
      <w:tblPr>
        <w:tblStyle w:val="TableGrid"/>
        <w:tblW w:w="4705" w:type="dxa"/>
        <w:jc w:val="center"/>
        <w:tblLayout w:type="fixed"/>
        <w:tblLook w:val="04A0" w:firstRow="1" w:lastRow="0" w:firstColumn="1" w:lastColumn="0" w:noHBand="0" w:noVBand="1"/>
      </w:tblPr>
      <w:tblGrid>
        <w:gridCol w:w="2494"/>
        <w:gridCol w:w="2211"/>
      </w:tblGrid>
      <w:tr w:rsidR="00FB4920" w:rsidRPr="00950D69" w14:paraId="791DD41D" w14:textId="77777777" w:rsidTr="000F6186">
        <w:trPr>
          <w:trHeight w:val="591"/>
          <w:jc w:val="center"/>
        </w:trPr>
        <w:tc>
          <w:tcPr>
            <w:tcW w:w="2494" w:type="dxa"/>
            <w:shd w:val="clear" w:color="auto" w:fill="F6E0C0"/>
            <w:vAlign w:val="center"/>
          </w:tcPr>
          <w:p w14:paraId="60712BEB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Compound</w:t>
            </w:r>
          </w:p>
        </w:tc>
        <w:tc>
          <w:tcPr>
            <w:tcW w:w="2211" w:type="dxa"/>
            <w:shd w:val="clear" w:color="auto" w:fill="F6E0C0"/>
            <w:vAlign w:val="center"/>
          </w:tcPr>
          <w:p w14:paraId="70AEB334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b/>
                <w:bCs/>
                <w:color w:val="C8102E"/>
                <w:sz w:val="22"/>
                <w:szCs w:val="22"/>
              </w:rPr>
              <w:t>Formula</w:t>
            </w:r>
          </w:p>
        </w:tc>
      </w:tr>
      <w:tr w:rsidR="00FB4920" w:rsidRPr="00950D69" w14:paraId="380A3D8D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085F510D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Zinc nitrate</w:t>
            </w:r>
          </w:p>
        </w:tc>
        <w:tc>
          <w:tcPr>
            <w:tcW w:w="2211" w:type="dxa"/>
            <w:vAlign w:val="center"/>
          </w:tcPr>
          <w:p w14:paraId="4BB52495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7F493F31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5BB4CC43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7BE822B6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Potassium sulfate</w:t>
            </w:r>
          </w:p>
        </w:tc>
        <w:tc>
          <w:tcPr>
            <w:tcW w:w="2211" w:type="dxa"/>
            <w:vAlign w:val="center"/>
          </w:tcPr>
          <w:p w14:paraId="13888DD1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78B53B67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7E9A8A81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420D0B45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 xml:space="preserve">Magnesium </w:t>
            </w:r>
            <w:proofErr w:type="spellStart"/>
            <w:r w:rsidRPr="00950D69">
              <w:rPr>
                <w:rFonts w:ascii="Century Gothic" w:hAnsi="Century Gothic"/>
                <w:sz w:val="22"/>
                <w:szCs w:val="22"/>
              </w:rPr>
              <w:t>sulfide</w:t>
            </w:r>
            <w:proofErr w:type="spellEnd"/>
          </w:p>
        </w:tc>
        <w:tc>
          <w:tcPr>
            <w:tcW w:w="2211" w:type="dxa"/>
            <w:vAlign w:val="center"/>
          </w:tcPr>
          <w:p w14:paraId="0976233F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1432DED0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1065C5B1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09C078DE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Aluminium hydroxide</w:t>
            </w:r>
          </w:p>
        </w:tc>
        <w:tc>
          <w:tcPr>
            <w:tcW w:w="2211" w:type="dxa"/>
            <w:vAlign w:val="center"/>
          </w:tcPr>
          <w:p w14:paraId="37E995D2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17256379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5185271C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2B5DDBA3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Ammonium chloride</w:t>
            </w:r>
          </w:p>
        </w:tc>
        <w:tc>
          <w:tcPr>
            <w:tcW w:w="2211" w:type="dxa"/>
            <w:vAlign w:val="center"/>
          </w:tcPr>
          <w:p w14:paraId="4ABFC8DE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3A89BF85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157F144D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7C3A362F" w14:textId="77777777" w:rsidR="00FB4920" w:rsidRPr="00950D69" w:rsidRDefault="00FB4920" w:rsidP="000F6186">
            <w:pPr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hAnsi="Century Gothic"/>
                <w:sz w:val="22"/>
                <w:szCs w:val="22"/>
              </w:rPr>
              <w:t>Sodium hydrogen carbonate</w:t>
            </w:r>
          </w:p>
        </w:tc>
        <w:tc>
          <w:tcPr>
            <w:tcW w:w="2211" w:type="dxa"/>
            <w:vAlign w:val="center"/>
          </w:tcPr>
          <w:p w14:paraId="603DA12F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375D6882" w14:textId="77777777" w:rsidR="00FB4920" w:rsidRPr="00950D69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FB4920" w:rsidRPr="00950D69" w14:paraId="4F806D35" w14:textId="77777777" w:rsidTr="000F6186">
        <w:trPr>
          <w:trHeight w:val="591"/>
          <w:jc w:val="center"/>
        </w:trPr>
        <w:tc>
          <w:tcPr>
            <w:tcW w:w="2494" w:type="dxa"/>
            <w:vAlign w:val="center"/>
          </w:tcPr>
          <w:p w14:paraId="473A95FB" w14:textId="77777777" w:rsidR="00FB4920" w:rsidRPr="00950D69" w:rsidRDefault="00FB4920" w:rsidP="000F6186">
            <w:pPr>
              <w:spacing w:line="259" w:lineRule="auto"/>
              <w:ind w:right="34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>Iron</w:t>
            </w:r>
            <w:r w:rsidRPr="00950D69">
              <w:rPr>
                <w:rFonts w:ascii="Century Gothic" w:eastAsia="Calibri" w:hAnsi="Century Gothic"/>
                <w:iCs/>
                <w:smallCaps/>
                <w:sz w:val="22"/>
                <w:szCs w:val="22"/>
              </w:rPr>
              <w:t>(III)</w:t>
            </w:r>
            <w:r w:rsidRPr="00950D69">
              <w:rPr>
                <w:rFonts w:ascii="Century Gothic" w:eastAsia="Calibri" w:hAnsi="Century Gothic"/>
                <w:iCs/>
                <w:sz w:val="22"/>
                <w:szCs w:val="22"/>
              </w:rPr>
              <w:t xml:space="preserve"> </w:t>
            </w:r>
            <w:r>
              <w:rPr>
                <w:rFonts w:ascii="Century Gothic" w:eastAsia="Calibri" w:hAnsi="Century Gothic"/>
                <w:iCs/>
                <w:sz w:val="22"/>
                <w:szCs w:val="22"/>
              </w:rPr>
              <w:t>carbonate</w:t>
            </w:r>
          </w:p>
        </w:tc>
        <w:tc>
          <w:tcPr>
            <w:tcW w:w="2211" w:type="dxa"/>
            <w:vAlign w:val="center"/>
          </w:tcPr>
          <w:p w14:paraId="2D988704" w14:textId="77777777" w:rsidR="00FB4920" w:rsidRDefault="00FB4920" w:rsidP="000F6186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0CEA7268" w14:textId="77777777" w:rsidR="00FB4920" w:rsidRDefault="00FB4920" w:rsidP="00FB4920">
      <w:pPr>
        <w:pStyle w:val="RSCBasictext"/>
        <w:sectPr w:rsidR="00FB4920" w:rsidSect="00FB4920">
          <w:type w:val="continuous"/>
          <w:pgSz w:w="11906" w:h="16838"/>
          <w:pgMar w:top="1701" w:right="1440" w:bottom="1440" w:left="1440" w:header="431" w:footer="533" w:gutter="0"/>
          <w:cols w:num="2" w:space="708"/>
          <w:docGrid w:linePitch="360"/>
        </w:sectPr>
      </w:pPr>
    </w:p>
    <w:p w14:paraId="6F7D7AF1" w14:textId="3563769F" w:rsidR="009D626E" w:rsidRDefault="009D626E" w:rsidP="009D626E">
      <w:pPr>
        <w:pStyle w:val="RSCH2"/>
        <w:spacing w:before="0"/>
      </w:pPr>
      <w:r>
        <w:t xml:space="preserve">Review: </w:t>
      </w:r>
      <w:r w:rsidR="00564E89">
        <w:t>m</w:t>
      </w:r>
      <w:r>
        <w:t>agnesium nitride vs magnesium nitrate</w:t>
      </w:r>
    </w:p>
    <w:p w14:paraId="3BE26E41" w14:textId="6870D2DD" w:rsidR="009D626E" w:rsidRPr="00F33C62" w:rsidRDefault="009D626E" w:rsidP="009D626E">
      <w:pPr>
        <w:pStyle w:val="RSCBasictext"/>
      </w:pPr>
      <w:r w:rsidRPr="00F33C62">
        <w:t xml:space="preserve">What do we now know about the differences between magnesium nitride,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Mg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F33C62">
        <w:rPr>
          <w:vertAlign w:val="subscript"/>
        </w:rPr>
        <w:t xml:space="preserve"> </w:t>
      </w:r>
      <w:r w:rsidRPr="00F33C62">
        <w:t>and</w:t>
      </w:r>
      <w:r w:rsidR="00B34876">
        <w:t xml:space="preserve"> magnesium nitrate,</w:t>
      </w:r>
      <w:r w:rsidRPr="00F33C62">
        <w:t xml:space="preserve"> </w:t>
      </w:r>
      <m:oMath>
        <m:r>
          <m:rPr>
            <m:sty m:val="p"/>
          </m:rPr>
          <w:rPr>
            <w:rFonts w:ascii="Cambria Math" w:hAnsi="Cambria Math"/>
          </w:rPr>
          <m:t>Mg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(NO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)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F33C62">
        <w:t>?</w:t>
      </w:r>
    </w:p>
    <w:p w14:paraId="78AC9372" w14:textId="77777777" w:rsidR="009D626E" w:rsidRPr="00F33C62" w:rsidRDefault="009D626E" w:rsidP="00AB3B16">
      <w:pPr>
        <w:pStyle w:val="RSCBulletedlist"/>
      </w:pPr>
      <w:r w:rsidRPr="00F33C62">
        <w:t>Write a short explanation of the different ions these compounds contain.</w:t>
      </w:r>
    </w:p>
    <w:p w14:paraId="0FA16278" w14:textId="767D300F" w:rsidR="009D626E" w:rsidRPr="00F33C62" w:rsidRDefault="009D626E" w:rsidP="00AB3B16">
      <w:pPr>
        <w:pStyle w:val="RSCBulletedlist"/>
      </w:pPr>
      <w:r w:rsidRPr="00F33C62">
        <w:t xml:space="preserve">You </w:t>
      </w:r>
      <w:r w:rsidR="00CE1669">
        <w:t>can</w:t>
      </w:r>
      <w:r w:rsidRPr="00F33C62">
        <w:t xml:space="preserve"> use diagrams, similar to </w:t>
      </w:r>
      <w:r w:rsidR="00CE1669">
        <w:t>the ones</w:t>
      </w:r>
      <w:r w:rsidRPr="00F33C62">
        <w:t xml:space="preserve"> </w:t>
      </w:r>
      <w:r w:rsidR="00523BCA">
        <w:t xml:space="preserve">you </w:t>
      </w:r>
      <w:r w:rsidRPr="00F33C62">
        <w:t>used in Activity 2.</w:t>
      </w:r>
    </w:p>
    <w:p w14:paraId="3D4B585B" w14:textId="77777777" w:rsidR="009D626E" w:rsidRPr="00F33C62" w:rsidRDefault="009D626E" w:rsidP="00AB3B16">
      <w:pPr>
        <w:pStyle w:val="RSCBulletedlist"/>
      </w:pPr>
      <w:r w:rsidRPr="00F33C62">
        <w:t>If you came up with other examples of ‘ides’ and ‘ates’, do the same for these</w:t>
      </w:r>
      <w:r>
        <w:t xml:space="preserve"> </w:t>
      </w:r>
      <w:r w:rsidRPr="00F33C62">
        <w:t>compounds</w:t>
      </w:r>
      <w:r>
        <w:t>.</w:t>
      </w:r>
    </w:p>
    <w:p w14:paraId="78E7E400" w14:textId="77777777" w:rsidR="003D5BDD" w:rsidRPr="00FB4920" w:rsidRDefault="003D5BDD" w:rsidP="00F33C62">
      <w:pPr>
        <w:pStyle w:val="RSCBasictext"/>
      </w:pPr>
    </w:p>
    <w:sectPr w:rsidR="003D5BDD" w:rsidRPr="00FB4920" w:rsidSect="00E56BF7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B5498" w14:textId="77777777" w:rsidR="00CF768D" w:rsidRDefault="00CF768D" w:rsidP="00C51F51">
      <w:r>
        <w:separator/>
      </w:r>
    </w:p>
  </w:endnote>
  <w:endnote w:type="continuationSeparator" w:id="0">
    <w:p w14:paraId="67FF821E" w14:textId="77777777" w:rsidR="00CF768D" w:rsidRDefault="00CF768D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3AD4C" w14:textId="77777777" w:rsidR="00E01BE0" w:rsidRDefault="00E01B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1ECCFBC1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138FC">
      <w:rPr>
        <w:rFonts w:ascii="Century Gothic" w:hAnsi="Century Gothic"/>
        <w:sz w:val="16"/>
        <w:szCs w:val="16"/>
      </w:rPr>
      <w:t>5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2C7E6" w14:textId="77777777" w:rsidR="00E01BE0" w:rsidRDefault="00E01BE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88979322"/>
      <w:docPartObj>
        <w:docPartGallery w:val="Page Numbers (Bottom of Page)"/>
        <w:docPartUnique/>
      </w:docPartObj>
    </w:sdtPr>
    <w:sdtContent>
      <w:p w14:paraId="42E4DDFA" w14:textId="77777777" w:rsidR="00B81F29" w:rsidRDefault="00B81F29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6124A80B" w14:textId="77777777" w:rsidR="00B81F29" w:rsidRDefault="00B81F29"/>
  <w:p w14:paraId="564FA13C" w14:textId="77777777" w:rsidR="00B81F29" w:rsidRPr="00B16AF7" w:rsidRDefault="00B81F29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2025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47E96293" w14:textId="77777777" w:rsidR="00B81F29" w:rsidRDefault="00B81F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248AB" w14:textId="77777777" w:rsidR="00CF768D" w:rsidRDefault="00CF768D" w:rsidP="00C51F51">
      <w:r>
        <w:separator/>
      </w:r>
    </w:p>
  </w:footnote>
  <w:footnote w:type="continuationSeparator" w:id="0">
    <w:p w14:paraId="4728AC8E" w14:textId="77777777" w:rsidR="00CF768D" w:rsidRDefault="00CF768D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F5138" w14:textId="77777777" w:rsidR="00E01BE0" w:rsidRDefault="00E01B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4628" w14:textId="06C423E2" w:rsidR="00B46E49" w:rsidRDefault="00E01BE0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8480" behindDoc="0" locked="0" layoutInCell="1" allowOverlap="1" wp14:anchorId="2C7B6E32" wp14:editId="7BDA61DB">
          <wp:simplePos x="0" y="0"/>
          <wp:positionH relativeFrom="column">
            <wp:posOffset>1590040</wp:posOffset>
          </wp:positionH>
          <wp:positionV relativeFrom="paragraph">
            <wp:posOffset>109855</wp:posOffset>
          </wp:positionV>
          <wp:extent cx="236855" cy="237490"/>
          <wp:effectExtent l="0" t="0" r="0" b="0"/>
          <wp:wrapNone/>
          <wp:docPr id="14" name="Picture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5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7456" behindDoc="0" locked="0" layoutInCell="1" allowOverlap="1" wp14:anchorId="27D06BAD" wp14:editId="543F8CB8">
          <wp:simplePos x="0" y="0"/>
          <wp:positionH relativeFrom="column">
            <wp:posOffset>1310185</wp:posOffset>
          </wp:positionH>
          <wp:positionV relativeFrom="paragraph">
            <wp:posOffset>107372</wp:posOffset>
          </wp:positionV>
          <wp:extent cx="236855" cy="237490"/>
          <wp:effectExtent l="0" t="0" r="0" b="0"/>
          <wp:wrapNone/>
          <wp:docPr id="13" name="Picture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5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13B4CABF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925191698" name="Picture 192519169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191698" name="Picture 192519169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19D2C4D3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807454952" name="Picture 80745495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7454952" name="Picture 80745495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F138FC">
      <w:rPr>
        <w:rFonts w:ascii="Century Gothic" w:hAnsi="Century Gothic"/>
        <w:b/>
        <w:bCs/>
        <w:color w:val="C8102E"/>
        <w:sz w:val="30"/>
        <w:szCs w:val="30"/>
      </w:rPr>
      <w:t>Assessment for learning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7294E2B7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630740" w:rsidRPr="00630740">
      <w:t xml:space="preserve"> </w:t>
    </w:r>
    <w:hyperlink r:id="rId4" w:history="1">
      <w:r w:rsidR="00630740" w:rsidRPr="00630740">
        <w:rPr>
          <w:rStyle w:val="Hyperlink"/>
          <w:color w:val="C8102E"/>
          <w:u w:val="none"/>
        </w:rPr>
        <w:t>rsc.li/3jDzZnr</w:t>
      </w:r>
    </w:hyperlink>
  </w:p>
  <w:p w14:paraId="550CF737" w14:textId="77777777" w:rsidR="005A4319" w:rsidRDefault="005A431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F88DE" w14:textId="77777777" w:rsidR="00E01BE0" w:rsidRDefault="00E01BE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4D4E0" w14:textId="77777777" w:rsidR="00B81F29" w:rsidRDefault="00B81F29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5408" behindDoc="0" locked="0" layoutInCell="1" allowOverlap="1" wp14:anchorId="034A4786" wp14:editId="041029A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290976744" name="Picture 29097674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0976744" name="Picture 29097674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4384" behindDoc="1" locked="0" layoutInCell="1" allowOverlap="1" wp14:anchorId="359C7769" wp14:editId="3115331F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1364761705" name="Picture 136476170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4761705" name="Picture 136476170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1B79">
      <w:t xml:space="preserve"> </w:t>
    </w:r>
    <w:r>
      <w:rPr>
        <w:rFonts w:ascii="Century Gothic" w:hAnsi="Century Gothic"/>
        <w:b/>
        <w:bCs/>
        <w:color w:val="C8102E"/>
        <w:sz w:val="30"/>
        <w:szCs w:val="30"/>
      </w:rPr>
      <w:t>Assessment for learning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14–16 years</w:t>
    </w:r>
  </w:p>
  <w:p w14:paraId="4F3756F0" w14:textId="77777777" w:rsidR="00B81F29" w:rsidRDefault="00B81F29" w:rsidP="007160F5">
    <w:pPr>
      <w:pStyle w:val="RSCURL"/>
      <w:jc w:val="right"/>
    </w:pPr>
    <w:r>
      <w:rPr>
        <w:color w:val="000000" w:themeColor="text1"/>
      </w:rPr>
      <w:t>Available from</w:t>
    </w:r>
    <w:r w:rsidRPr="00630740">
      <w:t xml:space="preserve"> </w:t>
    </w:r>
    <w:hyperlink r:id="rId3" w:history="1">
      <w:r w:rsidRPr="00630740">
        <w:rPr>
          <w:rStyle w:val="Hyperlink"/>
          <w:color w:val="C8102E"/>
          <w:u w:val="none"/>
        </w:rPr>
        <w:t>rsc.li/3jDzZnr</w:t>
      </w:r>
    </w:hyperlink>
  </w:p>
  <w:p w14:paraId="190F0C8E" w14:textId="77777777" w:rsidR="00B81F29" w:rsidRDefault="00B81F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807B0"/>
    <w:multiLevelType w:val="hybridMultilevel"/>
    <w:tmpl w:val="53CC14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22444"/>
    <w:multiLevelType w:val="hybridMultilevel"/>
    <w:tmpl w:val="E916A6D0"/>
    <w:lvl w:ilvl="0" w:tplc="FBCED9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E05E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425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BE53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E2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40B5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B8A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AED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88D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42DAF"/>
    <w:multiLevelType w:val="multilevel"/>
    <w:tmpl w:val="99C24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D82B46"/>
    <w:multiLevelType w:val="hybridMultilevel"/>
    <w:tmpl w:val="9606FE16"/>
    <w:lvl w:ilvl="0" w:tplc="0B563B3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i w:val="0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8"/>
  </w:num>
  <w:num w:numId="3" w16cid:durableId="33122833">
    <w:abstractNumId w:val="23"/>
  </w:num>
  <w:num w:numId="4" w16cid:durableId="1345283925">
    <w:abstractNumId w:val="20"/>
  </w:num>
  <w:num w:numId="5" w16cid:durableId="445586997">
    <w:abstractNumId w:val="14"/>
  </w:num>
  <w:num w:numId="6" w16cid:durableId="1180241404">
    <w:abstractNumId w:val="16"/>
  </w:num>
  <w:num w:numId="7" w16cid:durableId="1872692816">
    <w:abstractNumId w:val="16"/>
    <w:lvlOverride w:ilvl="0">
      <w:startOverride w:val="1"/>
    </w:lvlOverride>
  </w:num>
  <w:num w:numId="8" w16cid:durableId="1013141330">
    <w:abstractNumId w:val="19"/>
    <w:lvlOverride w:ilvl="0">
      <w:startOverride w:val="2"/>
    </w:lvlOverride>
  </w:num>
  <w:num w:numId="9" w16cid:durableId="453064780">
    <w:abstractNumId w:val="16"/>
    <w:lvlOverride w:ilvl="0">
      <w:startOverride w:val="1"/>
    </w:lvlOverride>
  </w:num>
  <w:num w:numId="10" w16cid:durableId="493960554">
    <w:abstractNumId w:val="17"/>
  </w:num>
  <w:num w:numId="11" w16cid:durableId="909541313">
    <w:abstractNumId w:val="17"/>
    <w:lvlOverride w:ilvl="0">
      <w:startOverride w:val="2"/>
    </w:lvlOverride>
  </w:num>
  <w:num w:numId="12" w16cid:durableId="937758830">
    <w:abstractNumId w:val="22"/>
  </w:num>
  <w:num w:numId="13" w16cid:durableId="1446189560">
    <w:abstractNumId w:val="27"/>
  </w:num>
  <w:num w:numId="14" w16cid:durableId="58985317">
    <w:abstractNumId w:val="17"/>
    <w:lvlOverride w:ilvl="0">
      <w:startOverride w:val="2"/>
    </w:lvlOverride>
  </w:num>
  <w:num w:numId="15" w16cid:durableId="1693451906">
    <w:abstractNumId w:val="16"/>
    <w:lvlOverride w:ilvl="0">
      <w:startOverride w:val="1"/>
    </w:lvlOverride>
  </w:num>
  <w:num w:numId="16" w16cid:durableId="1514684455">
    <w:abstractNumId w:val="26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7"/>
    <w:lvlOverride w:ilvl="0">
      <w:startOverride w:val="3"/>
    </w:lvlOverride>
  </w:num>
  <w:num w:numId="31" w16cid:durableId="35668791">
    <w:abstractNumId w:val="17"/>
    <w:lvlOverride w:ilvl="0">
      <w:startOverride w:val="1"/>
    </w:lvlOverride>
  </w:num>
  <w:num w:numId="32" w16cid:durableId="1825779537">
    <w:abstractNumId w:val="24"/>
  </w:num>
  <w:num w:numId="33" w16cid:durableId="2117941302">
    <w:abstractNumId w:val="15"/>
  </w:num>
  <w:num w:numId="34" w16cid:durableId="425929790">
    <w:abstractNumId w:val="25"/>
  </w:num>
  <w:num w:numId="35" w16cid:durableId="1957059670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0AF"/>
    <w:rsid w:val="00084B0D"/>
    <w:rsid w:val="00085620"/>
    <w:rsid w:val="00090050"/>
    <w:rsid w:val="00090EE8"/>
    <w:rsid w:val="0009222E"/>
    <w:rsid w:val="000953D5"/>
    <w:rsid w:val="00097E4A"/>
    <w:rsid w:val="000A031F"/>
    <w:rsid w:val="000A162C"/>
    <w:rsid w:val="000A1C7A"/>
    <w:rsid w:val="000A324B"/>
    <w:rsid w:val="000A5830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4DB"/>
    <w:rsid w:val="000F0996"/>
    <w:rsid w:val="000F1532"/>
    <w:rsid w:val="000F3C7E"/>
    <w:rsid w:val="000F4A39"/>
    <w:rsid w:val="001014CF"/>
    <w:rsid w:val="0010331C"/>
    <w:rsid w:val="00105608"/>
    <w:rsid w:val="00110DB8"/>
    <w:rsid w:val="00110E34"/>
    <w:rsid w:val="001117C4"/>
    <w:rsid w:val="001119EE"/>
    <w:rsid w:val="00111BFB"/>
    <w:rsid w:val="001125D3"/>
    <w:rsid w:val="00112D0D"/>
    <w:rsid w:val="001131A2"/>
    <w:rsid w:val="0011632E"/>
    <w:rsid w:val="0012126C"/>
    <w:rsid w:val="001228EC"/>
    <w:rsid w:val="00124DE7"/>
    <w:rsid w:val="00125301"/>
    <w:rsid w:val="0012670F"/>
    <w:rsid w:val="00127E78"/>
    <w:rsid w:val="00130C34"/>
    <w:rsid w:val="00131044"/>
    <w:rsid w:val="001315CA"/>
    <w:rsid w:val="00133888"/>
    <w:rsid w:val="00133A3E"/>
    <w:rsid w:val="0013731C"/>
    <w:rsid w:val="00143C13"/>
    <w:rsid w:val="00144CDA"/>
    <w:rsid w:val="0015105E"/>
    <w:rsid w:val="001547A9"/>
    <w:rsid w:val="00154EEB"/>
    <w:rsid w:val="00161950"/>
    <w:rsid w:val="00164B56"/>
    <w:rsid w:val="001677D0"/>
    <w:rsid w:val="00170FA5"/>
    <w:rsid w:val="001714D0"/>
    <w:rsid w:val="001758CB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6746"/>
    <w:rsid w:val="001A7A4D"/>
    <w:rsid w:val="001B1555"/>
    <w:rsid w:val="001B2292"/>
    <w:rsid w:val="001B2FDD"/>
    <w:rsid w:val="001B5474"/>
    <w:rsid w:val="001C23F6"/>
    <w:rsid w:val="001C290F"/>
    <w:rsid w:val="001C6470"/>
    <w:rsid w:val="001D25BA"/>
    <w:rsid w:val="001D57A7"/>
    <w:rsid w:val="001D60F3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59CA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33D1"/>
    <w:rsid w:val="002345A4"/>
    <w:rsid w:val="0023518B"/>
    <w:rsid w:val="00237895"/>
    <w:rsid w:val="002401EA"/>
    <w:rsid w:val="00241B74"/>
    <w:rsid w:val="00242C8B"/>
    <w:rsid w:val="00242D30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0FFF"/>
    <w:rsid w:val="00271571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16B68"/>
    <w:rsid w:val="00320E4D"/>
    <w:rsid w:val="003234B7"/>
    <w:rsid w:val="00324749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46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5BDD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3F4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B79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23BCA"/>
    <w:rsid w:val="00527B51"/>
    <w:rsid w:val="00530A17"/>
    <w:rsid w:val="005329C8"/>
    <w:rsid w:val="00533730"/>
    <w:rsid w:val="00534E94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4E89"/>
    <w:rsid w:val="00564EC6"/>
    <w:rsid w:val="00566255"/>
    <w:rsid w:val="00570A3E"/>
    <w:rsid w:val="00571740"/>
    <w:rsid w:val="00571F1F"/>
    <w:rsid w:val="005739C1"/>
    <w:rsid w:val="00573B4A"/>
    <w:rsid w:val="0057511D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8D7"/>
    <w:rsid w:val="005A5A6B"/>
    <w:rsid w:val="005B18A6"/>
    <w:rsid w:val="005B2E42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E4577"/>
    <w:rsid w:val="005E4D22"/>
    <w:rsid w:val="005F39DD"/>
    <w:rsid w:val="005F5C28"/>
    <w:rsid w:val="005F69F5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0740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4B5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C4F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07A4C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23E0A"/>
    <w:rsid w:val="00730B6E"/>
    <w:rsid w:val="007323D9"/>
    <w:rsid w:val="007328BF"/>
    <w:rsid w:val="007337AE"/>
    <w:rsid w:val="00736435"/>
    <w:rsid w:val="007424B1"/>
    <w:rsid w:val="00742794"/>
    <w:rsid w:val="00742E84"/>
    <w:rsid w:val="00743B56"/>
    <w:rsid w:val="00745BE5"/>
    <w:rsid w:val="00747545"/>
    <w:rsid w:val="00751C1F"/>
    <w:rsid w:val="00752CBB"/>
    <w:rsid w:val="00753940"/>
    <w:rsid w:val="00754A45"/>
    <w:rsid w:val="00756B12"/>
    <w:rsid w:val="00757152"/>
    <w:rsid w:val="00760DE6"/>
    <w:rsid w:val="00763DA3"/>
    <w:rsid w:val="00767982"/>
    <w:rsid w:val="007718B7"/>
    <w:rsid w:val="007730DE"/>
    <w:rsid w:val="00775411"/>
    <w:rsid w:val="0077545E"/>
    <w:rsid w:val="00776C72"/>
    <w:rsid w:val="00776FB7"/>
    <w:rsid w:val="007777A2"/>
    <w:rsid w:val="00783478"/>
    <w:rsid w:val="00786023"/>
    <w:rsid w:val="00786966"/>
    <w:rsid w:val="0079329D"/>
    <w:rsid w:val="007933F5"/>
    <w:rsid w:val="007934DC"/>
    <w:rsid w:val="00794781"/>
    <w:rsid w:val="00794D42"/>
    <w:rsid w:val="00795591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B6F82"/>
    <w:rsid w:val="007C0783"/>
    <w:rsid w:val="007C0B91"/>
    <w:rsid w:val="007C2BA9"/>
    <w:rsid w:val="007C4282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1DB1"/>
    <w:rsid w:val="00802588"/>
    <w:rsid w:val="008036A5"/>
    <w:rsid w:val="00806DDB"/>
    <w:rsid w:val="00810732"/>
    <w:rsid w:val="00812B52"/>
    <w:rsid w:val="008137AF"/>
    <w:rsid w:val="008145E1"/>
    <w:rsid w:val="0081506D"/>
    <w:rsid w:val="0081598F"/>
    <w:rsid w:val="00823831"/>
    <w:rsid w:val="00823B9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81C"/>
    <w:rsid w:val="00872AEB"/>
    <w:rsid w:val="00873024"/>
    <w:rsid w:val="00873625"/>
    <w:rsid w:val="00877187"/>
    <w:rsid w:val="0087744F"/>
    <w:rsid w:val="00881419"/>
    <w:rsid w:val="00882CA3"/>
    <w:rsid w:val="0088345F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3E19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0D69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002B"/>
    <w:rsid w:val="009816ED"/>
    <w:rsid w:val="00985810"/>
    <w:rsid w:val="00985916"/>
    <w:rsid w:val="00985C41"/>
    <w:rsid w:val="00987C4B"/>
    <w:rsid w:val="00990B2E"/>
    <w:rsid w:val="00991AFD"/>
    <w:rsid w:val="00992106"/>
    <w:rsid w:val="009A0229"/>
    <w:rsid w:val="009A130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D626E"/>
    <w:rsid w:val="009E01F6"/>
    <w:rsid w:val="009E17B6"/>
    <w:rsid w:val="009E2F76"/>
    <w:rsid w:val="009E6C29"/>
    <w:rsid w:val="009F0460"/>
    <w:rsid w:val="009F2343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5824"/>
    <w:rsid w:val="00A67C30"/>
    <w:rsid w:val="00A72D0D"/>
    <w:rsid w:val="00A77018"/>
    <w:rsid w:val="00A820A2"/>
    <w:rsid w:val="00A8366D"/>
    <w:rsid w:val="00A85F0D"/>
    <w:rsid w:val="00A87E22"/>
    <w:rsid w:val="00A9071F"/>
    <w:rsid w:val="00A976F6"/>
    <w:rsid w:val="00AA1AEA"/>
    <w:rsid w:val="00AA27D2"/>
    <w:rsid w:val="00AA2E28"/>
    <w:rsid w:val="00AA2FE1"/>
    <w:rsid w:val="00AA450F"/>
    <w:rsid w:val="00AA6A5F"/>
    <w:rsid w:val="00AB15C9"/>
    <w:rsid w:val="00AB3B16"/>
    <w:rsid w:val="00AB45ED"/>
    <w:rsid w:val="00AB5671"/>
    <w:rsid w:val="00AC0E6D"/>
    <w:rsid w:val="00AC224E"/>
    <w:rsid w:val="00AC2A77"/>
    <w:rsid w:val="00AC4A48"/>
    <w:rsid w:val="00AC4E78"/>
    <w:rsid w:val="00AC5904"/>
    <w:rsid w:val="00AC7F9C"/>
    <w:rsid w:val="00AD0F1B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AF0A64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4876"/>
    <w:rsid w:val="00B34FD4"/>
    <w:rsid w:val="00B366E9"/>
    <w:rsid w:val="00B41519"/>
    <w:rsid w:val="00B4299A"/>
    <w:rsid w:val="00B42F35"/>
    <w:rsid w:val="00B4519D"/>
    <w:rsid w:val="00B46E49"/>
    <w:rsid w:val="00B50F26"/>
    <w:rsid w:val="00B572D8"/>
    <w:rsid w:val="00B65BF9"/>
    <w:rsid w:val="00B65C61"/>
    <w:rsid w:val="00B66E80"/>
    <w:rsid w:val="00B7153D"/>
    <w:rsid w:val="00B71721"/>
    <w:rsid w:val="00B71832"/>
    <w:rsid w:val="00B73A49"/>
    <w:rsid w:val="00B7501D"/>
    <w:rsid w:val="00B75B9C"/>
    <w:rsid w:val="00B76FDA"/>
    <w:rsid w:val="00B81F29"/>
    <w:rsid w:val="00B82B0C"/>
    <w:rsid w:val="00B83328"/>
    <w:rsid w:val="00B8558F"/>
    <w:rsid w:val="00B85BD9"/>
    <w:rsid w:val="00B86120"/>
    <w:rsid w:val="00B86A95"/>
    <w:rsid w:val="00B9142C"/>
    <w:rsid w:val="00B91E97"/>
    <w:rsid w:val="00B96C39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64D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18C1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26A8F"/>
    <w:rsid w:val="00C316A0"/>
    <w:rsid w:val="00C31DCB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669"/>
    <w:rsid w:val="00CE182F"/>
    <w:rsid w:val="00CE475E"/>
    <w:rsid w:val="00CF0F9A"/>
    <w:rsid w:val="00CF1D2C"/>
    <w:rsid w:val="00CF2277"/>
    <w:rsid w:val="00CF3377"/>
    <w:rsid w:val="00CF560A"/>
    <w:rsid w:val="00CF5C89"/>
    <w:rsid w:val="00CF6B9B"/>
    <w:rsid w:val="00CF768D"/>
    <w:rsid w:val="00D025E5"/>
    <w:rsid w:val="00D046E5"/>
    <w:rsid w:val="00D050E0"/>
    <w:rsid w:val="00D07A39"/>
    <w:rsid w:val="00D101AF"/>
    <w:rsid w:val="00D117CC"/>
    <w:rsid w:val="00D16DE6"/>
    <w:rsid w:val="00D2208D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47CD3"/>
    <w:rsid w:val="00D5133A"/>
    <w:rsid w:val="00D52C92"/>
    <w:rsid w:val="00D537DB"/>
    <w:rsid w:val="00D6260B"/>
    <w:rsid w:val="00D634AE"/>
    <w:rsid w:val="00D644E6"/>
    <w:rsid w:val="00D67BF1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5BC2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54F0"/>
    <w:rsid w:val="00DD638A"/>
    <w:rsid w:val="00DE08BF"/>
    <w:rsid w:val="00DF1B6E"/>
    <w:rsid w:val="00DF4D09"/>
    <w:rsid w:val="00DF5545"/>
    <w:rsid w:val="00DF5D59"/>
    <w:rsid w:val="00DF66CF"/>
    <w:rsid w:val="00E01BE0"/>
    <w:rsid w:val="00E02057"/>
    <w:rsid w:val="00E04231"/>
    <w:rsid w:val="00E100EC"/>
    <w:rsid w:val="00E107CB"/>
    <w:rsid w:val="00E11221"/>
    <w:rsid w:val="00E13686"/>
    <w:rsid w:val="00E14225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56BF7"/>
    <w:rsid w:val="00E6052A"/>
    <w:rsid w:val="00E60944"/>
    <w:rsid w:val="00E646A3"/>
    <w:rsid w:val="00E66920"/>
    <w:rsid w:val="00E66F06"/>
    <w:rsid w:val="00E6742A"/>
    <w:rsid w:val="00E70D8E"/>
    <w:rsid w:val="00E7185F"/>
    <w:rsid w:val="00E71975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643"/>
    <w:rsid w:val="00EA77C9"/>
    <w:rsid w:val="00EB0179"/>
    <w:rsid w:val="00EB1F20"/>
    <w:rsid w:val="00EB344E"/>
    <w:rsid w:val="00EB4A84"/>
    <w:rsid w:val="00EB5DB6"/>
    <w:rsid w:val="00EB6460"/>
    <w:rsid w:val="00EB6E94"/>
    <w:rsid w:val="00EB7352"/>
    <w:rsid w:val="00EB74F5"/>
    <w:rsid w:val="00EC1000"/>
    <w:rsid w:val="00EC3473"/>
    <w:rsid w:val="00EC36F7"/>
    <w:rsid w:val="00EC7715"/>
    <w:rsid w:val="00EC7D8F"/>
    <w:rsid w:val="00ED24AD"/>
    <w:rsid w:val="00ED280A"/>
    <w:rsid w:val="00ED3C6B"/>
    <w:rsid w:val="00ED431B"/>
    <w:rsid w:val="00ED4DB6"/>
    <w:rsid w:val="00ED5EEE"/>
    <w:rsid w:val="00ED7B5C"/>
    <w:rsid w:val="00EE1A5F"/>
    <w:rsid w:val="00EE1FEE"/>
    <w:rsid w:val="00EE3AAE"/>
    <w:rsid w:val="00EE57F5"/>
    <w:rsid w:val="00EF036B"/>
    <w:rsid w:val="00EF10F3"/>
    <w:rsid w:val="00EF1DB2"/>
    <w:rsid w:val="00EF3A02"/>
    <w:rsid w:val="00EF4C2A"/>
    <w:rsid w:val="00EF7364"/>
    <w:rsid w:val="00F00B0D"/>
    <w:rsid w:val="00F023F4"/>
    <w:rsid w:val="00F039D3"/>
    <w:rsid w:val="00F04854"/>
    <w:rsid w:val="00F053AB"/>
    <w:rsid w:val="00F0594E"/>
    <w:rsid w:val="00F0720C"/>
    <w:rsid w:val="00F1032B"/>
    <w:rsid w:val="00F10C80"/>
    <w:rsid w:val="00F138FC"/>
    <w:rsid w:val="00F21826"/>
    <w:rsid w:val="00F2296C"/>
    <w:rsid w:val="00F30A9F"/>
    <w:rsid w:val="00F31BB0"/>
    <w:rsid w:val="00F33C62"/>
    <w:rsid w:val="00F43D77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67AFB"/>
    <w:rsid w:val="00F70626"/>
    <w:rsid w:val="00F708BD"/>
    <w:rsid w:val="00F70F0D"/>
    <w:rsid w:val="00F75DB5"/>
    <w:rsid w:val="00F80A54"/>
    <w:rsid w:val="00F810F5"/>
    <w:rsid w:val="00F84A48"/>
    <w:rsid w:val="00F85F01"/>
    <w:rsid w:val="00F86496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B298A"/>
    <w:rsid w:val="00FB4920"/>
    <w:rsid w:val="00FC35E6"/>
    <w:rsid w:val="00FC40E9"/>
    <w:rsid w:val="00FC59A7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B81F29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112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12D0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112D0D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2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2D0D"/>
    <w:rPr>
      <w:rFonts w:ascii="Arial" w:hAnsi="Arial" w:cs="Arial"/>
      <w:b/>
      <w:bCs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12D0D"/>
    <w:rPr>
      <w:color w:val="666666"/>
    </w:rPr>
  </w:style>
  <w:style w:type="paragraph" w:styleId="Revision">
    <w:name w:val="Revision"/>
    <w:hidden/>
    <w:uiPriority w:val="99"/>
    <w:semiHidden/>
    <w:rsid w:val="00270FFF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8744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604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285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788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14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5051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s://rsc.li/3jDzZnr" TargetMode="External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jDzZnr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1C86D-BC1B-47F7-9FC1-97D428CBA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46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2070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ionic formulas student sheet challenge</dc:title>
  <dc:subject/>
  <dc:creator>Royal Society of Chemistry</dc:creator>
  <cp:keywords>Ionic bonding; Ionic formulas; Ions; -ides; -ates; negative ions; positive ions; lesson plan; assessment for learning; GCSE; worksheet</cp:keywords>
  <dc:description>From rsc.li/3jDzZnr; student worksheet standard, teacher guidance and presentation also available</dc:description>
  <cp:lastModifiedBy>Juliet Kennard</cp:lastModifiedBy>
  <cp:revision>33</cp:revision>
  <cp:lastPrinted>2012-04-18T08:40:00Z</cp:lastPrinted>
  <dcterms:created xsi:type="dcterms:W3CDTF">2025-05-20T19:11:00Z</dcterms:created>
  <dcterms:modified xsi:type="dcterms:W3CDTF">2025-05-22T09:23:00Z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