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0FA8C" w14:textId="0F84E124" w:rsidR="00953F31" w:rsidRDefault="00950924" w:rsidP="00997C95">
      <w:pPr>
        <w:pStyle w:val="RSCH1"/>
        <w:spacing w:after="0"/>
      </w:pPr>
      <w:r>
        <w:t xml:space="preserve">Bonding </w:t>
      </w:r>
      <w:r w:rsidR="00F6414E">
        <w:t>b</w:t>
      </w:r>
      <w:r>
        <w:t>ingo!</w:t>
      </w:r>
    </w:p>
    <w:p w14:paraId="5F06A890" w14:textId="12520AFE" w:rsidR="00706989" w:rsidRPr="00953F31" w:rsidRDefault="00706989" w:rsidP="00CB35D6">
      <w:pPr>
        <w:pStyle w:val="RSCH2"/>
      </w:pPr>
      <w:r w:rsidRPr="00706989">
        <w:t>Learning objective</w:t>
      </w:r>
      <w:r w:rsidR="00AE3E9F">
        <w:t>s</w:t>
      </w:r>
    </w:p>
    <w:p w14:paraId="40CFB750" w14:textId="2FC3FBCA" w:rsidR="008021CB" w:rsidRDefault="008021CB" w:rsidP="008021CB">
      <w:pPr>
        <w:pStyle w:val="RSCLearningobjectives"/>
        <w:ind w:left="476" w:hanging="476"/>
        <w:rPr>
          <w:lang w:eastAsia="en-GB"/>
        </w:rPr>
      </w:pPr>
      <w:r>
        <w:rPr>
          <w:lang w:eastAsia="en-GB"/>
        </w:rPr>
        <w:t>Describe the structure and bonding of ionic, simple covalent, giant covalent and metallic structures</w:t>
      </w:r>
      <w:r w:rsidR="00AE3E9F">
        <w:rPr>
          <w:lang w:eastAsia="en-GB"/>
        </w:rPr>
        <w:t>.</w:t>
      </w:r>
    </w:p>
    <w:p w14:paraId="7BB841DD" w14:textId="2D279427" w:rsidR="008021CB" w:rsidRDefault="008021CB" w:rsidP="008021CB">
      <w:pPr>
        <w:pStyle w:val="RSCLearningobjectives"/>
        <w:ind w:left="476" w:hanging="476"/>
        <w:rPr>
          <w:lang w:eastAsia="en-GB"/>
        </w:rPr>
      </w:pPr>
      <w:r>
        <w:rPr>
          <w:lang w:eastAsia="en-GB"/>
        </w:rPr>
        <w:t xml:space="preserve">Explain how the physical properties associated </w:t>
      </w:r>
      <w:r w:rsidR="00AE3E9F">
        <w:rPr>
          <w:lang w:eastAsia="en-GB"/>
        </w:rPr>
        <w:t xml:space="preserve">with </w:t>
      </w:r>
      <w:r>
        <w:rPr>
          <w:lang w:eastAsia="en-GB"/>
        </w:rPr>
        <w:t>these substances relate to their structure and bonding.</w:t>
      </w:r>
    </w:p>
    <w:p w14:paraId="52503496" w14:textId="0BED1E93" w:rsidR="00130C34" w:rsidRDefault="00130C34" w:rsidP="00130C34">
      <w:pPr>
        <w:pStyle w:val="RSCH2"/>
      </w:pPr>
      <w:r w:rsidRPr="00130C34">
        <w:t>Introduction</w:t>
      </w:r>
    </w:p>
    <w:p w14:paraId="539AA0EA" w14:textId="08D821C4" w:rsidR="00D52EB7" w:rsidRPr="00D52EB7" w:rsidRDefault="00D52EB7" w:rsidP="00D52EB7">
      <w:pPr>
        <w:pStyle w:val="RSC2-columntabs"/>
      </w:pPr>
      <w:r w:rsidRPr="00D52EB7">
        <w:t xml:space="preserve">You will be working in </w:t>
      </w:r>
      <w:r w:rsidRPr="00D52EB7">
        <w:rPr>
          <w:b/>
          <w:bCs/>
        </w:rPr>
        <w:t>teams of two</w:t>
      </w:r>
      <w:r w:rsidRPr="00D52EB7">
        <w:t xml:space="preserve"> for this task. </w:t>
      </w:r>
    </w:p>
    <w:p w14:paraId="6E1C0D2B" w14:textId="77777777" w:rsidR="00D52EB7" w:rsidRDefault="00D52EB7" w:rsidP="003749A2">
      <w:pPr>
        <w:pStyle w:val="RSCnumberedlist"/>
        <w:numPr>
          <w:ilvl w:val="0"/>
          <w:numId w:val="0"/>
        </w:numPr>
        <w:ind w:left="360" w:hanging="360"/>
      </w:pPr>
      <w:r w:rsidRPr="00D52EB7">
        <w:t>Each team will be given:</w:t>
      </w:r>
    </w:p>
    <w:p w14:paraId="48242A5F" w14:textId="439DEE1F" w:rsidR="00A82438" w:rsidRDefault="00A82438" w:rsidP="003749A2">
      <w:pPr>
        <w:pStyle w:val="RSCnumberedlist"/>
        <w:numPr>
          <w:ilvl w:val="0"/>
          <w:numId w:val="0"/>
        </w:numPr>
        <w:ind w:left="360" w:hanging="360"/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3"/>
        <w:gridCol w:w="4333"/>
      </w:tblGrid>
      <w:tr w:rsidR="00E30630" w14:paraId="4931FB25" w14:textId="77777777" w:rsidTr="00E30630">
        <w:tc>
          <w:tcPr>
            <w:tcW w:w="4333" w:type="dxa"/>
            <w:vAlign w:val="center"/>
          </w:tcPr>
          <w:p w14:paraId="4F0B3FE2" w14:textId="6350467E" w:rsidR="00A82438" w:rsidRDefault="00541B08" w:rsidP="00E30630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</w:rPr>
              <w:drawing>
                <wp:inline distT="0" distB="0" distL="0" distR="0" wp14:anchorId="60858F55" wp14:editId="01200C37">
                  <wp:extent cx="922927" cy="1322739"/>
                  <wp:effectExtent l="0" t="9525" r="1270" b="1270"/>
                  <wp:docPr id="268992518" name="Picture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992518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936086" cy="1341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3" w:type="dxa"/>
            <w:vAlign w:val="center"/>
          </w:tcPr>
          <w:p w14:paraId="7D9E9E75" w14:textId="68267757" w:rsidR="00A82438" w:rsidRDefault="00E30630" w:rsidP="00E30630">
            <w:pPr>
              <w:pStyle w:val="RSCnumberedlist"/>
              <w:numPr>
                <w:ilvl w:val="0"/>
                <w:numId w:val="0"/>
              </w:numPr>
              <w:jc w:val="center"/>
            </w:pPr>
            <w:r>
              <w:rPr>
                <w:noProof/>
              </w:rPr>
              <w:drawing>
                <wp:inline distT="0" distB="0" distL="0" distR="0" wp14:anchorId="26B6AF97" wp14:editId="17AB4EEA">
                  <wp:extent cx="2459089" cy="981075"/>
                  <wp:effectExtent l="0" t="0" r="0" b="0"/>
                  <wp:docPr id="1925176583" name="Picture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5176583" name="Picture 1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7032" cy="1048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0630" w:rsidRPr="00D7671E" w14:paraId="1395B8B0" w14:textId="77777777" w:rsidTr="00E30630">
        <w:tc>
          <w:tcPr>
            <w:tcW w:w="4333" w:type="dxa"/>
          </w:tcPr>
          <w:p w14:paraId="1D7C9209" w14:textId="4FF5CF43" w:rsidR="00A82438" w:rsidRPr="00D7671E" w:rsidRDefault="008B5A46" w:rsidP="009E60E7">
            <w:pPr>
              <w:pStyle w:val="RSCnumberedlist"/>
              <w:numPr>
                <w:ilvl w:val="0"/>
                <w:numId w:val="0"/>
              </w:numPr>
              <w:tabs>
                <w:tab w:val="clear" w:pos="426"/>
                <w:tab w:val="clear" w:pos="851"/>
              </w:tabs>
              <w:ind w:left="-39"/>
              <w:jc w:val="center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="00A82438" w:rsidRPr="00D7671E">
              <w:rPr>
                <w:color w:val="auto"/>
              </w:rPr>
              <w:t xml:space="preserve"> substance card</w:t>
            </w:r>
          </w:p>
        </w:tc>
        <w:tc>
          <w:tcPr>
            <w:tcW w:w="4333" w:type="dxa"/>
          </w:tcPr>
          <w:p w14:paraId="4EFB23B5" w14:textId="5CDD8CC3" w:rsidR="00A82438" w:rsidRPr="00D7671E" w:rsidRDefault="008B5A46" w:rsidP="009E60E7">
            <w:pPr>
              <w:pStyle w:val="RSCnumberedlist"/>
              <w:numPr>
                <w:ilvl w:val="0"/>
                <w:numId w:val="0"/>
              </w:numPr>
              <w:tabs>
                <w:tab w:val="clear" w:pos="426"/>
                <w:tab w:val="clear" w:pos="851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="00A82438" w:rsidRPr="00D7671E">
              <w:rPr>
                <w:color w:val="auto"/>
              </w:rPr>
              <w:t xml:space="preserve"> bingo grid</w:t>
            </w:r>
          </w:p>
        </w:tc>
      </w:tr>
    </w:tbl>
    <w:p w14:paraId="2429A290" w14:textId="77777777" w:rsidR="00A82438" w:rsidRPr="00D7671E" w:rsidRDefault="00A82438" w:rsidP="003749A2">
      <w:pPr>
        <w:pStyle w:val="RSCnumberedlist"/>
        <w:numPr>
          <w:ilvl w:val="0"/>
          <w:numId w:val="0"/>
        </w:numPr>
        <w:ind w:left="360" w:hanging="360"/>
      </w:pPr>
    </w:p>
    <w:p w14:paraId="684E8FFE" w14:textId="1002D7E0" w:rsidR="00D52EB7" w:rsidRPr="00D52EB7" w:rsidRDefault="00D52EB7" w:rsidP="003749A2">
      <w:pPr>
        <w:pStyle w:val="RSC2-columntabs"/>
      </w:pPr>
      <w:r w:rsidRPr="00D52EB7">
        <w:t xml:space="preserve">Your goal is to correctly identify which substance your </w:t>
      </w:r>
      <w:r w:rsidR="00DA664E">
        <w:t>opposing team</w:t>
      </w:r>
      <w:r w:rsidR="00DA664E" w:rsidRPr="00D52EB7">
        <w:t xml:space="preserve"> </w:t>
      </w:r>
      <w:r w:rsidRPr="00D52EB7">
        <w:t>has on their card by asking them questions</w:t>
      </w:r>
      <w:r w:rsidR="00713AC6">
        <w:t>.</w:t>
      </w:r>
    </w:p>
    <w:p w14:paraId="28F6F730" w14:textId="140440D8" w:rsidR="00D52EB7" w:rsidRPr="00B7714D" w:rsidRDefault="00D52EB7" w:rsidP="003749A2">
      <w:pPr>
        <w:pStyle w:val="RSCBulletedlist"/>
      </w:pPr>
      <w:r w:rsidRPr="00B7714D">
        <w:t>You will only be told ‘yes’ or ‘no’ as the answe</w:t>
      </w:r>
      <w:r w:rsidR="00F45408">
        <w:t>r.</w:t>
      </w:r>
    </w:p>
    <w:p w14:paraId="2575C634" w14:textId="09717D42" w:rsidR="00D52EB7" w:rsidRPr="00B7714D" w:rsidRDefault="00D52EB7" w:rsidP="003749A2">
      <w:pPr>
        <w:pStyle w:val="RSCBulletedlist"/>
      </w:pPr>
      <w:r w:rsidRPr="00B7714D">
        <w:t xml:space="preserve">You will only have </w:t>
      </w:r>
      <w:r w:rsidRPr="00B7714D">
        <w:rPr>
          <w:b/>
          <w:bCs/>
        </w:rPr>
        <w:t>one guess</w:t>
      </w:r>
      <w:r w:rsidRPr="00B7714D">
        <w:t xml:space="preserve"> to correctly identify the substance</w:t>
      </w:r>
      <w:r w:rsidR="00464EE1">
        <w:t>.</w:t>
      </w:r>
    </w:p>
    <w:p w14:paraId="16623BBB" w14:textId="2665124C" w:rsidR="00D52EB7" w:rsidRDefault="00D52EB7" w:rsidP="003749A2">
      <w:pPr>
        <w:pStyle w:val="RSC2-columntabs"/>
      </w:pPr>
      <w:r w:rsidRPr="00D52EB7">
        <w:t xml:space="preserve">If you guess correctly, the other team will cross the substance off from your </w:t>
      </w:r>
      <w:r w:rsidR="00503823">
        <w:t>b</w:t>
      </w:r>
      <w:r w:rsidRPr="00D52EB7">
        <w:t>ingo grid</w:t>
      </w:r>
      <w:r w:rsidR="00A60F1C">
        <w:t xml:space="preserve"> and initial</w:t>
      </w:r>
      <w:r w:rsidR="0022515B">
        <w:t xml:space="preserve"> the square</w:t>
      </w:r>
      <w:r w:rsidRPr="00D52EB7">
        <w:t>.</w:t>
      </w:r>
      <w:r w:rsidR="003749A2">
        <w:t xml:space="preserve"> </w:t>
      </w:r>
      <w:r w:rsidR="002158DD">
        <w:t>W</w:t>
      </w:r>
      <w:r w:rsidRPr="00D52EB7">
        <w:t xml:space="preserve">ork your way round the teams in the class until you have correctly identified </w:t>
      </w:r>
      <w:r w:rsidRPr="00D52EB7">
        <w:rPr>
          <w:b/>
          <w:bCs/>
        </w:rPr>
        <w:t xml:space="preserve">all nine substances </w:t>
      </w:r>
      <w:r w:rsidRPr="00D52EB7">
        <w:t xml:space="preserve">on your </w:t>
      </w:r>
      <w:r w:rsidR="002158DD">
        <w:t>b</w:t>
      </w:r>
      <w:r w:rsidRPr="00D52EB7">
        <w:t xml:space="preserve">ingo grid. The first team to do </w:t>
      </w:r>
      <w:proofErr w:type="gramStart"/>
      <w:r w:rsidRPr="00D52EB7">
        <w:t>this wi</w:t>
      </w:r>
      <w:r w:rsidR="003A0FD2">
        <w:t>ns</w:t>
      </w:r>
      <w:proofErr w:type="gramEnd"/>
      <w:r w:rsidR="003A0FD2">
        <w:t>.</w:t>
      </w:r>
    </w:p>
    <w:p w14:paraId="42C8324B" w14:textId="594FF219" w:rsidR="00664E1F" w:rsidRDefault="00007D78" w:rsidP="003749A2">
      <w:pPr>
        <w:pStyle w:val="RSC2-columntabs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1FE2D5C4" wp14:editId="0E35F2F0">
                <wp:simplePos x="0" y="0"/>
                <wp:positionH relativeFrom="column">
                  <wp:posOffset>3225800</wp:posOffset>
                </wp:positionH>
                <wp:positionV relativeFrom="paragraph">
                  <wp:posOffset>264160</wp:posOffset>
                </wp:positionV>
                <wp:extent cx="419100" cy="1404620"/>
                <wp:effectExtent l="0" t="0" r="0" b="7620"/>
                <wp:wrapNone/>
                <wp:docPr id="135138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10364">
                          <a:off x="0" y="0"/>
                          <a:ext cx="4191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D3F43" w14:textId="1CC19B36" w:rsidR="0022515B" w:rsidRPr="00007D78" w:rsidRDefault="0022515B" w:rsidP="0022515B">
                            <w:pPr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36"/>
                                <w:szCs w:val="36"/>
                              </w:rPr>
                            </w:pPr>
                            <w:r w:rsidRPr="00007D78"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JK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E2D5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pt;margin-top:20.8pt;width:33pt;height:110.6pt;rotation:-534813fd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" filled="f" stroked="f">
                <v:textbox style="mso-fit-shape-to-text:t">
                  <w:txbxContent>
                    <w:p w14:paraId="05FD3F43" w14:textId="1CC19B36" w:rsidR="0022515B" w:rsidRPr="00007D78" w:rsidRDefault="0022515B" w:rsidP="0022515B">
                      <w:pPr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36"/>
                          <w:szCs w:val="36"/>
                        </w:rPr>
                      </w:pPr>
                      <w:r w:rsidRPr="00007D78"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  <w:t>JK</w:t>
                      </w:r>
                    </w:p>
                  </w:txbxContent>
                </v:textbox>
              </v:shape>
            </w:pict>
          </mc:Fallback>
        </mc:AlternateContent>
      </w:r>
    </w:p>
    <w:p w14:paraId="7AB3DA02" w14:textId="7B653343" w:rsidR="00664E1F" w:rsidRPr="00D52EB7" w:rsidRDefault="00036612" w:rsidP="00664E1F">
      <w:pPr>
        <w:pStyle w:val="RSC2-columntabs"/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8" behindDoc="0" locked="0" layoutInCell="1" allowOverlap="1" wp14:anchorId="7F374CBD" wp14:editId="03405CA6">
                <wp:simplePos x="0" y="0"/>
                <wp:positionH relativeFrom="column">
                  <wp:posOffset>3162300</wp:posOffset>
                </wp:positionH>
                <wp:positionV relativeFrom="paragraph">
                  <wp:posOffset>709930</wp:posOffset>
                </wp:positionV>
                <wp:extent cx="525780" cy="1404620"/>
                <wp:effectExtent l="0" t="0" r="0" b="1905"/>
                <wp:wrapNone/>
                <wp:docPr id="594981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886D35" w14:textId="74D985AC" w:rsidR="0022515B" w:rsidRPr="00036612" w:rsidRDefault="0022515B" w:rsidP="0022515B">
                            <w:pPr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036612"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374CBD" id="_x0000_s1027" type="#_x0000_t202" style="position:absolute;left:0;text-align:left;margin-left:249pt;margin-top:55.9pt;width:41.4pt;height:110.6pt;z-index:251658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" filled="f" stroked="f">
                <v:textbox style="mso-fit-shape-to-text:t">
                  <w:txbxContent>
                    <w:p w14:paraId="09886D35" w14:textId="74D985AC" w:rsidR="0022515B" w:rsidRPr="00036612" w:rsidRDefault="0022515B" w:rsidP="0022515B">
                      <w:pPr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036612"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  <w:t>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62BC8D5D" wp14:editId="336D691E">
                <wp:simplePos x="0" y="0"/>
                <wp:positionH relativeFrom="column">
                  <wp:posOffset>1600200</wp:posOffset>
                </wp:positionH>
                <wp:positionV relativeFrom="paragraph">
                  <wp:posOffset>848995</wp:posOffset>
                </wp:positionV>
                <wp:extent cx="533400" cy="1404620"/>
                <wp:effectExtent l="0" t="19050" r="0" b="20955"/>
                <wp:wrapNone/>
                <wp:docPr id="2109328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49270">
                          <a:off x="0" y="0"/>
                          <a:ext cx="533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3A292" w14:textId="77777777" w:rsidR="0022515B" w:rsidRPr="00036612" w:rsidRDefault="0022515B" w:rsidP="0022515B">
                            <w:pPr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036612"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KP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C8D5D" id="_x0000_s1028" type="#_x0000_t202" style="position:absolute;left:0;text-align:left;margin-left:126pt;margin-top:66.85pt;width:42pt;height:110.6pt;rotation:490723fd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" filled="f" stroked="f">
                <v:textbox style="mso-fit-shape-to-text:t">
                  <w:txbxContent>
                    <w:p w14:paraId="2F73A292" w14:textId="77777777" w:rsidR="0022515B" w:rsidRPr="00036612" w:rsidRDefault="0022515B" w:rsidP="0022515B">
                      <w:pPr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036612"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  <w:t>KP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9" behindDoc="0" locked="0" layoutInCell="1" allowOverlap="1" wp14:anchorId="31A6F4BA" wp14:editId="0115D95A">
                <wp:simplePos x="0" y="0"/>
                <wp:positionH relativeFrom="column">
                  <wp:posOffset>2192359</wp:posOffset>
                </wp:positionH>
                <wp:positionV relativeFrom="paragraph">
                  <wp:posOffset>1190924</wp:posOffset>
                </wp:positionV>
                <wp:extent cx="570396" cy="1404620"/>
                <wp:effectExtent l="0" t="38100" r="0" b="40005"/>
                <wp:wrapNone/>
                <wp:docPr id="18841999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768655">
                          <a:off x="0" y="0"/>
                          <a:ext cx="57039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9278F" w14:textId="56096A05" w:rsidR="0022515B" w:rsidRPr="00036612" w:rsidRDefault="00036612" w:rsidP="0022515B">
                            <w:pPr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036612"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CR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6F4BA" id="_x0000_s1029" type="#_x0000_t202" style="position:absolute;left:0;text-align:left;margin-left:172.65pt;margin-top:93.75pt;width:44.9pt;height:110.6pt;rotation:-908050fd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" filled="f" stroked="f">
                <v:textbox style="mso-fit-shape-to-text:t">
                  <w:txbxContent>
                    <w:p w14:paraId="1FC9278F" w14:textId="56096A05" w:rsidR="0022515B" w:rsidRPr="00036612" w:rsidRDefault="00036612" w:rsidP="0022515B">
                      <w:pPr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036612"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  <w:t>CR</w:t>
                      </w:r>
                    </w:p>
                  </w:txbxContent>
                </v:textbox>
              </v:shape>
            </w:pict>
          </mc:Fallback>
        </mc:AlternateContent>
      </w:r>
      <w:r w:rsidR="00007D78"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0ADF2923" wp14:editId="33F82530">
                <wp:simplePos x="0" y="0"/>
                <wp:positionH relativeFrom="column">
                  <wp:posOffset>4447866</wp:posOffset>
                </wp:positionH>
                <wp:positionV relativeFrom="paragraph">
                  <wp:posOffset>1169671</wp:posOffset>
                </wp:positionV>
                <wp:extent cx="712807" cy="1404620"/>
                <wp:effectExtent l="0" t="38100" r="0" b="40005"/>
                <wp:wrapNone/>
                <wp:docPr id="8837113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97637">
                          <a:off x="0" y="0"/>
                          <a:ext cx="71280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7DB09" w14:textId="25B0E60B" w:rsidR="00114BDD" w:rsidRPr="00007D78" w:rsidRDefault="00114BDD" w:rsidP="00114BDD">
                            <w:pPr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007D78"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F2923" id="_x0000_s1030" type="#_x0000_t202" style="position:absolute;left:0;text-align:left;margin-left:350.25pt;margin-top:92.1pt;width:56.15pt;height:110.6pt;rotation:652779fd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" filled="f" stroked="f">
                <v:textbox style="mso-fit-shape-to-text:t">
                  <w:txbxContent>
                    <w:p w14:paraId="0D27DB09" w14:textId="25B0E60B" w:rsidR="00114BDD" w:rsidRPr="00007D78" w:rsidRDefault="00114BDD" w:rsidP="00114BDD">
                      <w:pPr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007D78"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  <w:t>EK</w:t>
                      </w:r>
                    </w:p>
                  </w:txbxContent>
                </v:textbox>
              </v:shape>
            </w:pict>
          </mc:Fallback>
        </mc:AlternateContent>
      </w:r>
      <w:r w:rsidR="00007D78">
        <w:rPr>
          <w:noProof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438EE575" wp14:editId="09746C35">
                <wp:simplePos x="0" y="0"/>
                <wp:positionH relativeFrom="column">
                  <wp:posOffset>4457055</wp:posOffset>
                </wp:positionH>
                <wp:positionV relativeFrom="paragraph">
                  <wp:posOffset>260126</wp:posOffset>
                </wp:positionV>
                <wp:extent cx="504613" cy="1404620"/>
                <wp:effectExtent l="0" t="19050" r="0" b="20955"/>
                <wp:wrapNone/>
                <wp:docPr id="7499077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97637">
                          <a:off x="0" y="0"/>
                          <a:ext cx="50461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FB0C4" w14:textId="583ACFBC" w:rsidR="00114BDD" w:rsidRPr="00007D78" w:rsidRDefault="00114BDD" w:rsidP="00114BDD">
                            <w:pPr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007D78">
                              <w:rPr>
                                <w:rFonts w:ascii="Bradley Hand ITC" w:hAnsi="Bradley Hand ITC"/>
                                <w:b/>
                                <w:bCs/>
                                <w:color w:val="365F91" w:themeColor="accent1" w:themeShade="BF"/>
                                <w:sz w:val="28"/>
                                <w:szCs w:val="28"/>
                              </w:rPr>
                              <w:t>KH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EE575" id="_x0000_s1031" type="#_x0000_t202" style="position:absolute;left:0;text-align:left;margin-left:350.95pt;margin-top:20.5pt;width:39.75pt;height:110.6pt;rotation:652779fd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" filled="f" stroked="f">
                <v:textbox style="mso-fit-shape-to-text:t">
                  <w:txbxContent>
                    <w:p w14:paraId="503FB0C4" w14:textId="583ACFBC" w:rsidR="00114BDD" w:rsidRPr="00007D78" w:rsidRDefault="00114BDD" w:rsidP="00114BDD">
                      <w:pPr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007D78">
                        <w:rPr>
                          <w:rFonts w:ascii="Bradley Hand ITC" w:hAnsi="Bradley Hand ITC"/>
                          <w:b/>
                          <w:bCs/>
                          <w:color w:val="365F91" w:themeColor="accent1" w:themeShade="BF"/>
                          <w:sz w:val="28"/>
                          <w:szCs w:val="28"/>
                        </w:rPr>
                        <w:t>KH</w:t>
                      </w:r>
                    </w:p>
                  </w:txbxContent>
                </v:textbox>
              </v:shape>
            </w:pict>
          </mc:Fallback>
        </mc:AlternateContent>
      </w:r>
      <w:r w:rsidR="00DC1BA8">
        <w:rPr>
          <w:noProof/>
        </w:rPr>
        <w:drawing>
          <wp:anchor distT="0" distB="0" distL="114300" distR="114300" simplePos="0" relativeHeight="251658241" behindDoc="0" locked="0" layoutInCell="1" allowOverlap="1" wp14:anchorId="17CDE52F" wp14:editId="45365602">
            <wp:simplePos x="0" y="0"/>
            <wp:positionH relativeFrom="margin">
              <wp:posOffset>4048125</wp:posOffset>
            </wp:positionH>
            <wp:positionV relativeFrom="paragraph">
              <wp:posOffset>104140</wp:posOffset>
            </wp:positionV>
            <wp:extent cx="457200" cy="457200"/>
            <wp:effectExtent l="0" t="0" r="0" b="0"/>
            <wp:wrapNone/>
            <wp:docPr id="1813219559" name="Graphic 1" descr="Clos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758163" name="Graphic 1292758163" descr="Close with solid fill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BA8">
        <w:rPr>
          <w:noProof/>
        </w:rPr>
        <w:drawing>
          <wp:anchor distT="0" distB="0" distL="114300" distR="114300" simplePos="0" relativeHeight="251658245" behindDoc="0" locked="0" layoutInCell="1" allowOverlap="1" wp14:anchorId="43D9AC22" wp14:editId="357F2157">
            <wp:simplePos x="0" y="0"/>
            <wp:positionH relativeFrom="margin">
              <wp:posOffset>4057650</wp:posOffset>
            </wp:positionH>
            <wp:positionV relativeFrom="paragraph">
              <wp:posOffset>1190625</wp:posOffset>
            </wp:positionV>
            <wp:extent cx="457200" cy="457200"/>
            <wp:effectExtent l="0" t="0" r="0" b="0"/>
            <wp:wrapNone/>
            <wp:docPr id="1381185871" name="Graphic 1" descr="Clos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758163" name="Graphic 1292758163" descr="Close with solid fill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BA8">
        <w:rPr>
          <w:noProof/>
        </w:rPr>
        <w:drawing>
          <wp:anchor distT="0" distB="0" distL="114300" distR="114300" simplePos="0" relativeHeight="251658244" behindDoc="0" locked="0" layoutInCell="1" allowOverlap="1" wp14:anchorId="2CE25385" wp14:editId="73A9B8B3">
            <wp:simplePos x="0" y="0"/>
            <wp:positionH relativeFrom="margin">
              <wp:align>center</wp:align>
            </wp:positionH>
            <wp:positionV relativeFrom="paragraph">
              <wp:posOffset>1189990</wp:posOffset>
            </wp:positionV>
            <wp:extent cx="457200" cy="457200"/>
            <wp:effectExtent l="0" t="0" r="0" b="0"/>
            <wp:wrapNone/>
            <wp:docPr id="1300067395" name="Graphic 1" descr="Clos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758163" name="Graphic 1292758163" descr="Close with solid fill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BA8">
        <w:rPr>
          <w:noProof/>
        </w:rPr>
        <w:drawing>
          <wp:anchor distT="0" distB="0" distL="114300" distR="114300" simplePos="0" relativeHeight="251658243" behindDoc="0" locked="0" layoutInCell="1" allowOverlap="1" wp14:anchorId="0B1E85E4" wp14:editId="6E905223">
            <wp:simplePos x="0" y="0"/>
            <wp:positionH relativeFrom="margin">
              <wp:align>center</wp:align>
            </wp:positionH>
            <wp:positionV relativeFrom="paragraph">
              <wp:posOffset>647700</wp:posOffset>
            </wp:positionV>
            <wp:extent cx="457200" cy="457200"/>
            <wp:effectExtent l="0" t="0" r="0" b="0"/>
            <wp:wrapNone/>
            <wp:docPr id="1271282854" name="Graphic 1" descr="Clos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758163" name="Graphic 1292758163" descr="Close with solid fill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BA8">
        <w:rPr>
          <w:noProof/>
        </w:rPr>
        <w:drawing>
          <wp:anchor distT="0" distB="0" distL="114300" distR="114300" simplePos="0" relativeHeight="251658242" behindDoc="0" locked="0" layoutInCell="1" allowOverlap="1" wp14:anchorId="0BBE14D4" wp14:editId="28D8C1FC">
            <wp:simplePos x="0" y="0"/>
            <wp:positionH relativeFrom="margin">
              <wp:posOffset>1266825</wp:posOffset>
            </wp:positionH>
            <wp:positionV relativeFrom="paragraph">
              <wp:posOffset>638175</wp:posOffset>
            </wp:positionV>
            <wp:extent cx="457200" cy="457200"/>
            <wp:effectExtent l="0" t="0" r="0" b="0"/>
            <wp:wrapNone/>
            <wp:docPr id="50042891" name="Graphic 1" descr="Clos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758163" name="Graphic 1292758163" descr="Close with solid fill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1BA8">
        <w:rPr>
          <w:noProof/>
        </w:rPr>
        <w:drawing>
          <wp:anchor distT="0" distB="0" distL="114300" distR="114300" simplePos="0" relativeHeight="251658240" behindDoc="0" locked="0" layoutInCell="1" allowOverlap="1" wp14:anchorId="3E0C5988" wp14:editId="02AC8ACF">
            <wp:simplePos x="0" y="0"/>
            <wp:positionH relativeFrom="margin">
              <wp:align>center</wp:align>
            </wp:positionH>
            <wp:positionV relativeFrom="paragraph">
              <wp:posOffset>104140</wp:posOffset>
            </wp:positionV>
            <wp:extent cx="457200" cy="457200"/>
            <wp:effectExtent l="0" t="0" r="0" b="0"/>
            <wp:wrapNone/>
            <wp:docPr id="1292758163" name="Graphic 1" descr="Clos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758163" name="Graphic 1292758163" descr="Close with solid fill"/>
                    <pic:cNvPicPr/>
                  </pic:nvPicPr>
                  <pic:blipFill>
                    <a:blip r:embed="rId13">
                      <a:extLs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4E1F">
        <w:rPr>
          <w:noProof/>
        </w:rPr>
        <w:drawing>
          <wp:inline distT="0" distB="0" distL="0" distR="0" wp14:anchorId="2B7B58F8" wp14:editId="26DA5BB5">
            <wp:extent cx="4297441" cy="1714500"/>
            <wp:effectExtent l="0" t="0" r="8255" b="0"/>
            <wp:docPr id="309629514" name="Picture 1" descr="A copy of the bingo card ( a three by three grid with the name of different substances witten in red in the centre of each grid cell) with most of the substances crossed off with a big black X. Next to the X are handwritten initials in blu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629514" name="Picture 1" descr="A copy of the bingo card ( a three by three grid with the name of different substances witten in red in the centre of each grid cell) with most of the substances crossed off with a big black X. Next to the X are handwritten initials in blue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94743" cy="1833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B5499" w14:textId="7172E386" w:rsidR="006B1C5B" w:rsidRDefault="00950924" w:rsidP="00A77ED2">
      <w:pPr>
        <w:pStyle w:val="RSCH2"/>
      </w:pPr>
      <w:r>
        <w:lastRenderedPageBreak/>
        <w:t>The rules</w:t>
      </w:r>
    </w:p>
    <w:p w14:paraId="10281067" w14:textId="6F208839" w:rsidR="00F039D3" w:rsidRDefault="00950924" w:rsidP="00950924">
      <w:pPr>
        <w:pStyle w:val="RSCnumberedlist"/>
      </w:pPr>
      <w:r>
        <w:t xml:space="preserve">Your team will be given a </w:t>
      </w:r>
      <w:r w:rsidR="00910C83">
        <w:t>b</w:t>
      </w:r>
      <w:r>
        <w:t>ingo</w:t>
      </w:r>
      <w:r w:rsidR="00CB35D6">
        <w:t xml:space="preserve"> grid</w:t>
      </w:r>
      <w:r>
        <w:t xml:space="preserve"> and a </w:t>
      </w:r>
      <w:r w:rsidR="00CB35D6">
        <w:t xml:space="preserve">substance </w:t>
      </w:r>
      <w:r>
        <w:t>card with one of:</w:t>
      </w:r>
    </w:p>
    <w:p w14:paraId="1559DCE0" w14:textId="77777777" w:rsidR="009E4142" w:rsidRDefault="009E4142" w:rsidP="00997C95">
      <w:pPr>
        <w:pStyle w:val="RSCBulletedlist"/>
        <w:numPr>
          <w:ilvl w:val="1"/>
          <w:numId w:val="39"/>
        </w:numPr>
        <w:sectPr w:rsidR="009E4142" w:rsidSect="000F0996">
          <w:headerReference w:type="default" r:id="rId15"/>
          <w:footerReference w:type="default" r:id="rId16"/>
          <w:type w:val="continuous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702A3D14" w14:textId="77777777" w:rsidR="00997C95" w:rsidRPr="00997C95" w:rsidRDefault="00997C95" w:rsidP="00997C95">
      <w:pPr>
        <w:pStyle w:val="RSCBulletedlist"/>
        <w:numPr>
          <w:ilvl w:val="1"/>
          <w:numId w:val="39"/>
        </w:numPr>
      </w:pPr>
      <w:r w:rsidRPr="00997C95">
        <w:t>Chlorine</w:t>
      </w:r>
    </w:p>
    <w:p w14:paraId="1F76227A" w14:textId="77777777" w:rsidR="00997C95" w:rsidRPr="00997C95" w:rsidRDefault="00997C95" w:rsidP="00997C95">
      <w:pPr>
        <w:pStyle w:val="RSCBulletedlist"/>
        <w:numPr>
          <w:ilvl w:val="1"/>
          <w:numId w:val="39"/>
        </w:numPr>
      </w:pPr>
      <w:r w:rsidRPr="00997C95">
        <w:t>Diamond</w:t>
      </w:r>
    </w:p>
    <w:p w14:paraId="12155FB1" w14:textId="77777777" w:rsidR="00997C95" w:rsidRPr="00997C95" w:rsidRDefault="00997C95" w:rsidP="00997C95">
      <w:pPr>
        <w:pStyle w:val="RSCBulletedlist"/>
        <w:numPr>
          <w:ilvl w:val="1"/>
          <w:numId w:val="39"/>
        </w:numPr>
      </w:pPr>
      <w:r w:rsidRPr="00997C95">
        <w:t>Graphite</w:t>
      </w:r>
    </w:p>
    <w:p w14:paraId="5904B3B6" w14:textId="77777777" w:rsidR="00997C95" w:rsidRPr="00997C95" w:rsidRDefault="00997C95" w:rsidP="00997C95">
      <w:pPr>
        <w:pStyle w:val="RSCBulletedlist"/>
        <w:numPr>
          <w:ilvl w:val="1"/>
          <w:numId w:val="39"/>
        </w:numPr>
      </w:pPr>
      <w:r w:rsidRPr="00997C95">
        <w:t>Sodium</w:t>
      </w:r>
    </w:p>
    <w:p w14:paraId="246F1F9E" w14:textId="77777777" w:rsidR="00997C95" w:rsidRPr="00997C95" w:rsidRDefault="00997C95" w:rsidP="00997C95">
      <w:pPr>
        <w:pStyle w:val="RSCBulletedlist"/>
        <w:numPr>
          <w:ilvl w:val="1"/>
          <w:numId w:val="39"/>
        </w:numPr>
      </w:pPr>
      <w:r w:rsidRPr="00997C95">
        <w:t>Magnesium oxide</w:t>
      </w:r>
    </w:p>
    <w:p w14:paraId="561CA359" w14:textId="77777777" w:rsidR="00997C95" w:rsidRPr="00997C95" w:rsidRDefault="00997C95" w:rsidP="00997C95">
      <w:pPr>
        <w:pStyle w:val="RSCBulletedlist"/>
        <w:numPr>
          <w:ilvl w:val="1"/>
          <w:numId w:val="39"/>
        </w:numPr>
      </w:pPr>
      <w:r w:rsidRPr="00997C95">
        <w:t>Methane</w:t>
      </w:r>
    </w:p>
    <w:p w14:paraId="23B37AF4" w14:textId="77777777" w:rsidR="00997C95" w:rsidRPr="00997C95" w:rsidRDefault="00997C95" w:rsidP="00997C95">
      <w:pPr>
        <w:pStyle w:val="RSCBulletedlist"/>
        <w:numPr>
          <w:ilvl w:val="1"/>
          <w:numId w:val="39"/>
        </w:numPr>
      </w:pPr>
      <w:r w:rsidRPr="00997C95">
        <w:t>Sodium chloride</w:t>
      </w:r>
    </w:p>
    <w:p w14:paraId="3780B284" w14:textId="77777777" w:rsidR="00997C95" w:rsidRPr="00997C95" w:rsidRDefault="00997C95" w:rsidP="00997C95">
      <w:pPr>
        <w:pStyle w:val="RSCBulletedlist"/>
        <w:numPr>
          <w:ilvl w:val="1"/>
          <w:numId w:val="39"/>
        </w:numPr>
      </w:pPr>
      <w:r w:rsidRPr="00997C95">
        <w:t>Water</w:t>
      </w:r>
    </w:p>
    <w:p w14:paraId="5F4D3D8E" w14:textId="77777777" w:rsidR="00997C95" w:rsidRPr="00997C95" w:rsidRDefault="00997C95" w:rsidP="00997C95">
      <w:pPr>
        <w:pStyle w:val="RSCBulletedlist"/>
        <w:numPr>
          <w:ilvl w:val="1"/>
          <w:numId w:val="39"/>
        </w:numPr>
      </w:pPr>
      <w:r w:rsidRPr="00997C95">
        <w:t>Aluminium</w:t>
      </w:r>
    </w:p>
    <w:p w14:paraId="337B3ECA" w14:textId="77777777" w:rsidR="009E4142" w:rsidRDefault="009E4142" w:rsidP="00950924">
      <w:pPr>
        <w:pStyle w:val="RSCBulletedlist"/>
        <w:numPr>
          <w:ilvl w:val="0"/>
          <w:numId w:val="0"/>
        </w:numPr>
        <w:spacing w:line="240" w:lineRule="auto"/>
        <w:ind w:left="363" w:hanging="79"/>
        <w:rPr>
          <w:b/>
          <w:bCs/>
          <w:i/>
          <w:iCs/>
          <w:color w:val="C00000"/>
        </w:rPr>
        <w:sectPr w:rsidR="009E4142" w:rsidSect="009E4142">
          <w:type w:val="continuous"/>
          <w:pgSz w:w="11906" w:h="16838"/>
          <w:pgMar w:top="1701" w:right="1440" w:bottom="1440" w:left="1440" w:header="431" w:footer="533" w:gutter="0"/>
          <w:cols w:num="2" w:space="708"/>
          <w:docGrid w:linePitch="360"/>
        </w:sectPr>
      </w:pPr>
    </w:p>
    <w:p w14:paraId="6F55CD5A" w14:textId="522C3068" w:rsidR="00950924" w:rsidRPr="002912B7" w:rsidRDefault="00950924" w:rsidP="00950924">
      <w:pPr>
        <w:pStyle w:val="RSCBulletedlist"/>
        <w:numPr>
          <w:ilvl w:val="0"/>
          <w:numId w:val="0"/>
        </w:numPr>
        <w:spacing w:line="240" w:lineRule="auto"/>
        <w:ind w:left="363" w:hanging="79"/>
        <w:rPr>
          <w:b/>
          <w:bCs/>
          <w:color w:val="C00000"/>
        </w:rPr>
      </w:pPr>
      <w:r w:rsidRPr="002912B7">
        <w:rPr>
          <w:b/>
          <w:bCs/>
          <w:color w:val="C00000"/>
        </w:rPr>
        <w:t>Do not tell other teams the name of your substance.</w:t>
      </w:r>
    </w:p>
    <w:p w14:paraId="76827DEC" w14:textId="11432653" w:rsidR="00950924" w:rsidRDefault="00950924" w:rsidP="00950924">
      <w:pPr>
        <w:pStyle w:val="RSCnumberedlist"/>
      </w:pPr>
      <w:r>
        <w:t>Before the game starts, write down some questions that have a yes/no answer about the bonding or properties of materials.</w:t>
      </w:r>
    </w:p>
    <w:p w14:paraId="4CBDF7A6" w14:textId="77777777" w:rsidR="00435040" w:rsidRDefault="00950924" w:rsidP="00950924">
      <w:pPr>
        <w:pStyle w:val="RSCnumberedlist"/>
        <w:numPr>
          <w:ilvl w:val="0"/>
          <w:numId w:val="0"/>
        </w:numPr>
        <w:ind w:left="360"/>
        <w:rPr>
          <w:i/>
          <w:iCs/>
        </w:rPr>
      </w:pPr>
      <w:r>
        <w:rPr>
          <w:i/>
          <w:iCs/>
        </w:rPr>
        <w:br/>
      </w:r>
      <w:r w:rsidRPr="00950924">
        <w:rPr>
          <w:i/>
          <w:iCs/>
        </w:rPr>
        <w:t xml:space="preserve">Examples: </w:t>
      </w:r>
      <w:r w:rsidRPr="00950924">
        <w:rPr>
          <w:i/>
          <w:iCs/>
        </w:rPr>
        <w:tab/>
      </w:r>
    </w:p>
    <w:p w14:paraId="7E76D489" w14:textId="738B941C" w:rsidR="00950924" w:rsidRPr="00950924" w:rsidRDefault="00950924" w:rsidP="001559F0">
      <w:pPr>
        <w:pStyle w:val="RSCBulletedlist"/>
      </w:pPr>
      <w:r w:rsidRPr="00950924">
        <w:t>Does the bonding involve atoms sharing electrons?</w:t>
      </w:r>
    </w:p>
    <w:p w14:paraId="030248FD" w14:textId="0EED797A" w:rsidR="00950924" w:rsidRDefault="00950924" w:rsidP="001559F0">
      <w:pPr>
        <w:pStyle w:val="RSCBulletedlist"/>
      </w:pPr>
      <w:r w:rsidRPr="00950924">
        <w:t>Does the substance have a high melting point?</w:t>
      </w:r>
    </w:p>
    <w:p w14:paraId="2AA63EE0" w14:textId="77777777" w:rsidR="006B1C5B" w:rsidRPr="00950924" w:rsidRDefault="006B1C5B" w:rsidP="00950924">
      <w:pPr>
        <w:pStyle w:val="RSCnumberedlist"/>
        <w:numPr>
          <w:ilvl w:val="0"/>
          <w:numId w:val="0"/>
        </w:numPr>
        <w:ind w:left="360"/>
        <w:rPr>
          <w:i/>
          <w:iCs/>
        </w:rPr>
      </w:pPr>
    </w:p>
    <w:p w14:paraId="5535D583" w14:textId="5F497F0A" w:rsidR="006B1C5B" w:rsidRDefault="006B1C5B" w:rsidP="006B1C5B">
      <w:pPr>
        <w:pStyle w:val="RSCnumberedlist"/>
      </w:pPr>
      <w:r>
        <w:t xml:space="preserve">To play, join up with another team. </w:t>
      </w:r>
      <w:r w:rsidR="003E1F63">
        <w:t xml:space="preserve"> Decide </w:t>
      </w:r>
      <w:r>
        <w:t>who asks questions first.</w:t>
      </w:r>
    </w:p>
    <w:p w14:paraId="541E9655" w14:textId="77777777" w:rsidR="006B1C5B" w:rsidRDefault="006B1C5B" w:rsidP="006B1C5B">
      <w:pPr>
        <w:pStyle w:val="RSCnumberedlist"/>
        <w:numPr>
          <w:ilvl w:val="0"/>
          <w:numId w:val="0"/>
        </w:numPr>
        <w:ind w:left="360"/>
      </w:pPr>
    </w:p>
    <w:p w14:paraId="40888CF7" w14:textId="181B66F5" w:rsidR="006B1C5B" w:rsidRDefault="003E1F63" w:rsidP="006B1C5B">
      <w:pPr>
        <w:pStyle w:val="RSCnumberedlist"/>
      </w:pPr>
      <w:r>
        <w:t xml:space="preserve">Ask </w:t>
      </w:r>
      <w:r w:rsidR="006B1C5B">
        <w:t xml:space="preserve">questions until you find out what the other team’s substance is. </w:t>
      </w:r>
      <w:r w:rsidR="009F4B3C">
        <w:t xml:space="preserve">Discuss </w:t>
      </w:r>
      <w:r w:rsidR="006B1C5B">
        <w:t>the answers that you are getting</w:t>
      </w:r>
      <w:r w:rsidR="00661EDB">
        <w:t xml:space="preserve"> with your partner</w:t>
      </w:r>
      <w:r w:rsidR="006B1C5B">
        <w:t xml:space="preserve">. If you think you know the other team’s substance, </w:t>
      </w:r>
      <w:r w:rsidR="009F4B3C">
        <w:t>make a guess.</w:t>
      </w:r>
    </w:p>
    <w:p w14:paraId="650D1355" w14:textId="4022BFD0" w:rsidR="006B1C5B" w:rsidRDefault="006B1C5B" w:rsidP="006B1C5B">
      <w:pPr>
        <w:pStyle w:val="RSCnumberedlist"/>
        <w:numPr>
          <w:ilvl w:val="0"/>
          <w:numId w:val="0"/>
        </w:numPr>
        <w:ind w:left="360"/>
      </w:pPr>
      <w:r>
        <w:t>If you are correct</w:t>
      </w:r>
      <w:r w:rsidR="009F4B3C">
        <w:t>,</w:t>
      </w:r>
      <w:r>
        <w:t xml:space="preserve"> the other team must initial that square on you</w:t>
      </w:r>
      <w:r w:rsidR="00D549D3">
        <w:t>r</w:t>
      </w:r>
      <w:r>
        <w:t xml:space="preserve"> </w:t>
      </w:r>
      <w:r w:rsidR="00661EDB">
        <w:t>b</w:t>
      </w:r>
      <w:r>
        <w:t>ingo card.</w:t>
      </w:r>
    </w:p>
    <w:p w14:paraId="06346F67" w14:textId="55A9BC95" w:rsidR="009F4B3C" w:rsidRPr="002912B7" w:rsidRDefault="009F4B3C" w:rsidP="006B1C5B">
      <w:pPr>
        <w:pStyle w:val="RSCnumberedlist"/>
        <w:numPr>
          <w:ilvl w:val="0"/>
          <w:numId w:val="0"/>
        </w:numPr>
        <w:ind w:left="360"/>
        <w:rPr>
          <w:b/>
          <w:bCs/>
          <w:color w:val="C00000"/>
        </w:rPr>
      </w:pPr>
      <w:r w:rsidRPr="002912B7">
        <w:rPr>
          <w:b/>
          <w:bCs/>
          <w:color w:val="C00000"/>
        </w:rPr>
        <w:t>Remember, you only have one chance to guess!</w:t>
      </w:r>
    </w:p>
    <w:p w14:paraId="44E718A6" w14:textId="77777777" w:rsidR="006B1C5B" w:rsidRDefault="006B1C5B" w:rsidP="006B1C5B">
      <w:pPr>
        <w:pStyle w:val="RSCnumberedlist"/>
        <w:numPr>
          <w:ilvl w:val="0"/>
          <w:numId w:val="0"/>
        </w:numPr>
        <w:ind w:left="360"/>
      </w:pPr>
    </w:p>
    <w:p w14:paraId="796863EC" w14:textId="66452333" w:rsidR="006B1C5B" w:rsidRDefault="006B1C5B" w:rsidP="006B1C5B">
      <w:pPr>
        <w:pStyle w:val="RSCnumberedlist"/>
      </w:pPr>
      <w:r>
        <w:t>Now</w:t>
      </w:r>
      <w:r w:rsidR="00B427F6">
        <w:t>,</w:t>
      </w:r>
      <w:r>
        <w:t xml:space="preserve"> do the reverse with the other team. They ask questions</w:t>
      </w:r>
      <w:r w:rsidR="009F4B3C">
        <w:t>,</w:t>
      </w:r>
      <w:r>
        <w:t xml:space="preserve"> but you can only answer </w:t>
      </w:r>
      <w:r w:rsidR="00B427F6">
        <w:t>‘</w:t>
      </w:r>
      <w:r>
        <w:t>yes</w:t>
      </w:r>
      <w:r w:rsidR="00B427F6">
        <w:t>’</w:t>
      </w:r>
      <w:r>
        <w:t xml:space="preserve"> or </w:t>
      </w:r>
      <w:r w:rsidR="00B427F6">
        <w:t>‘</w:t>
      </w:r>
      <w:r>
        <w:t>no</w:t>
      </w:r>
      <w:r w:rsidR="00B427F6">
        <w:t>’</w:t>
      </w:r>
      <w:r>
        <w:t xml:space="preserve">. If they work out your substance correctly, initial that square on their </w:t>
      </w:r>
      <w:r w:rsidR="00847599">
        <w:t>b</w:t>
      </w:r>
      <w:r>
        <w:t xml:space="preserve">ingo card. They only have one go at </w:t>
      </w:r>
      <w:r w:rsidR="009F4B3C">
        <w:t xml:space="preserve">guessing </w:t>
      </w:r>
      <w:r>
        <w:t>the substance.</w:t>
      </w:r>
    </w:p>
    <w:p w14:paraId="31E2AC37" w14:textId="77777777" w:rsidR="006B1C5B" w:rsidRDefault="006B1C5B" w:rsidP="006B1C5B">
      <w:pPr>
        <w:pStyle w:val="RSCnumberedlist"/>
        <w:numPr>
          <w:ilvl w:val="0"/>
          <w:numId w:val="0"/>
        </w:numPr>
        <w:ind w:left="360"/>
      </w:pPr>
    </w:p>
    <w:p w14:paraId="10910469" w14:textId="669ACE69" w:rsidR="006B1C5B" w:rsidRDefault="006B1C5B" w:rsidP="006B1C5B">
      <w:pPr>
        <w:pStyle w:val="RSCnumberedlist"/>
      </w:pPr>
      <w:r>
        <w:t>Now</w:t>
      </w:r>
      <w:r w:rsidR="00847599">
        <w:t>,</w:t>
      </w:r>
      <w:r>
        <w:t xml:space="preserve"> find another team and repeat the process.</w:t>
      </w:r>
    </w:p>
    <w:p w14:paraId="692F483D" w14:textId="77777777" w:rsidR="006B1C5B" w:rsidRDefault="006B1C5B" w:rsidP="006B1C5B">
      <w:pPr>
        <w:pStyle w:val="RSCnumberedlist"/>
        <w:numPr>
          <w:ilvl w:val="0"/>
          <w:numId w:val="0"/>
        </w:numPr>
      </w:pPr>
    </w:p>
    <w:p w14:paraId="7E324312" w14:textId="4CC4AE61" w:rsidR="006B1C5B" w:rsidRDefault="006B1C5B" w:rsidP="006B1C5B">
      <w:pPr>
        <w:pStyle w:val="RSCnumberedlist"/>
      </w:pPr>
      <w:r>
        <w:t>Keep going with yet more teams. Watch out! More than one team may have the same substance. Some teams may have the same substance as you</w:t>
      </w:r>
      <w:r w:rsidR="009F4B3C">
        <w:t>!</w:t>
      </w:r>
    </w:p>
    <w:p w14:paraId="753BC831" w14:textId="77777777" w:rsidR="006B1C5B" w:rsidRDefault="006B1C5B" w:rsidP="006B1C5B">
      <w:pPr>
        <w:pStyle w:val="RSCnumberedlist"/>
        <w:numPr>
          <w:ilvl w:val="0"/>
          <w:numId w:val="0"/>
        </w:numPr>
      </w:pPr>
    </w:p>
    <w:p w14:paraId="73B9102B" w14:textId="22366B40" w:rsidR="006B1C5B" w:rsidRDefault="006B1C5B" w:rsidP="006B1C5B">
      <w:pPr>
        <w:pStyle w:val="RSCnumberedlist"/>
      </w:pPr>
      <w:r>
        <w:t xml:space="preserve">When all of the squares on your </w:t>
      </w:r>
      <w:r w:rsidR="00847599">
        <w:t>b</w:t>
      </w:r>
      <w:r>
        <w:t xml:space="preserve">ingo card have an initial, shout </w:t>
      </w:r>
      <w:r w:rsidR="00847599">
        <w:t>‘</w:t>
      </w:r>
      <w:r w:rsidR="00892DB0" w:rsidRPr="00EB7FBD">
        <w:rPr>
          <w:b/>
          <w:bCs/>
        </w:rPr>
        <w:t>bingo</w:t>
      </w:r>
      <w:r w:rsidR="00847599">
        <w:t>’</w:t>
      </w:r>
      <w:r w:rsidR="00367759">
        <w:t>!</w:t>
      </w:r>
      <w:r>
        <w:t xml:space="preserve"> </w:t>
      </w:r>
      <w:r w:rsidR="009F4B3C">
        <w:t>The first team to do this will win!</w:t>
      </w:r>
    </w:p>
    <w:p w14:paraId="6439FE21" w14:textId="716F41C2" w:rsidR="006B1C5B" w:rsidRDefault="006B1C5B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543AB2C0" w14:textId="2B24A0D4" w:rsidR="000F0996" w:rsidRDefault="006B1C5B" w:rsidP="00475C69">
      <w:pPr>
        <w:pStyle w:val="RSCBasictext"/>
      </w:pPr>
      <w:r>
        <w:lastRenderedPageBreak/>
        <w:t>The questions my team will ask:</w:t>
      </w:r>
      <w:r w:rsidR="00EA0048">
        <w:br/>
      </w:r>
    </w:p>
    <w:p w14:paraId="67E3FD17" w14:textId="67965FB7" w:rsidR="00B53DC1" w:rsidRPr="00B53DC1" w:rsidRDefault="00B53DC1" w:rsidP="00B53DC1">
      <w:pPr>
        <w:pStyle w:val="RSCBulletedlist"/>
      </w:pPr>
      <w:r>
        <w:t xml:space="preserve"> </w:t>
      </w:r>
      <w:r w:rsidRPr="00B53DC1">
        <w:t>______________________________________________________________________________</w:t>
      </w:r>
    </w:p>
    <w:p w14:paraId="30713A71" w14:textId="77777777" w:rsidR="00B53DC1" w:rsidRPr="00B53DC1" w:rsidRDefault="00B53DC1" w:rsidP="00B53DC1">
      <w:pPr>
        <w:pStyle w:val="RSCUnderline"/>
      </w:pPr>
      <w:r w:rsidRPr="00B53DC1">
        <w:t>__________________________________________________________________________________</w:t>
      </w:r>
    </w:p>
    <w:p w14:paraId="02DBC7CA" w14:textId="574A9A21" w:rsidR="00B53DC1" w:rsidRDefault="00B53DC1" w:rsidP="00B53DC1">
      <w:pPr>
        <w:pStyle w:val="RSCUnderline"/>
      </w:pPr>
      <w:r w:rsidRPr="00B53DC1">
        <w:t>_______________________________________________________________________</w:t>
      </w:r>
      <w:r w:rsidR="00EA0048" w:rsidRPr="00EA0048">
        <w:rPr>
          <w:b/>
          <w:bCs/>
          <w:color w:val="C8102E"/>
        </w:rPr>
        <w:t>?</w:t>
      </w:r>
      <w:r w:rsidR="00EA0048">
        <w:t xml:space="preserve"> Yes or no</w:t>
      </w:r>
    </w:p>
    <w:p w14:paraId="1788E583" w14:textId="77777777" w:rsidR="00EA0048" w:rsidRPr="00B53DC1" w:rsidRDefault="00EA0048" w:rsidP="00B53DC1">
      <w:pPr>
        <w:pStyle w:val="RSCUnderline"/>
      </w:pPr>
    </w:p>
    <w:p w14:paraId="448C2F7A" w14:textId="1677D7F8" w:rsidR="00B53DC1" w:rsidRPr="00B53DC1" w:rsidRDefault="00B53DC1" w:rsidP="00B53DC1">
      <w:pPr>
        <w:pStyle w:val="RSCBulletedlist"/>
        <w:spacing w:before="240"/>
      </w:pPr>
      <w:r>
        <w:t xml:space="preserve"> </w:t>
      </w:r>
      <w:r w:rsidRPr="00B53DC1">
        <w:t>______________________________________________________________________________</w:t>
      </w:r>
    </w:p>
    <w:p w14:paraId="510643C6" w14:textId="77777777" w:rsidR="00B53DC1" w:rsidRPr="00B53DC1" w:rsidRDefault="00B53DC1" w:rsidP="00B53DC1">
      <w:pPr>
        <w:pStyle w:val="RSCUnderline"/>
      </w:pPr>
      <w:r w:rsidRPr="00B53DC1">
        <w:t>__________________________________________________________________________________</w:t>
      </w:r>
    </w:p>
    <w:p w14:paraId="5F64F886" w14:textId="77777777" w:rsidR="00EA0048" w:rsidRPr="00B53DC1" w:rsidRDefault="00EA0048" w:rsidP="00EA0048">
      <w:pPr>
        <w:pStyle w:val="RSCUnderline"/>
      </w:pPr>
      <w:r w:rsidRPr="00B53DC1">
        <w:t>_______________________________________________________________________</w:t>
      </w:r>
      <w:r w:rsidRPr="00EA0048">
        <w:rPr>
          <w:b/>
          <w:bCs/>
          <w:color w:val="C8102E"/>
        </w:rPr>
        <w:t>?</w:t>
      </w:r>
      <w:r>
        <w:t xml:space="preserve"> Yes or no</w:t>
      </w:r>
    </w:p>
    <w:p w14:paraId="7862D559" w14:textId="3D2F6C92" w:rsidR="00B53DC1" w:rsidRPr="00B53DC1" w:rsidRDefault="00B53DC1" w:rsidP="00B53DC1">
      <w:pPr>
        <w:pStyle w:val="RSCUnderline"/>
      </w:pPr>
    </w:p>
    <w:p w14:paraId="029FB00C" w14:textId="6BE9134D" w:rsidR="00B53DC1" w:rsidRPr="00B53DC1" w:rsidRDefault="00B53DC1" w:rsidP="00B53DC1">
      <w:pPr>
        <w:pStyle w:val="RSCBulletedlist"/>
        <w:spacing w:before="240"/>
      </w:pPr>
      <w:r>
        <w:t xml:space="preserve"> </w:t>
      </w:r>
      <w:r w:rsidRPr="00B53DC1">
        <w:t>______________________________________________________________________________</w:t>
      </w:r>
    </w:p>
    <w:p w14:paraId="43316173" w14:textId="77777777" w:rsidR="00B53DC1" w:rsidRPr="00B53DC1" w:rsidRDefault="00B53DC1" w:rsidP="00B53DC1">
      <w:pPr>
        <w:pStyle w:val="RSCUnderline"/>
      </w:pPr>
      <w:r w:rsidRPr="00B53DC1">
        <w:t>__________________________________________________________________________________</w:t>
      </w:r>
    </w:p>
    <w:p w14:paraId="27F3779E" w14:textId="77777777" w:rsidR="00EA0048" w:rsidRPr="00B53DC1" w:rsidRDefault="00EA0048" w:rsidP="00EA0048">
      <w:pPr>
        <w:pStyle w:val="RSCUnderline"/>
      </w:pPr>
      <w:r w:rsidRPr="00B53DC1">
        <w:t>_______________________________________________________________________</w:t>
      </w:r>
      <w:r w:rsidRPr="00EA0048">
        <w:rPr>
          <w:b/>
          <w:bCs/>
          <w:color w:val="C8102E"/>
        </w:rPr>
        <w:t>?</w:t>
      </w:r>
      <w:r>
        <w:t xml:space="preserve"> Yes or no</w:t>
      </w:r>
    </w:p>
    <w:p w14:paraId="58744F3F" w14:textId="79D97F3E" w:rsidR="00B53DC1" w:rsidRPr="00B53DC1" w:rsidRDefault="00B53DC1" w:rsidP="00B53DC1">
      <w:pPr>
        <w:pStyle w:val="RSCUnderline"/>
      </w:pPr>
    </w:p>
    <w:p w14:paraId="011105E6" w14:textId="0EA50623" w:rsidR="00B53DC1" w:rsidRPr="00B53DC1" w:rsidRDefault="00B53DC1" w:rsidP="00B53DC1">
      <w:pPr>
        <w:pStyle w:val="RSCBulletedlist"/>
        <w:spacing w:before="240"/>
        <w:jc w:val="both"/>
      </w:pPr>
      <w:r>
        <w:t xml:space="preserve"> </w:t>
      </w:r>
      <w:r w:rsidRPr="00B53DC1">
        <w:t>______________________________________________________________________________</w:t>
      </w:r>
    </w:p>
    <w:p w14:paraId="051BEC26" w14:textId="77777777" w:rsidR="00B53DC1" w:rsidRPr="00B53DC1" w:rsidRDefault="00B53DC1" w:rsidP="00B53DC1">
      <w:pPr>
        <w:pStyle w:val="RSCUnderline"/>
      </w:pPr>
      <w:r w:rsidRPr="00B53DC1">
        <w:t>__________________________________________________________________________________</w:t>
      </w:r>
    </w:p>
    <w:p w14:paraId="4240B93F" w14:textId="77777777" w:rsidR="00EA0048" w:rsidRDefault="00EA0048" w:rsidP="00EA0048">
      <w:pPr>
        <w:pStyle w:val="RSCUnderline"/>
      </w:pPr>
      <w:r w:rsidRPr="00B53DC1">
        <w:t>_______________________________________________________________________</w:t>
      </w:r>
      <w:r w:rsidRPr="00EA0048">
        <w:rPr>
          <w:b/>
          <w:bCs/>
          <w:color w:val="C8102E"/>
        </w:rPr>
        <w:t>?</w:t>
      </w:r>
      <w:r>
        <w:t xml:space="preserve"> Yes or no</w:t>
      </w:r>
    </w:p>
    <w:p w14:paraId="6A88AC30" w14:textId="77777777" w:rsidR="00EA0048" w:rsidRPr="00B53DC1" w:rsidRDefault="00EA0048" w:rsidP="00EA0048">
      <w:pPr>
        <w:pStyle w:val="RSCUnderline"/>
      </w:pPr>
    </w:p>
    <w:p w14:paraId="6187B1D4" w14:textId="00C1D07C" w:rsidR="00B53DC1" w:rsidRPr="00B53DC1" w:rsidRDefault="00B53DC1" w:rsidP="00B53DC1">
      <w:pPr>
        <w:pStyle w:val="RSCBulletedlist"/>
        <w:spacing w:before="240"/>
      </w:pPr>
      <w:r>
        <w:t xml:space="preserve"> </w:t>
      </w:r>
      <w:r w:rsidRPr="00B53DC1">
        <w:t>______________________________________________________________________________</w:t>
      </w:r>
    </w:p>
    <w:p w14:paraId="2DBE0AEA" w14:textId="77777777" w:rsidR="00B53DC1" w:rsidRPr="00B53DC1" w:rsidRDefault="00B53DC1" w:rsidP="00B53DC1">
      <w:pPr>
        <w:pStyle w:val="RSCUnderline"/>
      </w:pPr>
      <w:r w:rsidRPr="00B53DC1">
        <w:t>__________________________________________________________________________________</w:t>
      </w:r>
    </w:p>
    <w:p w14:paraId="4A700A67" w14:textId="77777777" w:rsidR="00EA0048" w:rsidRDefault="00EA0048" w:rsidP="00EA0048">
      <w:pPr>
        <w:pStyle w:val="RSCUnderline"/>
      </w:pPr>
      <w:r w:rsidRPr="00B53DC1">
        <w:t>_______________________________________________________________________</w:t>
      </w:r>
      <w:r w:rsidRPr="00EA0048">
        <w:rPr>
          <w:b/>
          <w:bCs/>
          <w:color w:val="C8102E"/>
        </w:rPr>
        <w:t>?</w:t>
      </w:r>
      <w:r>
        <w:t xml:space="preserve"> Yes or no</w:t>
      </w:r>
    </w:p>
    <w:p w14:paraId="4C469537" w14:textId="77777777" w:rsidR="00EA0048" w:rsidRPr="00B53DC1" w:rsidRDefault="00EA0048" w:rsidP="00EA0048">
      <w:pPr>
        <w:pStyle w:val="RSCUnderline"/>
      </w:pPr>
    </w:p>
    <w:p w14:paraId="43796E91" w14:textId="028CB089" w:rsidR="00B53DC1" w:rsidRPr="00B53DC1" w:rsidRDefault="00B53DC1" w:rsidP="00B53DC1">
      <w:pPr>
        <w:pStyle w:val="RSCBulletedlist"/>
        <w:spacing w:before="240"/>
      </w:pPr>
      <w:r>
        <w:t xml:space="preserve"> </w:t>
      </w:r>
      <w:r w:rsidRPr="00B53DC1">
        <w:t>______________________________________________________________________________</w:t>
      </w:r>
    </w:p>
    <w:p w14:paraId="2493960E" w14:textId="77777777" w:rsidR="00B53DC1" w:rsidRPr="00B53DC1" w:rsidRDefault="00B53DC1" w:rsidP="00B53DC1">
      <w:pPr>
        <w:pStyle w:val="RSCUnderline"/>
      </w:pPr>
      <w:r w:rsidRPr="00B53DC1">
        <w:t>__________________________________________________________________________________</w:t>
      </w:r>
    </w:p>
    <w:p w14:paraId="7AFEAA13" w14:textId="77777777" w:rsidR="00EA0048" w:rsidRDefault="00EA0048" w:rsidP="00EA0048">
      <w:pPr>
        <w:pStyle w:val="RSCUnderline"/>
      </w:pPr>
      <w:r w:rsidRPr="00B53DC1">
        <w:t>_______________________________________________________________________</w:t>
      </w:r>
      <w:r w:rsidRPr="00EA0048">
        <w:rPr>
          <w:b/>
          <w:bCs/>
          <w:color w:val="C8102E"/>
        </w:rPr>
        <w:t>?</w:t>
      </w:r>
      <w:r>
        <w:t xml:space="preserve"> Yes or no</w:t>
      </w:r>
    </w:p>
    <w:p w14:paraId="3B9D99A1" w14:textId="77777777" w:rsidR="00EA0048" w:rsidRPr="00B53DC1" w:rsidRDefault="00EA0048" w:rsidP="00EA0048">
      <w:pPr>
        <w:pStyle w:val="RSCUnderline"/>
      </w:pPr>
    </w:p>
    <w:p w14:paraId="3DC775AD" w14:textId="2C1E943D" w:rsidR="00B53DC1" w:rsidRPr="00B53DC1" w:rsidRDefault="00B53DC1" w:rsidP="00B53DC1">
      <w:pPr>
        <w:pStyle w:val="RSCBulletedlist"/>
        <w:spacing w:before="240"/>
      </w:pPr>
      <w:r>
        <w:t xml:space="preserve"> </w:t>
      </w:r>
      <w:r w:rsidRPr="00B53DC1">
        <w:t>______________________________________________________________________________</w:t>
      </w:r>
    </w:p>
    <w:p w14:paraId="27FA4F68" w14:textId="77777777" w:rsidR="00B53DC1" w:rsidRPr="00B53DC1" w:rsidRDefault="00B53DC1" w:rsidP="00B53DC1">
      <w:pPr>
        <w:pStyle w:val="RSCUnderline"/>
      </w:pPr>
      <w:r w:rsidRPr="00B53DC1">
        <w:t>__________________________________________________________________________________</w:t>
      </w:r>
    </w:p>
    <w:p w14:paraId="7713DC0D" w14:textId="77777777" w:rsidR="00EA0048" w:rsidRPr="00B53DC1" w:rsidRDefault="00EA0048" w:rsidP="00EA0048">
      <w:pPr>
        <w:pStyle w:val="RSCUnderline"/>
      </w:pPr>
      <w:r w:rsidRPr="00B53DC1">
        <w:t>_______________________________________________________________________</w:t>
      </w:r>
      <w:r w:rsidRPr="00EA0048">
        <w:rPr>
          <w:b/>
          <w:bCs/>
          <w:color w:val="C8102E"/>
        </w:rPr>
        <w:t>?</w:t>
      </w:r>
      <w:r>
        <w:t xml:space="preserve"> Yes or no</w:t>
      </w:r>
    </w:p>
    <w:p w14:paraId="5369FA5F" w14:textId="6B86BD9A" w:rsidR="00B53DC1" w:rsidRDefault="00B53DC1" w:rsidP="00925E23">
      <w:pPr>
        <w:pStyle w:val="RSCBulletedlist"/>
        <w:numPr>
          <w:ilvl w:val="0"/>
          <w:numId w:val="0"/>
        </w:numPr>
        <w:spacing w:before="240"/>
        <w:ind w:left="363" w:hanging="363"/>
      </w:pPr>
      <w:r>
        <w:t xml:space="preserve"> </w:t>
      </w:r>
    </w:p>
    <w:p w14:paraId="4298AFFB" w14:textId="539F85C5" w:rsidR="00B53DC1" w:rsidRPr="005C39AE" w:rsidRDefault="00B53DC1" w:rsidP="0042381F">
      <w:pPr>
        <w:pStyle w:val="RSCUnderline"/>
      </w:pPr>
    </w:p>
    <w:sectPr w:rsidR="00B53DC1" w:rsidRPr="005C39AE" w:rsidSect="000F0996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9F2AA" w14:textId="77777777" w:rsidR="0012561A" w:rsidRDefault="0012561A" w:rsidP="00C51F51">
      <w:r>
        <w:separator/>
      </w:r>
    </w:p>
  </w:endnote>
  <w:endnote w:type="continuationSeparator" w:id="0">
    <w:p w14:paraId="42DB6062" w14:textId="77777777" w:rsidR="0012561A" w:rsidRDefault="0012561A" w:rsidP="00C51F51">
      <w:r>
        <w:continuationSeparator/>
      </w:r>
    </w:p>
  </w:endnote>
  <w:endnote w:type="continuationNotice" w:id="1">
    <w:p w14:paraId="1C53FF97" w14:textId="77777777" w:rsidR="0012561A" w:rsidRDefault="001256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5777CE80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EA0048">
      <w:rPr>
        <w:rFonts w:ascii="Century Gothic" w:hAnsi="Century Gothic"/>
        <w:sz w:val="16"/>
        <w:szCs w:val="16"/>
      </w:rPr>
      <w:t>5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845C3" w14:textId="77777777" w:rsidR="0012561A" w:rsidRDefault="0012561A" w:rsidP="00C51F51">
      <w:r>
        <w:separator/>
      </w:r>
    </w:p>
  </w:footnote>
  <w:footnote w:type="continuationSeparator" w:id="0">
    <w:p w14:paraId="216C6C4B" w14:textId="77777777" w:rsidR="0012561A" w:rsidRDefault="0012561A" w:rsidP="00C51F51">
      <w:r>
        <w:continuationSeparator/>
      </w:r>
    </w:p>
  </w:footnote>
  <w:footnote w:type="continuationNotice" w:id="1">
    <w:p w14:paraId="60F8289D" w14:textId="77777777" w:rsidR="0012561A" w:rsidRDefault="001256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4CE48371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5F7A55D7" wp14:editId="0A67DD4F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448679864" name="Picture 144867986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8679864" name="Picture 144867986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020C6D16" wp14:editId="61E284C8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1637361082" name="Picture 163736108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7361082" name="Picture 163736108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950924">
      <w:rPr>
        <w:rFonts w:ascii="Century Gothic" w:hAnsi="Century Gothic"/>
        <w:b/>
        <w:bCs/>
        <w:color w:val="C8102E"/>
        <w:sz w:val="30"/>
        <w:szCs w:val="30"/>
      </w:rPr>
      <w:t>Assessment for learning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12DFB1A4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E57872" w:rsidRPr="00E57872">
      <w:t>rsc.li/3lLvZ67</w:t>
    </w:r>
  </w:p>
  <w:p w14:paraId="550CF737" w14:textId="1296684F" w:rsidR="005A4319" w:rsidRDefault="005A43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BC7BA6"/>
    <w:multiLevelType w:val="hybridMultilevel"/>
    <w:tmpl w:val="E9C252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5B157B4"/>
    <w:multiLevelType w:val="hybridMultilevel"/>
    <w:tmpl w:val="B1E66A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C47F8C"/>
    <w:multiLevelType w:val="hybridMultilevel"/>
    <w:tmpl w:val="C6FC52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E92A5D"/>
    <w:multiLevelType w:val="hybridMultilevel"/>
    <w:tmpl w:val="B4F0F826"/>
    <w:lvl w:ilvl="0" w:tplc="FFFFFFFF">
      <w:start w:val="1"/>
      <w:numFmt w:val="bulle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B563B3E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i w:val="0"/>
        <w:color w:val="C0000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E778F9"/>
    <w:multiLevelType w:val="hybridMultilevel"/>
    <w:tmpl w:val="771A89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4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76EA6"/>
    <w:multiLevelType w:val="hybridMultilevel"/>
    <w:tmpl w:val="AF7497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76A05"/>
    <w:multiLevelType w:val="hybridMultilevel"/>
    <w:tmpl w:val="3CDACDA0"/>
    <w:lvl w:ilvl="0" w:tplc="132E5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BADDB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8066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72E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D212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2478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E17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2CCC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50CC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9B39E9"/>
    <w:multiLevelType w:val="hybridMultilevel"/>
    <w:tmpl w:val="C0889F32"/>
    <w:lvl w:ilvl="0" w:tplc="BA8E82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C2E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9CF3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4CA3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C866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A230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C803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1A5B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0048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397ACA"/>
    <w:multiLevelType w:val="hybridMultilevel"/>
    <w:tmpl w:val="DA048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5F0A5A"/>
    <w:multiLevelType w:val="hybridMultilevel"/>
    <w:tmpl w:val="A1E8D252"/>
    <w:lvl w:ilvl="0" w:tplc="4AB0C5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5A4E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E21E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7A0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BC6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4E5D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3A9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821B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6E6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20"/>
  </w:num>
  <w:num w:numId="3" w16cid:durableId="33122833">
    <w:abstractNumId w:val="28"/>
  </w:num>
  <w:num w:numId="4" w16cid:durableId="1345283925">
    <w:abstractNumId w:val="24"/>
  </w:num>
  <w:num w:numId="5" w16cid:durableId="445586997">
    <w:abstractNumId w:val="17"/>
  </w:num>
  <w:num w:numId="6" w16cid:durableId="1180241404">
    <w:abstractNumId w:val="18"/>
  </w:num>
  <w:num w:numId="7" w16cid:durableId="1872692816">
    <w:abstractNumId w:val="18"/>
    <w:lvlOverride w:ilvl="0">
      <w:startOverride w:val="1"/>
    </w:lvlOverride>
  </w:num>
  <w:num w:numId="8" w16cid:durableId="1013141330">
    <w:abstractNumId w:val="23"/>
    <w:lvlOverride w:ilvl="0">
      <w:startOverride w:val="2"/>
    </w:lvlOverride>
  </w:num>
  <w:num w:numId="9" w16cid:durableId="453064780">
    <w:abstractNumId w:val="18"/>
    <w:lvlOverride w:ilvl="0">
      <w:startOverride w:val="1"/>
    </w:lvlOverride>
  </w:num>
  <w:num w:numId="10" w16cid:durableId="493960554">
    <w:abstractNumId w:val="19"/>
  </w:num>
  <w:num w:numId="11" w16cid:durableId="909541313">
    <w:abstractNumId w:val="19"/>
    <w:lvlOverride w:ilvl="0">
      <w:startOverride w:val="2"/>
    </w:lvlOverride>
  </w:num>
  <w:num w:numId="12" w16cid:durableId="937758830">
    <w:abstractNumId w:val="25"/>
  </w:num>
  <w:num w:numId="13" w16cid:durableId="1446189560">
    <w:abstractNumId w:val="33"/>
  </w:num>
  <w:num w:numId="14" w16cid:durableId="58985317">
    <w:abstractNumId w:val="19"/>
    <w:lvlOverride w:ilvl="0">
      <w:startOverride w:val="2"/>
    </w:lvlOverride>
  </w:num>
  <w:num w:numId="15" w16cid:durableId="1693451906">
    <w:abstractNumId w:val="18"/>
    <w:lvlOverride w:ilvl="0">
      <w:startOverride w:val="1"/>
    </w:lvlOverride>
  </w:num>
  <w:num w:numId="16" w16cid:durableId="1514684455">
    <w:abstractNumId w:val="31"/>
  </w:num>
  <w:num w:numId="17" w16cid:durableId="1425540104">
    <w:abstractNumId w:val="13"/>
  </w:num>
  <w:num w:numId="18" w16cid:durableId="1984116684">
    <w:abstractNumId w:val="12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4"/>
  </w:num>
  <w:num w:numId="30" w16cid:durableId="1986542381">
    <w:abstractNumId w:val="19"/>
    <w:lvlOverride w:ilvl="0">
      <w:startOverride w:val="3"/>
    </w:lvlOverride>
  </w:num>
  <w:num w:numId="31" w16cid:durableId="35668791">
    <w:abstractNumId w:val="19"/>
    <w:lvlOverride w:ilvl="0">
      <w:startOverride w:val="1"/>
    </w:lvlOverride>
  </w:num>
  <w:num w:numId="32" w16cid:durableId="1628469364">
    <w:abstractNumId w:val="26"/>
  </w:num>
  <w:num w:numId="33" w16cid:durableId="1321731634">
    <w:abstractNumId w:val="27"/>
  </w:num>
  <w:num w:numId="34" w16cid:durableId="902644437">
    <w:abstractNumId w:val="29"/>
  </w:num>
  <w:num w:numId="35" w16cid:durableId="594947965">
    <w:abstractNumId w:val="15"/>
  </w:num>
  <w:num w:numId="36" w16cid:durableId="1298796749">
    <w:abstractNumId w:val="22"/>
  </w:num>
  <w:num w:numId="37" w16cid:durableId="912542335">
    <w:abstractNumId w:val="32"/>
  </w:num>
  <w:num w:numId="38" w16cid:durableId="1016229861">
    <w:abstractNumId w:val="11"/>
  </w:num>
  <w:num w:numId="39" w16cid:durableId="2115055347">
    <w:abstractNumId w:val="21"/>
  </w:num>
  <w:num w:numId="40" w16cid:durableId="957295721">
    <w:abstractNumId w:val="30"/>
  </w:num>
  <w:num w:numId="41" w16cid:durableId="76330296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4AF"/>
    <w:rsid w:val="00005B4D"/>
    <w:rsid w:val="00007D78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612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3327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23F"/>
    <w:rsid w:val="00090EE8"/>
    <w:rsid w:val="000953D5"/>
    <w:rsid w:val="00095E19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7F5"/>
    <w:rsid w:val="000C6C91"/>
    <w:rsid w:val="000C735F"/>
    <w:rsid w:val="000D0774"/>
    <w:rsid w:val="000D13A7"/>
    <w:rsid w:val="000D4202"/>
    <w:rsid w:val="000D6007"/>
    <w:rsid w:val="000D7C33"/>
    <w:rsid w:val="000E1286"/>
    <w:rsid w:val="000E20D2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4BDD"/>
    <w:rsid w:val="0011632E"/>
    <w:rsid w:val="00117EEF"/>
    <w:rsid w:val="0012126C"/>
    <w:rsid w:val="001228EC"/>
    <w:rsid w:val="00124DE7"/>
    <w:rsid w:val="00125301"/>
    <w:rsid w:val="0012561A"/>
    <w:rsid w:val="0012670F"/>
    <w:rsid w:val="00130C34"/>
    <w:rsid w:val="00131044"/>
    <w:rsid w:val="001315CA"/>
    <w:rsid w:val="00133888"/>
    <w:rsid w:val="00133A3E"/>
    <w:rsid w:val="0013731C"/>
    <w:rsid w:val="00144CDA"/>
    <w:rsid w:val="0014602F"/>
    <w:rsid w:val="00147523"/>
    <w:rsid w:val="0015105E"/>
    <w:rsid w:val="00152F5E"/>
    <w:rsid w:val="001547A9"/>
    <w:rsid w:val="00154EEB"/>
    <w:rsid w:val="001559F0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551A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2B2C"/>
    <w:rsid w:val="001B5474"/>
    <w:rsid w:val="001C23F6"/>
    <w:rsid w:val="001C290F"/>
    <w:rsid w:val="001C6470"/>
    <w:rsid w:val="001D0109"/>
    <w:rsid w:val="001D27AF"/>
    <w:rsid w:val="001D3DA6"/>
    <w:rsid w:val="001D57A7"/>
    <w:rsid w:val="001D7B9F"/>
    <w:rsid w:val="001E2DA2"/>
    <w:rsid w:val="001F0451"/>
    <w:rsid w:val="001F2C34"/>
    <w:rsid w:val="001F530C"/>
    <w:rsid w:val="001F5394"/>
    <w:rsid w:val="001F73C1"/>
    <w:rsid w:val="0020040C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8DD"/>
    <w:rsid w:val="00215CA2"/>
    <w:rsid w:val="0022129F"/>
    <w:rsid w:val="00221BC3"/>
    <w:rsid w:val="0022515B"/>
    <w:rsid w:val="00227D80"/>
    <w:rsid w:val="002345A4"/>
    <w:rsid w:val="0023518B"/>
    <w:rsid w:val="00237895"/>
    <w:rsid w:val="002401EA"/>
    <w:rsid w:val="0024178F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1079"/>
    <w:rsid w:val="00262437"/>
    <w:rsid w:val="00267279"/>
    <w:rsid w:val="002716EA"/>
    <w:rsid w:val="002723D5"/>
    <w:rsid w:val="00275C31"/>
    <w:rsid w:val="00276F81"/>
    <w:rsid w:val="00281D7B"/>
    <w:rsid w:val="00283107"/>
    <w:rsid w:val="00283DFC"/>
    <w:rsid w:val="0028615D"/>
    <w:rsid w:val="002877DD"/>
    <w:rsid w:val="002912B7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0448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D6469"/>
    <w:rsid w:val="002E06BD"/>
    <w:rsid w:val="002E48D4"/>
    <w:rsid w:val="002E5407"/>
    <w:rsid w:val="002E56CF"/>
    <w:rsid w:val="002F0B37"/>
    <w:rsid w:val="002F2188"/>
    <w:rsid w:val="002F2F8F"/>
    <w:rsid w:val="002F3731"/>
    <w:rsid w:val="002F504B"/>
    <w:rsid w:val="002F63C7"/>
    <w:rsid w:val="002F7189"/>
    <w:rsid w:val="00303E06"/>
    <w:rsid w:val="003071E5"/>
    <w:rsid w:val="003108F7"/>
    <w:rsid w:val="00311379"/>
    <w:rsid w:val="00311857"/>
    <w:rsid w:val="00314EDA"/>
    <w:rsid w:val="00315909"/>
    <w:rsid w:val="003161DC"/>
    <w:rsid w:val="00316B59"/>
    <w:rsid w:val="00316B68"/>
    <w:rsid w:val="00320E4D"/>
    <w:rsid w:val="00321B3F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1BA8"/>
    <w:rsid w:val="00363C2F"/>
    <w:rsid w:val="003642B4"/>
    <w:rsid w:val="00367470"/>
    <w:rsid w:val="00367759"/>
    <w:rsid w:val="00367A2D"/>
    <w:rsid w:val="003749A2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0FD2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1F63"/>
    <w:rsid w:val="003E20FC"/>
    <w:rsid w:val="003E5946"/>
    <w:rsid w:val="003E5B13"/>
    <w:rsid w:val="003E7C69"/>
    <w:rsid w:val="003F0B65"/>
    <w:rsid w:val="003F0BEA"/>
    <w:rsid w:val="003F124B"/>
    <w:rsid w:val="003F3B01"/>
    <w:rsid w:val="003F3FA2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381F"/>
    <w:rsid w:val="0042614E"/>
    <w:rsid w:val="004261BB"/>
    <w:rsid w:val="004265A5"/>
    <w:rsid w:val="00431CC4"/>
    <w:rsid w:val="004321CD"/>
    <w:rsid w:val="00434027"/>
    <w:rsid w:val="004345EE"/>
    <w:rsid w:val="00435040"/>
    <w:rsid w:val="00435D98"/>
    <w:rsid w:val="00440A92"/>
    <w:rsid w:val="004421D1"/>
    <w:rsid w:val="004463A0"/>
    <w:rsid w:val="00446DAA"/>
    <w:rsid w:val="00447805"/>
    <w:rsid w:val="00451A34"/>
    <w:rsid w:val="0045569A"/>
    <w:rsid w:val="00462C62"/>
    <w:rsid w:val="004647DD"/>
    <w:rsid w:val="00464DEB"/>
    <w:rsid w:val="00464EE1"/>
    <w:rsid w:val="00465239"/>
    <w:rsid w:val="004658D7"/>
    <w:rsid w:val="00466E24"/>
    <w:rsid w:val="00470A3A"/>
    <w:rsid w:val="0047293A"/>
    <w:rsid w:val="00472E80"/>
    <w:rsid w:val="00475C69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AAB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03823"/>
    <w:rsid w:val="00512EF1"/>
    <w:rsid w:val="005152C7"/>
    <w:rsid w:val="005153EA"/>
    <w:rsid w:val="00517ED5"/>
    <w:rsid w:val="00522B05"/>
    <w:rsid w:val="00525DD7"/>
    <w:rsid w:val="00530A17"/>
    <w:rsid w:val="005329C8"/>
    <w:rsid w:val="00533730"/>
    <w:rsid w:val="0053639C"/>
    <w:rsid w:val="0053797D"/>
    <w:rsid w:val="00537A7B"/>
    <w:rsid w:val="00541B08"/>
    <w:rsid w:val="00542DE4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0B3C"/>
    <w:rsid w:val="00571740"/>
    <w:rsid w:val="00571F1F"/>
    <w:rsid w:val="005739C1"/>
    <w:rsid w:val="00573B4A"/>
    <w:rsid w:val="00577380"/>
    <w:rsid w:val="00580215"/>
    <w:rsid w:val="0058186F"/>
    <w:rsid w:val="00584129"/>
    <w:rsid w:val="00585929"/>
    <w:rsid w:val="00585D68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4338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E3908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1EDB"/>
    <w:rsid w:val="00664447"/>
    <w:rsid w:val="00664E1F"/>
    <w:rsid w:val="00667DAB"/>
    <w:rsid w:val="006745DF"/>
    <w:rsid w:val="006757A8"/>
    <w:rsid w:val="00676A43"/>
    <w:rsid w:val="0067772E"/>
    <w:rsid w:val="00677812"/>
    <w:rsid w:val="0068465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5B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1324"/>
    <w:rsid w:val="007136E5"/>
    <w:rsid w:val="00713AC6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D42"/>
    <w:rsid w:val="007962B0"/>
    <w:rsid w:val="0079747F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09FB"/>
    <w:rsid w:val="008021CB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47599"/>
    <w:rsid w:val="008508E4"/>
    <w:rsid w:val="008618F3"/>
    <w:rsid w:val="0086372E"/>
    <w:rsid w:val="0086417A"/>
    <w:rsid w:val="0086581C"/>
    <w:rsid w:val="00872AEB"/>
    <w:rsid w:val="00873024"/>
    <w:rsid w:val="00873625"/>
    <w:rsid w:val="0087744F"/>
    <w:rsid w:val="00881419"/>
    <w:rsid w:val="00882CA3"/>
    <w:rsid w:val="00883973"/>
    <w:rsid w:val="00884C77"/>
    <w:rsid w:val="00892DB0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5A46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0C83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5E23"/>
    <w:rsid w:val="0092772E"/>
    <w:rsid w:val="0093131C"/>
    <w:rsid w:val="00933473"/>
    <w:rsid w:val="009341E3"/>
    <w:rsid w:val="00934CCA"/>
    <w:rsid w:val="00935573"/>
    <w:rsid w:val="00937527"/>
    <w:rsid w:val="0094079E"/>
    <w:rsid w:val="009421B4"/>
    <w:rsid w:val="0094267A"/>
    <w:rsid w:val="0094426C"/>
    <w:rsid w:val="00944F56"/>
    <w:rsid w:val="00945365"/>
    <w:rsid w:val="00950924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1B71"/>
    <w:rsid w:val="00985810"/>
    <w:rsid w:val="00985916"/>
    <w:rsid w:val="00985C41"/>
    <w:rsid w:val="00987C4B"/>
    <w:rsid w:val="00991AFD"/>
    <w:rsid w:val="00992106"/>
    <w:rsid w:val="00997C95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F76"/>
    <w:rsid w:val="009E4142"/>
    <w:rsid w:val="009E60E7"/>
    <w:rsid w:val="009E6C29"/>
    <w:rsid w:val="009F0460"/>
    <w:rsid w:val="009F3110"/>
    <w:rsid w:val="009F3D94"/>
    <w:rsid w:val="009F3FBF"/>
    <w:rsid w:val="009F4B3C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068A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0F1C"/>
    <w:rsid w:val="00A61142"/>
    <w:rsid w:val="00A61887"/>
    <w:rsid w:val="00A61936"/>
    <w:rsid w:val="00A63A74"/>
    <w:rsid w:val="00A64FFF"/>
    <w:rsid w:val="00A67C30"/>
    <w:rsid w:val="00A72D0D"/>
    <w:rsid w:val="00A77018"/>
    <w:rsid w:val="00A77ED2"/>
    <w:rsid w:val="00A820A2"/>
    <w:rsid w:val="00A82438"/>
    <w:rsid w:val="00A8366D"/>
    <w:rsid w:val="00A85F0D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B6D37"/>
    <w:rsid w:val="00AB74F2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3E9F"/>
    <w:rsid w:val="00AE41E4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7F6"/>
    <w:rsid w:val="00B4299A"/>
    <w:rsid w:val="00B42F35"/>
    <w:rsid w:val="00B4519D"/>
    <w:rsid w:val="00B46E49"/>
    <w:rsid w:val="00B53DC1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7714D"/>
    <w:rsid w:val="00B82B0C"/>
    <w:rsid w:val="00B83328"/>
    <w:rsid w:val="00B847A9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5060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3DD2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19EB"/>
    <w:rsid w:val="00C73B60"/>
    <w:rsid w:val="00C76645"/>
    <w:rsid w:val="00C76996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35D6"/>
    <w:rsid w:val="00CB6529"/>
    <w:rsid w:val="00CB6E4B"/>
    <w:rsid w:val="00CC4195"/>
    <w:rsid w:val="00CC61AC"/>
    <w:rsid w:val="00CD2F1B"/>
    <w:rsid w:val="00CD426D"/>
    <w:rsid w:val="00CD5DAF"/>
    <w:rsid w:val="00CD6984"/>
    <w:rsid w:val="00CE0E23"/>
    <w:rsid w:val="00CE182F"/>
    <w:rsid w:val="00CE475E"/>
    <w:rsid w:val="00CF0F9A"/>
    <w:rsid w:val="00CF14A3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2EB7"/>
    <w:rsid w:val="00D537DB"/>
    <w:rsid w:val="00D549D3"/>
    <w:rsid w:val="00D6260B"/>
    <w:rsid w:val="00D634AE"/>
    <w:rsid w:val="00D644E6"/>
    <w:rsid w:val="00D7317E"/>
    <w:rsid w:val="00D75DE7"/>
    <w:rsid w:val="00D7671E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A664E"/>
    <w:rsid w:val="00DB0C47"/>
    <w:rsid w:val="00DB2CBD"/>
    <w:rsid w:val="00DB59CE"/>
    <w:rsid w:val="00DB7804"/>
    <w:rsid w:val="00DC1BA8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E02057"/>
    <w:rsid w:val="00E04231"/>
    <w:rsid w:val="00E100EC"/>
    <w:rsid w:val="00E12508"/>
    <w:rsid w:val="00E13686"/>
    <w:rsid w:val="00E13918"/>
    <w:rsid w:val="00E2490B"/>
    <w:rsid w:val="00E25B03"/>
    <w:rsid w:val="00E30630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57872"/>
    <w:rsid w:val="00E60944"/>
    <w:rsid w:val="00E66920"/>
    <w:rsid w:val="00E66F06"/>
    <w:rsid w:val="00E6742A"/>
    <w:rsid w:val="00E70D8E"/>
    <w:rsid w:val="00E71353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0048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B7FBD"/>
    <w:rsid w:val="00EC1000"/>
    <w:rsid w:val="00EC3473"/>
    <w:rsid w:val="00EC36F7"/>
    <w:rsid w:val="00EC7D8F"/>
    <w:rsid w:val="00ED24AD"/>
    <w:rsid w:val="00ED2772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352BB"/>
    <w:rsid w:val="00F45408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14E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37AF"/>
    <w:rsid w:val="00F84A48"/>
    <w:rsid w:val="00F85F01"/>
    <w:rsid w:val="00F865ED"/>
    <w:rsid w:val="00F868EA"/>
    <w:rsid w:val="00F86DA6"/>
    <w:rsid w:val="00F93494"/>
    <w:rsid w:val="00F94325"/>
    <w:rsid w:val="00F948E0"/>
    <w:rsid w:val="00F952CF"/>
    <w:rsid w:val="00F959F2"/>
    <w:rsid w:val="00F96EF2"/>
    <w:rsid w:val="00FA4F11"/>
    <w:rsid w:val="00FA5D3D"/>
    <w:rsid w:val="00FA6481"/>
    <w:rsid w:val="00FB0B16"/>
    <w:rsid w:val="00FB1014"/>
    <w:rsid w:val="00FB1EF9"/>
    <w:rsid w:val="00FB206F"/>
    <w:rsid w:val="00FB2918"/>
    <w:rsid w:val="00FC35E6"/>
    <w:rsid w:val="00FC40E9"/>
    <w:rsid w:val="00FC72C8"/>
    <w:rsid w:val="00FC7B0D"/>
    <w:rsid w:val="00FD0C9D"/>
    <w:rsid w:val="00FD1D3C"/>
    <w:rsid w:val="00FD20D2"/>
    <w:rsid w:val="00FD42E1"/>
    <w:rsid w:val="00FD4FB1"/>
    <w:rsid w:val="00FD57B5"/>
    <w:rsid w:val="00FE2459"/>
    <w:rsid w:val="00FE6534"/>
    <w:rsid w:val="00FF24B3"/>
    <w:rsid w:val="00FF31CE"/>
    <w:rsid w:val="00FF357F"/>
    <w:rsid w:val="00FF4BDE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45BF14B9-CF56-4811-ADFE-EB34A7B1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B1C5B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EA004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004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EA0048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A00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0048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1D27AF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481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881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145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5043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9834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813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790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662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0676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7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338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8005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0516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5561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2249">
          <w:marLeft w:val="108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2874">
          <w:marLeft w:val="108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3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194">
          <w:marLeft w:val="108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390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01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2419">
          <w:marLeft w:val="108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7730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4007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2896">
          <w:marLeft w:val="108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29875">
          <w:marLeft w:val="108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6658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531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144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44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7d88b2-bc5d-47d8-b067-5f30c82b40fb">
      <Terms xmlns="http://schemas.microsoft.com/office/infopath/2007/PartnerControls"/>
    </lcf76f155ced4ddcb4097134ff3c332f>
    <TaxCatchAll xmlns="9e3c562f-56b0-4bc9-96c8-d04b09868558" xsi:nil="true"/>
    <Editorialstage xmlns="5c7d88b2-bc5d-47d8-b067-5f30c82b40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  <ds:schemaRef ds:uri="5c7d88b2-bc5d-47d8-b067-5f30c82b40fb"/>
    <ds:schemaRef ds:uri="9e3c562f-56b0-4bc9-96c8-d04b09868558"/>
  </ds:schemaRefs>
</ds:datastoreItem>
</file>

<file path=customXml/itemProps3.xml><?xml version="1.0" encoding="utf-8"?>
<ds:datastoreItem xmlns:ds="http://schemas.openxmlformats.org/officeDocument/2006/customXml" ds:itemID="{D4C17B48-EA76-40D5-9C01-BB276C2A3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119</TotalTime>
  <Pages>3</Pages>
  <Words>580</Words>
  <Characters>3447</Characters>
  <Application>Microsoft Office Word</Application>
  <DocSecurity>0</DocSecurity>
  <Lines>84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Bonding bingo student instructions</vt:lpstr>
    </vt:vector>
  </TitlesOfParts>
  <Manager/>
  <Company>Royal Society of Chemistry</Company>
  <LinksUpToDate>false</LinksUpToDate>
  <CharactersWithSpaces>3985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Bonding bingo student instructions</dc:title>
  <dc:subject/>
  <dc:creator>Royal Society of Chemistry</dc:creator>
  <cp:keywords>Bonding, ionic, simple covalent, giant covalent, metallic, structure and bonding, properties of matter, atoms and bonds, game, group work, GCSE, revision</cp:keywords>
  <dc:description>From https://rsc.li/3lLvZ67, teacher guidance and powerpoint also available</dc:description>
  <cp:lastModifiedBy>Kirsty Patterson</cp:lastModifiedBy>
  <cp:revision>67</cp:revision>
  <cp:lastPrinted>2012-04-18T16:40:00Z</cp:lastPrinted>
  <dcterms:created xsi:type="dcterms:W3CDTF">2025-05-01T05:02:00Z</dcterms:created>
  <dcterms:modified xsi:type="dcterms:W3CDTF">2025-05-06T11:10:00Z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MediaServiceImageTags">
    <vt:lpwstr/>
  </property>
</Properties>
</file>